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161B1CE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4A29BB">
        <w:t>Pět</w:t>
      </w:r>
      <w:r w:rsidR="001B0385">
        <w:t xml:space="preserve"> (</w:t>
      </w:r>
      <w:r w:rsidR="004A29BB">
        <w:t>5</w:t>
      </w:r>
      <w:r w:rsidR="001B0385">
        <w:t>)</w:t>
      </w:r>
      <w:r w:rsidR="003661BA" w:rsidRPr="00143089">
        <w:t xml:space="preserve"> </w:t>
      </w:r>
      <w:r w:rsidR="00143089" w:rsidRPr="00143089">
        <w:t>serverov</w:t>
      </w:r>
      <w:r w:rsidR="00DD36FF">
        <w:t>ých</w:t>
      </w:r>
      <w:r w:rsidR="00143089" w:rsidRPr="00143089">
        <w:t xml:space="preserve"> nod</w:t>
      </w:r>
      <w:r w:rsidR="004B2588">
        <w:t>ů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„KB TDS / CDP Praha“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E96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60512A1B" w:rsidR="009B32C3" w:rsidRPr="002D127E" w:rsidRDefault="00891622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5 </w:t>
            </w:r>
            <w:r w:rsidR="00AF0C3C">
              <w:rPr>
                <w:rFonts w:cstheme="minorHAnsi"/>
                <w:sz w:val="18"/>
              </w:rPr>
              <w:t>serverových nodů s</w:t>
            </w:r>
            <w:r w:rsidR="0001392D">
              <w:rPr>
                <w:rFonts w:cstheme="minorHAnsi"/>
                <w:sz w:val="18"/>
              </w:rPr>
              <w:t>e zcela</w:t>
            </w:r>
            <w:r w:rsidR="00AF0C3C">
              <w:rPr>
                <w:rFonts w:cstheme="minorHAnsi"/>
                <w:sz w:val="18"/>
              </w:rPr>
              <w:t> totožnou konfigurací</w:t>
            </w:r>
          </w:p>
        </w:tc>
        <w:tc>
          <w:tcPr>
            <w:tcW w:w="3288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4D3A7EBC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0E326E76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02E92AD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A0B4FF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Pr="0001392D">
              <w:rPr>
                <w:rFonts w:cstheme="minorHAnsi"/>
                <w:b/>
                <w:bCs/>
                <w:sz w:val="18"/>
              </w:rPr>
              <w:t>32 jader</w:t>
            </w:r>
            <w:r w:rsidRPr="002D127E">
              <w:rPr>
                <w:rFonts w:cstheme="minorHAnsi"/>
                <w:sz w:val="18"/>
              </w:rPr>
              <w:t xml:space="preserve"> (64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>
              <w:rPr>
                <w:rFonts w:cstheme="minorHAnsi"/>
                <w:sz w:val="18"/>
              </w:rPr>
              <w:t>30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AEC932A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F8B26E7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4360FD92" w14:textId="7DCEC462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5B898AD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3C322C9D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>
              <w:rPr>
                <w:b/>
                <w:sz w:val="18"/>
                <w:lang w:eastAsia="cs-CZ"/>
              </w:rPr>
              <w:t>384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01392D">
              <w:rPr>
                <w:sz w:val="18"/>
                <w:lang w:eastAsia="cs-CZ"/>
              </w:rPr>
              <w:t>128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1</w:t>
            </w:r>
            <w:r w:rsidRPr="002D127E">
              <w:rPr>
                <w:sz w:val="18"/>
                <w:lang w:eastAsia="cs-CZ"/>
              </w:rPr>
              <w:t>0</w:t>
            </w:r>
            <w:r>
              <w:rPr>
                <w:sz w:val="18"/>
                <w:lang w:eastAsia="cs-CZ"/>
              </w:rPr>
              <w:t>2</w:t>
            </w:r>
            <w:r w:rsidRPr="002D127E">
              <w:rPr>
                <w:sz w:val="18"/>
                <w:lang w:eastAsia="cs-CZ"/>
              </w:rPr>
              <w:t>4 GB jen přidáním dalších paměťových modulů</w:t>
            </w:r>
          </w:p>
        </w:tc>
        <w:tc>
          <w:tcPr>
            <w:tcW w:w="3288" w:type="dxa"/>
          </w:tcPr>
          <w:p w14:paraId="74CF9B66" w14:textId="64AE3B79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6DAB09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383C46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r w:rsidR="00C3746D">
              <w:rPr>
                <w:rFonts w:cstheme="minorHAnsi"/>
                <w:sz w:val="18"/>
              </w:rPr>
              <w:t xml:space="preserve">boot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 w:rsidR="00C3746D">
              <w:rPr>
                <w:rFonts w:cstheme="minorHAnsi"/>
                <w:sz w:val="18"/>
              </w:rPr>
              <w:t xml:space="preserve">OS nebo </w:t>
            </w:r>
            <w:r w:rsidRPr="002D127E">
              <w:rPr>
                <w:rFonts w:cstheme="minorHAnsi"/>
                <w:sz w:val="18"/>
              </w:rPr>
              <w:t>virtualizační platformy</w:t>
            </w:r>
            <w:r w:rsidR="00375E19">
              <w:rPr>
                <w:rFonts w:cstheme="minorHAnsi"/>
                <w:sz w:val="18"/>
              </w:rPr>
              <w:t xml:space="preserve"> (hypervisor)</w:t>
            </w:r>
          </w:p>
        </w:tc>
        <w:tc>
          <w:tcPr>
            <w:tcW w:w="3288" w:type="dxa"/>
          </w:tcPr>
          <w:p w14:paraId="1247C845" w14:textId="0B2C6D7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493748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7E5271C3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8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</w:t>
            </w:r>
            <w:r w:rsidR="004A2FF5">
              <w:rPr>
                <w:rFonts w:cstheme="minorHAnsi"/>
                <w:sz w:val="18"/>
              </w:rPr>
              <w:t xml:space="preserve">tj. </w:t>
            </w:r>
            <w:r>
              <w:rPr>
                <w:rFonts w:cstheme="minorHAnsi"/>
                <w:sz w:val="18"/>
              </w:rPr>
              <w:t>10/25 Gbps)</w:t>
            </w:r>
          </w:p>
        </w:tc>
        <w:tc>
          <w:tcPr>
            <w:tcW w:w="3288" w:type="dxa"/>
          </w:tcPr>
          <w:p w14:paraId="5B303CA5" w14:textId="6CADDC87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45C67E59" w:rsidR="007146DE" w:rsidRPr="002D127E" w:rsidRDefault="007146DE" w:rsidP="007146D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7BF8CC42" w14:textId="3228167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19E656D6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32E00E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0FCB632" w14:textId="64F20C7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6A5256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CDC10" w14:textId="2E427D96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A1C4C"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FibreChannel SAN porty</w:t>
            </w:r>
            <w:r w:rsidR="008C6546">
              <w:rPr>
                <w:rFonts w:cstheme="minorHAnsi"/>
                <w:sz w:val="18"/>
              </w:rPr>
              <w:t xml:space="preserve"> HBA</w:t>
            </w:r>
          </w:p>
        </w:tc>
        <w:tc>
          <w:tcPr>
            <w:tcW w:w="3288" w:type="dxa"/>
          </w:tcPr>
          <w:p w14:paraId="5CF3237C" w14:textId="4EA9521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04802E97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8377A" w14:textId="38CDB361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Trusted Platform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5AA4EF60" w14:textId="34D63BE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52C9253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0D08080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r w:rsidR="001B7820">
              <w:rPr>
                <w:rFonts w:cstheme="minorHAnsi"/>
                <w:sz w:val="18"/>
              </w:rPr>
              <w:t>Platinum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8B57A95" w14:textId="19C3F51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044A1DAE" w:rsidR="007146DE" w:rsidRPr="002D127E" w:rsidRDefault="006B7946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7146DE" w:rsidRPr="002D127E">
              <w:rPr>
                <w:sz w:val="18"/>
                <w:lang w:eastAsia="cs-CZ"/>
              </w:rPr>
              <w:t xml:space="preserve">ižiny do rackové skříně </w:t>
            </w:r>
            <w:r w:rsidR="00956CE2">
              <w:rPr>
                <w:sz w:val="18"/>
                <w:lang w:eastAsia="cs-CZ"/>
              </w:rPr>
              <w:t>s</w:t>
            </w:r>
            <w:r w:rsidR="007146DE" w:rsidRPr="002D127E">
              <w:rPr>
                <w:sz w:val="18"/>
                <w:lang w:eastAsia="cs-CZ"/>
              </w:rPr>
              <w:t xml:space="preserve"> „cable management</w:t>
            </w:r>
            <w:r w:rsidR="007146DE">
              <w:rPr>
                <w:sz w:val="18"/>
                <w:lang w:eastAsia="cs-CZ"/>
              </w:rPr>
              <w:t xml:space="preserve"> arm</w:t>
            </w:r>
            <w:r w:rsidR="007146DE"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6C261" w14:textId="410ABB19" w:rsidR="007146DE" w:rsidRPr="00BC57E5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6B44254A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 w:rsidR="00426602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36F5923" w14:textId="25DBCD64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281B195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B5FADE" w14:textId="6077628B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E65F2A8" w14:textId="379E5FB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65AD020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86A160" w14:textId="3785FE62" w:rsidR="00357428" w:rsidRPr="00A9399D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VMware vSphere 7, 8</w:t>
            </w:r>
          </w:p>
        </w:tc>
        <w:tc>
          <w:tcPr>
            <w:tcW w:w="3288" w:type="dxa"/>
          </w:tcPr>
          <w:p w14:paraId="47E98C02" w14:textId="4C6E05E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25791CF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E997EA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 w:rsidR="006B5EBD"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BAA75E2" w14:textId="0D9F333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3279C4AD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5484D4A8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</w:t>
            </w:r>
            <w:r w:rsidR="00276A27">
              <w:rPr>
                <w:rFonts w:cstheme="minorHAnsi"/>
                <w:sz w:val="18"/>
              </w:rPr>
              <w:t xml:space="preserve"> VMware </w:t>
            </w:r>
            <w:r w:rsidRPr="002D127E">
              <w:rPr>
                <w:rFonts w:cstheme="minorHAnsi"/>
                <w:sz w:val="18"/>
              </w:rPr>
              <w:t>vCenter a MS System Center.</w:t>
            </w:r>
          </w:p>
        </w:tc>
        <w:tc>
          <w:tcPr>
            <w:tcW w:w="3288" w:type="dxa"/>
          </w:tcPr>
          <w:p w14:paraId="4542E5E1" w14:textId="2F7CFBCF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D9127A4" w14:textId="77777777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on-site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67BD174C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>, SSD, NVMe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5577A240" w14:textId="34C2E40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D80CD7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7777777" w:rsidR="00357428" w:rsidRPr="00A05703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0DDD7AB8" w14:textId="2DAE85F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4B99A1F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F5A505B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vzdáleného mountování ISO image.</w:t>
            </w:r>
          </w:p>
          <w:p w14:paraId="26C99CA2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F8ACA12" w14:textId="52082D9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Edge,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2A76D880" w14:textId="1CDA4FB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2C5C76AD" w14:textId="7B161E43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Real time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>, možnost Power cappingu.</w:t>
            </w:r>
          </w:p>
          <w:p w14:paraId="72418BF5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A33049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388F64AD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63B11132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78C158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55381441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1C099273" w14:textId="5D3B5DBC" w:rsidR="001A33CD" w:rsidRPr="00972D04" w:rsidRDefault="001A33CD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="003107AC">
              <w:rPr>
                <w:rFonts w:cstheme="minorHAnsi"/>
                <w:sz w:val="18"/>
              </w:rPr>
              <w:t>protokolu Syslog a předávání logů na vzdálený systém</w:t>
            </w:r>
          </w:p>
        </w:tc>
        <w:tc>
          <w:tcPr>
            <w:tcW w:w="3288" w:type="dxa"/>
          </w:tcPr>
          <w:p w14:paraId="36441906" w14:textId="303DA009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13B90B2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BC975D" w14:textId="77777777" w:rsidR="00357428" w:rsidRPr="00C06A42" w:rsidRDefault="00357428" w:rsidP="00357428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390779EA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6EDCE98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BF728D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Call Home funkce.</w:t>
            </w:r>
          </w:p>
          <w:p w14:paraId="43E5DF39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64B16CDD" w14:textId="48EC58E9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671C11" w14:textId="77777777" w:rsidR="00357428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B7B5D3" w14:textId="2FF90CA6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36C737EB" w14:textId="247FBA07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310935E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13976" w14:textId="7C059A6D" w:rsidR="00357428" w:rsidRDefault="00357428" w:rsidP="00357428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</w:t>
            </w:r>
            <w:r w:rsidRPr="008B75F1">
              <w:rPr>
                <w:rFonts w:cstheme="minorHAnsi"/>
                <w:i/>
                <w:iCs/>
                <w:sz w:val="18"/>
              </w:rPr>
              <w:lastRenderedPageBreak/>
              <w:t xml:space="preserve">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173EFF83" w14:textId="12DA623F" w:rsidR="0035742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7AB91001" w14:textId="356C4FD2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28A7F08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DC214F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29AB7052" w14:textId="41D9EA1A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verzí firmware a BIOSu jednotlivých komponent</w:t>
            </w:r>
          </w:p>
          <w:p w14:paraId="3100C7CA" w14:textId="155A9290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 oproti definovaným politikám</w:t>
            </w:r>
          </w:p>
          <w:p w14:paraId="05FD6D9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6662388F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6120A5B5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3C81EFD7" w14:textId="29C5E418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</w:t>
            </w:r>
          </w:p>
          <w:p w14:paraId="5FDAD1D6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68B0EA9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6F822452" w14:textId="5677A320" w:rsidR="00357428" w:rsidRPr="00FA52B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57428" w:rsidRPr="00CC018F" w14:paraId="2DF25894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357428" w:rsidRPr="009777EF" w:rsidRDefault="00357428" w:rsidP="00357428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01FC3329" w:rsidR="00357428" w:rsidRPr="002D127E" w:rsidRDefault="00357428" w:rsidP="00357428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r w:rsidRPr="002D127E">
              <w:rPr>
                <w:b/>
                <w:bCs/>
                <w:sz w:val="18"/>
                <w:lang w:eastAsia="cs-CZ"/>
              </w:rPr>
              <w:t>Multimode, LC, Short Range</w:t>
            </w:r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7554491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263B01" w14:textId="0689E21B" w:rsidR="00357428" w:rsidRPr="002D127E" w:rsidRDefault="00357428" w:rsidP="00357428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r>
              <w:rPr>
                <w:sz w:val="18"/>
                <w:lang w:eastAsia="cs-CZ"/>
              </w:rPr>
              <w:t>FibreChannel</w:t>
            </w:r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</w:t>
            </w:r>
            <w:r w:rsidR="00236E68">
              <w:rPr>
                <w:b/>
                <w:bCs/>
                <w:sz w:val="18"/>
                <w:lang w:eastAsia="cs-CZ"/>
              </w:rPr>
              <w:t xml:space="preserve">SW, </w:t>
            </w:r>
            <w:r>
              <w:rPr>
                <w:b/>
                <w:bCs/>
                <w:sz w:val="18"/>
                <w:lang w:eastAsia="cs-CZ"/>
              </w:rPr>
              <w:t>Multimode,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6B27592" w14:textId="4E4BC1FC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56B03C20" w:rsidR="00EE277F" w:rsidRDefault="00A36165" w:rsidP="002D127E">
      <w:pPr>
        <w:spacing w:after="160" w:line="259" w:lineRule="auto"/>
      </w:pPr>
      <w:r>
        <w:t>Pro</w:t>
      </w:r>
      <w:r w:rsidR="00EE277F">
        <w:t xml:space="preserve"> </w:t>
      </w:r>
      <w:r w:rsidR="001F59F2">
        <w:t>5</w:t>
      </w:r>
      <w:r w:rsidR="00EE277F">
        <w:t xml:space="preserve"> serverov</w:t>
      </w:r>
      <w:r w:rsidR="001F59F2">
        <w:t>ých</w:t>
      </w:r>
      <w:r w:rsidR="00EE277F">
        <w:t xml:space="preserve"> nod</w:t>
      </w:r>
      <w:r w:rsidR="001F59F2">
        <w:t xml:space="preserve">ů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1945C7" w:rsidRPr="002D127E">
        <w:rPr>
          <w:b/>
          <w:bCs/>
        </w:rPr>
        <w:t>CDP Praha, V</w:t>
      </w:r>
      <w:r w:rsidR="001255B2">
        <w:rPr>
          <w:b/>
          <w:bCs/>
        </w:rPr>
        <w:t> </w:t>
      </w:r>
      <w:r w:rsidR="001945C7" w:rsidRPr="002D127E">
        <w:rPr>
          <w:b/>
          <w:bCs/>
        </w:rPr>
        <w:t>Trianglu</w:t>
      </w:r>
      <w:r w:rsidR="001255B2">
        <w:rPr>
          <w:b/>
          <w:bCs/>
        </w:rPr>
        <w:t> 2474</w:t>
      </w:r>
      <w:r w:rsidR="001945C7" w:rsidRPr="002D127E">
        <w:rPr>
          <w:b/>
          <w:bCs/>
        </w:rPr>
        <w:t>, Praha 9</w:t>
      </w:r>
      <w:r w:rsidR="001945C7">
        <w:t>.</w:t>
      </w:r>
    </w:p>
    <w:p w14:paraId="4B458885" w14:textId="77777777" w:rsidR="001828B2" w:rsidRDefault="001828B2" w:rsidP="00DB4C33">
      <w:pPr>
        <w:spacing w:after="160" w:line="259" w:lineRule="auto"/>
      </w:pPr>
    </w:p>
    <w:p w14:paraId="625E56E7" w14:textId="0316AF41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C53602">
        <w:t xml:space="preserve">Úložiště SAN </w:t>
      </w:r>
      <w:r w:rsidR="00C53602" w:rsidRPr="00C53602">
        <w:t>pro virtualizační farmu „KB TDS / CDP Praha“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498B" w:rsidRPr="0050706D" w14:paraId="71C0DCC3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498B" w:rsidRPr="0050706D" w14:paraId="0A1E83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E224D2" w14:textId="502E92CA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AB490F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57338B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49C35" w14:textId="70069F8D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0507EF">
              <w:rPr>
                <w:rFonts w:cstheme="minorHAnsi"/>
                <w:b/>
                <w:bCs/>
                <w:sz w:val="18"/>
              </w:rPr>
              <w:t>7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ED97392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641A70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7A55DB" w14:textId="6877234B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Dual controller</w:t>
            </w:r>
            <w:r w:rsidRPr="009F7C95">
              <w:rPr>
                <w:rFonts w:cstheme="minorHAnsi"/>
                <w:sz w:val="18"/>
              </w:rPr>
              <w:t xml:space="preserve"> SAN FC</w:t>
            </w:r>
            <w:r w:rsidR="00AD588D" w:rsidRPr="009F7C95">
              <w:rPr>
                <w:rFonts w:cstheme="minorHAnsi"/>
                <w:sz w:val="18"/>
              </w:rPr>
              <w:t xml:space="preserve"> v režimu Active-Active</w:t>
            </w:r>
          </w:p>
        </w:tc>
        <w:tc>
          <w:tcPr>
            <w:tcW w:w="3288" w:type="dxa"/>
          </w:tcPr>
          <w:p w14:paraId="433C958A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0778" w:rsidRPr="0050706D" w14:paraId="2CA1BB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A66C93" w14:textId="7F2DDD21" w:rsidR="00090778" w:rsidRDefault="00090778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Kapacita </w:t>
            </w:r>
            <w:r w:rsidR="00F43FF9">
              <w:rPr>
                <w:rFonts w:cstheme="minorHAnsi"/>
                <w:sz w:val="18"/>
              </w:rPr>
              <w:t>SAN úložiště</w:t>
            </w:r>
          </w:p>
          <w:p w14:paraId="76A03F1B" w14:textId="3551914E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CA1EABD" w14:textId="5C74A0CD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6AB73F48" w14:textId="2EBD2D53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="00294666"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3039948" w14:textId="6EC90850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C1C16C2" w14:textId="77777777" w:rsidR="00090778" w:rsidRPr="00927BA6" w:rsidRDefault="00090778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498B" w:rsidRPr="0050706D" w14:paraId="2F4D617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218DB" w14:textId="44FD60E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CA1588">
              <w:rPr>
                <w:rFonts w:cstheme="minorHAnsi"/>
                <w:b/>
                <w:bCs/>
                <w:sz w:val="18"/>
              </w:rPr>
              <w:t>1</w:t>
            </w:r>
            <w:r w:rsidR="00973F52">
              <w:rPr>
                <w:rFonts w:cstheme="minorHAnsi"/>
                <w:b/>
                <w:bCs/>
                <w:sz w:val="18"/>
              </w:rPr>
              <w:t>6</w:t>
            </w:r>
            <w:r w:rsidR="00CA1588"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 w:rsidR="00807CD5"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 w:rsidR="00807CD5"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 w:rsidR="00807CD5"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178047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1A0D0F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444E" w14:textId="77777777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6941C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3D8C8E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2471F6" w14:textId="40A658F1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272298">
              <w:rPr>
                <w:rFonts w:cstheme="minorHAnsi"/>
                <w:sz w:val="18"/>
              </w:rPr>
              <w:t>1</w:t>
            </w:r>
            <w:r w:rsidR="00C01A25">
              <w:rPr>
                <w:rFonts w:cstheme="minorHAnsi"/>
                <w:sz w:val="18"/>
              </w:rPr>
              <w:t>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r w:rsidR="001B7820">
              <w:rPr>
                <w:rFonts w:cstheme="minorHAnsi"/>
                <w:sz w:val="18"/>
              </w:rPr>
              <w:t>Platinum</w:t>
            </w:r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34A43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AA392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6332D" w14:textId="284E583A" w:rsidR="006B498B" w:rsidRPr="00803A7B" w:rsidRDefault="00C03DA8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6B498B"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E562A5A" w14:textId="77777777" w:rsidR="006B498B" w:rsidRPr="00BC57E5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4A049E" w14:paraId="04CD6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451B45" w14:textId="20F8F39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 w:rsidR="005322F9">
              <w:rPr>
                <w:rFonts w:cstheme="minorHAnsi"/>
                <w:sz w:val="18"/>
              </w:rPr>
              <w:t>2</w:t>
            </w:r>
            <w:r w:rsidR="00272298">
              <w:rPr>
                <w:rFonts w:cstheme="minorHAnsi"/>
                <w:sz w:val="18"/>
              </w:rPr>
              <w:t> </w:t>
            </w:r>
            <w:r w:rsidRPr="00803A7B">
              <w:rPr>
                <w:rFonts w:cstheme="minorHAnsi"/>
                <w:sz w:val="18"/>
              </w:rPr>
              <w:t>metr</w:t>
            </w:r>
            <w:r w:rsidR="00272298"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63405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322F9" w:rsidRPr="004A049E" w14:paraId="78ED3D9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83EB6" w14:textId="307FABB4" w:rsidR="005322F9" w:rsidRPr="00803A7B" w:rsidRDefault="005322F9" w:rsidP="005322F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FBAB637" w14:textId="58C4F26C" w:rsidR="005322F9" w:rsidRPr="00927BA6" w:rsidRDefault="005322F9" w:rsidP="005322F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4A049E" w14:paraId="50FAA01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F136DE" w14:textId="3395BCD0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VMware vSphere 7, 8</w:t>
            </w:r>
          </w:p>
        </w:tc>
        <w:tc>
          <w:tcPr>
            <w:tcW w:w="3288" w:type="dxa"/>
          </w:tcPr>
          <w:p w14:paraId="0AD2B872" w14:textId="76AE480B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02C031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30580" w14:textId="018D6DE3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5296EAF2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52F38A7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6A17E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0AAE11F5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2E3BD1" w14:paraId="23C9C5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12F1DB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on-site</w:t>
            </w:r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D5527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3F7D28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B314EA" w14:textId="37E305D8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>, SSD, NVMe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07360C2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7B33E4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E9CCF5" w14:textId="400A6B1A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68C400" w14:textId="052E0791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CC018F" w14:paraId="732459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8306E0" w14:textId="44EE6282" w:rsidR="00100730" w:rsidRPr="002D127E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0AB9FF6" w14:textId="77777777" w:rsidR="00100730" w:rsidRPr="00927BA6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206E23C5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6B498B" w:rsidRPr="002D127E">
        <w:rPr>
          <w:b/>
          <w:bCs/>
        </w:rPr>
        <w:t>CDP Praha, V</w:t>
      </w:r>
      <w:r w:rsidR="006B498B">
        <w:rPr>
          <w:b/>
          <w:bCs/>
        </w:rPr>
        <w:t> </w:t>
      </w:r>
      <w:r w:rsidR="006B498B" w:rsidRPr="002D127E">
        <w:rPr>
          <w:b/>
          <w:bCs/>
        </w:rPr>
        <w:t>Trianglu</w:t>
      </w:r>
      <w:r w:rsidR="006B498B">
        <w:rPr>
          <w:b/>
          <w:bCs/>
        </w:rPr>
        <w:t> 2474</w:t>
      </w:r>
      <w:r w:rsidR="006B498B" w:rsidRPr="002D127E">
        <w:rPr>
          <w:b/>
          <w:bCs/>
        </w:rPr>
        <w:t>, Praha 9</w:t>
      </w:r>
      <w:r w:rsidR="006B498B">
        <w:t>.</w:t>
      </w:r>
    </w:p>
    <w:p w14:paraId="11C8F85E" w14:textId="77777777" w:rsidR="009856D3" w:rsidRDefault="009856D3" w:rsidP="001D004B">
      <w:pPr>
        <w:ind w:firstLine="426"/>
      </w:pPr>
    </w:p>
    <w:p w14:paraId="1D6FDC71" w14:textId="3A8D2B60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Jeden (1)</w:t>
      </w:r>
      <w:r w:rsidRPr="00143089">
        <w:t xml:space="preserve"> server pro </w:t>
      </w:r>
      <w:r w:rsidR="0046140A">
        <w:t xml:space="preserve">zálohování </w:t>
      </w:r>
      <w:r w:rsidRPr="00143089">
        <w:t>virtualizační farm</w:t>
      </w:r>
      <w:r w:rsidR="0046140A">
        <w:t>y</w:t>
      </w:r>
      <w:r>
        <w:t xml:space="preserve"> „KB TDS / CDP Praha“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B2D76" w:rsidRPr="0050706D" w14:paraId="0929D579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5DC8308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1560BD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4F9654" w14:textId="133FC9AD" w:rsidR="004B2D76" w:rsidRPr="002D127E" w:rsidRDefault="005C11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</w:t>
            </w:r>
            <w:r w:rsidR="00BE2099" w:rsidRPr="00BE2099">
              <w:rPr>
                <w:rFonts w:cstheme="minorHAnsi"/>
                <w:sz w:val="18"/>
              </w:rPr>
              <w:t>ý</w:t>
            </w:r>
            <w:r w:rsidR="004B2D76" w:rsidRPr="002D127E">
              <w:rPr>
                <w:rFonts w:cstheme="minorHAnsi"/>
                <w:sz w:val="18"/>
              </w:rPr>
              <w:t xml:space="preserve"> </w:t>
            </w:r>
            <w:r w:rsidR="004B2D76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4B2D76"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4B2D76"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4B2D76" w:rsidRPr="002D127E">
              <w:rPr>
                <w:rFonts w:cstheme="minorHAnsi"/>
                <w:sz w:val="18"/>
              </w:rPr>
              <w:t xml:space="preserve"> vláken) se</w:t>
            </w:r>
            <w:r w:rsidR="004B2D76">
              <w:rPr>
                <w:rFonts w:cstheme="minorHAnsi"/>
                <w:sz w:val="18"/>
              </w:rPr>
              <w:t> </w:t>
            </w:r>
            <w:r w:rsidR="004B2D76"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 w:rsidR="00BE2099">
              <w:rPr>
                <w:rFonts w:cstheme="minorHAnsi"/>
                <w:sz w:val="18"/>
              </w:rPr>
              <w:t>230</w:t>
            </w:r>
            <w:r w:rsidR="004B2D76"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3846F63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54FBD9B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54FD8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6D14E0A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653DBC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CE46D" w14:textId="1B525B41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7F3AD6" w:rsidRPr="007F3AD6">
              <w:rPr>
                <w:b/>
                <w:bCs/>
                <w:sz w:val="18"/>
                <w:lang w:eastAsia="cs-CZ"/>
              </w:rPr>
              <w:t>128</w:t>
            </w:r>
            <w:r w:rsidRPr="007F3AD6">
              <w:rPr>
                <w:b/>
                <w:bCs/>
                <w:sz w:val="18"/>
                <w:lang w:eastAsia="cs-CZ"/>
              </w:rPr>
              <w:t xml:space="preserve">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7F3AD6"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</w:t>
            </w:r>
            <w:r w:rsidRPr="002D127E">
              <w:rPr>
                <w:sz w:val="18"/>
                <w:lang w:eastAsia="cs-CZ"/>
              </w:rPr>
              <w:lastRenderedPageBreak/>
              <w:t xml:space="preserve">minimálně do </w:t>
            </w:r>
            <w:r w:rsidR="007F3AD6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21340F5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3473" w:rsidRPr="0050706D" w14:paraId="674835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B3FCF2" w14:textId="5DAFA61B" w:rsidR="00C63473" w:rsidRPr="002D127E" w:rsidRDefault="00C63473" w:rsidP="00C63473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r>
              <w:rPr>
                <w:rFonts w:cstheme="minorHAnsi"/>
                <w:sz w:val="18"/>
              </w:rPr>
              <w:t xml:space="preserve">boot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62FB8C74" w14:textId="394E52E4" w:rsidR="00C63473" w:rsidRPr="002D127E" w:rsidRDefault="00C63473" w:rsidP="00C6347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06DA2" w:rsidRPr="0050706D" w14:paraId="7EAE1FD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165E1" w14:textId="71AEE08C" w:rsidR="00061D5F" w:rsidRDefault="00906DA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 w:rsidR="00231B85">
              <w:rPr>
                <w:rFonts w:cstheme="minorHAnsi"/>
                <w:sz w:val="18"/>
              </w:rPr>
              <w:t>pro databázi záloh</w:t>
            </w:r>
            <w:r w:rsidR="00061D5F"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 w:rsidR="00061D5F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5A923A7" w14:textId="14F5B766" w:rsidR="00906DA2" w:rsidRPr="00A132AC" w:rsidRDefault="00061D5F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</w:t>
            </w:r>
            <w:r w:rsidR="00906DA2" w:rsidRPr="00A132AC">
              <w:rPr>
                <w:rFonts w:cstheme="minorHAnsi"/>
                <w:sz w:val="18"/>
                <w:szCs w:val="22"/>
              </w:rPr>
              <w:t>živatelsky použiteln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čist</w:t>
            </w:r>
            <w:r w:rsidRPr="00A132AC">
              <w:rPr>
                <w:rFonts w:cstheme="minorHAnsi"/>
                <w:sz w:val="18"/>
                <w:szCs w:val="22"/>
              </w:rPr>
              <w:t xml:space="preserve">á </w:t>
            </w:r>
            <w:r w:rsidR="00906DA2" w:rsidRPr="00A132AC">
              <w:rPr>
                <w:rFonts w:cstheme="minorHAnsi"/>
                <w:sz w:val="18"/>
                <w:szCs w:val="22"/>
              </w:rPr>
              <w:t>nekomprimovan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kapacit</w:t>
            </w:r>
            <w:r w:rsidRPr="00A132AC">
              <w:rPr>
                <w:rFonts w:cstheme="minorHAnsi"/>
                <w:sz w:val="18"/>
                <w:szCs w:val="22"/>
              </w:rPr>
              <w:t>a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minimálně </w:t>
            </w:r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>8 Ti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B</w:t>
            </w:r>
            <w:r w:rsidR="00A132AC"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836D882" w14:textId="022C88F3" w:rsidR="00061D5F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20043039" w14:textId="4B73EBBF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31CBC5E5" w14:textId="67E959FE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="009036B9"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67E2D">
              <w:rPr>
                <w:rFonts w:cstheme="minorHAnsi"/>
                <w:sz w:val="18"/>
                <w:szCs w:val="22"/>
              </w:rPr>
              <w:t>2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173B330" w14:textId="77777777" w:rsidR="00906DA2" w:rsidRPr="00927BA6" w:rsidRDefault="00906DA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67034C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ACF1D2" w14:textId="0A2797F5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4C5283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27C5B6D2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17FB4" w14:paraId="544123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90919C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392ED228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79541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ED26E3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1F9CF5E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C35E6" w:rsidRPr="0050706D" w14:paraId="19C4E24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89AA5" w14:textId="77777777" w:rsidR="007C35E6" w:rsidRPr="002D127E" w:rsidRDefault="007C35E6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FibreChannel SAN porty HBA</w:t>
            </w:r>
          </w:p>
        </w:tc>
        <w:tc>
          <w:tcPr>
            <w:tcW w:w="3288" w:type="dxa"/>
          </w:tcPr>
          <w:p w14:paraId="0B716F3B" w14:textId="77777777" w:rsidR="007C35E6" w:rsidRPr="002D127E" w:rsidRDefault="007C35E6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50B1FA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116F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Trusted Platform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47A99B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7A9FD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D5074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r>
              <w:rPr>
                <w:rFonts w:cstheme="minorHAnsi"/>
                <w:sz w:val="18"/>
              </w:rPr>
              <w:t>Platinum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85C381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109BB3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818963" w14:textId="68857DB8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D455AA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„cable management</w:t>
            </w:r>
            <w:r>
              <w:rPr>
                <w:sz w:val="18"/>
                <w:lang w:eastAsia="cs-CZ"/>
              </w:rPr>
              <w:t xml:space="preserve"> arm</w:t>
            </w:r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7805076" w14:textId="77777777" w:rsidR="005B7333" w:rsidRPr="00BC57E5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0F80F0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37BBB8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52961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4438FB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2EE4B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659C9CD1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3F9803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156E2F" w14:textId="77777777" w:rsidR="005B7333" w:rsidRPr="00A9399D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VMware vSphere 7, 8</w:t>
            </w:r>
          </w:p>
        </w:tc>
        <w:tc>
          <w:tcPr>
            <w:tcW w:w="3288" w:type="dxa"/>
          </w:tcPr>
          <w:p w14:paraId="2630F79D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232D64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9CB9" w14:textId="4C21CD8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6324FD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AF40E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6490CE" w14:textId="6DDC2E06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 MS System Center.</w:t>
            </w:r>
          </w:p>
        </w:tc>
        <w:tc>
          <w:tcPr>
            <w:tcW w:w="3288" w:type="dxa"/>
          </w:tcPr>
          <w:p w14:paraId="70140440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B81C6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D5BF2E3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2E3BD1" w14:paraId="418BAF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on-site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B8DFF6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BE92D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C9DB41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>, SSD, NVMe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28ED1FC9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6035B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7C91AF" w14:textId="77777777" w:rsidR="005B7333" w:rsidRPr="00A05703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64EDB9D1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EFE7F9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4707BB9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vzdáleného mountování ISO image.</w:t>
            </w:r>
          </w:p>
          <w:p w14:paraId="7A473BD3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9CF02C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lastRenderedPageBreak/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Edge,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35A9EF7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353C4E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Real time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>, možnost Power cappingu.</w:t>
            </w:r>
          </w:p>
          <w:p w14:paraId="4FB4A4C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021891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0194C5F8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37B7EAE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B7ACE7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CB3E11B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68712176" w14:textId="6A3F3789" w:rsidR="003107AC" w:rsidRPr="00972D04" w:rsidRDefault="003107AC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3107AC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571D9C55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D730ED" w14:paraId="75B95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D513F7" w14:textId="77777777" w:rsidR="005B7333" w:rsidRPr="00C06A42" w:rsidRDefault="005B7333" w:rsidP="005B7333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2E6BDD5F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7B185BE7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708A9750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Call Home funkce.</w:t>
            </w:r>
          </w:p>
          <w:p w14:paraId="0FDBD592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7F9CFF1A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44F38A12" w14:textId="77777777" w:rsidR="005B7333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E04B7AB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260700E0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5DC5851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6A44A3" w14:textId="77777777" w:rsidR="005B7333" w:rsidRDefault="005B7333" w:rsidP="005B7333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7ED804A4" w14:textId="77777777" w:rsidR="005B7333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40370934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1A68F30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73FEC92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7A636A23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verzí firmware a BIOSu jednotlivých komponent</w:t>
            </w:r>
          </w:p>
          <w:p w14:paraId="52EBBD65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 oproti definovaným politikám</w:t>
            </w:r>
          </w:p>
          <w:p w14:paraId="38CDAF1F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5C4138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E2DDEAA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10C3D137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</w:t>
            </w:r>
          </w:p>
          <w:p w14:paraId="433DD9F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6DF87F0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386EC64C" w14:textId="77777777" w:rsidR="005B7333" w:rsidRPr="00FA52B8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0CBA2FB9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CC018F" w14:paraId="557D00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8F24EE" w14:textId="77777777" w:rsidR="005B7333" w:rsidRPr="009777EF" w:rsidRDefault="005B7333" w:rsidP="005B7333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 xml:space="preserve">Záruka a servis musí být pokryty oficiální servisní podporou výrobce tak, aby v případě závady, kterou </w:t>
            </w:r>
            <w:r w:rsidRPr="009777EF">
              <w:rPr>
                <w:rFonts w:cstheme="minorHAnsi"/>
                <w:sz w:val="18"/>
              </w:rPr>
              <w:lastRenderedPageBreak/>
              <w:t>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788C867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CC018F" w14:paraId="252E75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06815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r w:rsidRPr="002D127E">
              <w:rPr>
                <w:b/>
                <w:bCs/>
                <w:sz w:val="18"/>
                <w:lang w:eastAsia="cs-CZ"/>
              </w:rPr>
              <w:t>Multimode, LC, Short Range</w:t>
            </w:r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9F5C90B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75A1" w:rsidRPr="00CC018F" w14:paraId="2874E8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4C9014" w14:textId="77777777" w:rsidR="001275A1" w:rsidRPr="002D127E" w:rsidRDefault="001275A1" w:rsidP="001934E9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r>
              <w:rPr>
                <w:sz w:val="18"/>
                <w:lang w:eastAsia="cs-CZ"/>
              </w:rPr>
              <w:t>FibreChannel</w:t>
            </w:r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>, SW, Multimode,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404A72" w14:textId="77777777" w:rsidR="001275A1" w:rsidRPr="00927BA6" w:rsidRDefault="001275A1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1062D344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4B2D76" w:rsidRPr="002D127E">
        <w:rPr>
          <w:b/>
          <w:bCs/>
        </w:rPr>
        <w:t>CDP Praha, V</w:t>
      </w:r>
      <w:r w:rsidR="004B2D76">
        <w:rPr>
          <w:b/>
          <w:bCs/>
        </w:rPr>
        <w:t> </w:t>
      </w:r>
      <w:r w:rsidR="004B2D76" w:rsidRPr="002D127E">
        <w:rPr>
          <w:b/>
          <w:bCs/>
        </w:rPr>
        <w:t>Trianglu</w:t>
      </w:r>
      <w:r w:rsidR="004B2D76">
        <w:rPr>
          <w:b/>
          <w:bCs/>
        </w:rPr>
        <w:t> 2474</w:t>
      </w:r>
      <w:r w:rsidR="004B2D76" w:rsidRPr="002D127E">
        <w:rPr>
          <w:b/>
          <w:bCs/>
        </w:rPr>
        <w:t>, Praha 9</w:t>
      </w:r>
      <w:r w:rsidR="004B2D76">
        <w:t>.</w:t>
      </w:r>
    </w:p>
    <w:p w14:paraId="492AED1E" w14:textId="77777777" w:rsidR="00FB5C22" w:rsidRDefault="00FB5C22" w:rsidP="004B2D76">
      <w:pPr>
        <w:spacing w:after="160" w:line="259" w:lineRule="auto"/>
      </w:pPr>
    </w:p>
    <w:p w14:paraId="0BA188B7" w14:textId="55263A92" w:rsidR="00FB5C22" w:rsidRDefault="00400422" w:rsidP="00FB5C22">
      <w:pPr>
        <w:ind w:firstLine="426"/>
      </w:pPr>
      <w:r>
        <w:t>d</w:t>
      </w:r>
      <w:r w:rsidR="00FB5C22">
        <w:t>)</w:t>
      </w:r>
      <w:r w:rsidR="00FB5C22">
        <w:tab/>
      </w:r>
      <w:r w:rsidR="00FB5C22" w:rsidRPr="002D127E">
        <w:rPr>
          <w:b/>
          <w:bCs/>
        </w:rPr>
        <w:t xml:space="preserve">Položka </w:t>
      </w:r>
      <w:r>
        <w:rPr>
          <w:b/>
          <w:bCs/>
        </w:rPr>
        <w:t>4</w:t>
      </w:r>
      <w:r w:rsidR="00FB5C22" w:rsidRPr="00D84990">
        <w:t xml:space="preserve"> – </w:t>
      </w:r>
      <w:r w:rsidR="00FB5C22">
        <w:t xml:space="preserve">Úložiště SAN </w:t>
      </w:r>
      <w:r w:rsidR="00FB5C22" w:rsidRPr="00C53602">
        <w:t xml:space="preserve">pro </w:t>
      </w:r>
      <w:r w:rsidR="00181D28">
        <w:t xml:space="preserve">zálohování </w:t>
      </w:r>
      <w:r w:rsidR="00FB5C22" w:rsidRPr="00C53602">
        <w:t>virtualizační farm</w:t>
      </w:r>
      <w:r w:rsidR="00181D28">
        <w:t>y</w:t>
      </w:r>
      <w:r w:rsidR="00FB5C22" w:rsidRPr="00C53602">
        <w:t xml:space="preserve"> „KB TDS / CDP Praha“ v konfiguraci</w:t>
      </w:r>
      <w:r w:rsidR="00FB5C22">
        <w:t>:</w:t>
      </w:r>
    </w:p>
    <w:p w14:paraId="4F067BE4" w14:textId="77777777" w:rsidR="00FB5C22" w:rsidRDefault="00FB5C22" w:rsidP="00FB5C22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B5C22" w:rsidRPr="0050706D" w14:paraId="7375DAB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6CBC87F" w14:textId="77777777" w:rsidR="00FB5C22" w:rsidRPr="00927BA6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D794D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B5C22" w:rsidRPr="0050706D" w14:paraId="282F460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556E50" w14:textId="77777777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775AB0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015545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F02AA" w14:textId="783B56B4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DE0448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445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73618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BA7FF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58292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Dual controller</w:t>
            </w:r>
            <w:r w:rsidRPr="009F7C95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342F74F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4CB33DC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04994D" w14:textId="77777777" w:rsidR="00FB5C22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477C609C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8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9931CB0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20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6BC04182" w14:textId="1495A280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DE0448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9859E00" w14:textId="4CD6EFDB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 xml:space="preserve">NL-SAS </w:t>
            </w:r>
            <w:r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8205AD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160B5B1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249178B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5D7C2" w14:textId="0E0615D2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AB033F">
              <w:rPr>
                <w:rFonts w:cstheme="minorHAnsi"/>
                <w:b/>
                <w:bCs/>
                <w:sz w:val="18"/>
              </w:rPr>
              <w:t>8</w:t>
            </w:r>
            <w:r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5F42E67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16E6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EC5C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F656F5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4F88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E67DB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>
              <w:rPr>
                <w:rFonts w:cstheme="minorHAnsi"/>
                <w:sz w:val="18"/>
              </w:rPr>
              <w:t>10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r>
              <w:rPr>
                <w:rFonts w:cstheme="minorHAnsi"/>
                <w:sz w:val="18"/>
              </w:rPr>
              <w:t>Platinum</w:t>
            </w:r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F719F4A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5C6B5E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DB1987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796F16B2" w14:textId="77777777" w:rsidR="00FB5C22" w:rsidRPr="00BC57E5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6E4E38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3C657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5F0D28D9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421AF4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F96B9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2CA14684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98DC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207FA0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VMware vSphere 7, 8</w:t>
            </w:r>
          </w:p>
        </w:tc>
        <w:tc>
          <w:tcPr>
            <w:tcW w:w="3288" w:type="dxa"/>
          </w:tcPr>
          <w:p w14:paraId="3CCCD82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92D8AC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53CEB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7D2F4315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0DEC3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17113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1ACBA0A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2E3BD1" w14:paraId="2145251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F9CD6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on-site</w:t>
            </w:r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64ADE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5E0B734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ADB7F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lastRenderedPageBreak/>
              <w:t>U všech disků</w:t>
            </w:r>
            <w:r>
              <w:rPr>
                <w:rFonts w:cstheme="minorHAnsi"/>
                <w:sz w:val="18"/>
              </w:rPr>
              <w:t>, SSD, NVMe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4777E7F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1A7CE4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51741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7E0146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CC018F" w14:paraId="67A36E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541E56" w14:textId="77777777" w:rsidR="00FB5C22" w:rsidRPr="002D127E" w:rsidRDefault="00FB5C22" w:rsidP="001934E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6A1CA2E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D54596" w14:textId="4AFB8286" w:rsidR="00FB5C22" w:rsidRDefault="00FB5C22" w:rsidP="00FB5C22">
      <w:pPr>
        <w:spacing w:after="160" w:line="259" w:lineRule="auto"/>
      </w:pPr>
      <w:r>
        <w:br/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4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7CA8B502" w14:textId="77777777" w:rsidR="00FB5C22" w:rsidRDefault="00FB5C22" w:rsidP="004B2D76">
      <w:pPr>
        <w:spacing w:after="160" w:line="259" w:lineRule="auto"/>
      </w:pPr>
    </w:p>
    <w:p w14:paraId="72E1AD89" w14:textId="49FC52A3" w:rsidR="00985A37" w:rsidRDefault="00795987" w:rsidP="00985A37">
      <w:pPr>
        <w:ind w:firstLine="426"/>
      </w:pPr>
      <w:r>
        <w:t>e</w:t>
      </w:r>
      <w:r w:rsidR="00985A37">
        <w:t>)</w:t>
      </w:r>
      <w:r w:rsidR="00985A37">
        <w:tab/>
      </w:r>
      <w:r w:rsidR="00985A37" w:rsidRPr="002D127E">
        <w:rPr>
          <w:b/>
          <w:bCs/>
        </w:rPr>
        <w:t xml:space="preserve">Položka </w:t>
      </w:r>
      <w:r>
        <w:rPr>
          <w:b/>
          <w:bCs/>
        </w:rPr>
        <w:t>5</w:t>
      </w:r>
      <w:r w:rsidR="00985A37">
        <w:t xml:space="preserve"> – Jeden (1)</w:t>
      </w:r>
      <w:r w:rsidR="00985A37" w:rsidRPr="00143089">
        <w:t xml:space="preserve"> </w:t>
      </w:r>
      <w:r w:rsidR="00765057">
        <w:t xml:space="preserve">fyzický </w:t>
      </w:r>
      <w:r w:rsidR="00985A37" w:rsidRPr="00143089">
        <w:t xml:space="preserve">server pro </w:t>
      </w:r>
      <w:r w:rsidR="00765057">
        <w:t>PAM Vault v rámci farmy</w:t>
      </w:r>
      <w:r w:rsidR="00985A37">
        <w:t xml:space="preserve"> „KB TDS / CDP Praha“ v konfiguraci:</w:t>
      </w:r>
    </w:p>
    <w:p w14:paraId="56CB4B17" w14:textId="77777777" w:rsidR="00985A37" w:rsidRDefault="00985A37" w:rsidP="00985A37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85A37" w:rsidRPr="0050706D" w14:paraId="305E9726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00CA7F7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949D2E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85A37" w:rsidRPr="0050706D" w14:paraId="1691E6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5171" w14:textId="01DC7129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7161E37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91B31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3F7B70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C6F68F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2650EB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CB2BA" w14:textId="2FF41484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="00270A0E" w:rsidRPr="00270A0E">
              <w:rPr>
                <w:rFonts w:cstheme="minorHAnsi"/>
                <w:b/>
                <w:bCs/>
                <w:sz w:val="18"/>
              </w:rPr>
              <w:t>24</w:t>
            </w:r>
            <w:r w:rsidRPr="00AD364F">
              <w:rPr>
                <w:rFonts w:cstheme="minorHAnsi"/>
                <w:b/>
                <w:bCs/>
                <w:sz w:val="18"/>
              </w:rPr>
              <w:t xml:space="preserve"> </w:t>
            </w:r>
            <w:r w:rsidRPr="0001392D">
              <w:rPr>
                <w:rFonts w:cstheme="minorHAnsi"/>
                <w:b/>
                <w:bCs/>
                <w:sz w:val="18"/>
              </w:rPr>
              <w:t>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270A0E">
              <w:rPr>
                <w:rFonts w:cstheme="minorHAnsi"/>
                <w:sz w:val="18"/>
              </w:rPr>
              <w:t>48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 w:rsidR="0021310B">
              <w:rPr>
                <w:rFonts w:cstheme="minorHAnsi"/>
                <w:sz w:val="18"/>
              </w:rPr>
              <w:t>0</w:t>
            </w:r>
            <w:r>
              <w:rPr>
                <w:rFonts w:cstheme="minorHAnsi"/>
                <w:sz w:val="18"/>
              </w:rPr>
              <w:t>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AA13A93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18BC32C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5FC7E9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3A84EE71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29DD5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F3D774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7F3AD6">
              <w:rPr>
                <w:b/>
                <w:bCs/>
                <w:sz w:val="18"/>
                <w:lang w:eastAsia="cs-CZ"/>
              </w:rPr>
              <w:t xml:space="preserve">128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539D3F9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02A0D3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091911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r>
              <w:rPr>
                <w:rFonts w:cstheme="minorHAnsi"/>
                <w:sz w:val="18"/>
              </w:rPr>
              <w:t xml:space="preserve">boot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5413473D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172598" w:rsidRPr="0050706D" w14:paraId="1494E377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46739A" w14:textId="3BFFD19E" w:rsidR="00172598" w:rsidRDefault="0017259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20CDB47D" w14:textId="49511391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="00E10AAF"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BAD3C22" w14:textId="77777777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FE88AB8" w14:textId="132A4DBC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9F16E4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671E6851" w14:textId="77777777" w:rsidR="00172598" w:rsidRPr="00927BA6" w:rsidRDefault="0017259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1B9AC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DFA7A8" w14:textId="4AEC0B3B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2B703F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542F9D7D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17FB4" w14:paraId="14506A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955B5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4BC9B5CE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F95DA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0E4DE6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BCF6D02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7A761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380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Trusted Platform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22999F04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133147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5E6D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r>
              <w:rPr>
                <w:rFonts w:cstheme="minorHAnsi"/>
                <w:sz w:val="18"/>
              </w:rPr>
              <w:t>Platinum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0763DE5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F63AF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A2BD66" w14:textId="71FD514A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8E3F43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„cable management</w:t>
            </w:r>
            <w:r>
              <w:rPr>
                <w:sz w:val="18"/>
                <w:lang w:eastAsia="cs-CZ"/>
              </w:rPr>
              <w:t xml:space="preserve"> arm</w:t>
            </w:r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248D6C2" w14:textId="77777777" w:rsidR="00764484" w:rsidRPr="00BC57E5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4005E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1AED2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8DC8C79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343584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0EC971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B52D8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1B5D1E8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176035" w14:textId="77777777" w:rsidR="00764484" w:rsidRPr="00A9399D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lastRenderedPageBreak/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VMware vSphere 7, 8</w:t>
            </w:r>
          </w:p>
        </w:tc>
        <w:tc>
          <w:tcPr>
            <w:tcW w:w="3288" w:type="dxa"/>
          </w:tcPr>
          <w:p w14:paraId="0FD28C4D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8EEE0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6999A7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4388FBC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0AD9F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C8FAD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 MS System Center.</w:t>
            </w:r>
          </w:p>
        </w:tc>
        <w:tc>
          <w:tcPr>
            <w:tcW w:w="3288" w:type="dxa"/>
          </w:tcPr>
          <w:p w14:paraId="4B90BE1B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21435A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17AF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FB8D800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2E3BD1" w14:paraId="674667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E68893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on-site</w:t>
            </w:r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A12334A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65638D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EDA298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>, SSD, NVMe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41834E67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14F93A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2CB7D1" w14:textId="77777777" w:rsidR="00764484" w:rsidRPr="00A05703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4994A20B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66196705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79221A6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vzdáleného mountování ISO image.</w:t>
            </w:r>
          </w:p>
          <w:p w14:paraId="3C21E0A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AB4508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Edge,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7282B13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AD5B18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Real time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>, možnost Power cappingu.</w:t>
            </w:r>
          </w:p>
          <w:p w14:paraId="1309199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F282FA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23B97D3A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E05E633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35CFAFB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4AFA5B4F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011561D4" w14:textId="50BAC5EF" w:rsidR="005A180F" w:rsidRPr="00972D04" w:rsidRDefault="005A180F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2C56B20C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7CB2B0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421756" w14:textId="77777777" w:rsidR="00764484" w:rsidRPr="00C06A42" w:rsidRDefault="00764484" w:rsidP="00764484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5A8609E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6335F7C5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86F2426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Call Home funkce.</w:t>
            </w:r>
          </w:p>
          <w:p w14:paraId="4ACA88A4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56E8D651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3D72B9FE" w14:textId="77777777" w:rsidR="00764484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7556139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0239C121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46D641E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293FF1" w14:textId="77777777" w:rsidR="00764484" w:rsidRDefault="00764484" w:rsidP="00764484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lastRenderedPageBreak/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3F86E8A0" w14:textId="77777777" w:rsidR="00764484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3597278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02D3507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7FC38FF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0C76FEA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verzí firmware a BIOSu jednotlivých komponent</w:t>
            </w:r>
          </w:p>
          <w:p w14:paraId="4C142A4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 oproti definovaným politikám</w:t>
            </w:r>
          </w:p>
          <w:p w14:paraId="3CA5D46F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0D3717A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AB5364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64F01D4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>a BIOSu</w:t>
            </w:r>
          </w:p>
          <w:p w14:paraId="6AA024A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1CABF2AB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0B893A3B" w14:textId="77777777" w:rsidR="00764484" w:rsidRPr="00FA52B8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2A8B8E13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51AA94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ABDE77" w14:textId="77777777" w:rsidR="00764484" w:rsidRPr="009777EF" w:rsidRDefault="00764484" w:rsidP="00764484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0824C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12769E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1D9550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r w:rsidRPr="002D127E">
              <w:rPr>
                <w:b/>
                <w:bCs/>
                <w:sz w:val="18"/>
                <w:lang w:eastAsia="cs-CZ"/>
              </w:rPr>
              <w:t>Multimode, LC, Short Range</w:t>
            </w:r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1F5EC4A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B09F31" w14:textId="77777777" w:rsidR="00985A37" w:rsidRDefault="00985A37" w:rsidP="00985A37">
      <w:pPr>
        <w:spacing w:after="160" w:line="259" w:lineRule="auto"/>
      </w:pPr>
    </w:p>
    <w:p w14:paraId="71D7FBAE" w14:textId="4930F171" w:rsidR="00985A37" w:rsidRDefault="00985A37" w:rsidP="00985A37">
      <w:pPr>
        <w:spacing w:after="160" w:line="259" w:lineRule="auto"/>
      </w:pPr>
      <w:r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5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05DF3D2C" w14:textId="77777777" w:rsidR="00985A37" w:rsidRDefault="00985A37" w:rsidP="00985A37">
      <w:pPr>
        <w:spacing w:after="160" w:line="259" w:lineRule="auto"/>
      </w:pPr>
    </w:p>
    <w:p w14:paraId="58ECB224" w14:textId="3657B2AF" w:rsidR="00E75C72" w:rsidRPr="00E75C72" w:rsidRDefault="00E75C72" w:rsidP="00E75C72">
      <w:pPr>
        <w:ind w:firstLine="426"/>
      </w:pPr>
      <w:r>
        <w:t>f</w:t>
      </w:r>
      <w:r w:rsidRPr="00E75C72">
        <w:t>)</w:t>
      </w:r>
      <w:r w:rsidRPr="00E75C72">
        <w:tab/>
      </w:r>
      <w:r w:rsidRPr="00E75C72">
        <w:rPr>
          <w:b/>
          <w:bCs/>
        </w:rPr>
        <w:t xml:space="preserve">Položka </w:t>
      </w:r>
      <w:r w:rsidR="00DE5823">
        <w:rPr>
          <w:b/>
          <w:bCs/>
        </w:rPr>
        <w:t>6</w:t>
      </w:r>
      <w:r w:rsidRPr="00E75C72">
        <w:t xml:space="preserve"> – Pět (5) serverových nodů pro virtualizační farmu „KB TDS / CDP P</w:t>
      </w:r>
      <w:r w:rsidR="004D497B">
        <w:t>řerov</w:t>
      </w:r>
      <w:r w:rsidRPr="00E75C72">
        <w:t>“ v konfiguraci:</w:t>
      </w:r>
    </w:p>
    <w:p w14:paraId="0B7AEE9D" w14:textId="77777777" w:rsidR="00E75C72" w:rsidRPr="00E75C72" w:rsidRDefault="00E75C72" w:rsidP="00E75C72"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0DE42F9B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620C73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2875C1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852C2E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02F39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5 serverových nodů se zcela totožnou konfigurací</w:t>
            </w:r>
          </w:p>
        </w:tc>
        <w:tc>
          <w:tcPr>
            <w:tcW w:w="3288" w:type="dxa"/>
          </w:tcPr>
          <w:p w14:paraId="3A48077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074B8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0D23D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24C0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9DBE4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A50B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26628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B3A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99E5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32 jader</w:t>
            </w:r>
            <w:r w:rsidRPr="00E75C72">
              <w:rPr>
                <w:rFonts w:cstheme="minorHAnsi"/>
                <w:sz w:val="18"/>
              </w:rPr>
              <w:t xml:space="preserve"> (64 vláken) se základní frekvencí minimálně 2.0 GHz a se spotřebou maximálně 230 W</w:t>
            </w:r>
          </w:p>
        </w:tc>
        <w:tc>
          <w:tcPr>
            <w:tcW w:w="3288" w:type="dxa"/>
          </w:tcPr>
          <w:p w14:paraId="63F4876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8D8C5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0A55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1CA49FA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BB0E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E4BD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sz w:val="18"/>
                <w:lang w:eastAsia="cs-CZ"/>
              </w:rPr>
              <w:t>384 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45C117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A087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228EB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boot a běh OS nebo virtualizační platformy (hypervisor)</w:t>
            </w:r>
          </w:p>
        </w:tc>
        <w:tc>
          <w:tcPr>
            <w:tcW w:w="3288" w:type="dxa"/>
          </w:tcPr>
          <w:p w14:paraId="32C95A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D2995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83FE7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0C67D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81ED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50BA93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1292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4EAF1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89ED2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B5C09A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7229D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7380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2x 32 Gbps</w:t>
            </w:r>
            <w:r w:rsidRPr="00E75C72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456DAC2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E4E26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BADBA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6C88FC9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1DB1D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F8FA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10D7621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49E1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187D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„cable management arm“</w:t>
            </w:r>
          </w:p>
        </w:tc>
        <w:tc>
          <w:tcPr>
            <w:tcW w:w="3288" w:type="dxa"/>
          </w:tcPr>
          <w:p w14:paraId="4C97F2C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8775E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460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73E3BC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BF84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C3763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199E3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F1839F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3E1AD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1E97C2C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758FF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7575C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83334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95B46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220F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 VMware vCenter a MS System Center.</w:t>
            </w:r>
          </w:p>
        </w:tc>
        <w:tc>
          <w:tcPr>
            <w:tcW w:w="3288" w:type="dxa"/>
          </w:tcPr>
          <w:p w14:paraId="01B25C9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E2887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61D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1B043E9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FFFE7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A13F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on-site</w:t>
            </w:r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6FE048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CFD18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D2E6A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61E6E4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9918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A522A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762FEE0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27CBA90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B20891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vzdáleného mountování ISO image.</w:t>
            </w:r>
          </w:p>
          <w:p w14:paraId="3A3955B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499ECB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601B6B9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16FB7FC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496111A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BEE84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784E331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6B0A867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0DD57B5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7553E3DE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51E9990A" w14:textId="0A5491B4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09A0E5B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4323861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57B9AC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787AC43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18C7405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EFB031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Call Home funkce.</w:t>
            </w:r>
          </w:p>
          <w:p w14:paraId="6EB38FB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799DE01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38AB70A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0DB8D2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3D78175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0E44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DD2B3A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73D0335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54ED10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0BB5980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0968EB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3AED456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verzí firmware a BIOSu jednotlivých komponent</w:t>
            </w:r>
          </w:p>
          <w:p w14:paraId="3B8CCBE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2378037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4E29A0D4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2E0BD27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96C75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provádění updatů firmware a BIOSu</w:t>
            </w:r>
          </w:p>
          <w:p w14:paraId="316A752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5C1E2300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0B31A72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AE6F3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0C8D2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7643A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AACC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51A34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338B4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r w:rsidRPr="00E75C72">
              <w:rPr>
                <w:b/>
                <w:bCs/>
                <w:sz w:val="18"/>
                <w:lang w:eastAsia="cs-CZ"/>
              </w:rPr>
              <w:t>Multimode, LC, Short Range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B72B33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6147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1253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FibreChannel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32Gbps, SW, Multimode,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62DB40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58FAAEAB" w14:textId="77777777" w:rsidR="00E75C72" w:rsidRPr="00E75C72" w:rsidRDefault="00E75C72" w:rsidP="00E75C72">
      <w:pPr>
        <w:spacing w:after="160" w:line="259" w:lineRule="auto"/>
      </w:pPr>
    </w:p>
    <w:p w14:paraId="240BBCB3" w14:textId="589B7E1E" w:rsidR="00E75C72" w:rsidRPr="00E75C72" w:rsidRDefault="00E75C72" w:rsidP="00E75C72">
      <w:pPr>
        <w:spacing w:after="160" w:line="259" w:lineRule="auto"/>
      </w:pPr>
      <w:r w:rsidRPr="00E75C72">
        <w:lastRenderedPageBreak/>
        <w:t xml:space="preserve">Pro 5 serverových nodů v rámci </w:t>
      </w:r>
      <w:r w:rsidRPr="00E75C72">
        <w:rPr>
          <w:b/>
          <w:bCs/>
        </w:rPr>
        <w:t xml:space="preserve">Položky </w:t>
      </w:r>
      <w:r w:rsidR="00DE5823">
        <w:rPr>
          <w:b/>
          <w:bCs/>
        </w:rPr>
        <w:t>6</w:t>
      </w:r>
      <w:r w:rsidRPr="00E75C72">
        <w:t xml:space="preserve"> je místem plnění </w:t>
      </w:r>
      <w:r w:rsidR="004D497B" w:rsidRPr="004D497B">
        <w:rPr>
          <w:b/>
          <w:bCs/>
        </w:rPr>
        <w:t>CDP Přerov, Tovární 3286, Přerov</w:t>
      </w:r>
      <w:r w:rsidRPr="00E75C72">
        <w:t>.</w:t>
      </w:r>
    </w:p>
    <w:p w14:paraId="7152EC0D" w14:textId="77777777" w:rsidR="00E75C72" w:rsidRPr="00E75C72" w:rsidRDefault="00E75C72" w:rsidP="00E75C72">
      <w:pPr>
        <w:spacing w:after="160" w:line="259" w:lineRule="auto"/>
      </w:pPr>
    </w:p>
    <w:p w14:paraId="1536A470" w14:textId="5A15CDEC" w:rsidR="00E75C72" w:rsidRPr="00E75C72" w:rsidRDefault="00DE5823" w:rsidP="00E75C72">
      <w:pPr>
        <w:ind w:firstLine="426"/>
      </w:pPr>
      <w:r>
        <w:t>g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7</w:t>
      </w:r>
      <w:r w:rsidR="00E75C72" w:rsidRPr="00E75C72">
        <w:t xml:space="preserve"> – Úložiště SAN pro virtualizační farmu „KB TDS / CDP P</w:t>
      </w:r>
      <w:r w:rsidR="004D497B">
        <w:t>řerov</w:t>
      </w:r>
      <w:r w:rsidR="00E75C72" w:rsidRPr="00E75C72">
        <w:t>“ v konfiguraci:</w:t>
      </w:r>
    </w:p>
    <w:p w14:paraId="6C4F1DF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1D6C178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3CD52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2C95BE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EAB87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906A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9117B1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BA7A9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7A4683" w14:textId="551CA2F0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5D0929" w:rsidRPr="005D0929">
              <w:rPr>
                <w:rFonts w:cstheme="minorHAnsi"/>
                <w:b/>
                <w:bCs/>
                <w:sz w:val="18"/>
              </w:rPr>
              <w:t>7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EF009F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C1CFB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FD6EB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Dual controller</w:t>
            </w:r>
            <w:r w:rsidRPr="00E75C72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028DFC8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7B477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F26CD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5545284D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deduplikace)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60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927E96A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100 TiB jen přidáním disků.</w:t>
            </w:r>
          </w:p>
          <w:p w14:paraId="6B32605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 xml:space="preserve"> (výpadek dvou disků).</w:t>
            </w:r>
          </w:p>
          <w:p w14:paraId="06A806B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10 TB.</w:t>
            </w:r>
          </w:p>
        </w:tc>
        <w:tc>
          <w:tcPr>
            <w:tcW w:w="3288" w:type="dxa"/>
          </w:tcPr>
          <w:p w14:paraId="7715503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A6EF4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C117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16x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34165AD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AFDFFE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371B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82B2A2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1C74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4E140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27645BA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73ABC2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AA546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1773F99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0356E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0AA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48A294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7BA2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DFE62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748D3D7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C49C3C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1382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607464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32142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E8CC0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1E86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B29F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3D308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57C9D7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0D715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BCCD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on-site</w:t>
            </w:r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F0EAB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EF27D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706A8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11B2AF0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C7B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D514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4846A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C75BD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1BFBB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Pokud úložiště vyžaduje použití SFP, optické moduly pro každý FibreChannel port plně kompatibilní s dodávaným úložištěm</w:t>
            </w:r>
          </w:p>
        </w:tc>
        <w:tc>
          <w:tcPr>
            <w:tcW w:w="3288" w:type="dxa"/>
          </w:tcPr>
          <w:p w14:paraId="3F94066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771C0612" w14:textId="2DC48818" w:rsidR="00E75C72" w:rsidRPr="00E75C72" w:rsidRDefault="00E75C72" w:rsidP="00E75C72">
      <w:pPr>
        <w:spacing w:after="160" w:line="259" w:lineRule="auto"/>
      </w:pPr>
      <w:r w:rsidRPr="00E75C72">
        <w:lastRenderedPageBreak/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7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0921EA1C" w14:textId="77777777" w:rsidR="00E75C72" w:rsidRPr="00E75C72" w:rsidRDefault="00E75C72" w:rsidP="00E75C72">
      <w:pPr>
        <w:ind w:firstLine="426"/>
      </w:pPr>
    </w:p>
    <w:p w14:paraId="751EFA87" w14:textId="2B3300F3" w:rsidR="00E75C72" w:rsidRPr="00E75C72" w:rsidRDefault="00DE5823" w:rsidP="00E75C72">
      <w:pPr>
        <w:ind w:firstLine="426"/>
      </w:pPr>
      <w:r>
        <w:t>h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8</w:t>
      </w:r>
      <w:r w:rsidR="00E75C72" w:rsidRPr="00E75C72">
        <w:t xml:space="preserve"> – Jeden (1) server pro zálohování virtualizační farmy „KB TDS / CDP P</w:t>
      </w:r>
      <w:r w:rsidR="004D497B">
        <w:t>řerov</w:t>
      </w:r>
      <w:r w:rsidR="00E75C72" w:rsidRPr="00E75C72">
        <w:t>“ v konfiguraci:</w:t>
      </w:r>
    </w:p>
    <w:p w14:paraId="407DFC6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8640BF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C4838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9B824A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C3026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2CCE8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EFB5D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0849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039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DEA26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53C2D6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E7E53F" w14:textId="685D978E" w:rsidR="00E75C72" w:rsidRPr="00E75C72" w:rsidRDefault="005D0929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>x CPU</w:t>
            </w:r>
            <w:r w:rsidR="00E75C72" w:rsidRPr="00E75C72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75C72" w:rsidRPr="00E75C72">
              <w:rPr>
                <w:rFonts w:cstheme="minorHAnsi"/>
                <w:sz w:val="18"/>
              </w:rPr>
              <w:t xml:space="preserve">minimálně </w:t>
            </w:r>
            <w:r w:rsidR="00302B16">
              <w:rPr>
                <w:rFonts w:cstheme="minorHAnsi"/>
                <w:b/>
                <w:bCs/>
                <w:sz w:val="18"/>
              </w:rPr>
              <w:t>16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75C72"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32</w:t>
            </w:r>
            <w:r w:rsidR="00E75C72" w:rsidRPr="00E75C72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 w:rsidR="00302B16">
              <w:rPr>
                <w:rFonts w:cstheme="minorHAnsi"/>
                <w:sz w:val="18"/>
              </w:rPr>
              <w:t>230</w:t>
            </w:r>
            <w:r w:rsidR="00E75C72" w:rsidRPr="00E75C72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B52741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9D57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7D31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59018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A3D38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426FB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0C5ADA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C9BEDB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F5F5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2BC5C1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2FC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FB462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6BEC9EB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054F2F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45FAE412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450C72A9" w14:textId="32511E6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C004DD"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09979B5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FE300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6656F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20234AE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8B5904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864747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08693F7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1B26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6DB76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421FE0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1D5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1082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2x 32 Gbps</w:t>
            </w:r>
            <w:r w:rsidRPr="00E75C72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11F2010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F1410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B2D9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5F70797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36BB89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59294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29913A0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6D08F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96675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„cable management arm“</w:t>
            </w:r>
          </w:p>
        </w:tc>
        <w:tc>
          <w:tcPr>
            <w:tcW w:w="3288" w:type="dxa"/>
          </w:tcPr>
          <w:p w14:paraId="2306EA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1D26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FD95B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6476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9AE1F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56016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2B80005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79FDA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DC06C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4BFC69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3AAB1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03B53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</w:t>
            </w:r>
            <w:r w:rsidRPr="00E75C72">
              <w:rPr>
                <w:rFonts w:cstheme="minorHAnsi"/>
                <w:sz w:val="18"/>
              </w:rPr>
              <w:lastRenderedPageBreak/>
              <w:t>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54D0EB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DE1323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9FB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38180E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B8B4C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13C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E8ED61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EB7DC4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FD2B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on-site</w:t>
            </w:r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B75512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9FC6E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8A5AB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1CC737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626168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E634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C53B96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2FD05C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FD471B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vzdáleného mountování ISO image.</w:t>
            </w:r>
          </w:p>
          <w:p w14:paraId="241AACE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E6801B2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6715D3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4B5019D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5AFCD41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061D8B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34C3B43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52E512E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3913AE0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146A842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4307B7D4" w14:textId="3FF58969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1A241AD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F989E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3BE96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4B75E7A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0545370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B5CF251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Call Home funkce.</w:t>
            </w:r>
          </w:p>
          <w:p w14:paraId="47C8E10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006E581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24370057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D14DF19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54BFB1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160E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2C7F3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5E195D6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</w:t>
            </w:r>
            <w:r w:rsidRPr="00E75C72">
              <w:rPr>
                <w:rFonts w:cstheme="minorHAnsi"/>
                <w:sz w:val="18"/>
              </w:rPr>
              <w:lastRenderedPageBreak/>
              <w:t>pořizovat, instalovat či provozovat jakýkoliv další software, hardware nebo appliance třetích stran.</w:t>
            </w:r>
          </w:p>
          <w:p w14:paraId="0E2260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57D4BF1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17B499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0668CED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verzí firmware a BIOSu jednotlivých komponent</w:t>
            </w:r>
          </w:p>
          <w:p w14:paraId="7DD3378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2B0771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787A14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094256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50EAA6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provádění updatů firmware a BIOSu</w:t>
            </w:r>
          </w:p>
          <w:p w14:paraId="55082E4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35E463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15C1CD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6ECC38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BC7154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3FB2A3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FB4F2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500230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8902DC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r w:rsidRPr="00E75C72">
              <w:rPr>
                <w:b/>
                <w:bCs/>
                <w:sz w:val="18"/>
                <w:lang w:eastAsia="cs-CZ"/>
              </w:rPr>
              <w:t>Multimode, LC, Short Range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63FB49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01C80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4CAE7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FibreChannel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32Gbps, SW, Multimode,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5CDECC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27640C7D" w14:textId="61A2EA0D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8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443FDD9E" w14:textId="77777777" w:rsidR="00E75C72" w:rsidRPr="00E75C72" w:rsidRDefault="00E75C72" w:rsidP="00E75C72">
      <w:pPr>
        <w:spacing w:after="160" w:line="259" w:lineRule="auto"/>
      </w:pPr>
    </w:p>
    <w:p w14:paraId="6125D7CE" w14:textId="14531697" w:rsidR="00E75C72" w:rsidRPr="00E75C72" w:rsidRDefault="00DE5823" w:rsidP="00E75C72">
      <w:pPr>
        <w:ind w:firstLine="426"/>
      </w:pPr>
      <w:r>
        <w:t>i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9</w:t>
      </w:r>
      <w:r w:rsidR="00E75C72" w:rsidRPr="00E75C72">
        <w:t xml:space="preserve"> – Úložiště SAN pro zálohování virtualizační farmy „KB TDS / CDP P</w:t>
      </w:r>
      <w:r w:rsidR="004D497B">
        <w:t>řerov</w:t>
      </w:r>
      <w:r w:rsidR="00E75C72" w:rsidRPr="00E75C72">
        <w:t>“ v konfiguraci:</w:t>
      </w:r>
    </w:p>
    <w:p w14:paraId="03D4D8C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2290D3C5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78CDCB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1FC994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DFC4EA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18EF0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3C96BD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49B87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61DC5E" w14:textId="00002B1D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302B16">
              <w:rPr>
                <w:rFonts w:cstheme="minorHAnsi"/>
                <w:b/>
                <w:bCs/>
                <w:sz w:val="18"/>
              </w:rPr>
              <w:t>10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445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C4FE6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1AC4EB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6F8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Dual controller</w:t>
            </w:r>
            <w:r w:rsidRPr="00E75C72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52E2CBA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D91F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53A18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6568D85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deduplikace)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80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23F6336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120 TiB jen přidáním disků.</w:t>
            </w:r>
          </w:p>
          <w:p w14:paraId="54CDC28B" w14:textId="61A3B30C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62310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4AD239D" w14:textId="3F471D8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>NL-SAS</w:t>
            </w:r>
            <w:r w:rsidRPr="00E75C72">
              <w:rPr>
                <w:rFonts w:cstheme="minorHAnsi"/>
                <w:sz w:val="18"/>
                <w:szCs w:val="22"/>
              </w:rPr>
              <w:t xml:space="preserve"> disků o velikosti maximálně </w:t>
            </w:r>
            <w:r w:rsidR="00C004DD"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TB, které nepoužívají technologii SMR.</w:t>
            </w:r>
          </w:p>
        </w:tc>
        <w:tc>
          <w:tcPr>
            <w:tcW w:w="3288" w:type="dxa"/>
          </w:tcPr>
          <w:p w14:paraId="313C3C1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413A3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A334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228D8D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4AD2BF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854DB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50324F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8CDC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7D34B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785D40D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7752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DCCE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4DAB80C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8EF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51E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EBA9FB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34B6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21E0A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EB53EB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BE2BB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3AA4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4BB3EDF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4CAC1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A03B1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00898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0E8B9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D7E5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AC5CA2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35F65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2C7E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on-site</w:t>
            </w:r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F197F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AB025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DA4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40DF1ED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4FD34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99C82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0A15BE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7444C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686E1B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Pokud úložiště vyžaduje použití SFP, optické moduly pro každý FibreChannel port plně kompatibilní s dodávaným úložištěm</w:t>
            </w:r>
          </w:p>
        </w:tc>
        <w:tc>
          <w:tcPr>
            <w:tcW w:w="3288" w:type="dxa"/>
          </w:tcPr>
          <w:p w14:paraId="7F54E78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3454E7" w14:textId="34426480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9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7CA9E606" w14:textId="77777777" w:rsidR="00E75C72" w:rsidRPr="00E75C72" w:rsidRDefault="00E75C72" w:rsidP="00E75C72">
      <w:pPr>
        <w:spacing w:after="160" w:line="259" w:lineRule="auto"/>
      </w:pPr>
    </w:p>
    <w:p w14:paraId="1CEA78A8" w14:textId="12A91B00" w:rsidR="00E75C72" w:rsidRPr="00E75C72" w:rsidRDefault="00DE5823" w:rsidP="00E75C72">
      <w:pPr>
        <w:ind w:firstLine="426"/>
      </w:pPr>
      <w:r>
        <w:t>j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10</w:t>
      </w:r>
      <w:r w:rsidR="00E75C72" w:rsidRPr="00E75C72">
        <w:t xml:space="preserve"> – Jeden (1) fyzický server pro PAM Vault v rámci farmy „KB TDS / CDP P</w:t>
      </w:r>
      <w:r w:rsidR="004D497B">
        <w:t>řerov</w:t>
      </w:r>
      <w:r w:rsidR="00E75C72" w:rsidRPr="00E75C72">
        <w:t>“ v konfiguraci:</w:t>
      </w:r>
    </w:p>
    <w:p w14:paraId="6A237DE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77A0B4CF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EA1DB9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271ED1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2FDFC8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45714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217388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645EE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1587C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0068C6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9EF72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4AAE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24 jader</w:t>
            </w:r>
            <w:r w:rsidRPr="00E75C72">
              <w:rPr>
                <w:rFonts w:cstheme="minorHAnsi"/>
                <w:sz w:val="18"/>
              </w:rPr>
              <w:t xml:space="preserve"> (48 vláken) se základní frekvencí minimálně 2.0 GHz a se spotřebou maximálně 200 W</w:t>
            </w:r>
          </w:p>
        </w:tc>
        <w:tc>
          <w:tcPr>
            <w:tcW w:w="3288" w:type="dxa"/>
          </w:tcPr>
          <w:p w14:paraId="567CCBB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19AB0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7B7E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BCB2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11580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C2F8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0B2A94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B5D63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E7226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7E20620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D625B" w:rsidRPr="0050706D" w14:paraId="5F9D3CE8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EB097F" w14:textId="77777777" w:rsidR="006D625B" w:rsidRDefault="006D625B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07D82734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kapacita minimálně </w:t>
            </w:r>
            <w:r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A64B61C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4AAF6D5" w14:textId="2F853A82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F62310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3DCC3F17" w14:textId="77777777" w:rsidR="006D625B" w:rsidRPr="00927BA6" w:rsidRDefault="006D625B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687732F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A444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DBAF5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AA2F5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B2E7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C621A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20ED3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BB0A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A95DB6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9EE38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DEB56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53E2414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68BD6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02F07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12CEF3B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697306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37C16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„cable management arm“</w:t>
            </w:r>
          </w:p>
        </w:tc>
        <w:tc>
          <w:tcPr>
            <w:tcW w:w="3288" w:type="dxa"/>
          </w:tcPr>
          <w:p w14:paraId="57049A1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7F58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27C78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E1ECBD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A9A18C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6FB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785FF2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9491B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B4E76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5B1D35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21C9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5FE8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B2268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BAE2B9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3A914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02E5244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E7EC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CBDBC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EBA9B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B8A4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7235A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on-site</w:t>
            </w:r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38202F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AFF652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9576F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440125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FCC51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D7D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E197EC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321708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4E7F6B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vzdáleného mountování ISO image.</w:t>
            </w:r>
          </w:p>
          <w:p w14:paraId="11F193DE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BC27201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6D9C7FB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7DC199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41CECA2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52D8C7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2F726C5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53B3783C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71870D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EDB83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6FAD8FD1" w14:textId="15A2E18B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7073291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70420C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25D9F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396E7B2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5E781BB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CC991E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Call Home funkce.</w:t>
            </w:r>
          </w:p>
          <w:p w14:paraId="041AF8F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19CE69F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1EC2CAD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1ED86B5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0055A2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461C2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F766E0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1E3261D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0DE02D01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6C2B462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32FD2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6CA7EA7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verzí firmware a BIOSu jednotlivých komponent</w:t>
            </w:r>
          </w:p>
          <w:p w14:paraId="00DB061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6D865E9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6E717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7A8336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CB44B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provádění updatů firmware a BIOSu</w:t>
            </w:r>
          </w:p>
          <w:p w14:paraId="0F171F8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0521671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6D7CD08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8585F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D5A9CA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B3C41D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07757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D1592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394056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r w:rsidRPr="00E75C72">
              <w:rPr>
                <w:b/>
                <w:bCs/>
                <w:sz w:val="18"/>
                <w:lang w:eastAsia="cs-CZ"/>
              </w:rPr>
              <w:t>Multimode, LC, Short Range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765F28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6FA370C7" w14:textId="77777777" w:rsidR="00E75C72" w:rsidRPr="00E75C72" w:rsidRDefault="00E75C72" w:rsidP="00E75C72">
      <w:pPr>
        <w:spacing w:after="160" w:line="259" w:lineRule="auto"/>
      </w:pPr>
    </w:p>
    <w:p w14:paraId="75511C02" w14:textId="7EF5659B" w:rsidR="004D497B" w:rsidRPr="00E75C72" w:rsidRDefault="00E75C72" w:rsidP="00E75C72">
      <w:pPr>
        <w:spacing w:after="160" w:line="259" w:lineRule="auto"/>
      </w:pPr>
      <w:r w:rsidRPr="00E75C72"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10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5F63ED09" w14:textId="77777777" w:rsidR="00EA4E74" w:rsidRPr="00EA4E74" w:rsidRDefault="00EA4E74" w:rsidP="00EA4E74">
      <w:pPr>
        <w:spacing w:after="160" w:line="259" w:lineRule="auto"/>
      </w:pPr>
    </w:p>
    <w:p w14:paraId="57F6CC4A" w14:textId="3D86E950" w:rsidR="006B0BFC" w:rsidRPr="006B0BFC" w:rsidRDefault="00FE5DB7" w:rsidP="006B0BFC">
      <w:pPr>
        <w:ind w:firstLine="426"/>
      </w:pPr>
      <w:r>
        <w:lastRenderedPageBreak/>
        <w:t>k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>
        <w:rPr>
          <w:b/>
          <w:bCs/>
        </w:rPr>
        <w:t>11</w:t>
      </w:r>
      <w:r w:rsidR="006B0BFC" w:rsidRPr="006B0BFC">
        <w:t xml:space="preserve"> – </w:t>
      </w:r>
      <w:r w:rsidR="009009CA">
        <w:t>Čtyři</w:t>
      </w:r>
      <w:r w:rsidR="006B0BFC" w:rsidRPr="006B0BFC">
        <w:t xml:space="preserve"> (</w:t>
      </w:r>
      <w:r w:rsidR="009009CA">
        <w:t>4</w:t>
      </w:r>
      <w:r w:rsidR="006B0BFC" w:rsidRPr="006B0BFC">
        <w:t>) serverov</w:t>
      </w:r>
      <w:r w:rsidR="009009CA">
        <w:t>é</w:t>
      </w:r>
      <w:r w:rsidR="006B0BFC" w:rsidRPr="006B0BFC">
        <w:t xml:space="preserve"> nod</w:t>
      </w:r>
      <w:r w:rsidR="009009CA">
        <w:t>y</w:t>
      </w:r>
      <w:r w:rsidR="006B0BFC" w:rsidRPr="006B0BFC">
        <w:t xml:space="preserve"> pro virtualizační farmu „KB TDS / </w:t>
      </w:r>
      <w:r w:rsidR="00113BF5">
        <w:t>Plzeň</w:t>
      </w:r>
      <w:r w:rsidR="006B0BFC" w:rsidRPr="006B0BFC">
        <w:t>“ v konfiguraci:</w:t>
      </w:r>
    </w:p>
    <w:p w14:paraId="32080E12" w14:textId="77777777" w:rsidR="006B0BFC" w:rsidRPr="006B0BFC" w:rsidRDefault="006B0BFC" w:rsidP="006B0BFC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E1EA6E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10A4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B85912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3A1AB3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72551" w14:textId="53E6F8FB" w:rsidR="006B0BFC" w:rsidRPr="006B0BFC" w:rsidRDefault="00714EC9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6B0BFC" w:rsidRPr="006B0BFC">
              <w:rPr>
                <w:rFonts w:cstheme="minorHAnsi"/>
                <w:sz w:val="18"/>
              </w:rPr>
              <w:t xml:space="preserve"> serverov</w:t>
            </w:r>
            <w:r w:rsidR="00501F77">
              <w:rPr>
                <w:rFonts w:cstheme="minorHAnsi"/>
                <w:sz w:val="18"/>
              </w:rPr>
              <w:t>é</w:t>
            </w:r>
            <w:r w:rsidR="006B0BFC" w:rsidRPr="006B0BFC">
              <w:rPr>
                <w:rFonts w:cstheme="minorHAnsi"/>
                <w:sz w:val="18"/>
              </w:rPr>
              <w:t xml:space="preserve"> nod</w:t>
            </w:r>
            <w:r w:rsidR="00501F77">
              <w:rPr>
                <w:rFonts w:cstheme="minorHAnsi"/>
                <w:sz w:val="18"/>
              </w:rPr>
              <w:t>y</w:t>
            </w:r>
            <w:r w:rsidR="006B0BFC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C5F96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29EE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56E988" w14:textId="7F18879F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A49D9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AB4E3C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A3E72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0FE8A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D10F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3B7A4" w14:textId="1C2C7941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="001F2B7B"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1F2B7B"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15F8E0B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3674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5A6D2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7A1A18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86A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11A8A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7A7FA48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D235F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6F011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 nebo virtualizační platformy (hypervisor)</w:t>
            </w:r>
          </w:p>
        </w:tc>
        <w:tc>
          <w:tcPr>
            <w:tcW w:w="3288" w:type="dxa"/>
          </w:tcPr>
          <w:p w14:paraId="378AA68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46F11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16CF7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321D72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7849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9BF2F8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9C4F85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C8AA8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A94F5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B55257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142B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60136A" w14:textId="6C7E25E2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222306" w:rsidRPr="00222306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36D589C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4D898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C6760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39AB1F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88093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606B4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720157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F640D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B2E83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6583E1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66FED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6B2BE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068138E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20865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F33D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4984E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98F5F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7745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6577373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698FE5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52759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27752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1C05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620F9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VMware vCenter a MS System Center.</w:t>
            </w:r>
          </w:p>
        </w:tc>
        <w:tc>
          <w:tcPr>
            <w:tcW w:w="3288" w:type="dxa"/>
          </w:tcPr>
          <w:p w14:paraId="1AFD2F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3FE6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08014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1226F2D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74042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87CF2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E22C73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8263E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5234F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07C693F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36E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376B1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1447F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819BD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E7B372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07FF71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DAFBE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0A21065F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FFE1B9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427548B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873A50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778E730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2EE0A9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BD1274B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EF378E8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1DD60E2" w14:textId="1AC08B87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44DA8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2E824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44D27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42081B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7E1D64A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8AB78B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7541FB4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F52095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93C548D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A845CE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72EC957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A93034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495A88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122BA73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C57733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1ECE4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805B7D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E6B301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3121280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600901B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Monitoring zatížení CPU a RAM</w:t>
            </w:r>
          </w:p>
          <w:p w14:paraId="549472C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E04CC5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20AD80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75ACFDA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88C27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03D2EFC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E4650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0DCE9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F268C0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2A98E8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B16A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045473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288CE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63945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3E7E84" w14:textId="77777777" w:rsidR="006B0BFC" w:rsidRPr="006B0BFC" w:rsidRDefault="006B0BFC" w:rsidP="006B0BF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FibreChannel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32Gbps, SW, Multimode,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28869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E3DC62F" w14:textId="77777777" w:rsidR="006B0BFC" w:rsidRPr="006B0BFC" w:rsidRDefault="006B0BFC" w:rsidP="006B0BFC">
      <w:pPr>
        <w:spacing w:after="160" w:line="259" w:lineRule="auto"/>
      </w:pPr>
    </w:p>
    <w:p w14:paraId="12E8CE6C" w14:textId="2DD4D9CB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="00100275">
        <w:t>4</w:t>
      </w:r>
      <w:r w:rsidRPr="006B0BFC">
        <w:t xml:space="preserve"> serverov</w:t>
      </w:r>
      <w:r w:rsidR="00100275">
        <w:t>é</w:t>
      </w:r>
      <w:r w:rsidRPr="006B0BFC">
        <w:t xml:space="preserve"> nod</w:t>
      </w:r>
      <w:r w:rsidR="00100275"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11</w:t>
      </w:r>
      <w:r w:rsidRPr="006B0BFC">
        <w:t xml:space="preserve"> je místem plnění </w:t>
      </w:r>
      <w:r w:rsidR="00B4349B">
        <w:rPr>
          <w:b/>
          <w:bCs/>
        </w:rPr>
        <w:t xml:space="preserve">Plzeň </w:t>
      </w:r>
      <w:r w:rsidR="000E579C">
        <w:rPr>
          <w:b/>
          <w:bCs/>
        </w:rPr>
        <w:t>–</w:t>
      </w:r>
      <w:r w:rsidR="00FE4726">
        <w:rPr>
          <w:b/>
          <w:bCs/>
        </w:rPr>
        <w:t xml:space="preserve"> </w:t>
      </w:r>
      <w:r w:rsidR="00B4349B">
        <w:rPr>
          <w:b/>
          <w:bCs/>
        </w:rPr>
        <w:t>Ú</w:t>
      </w:r>
      <w:r w:rsidR="00FE4726">
        <w:rPr>
          <w:b/>
          <w:bCs/>
        </w:rPr>
        <w:t>střední stavědlo</w:t>
      </w:r>
      <w:r w:rsidR="00B4349B">
        <w:rPr>
          <w:b/>
          <w:bCs/>
        </w:rPr>
        <w:t xml:space="preserve">, </w:t>
      </w:r>
      <w:r w:rsidR="00FE4726">
        <w:rPr>
          <w:b/>
          <w:bCs/>
        </w:rPr>
        <w:t xml:space="preserve">Cvokařská, </w:t>
      </w:r>
      <w:r w:rsidRPr="006B0BFC">
        <w:rPr>
          <w:b/>
          <w:bCs/>
        </w:rPr>
        <w:t>P</w:t>
      </w:r>
      <w:r w:rsidR="00FE4726">
        <w:rPr>
          <w:b/>
          <w:bCs/>
        </w:rPr>
        <w:t>lzeň</w:t>
      </w:r>
      <w:r w:rsidRPr="006B0BFC">
        <w:t>.</w:t>
      </w:r>
    </w:p>
    <w:p w14:paraId="0843B471" w14:textId="77777777" w:rsidR="00EA4E74" w:rsidRDefault="00EA4E74" w:rsidP="006B0BFC">
      <w:pPr>
        <w:spacing w:after="160" w:line="259" w:lineRule="auto"/>
      </w:pPr>
    </w:p>
    <w:p w14:paraId="286E172A" w14:textId="13CFE582" w:rsidR="006B0BFC" w:rsidRPr="006B0BFC" w:rsidRDefault="00FE5DB7" w:rsidP="006B0BFC">
      <w:pPr>
        <w:ind w:firstLine="426"/>
      </w:pPr>
      <w:r>
        <w:t>l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260B71">
        <w:rPr>
          <w:b/>
          <w:bCs/>
        </w:rPr>
        <w:t>1</w:t>
      </w:r>
      <w:r>
        <w:rPr>
          <w:b/>
          <w:bCs/>
        </w:rPr>
        <w:t>2</w:t>
      </w:r>
      <w:r w:rsidR="006B0BFC" w:rsidRPr="006B0BFC">
        <w:t xml:space="preserve"> – Úložiště SAN pro virtualizační farmu „KB TDS / </w:t>
      </w:r>
      <w:r w:rsidR="00260B71">
        <w:t>P</w:t>
      </w:r>
      <w:r w:rsidR="0004421D">
        <w:t>lzeň</w:t>
      </w:r>
      <w:r w:rsidR="006B0BFC" w:rsidRPr="006B0BFC">
        <w:t>“ v konfiguraci:</w:t>
      </w:r>
    </w:p>
    <w:p w14:paraId="227B5E02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62A2B7F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1D22B9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6DF614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1FAAF4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78E8F6" w14:textId="627D649D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8DD18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CECD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7EBD2E" w14:textId="0A6FA5A8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5A790D" w:rsidRPr="005A790D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5A790D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252C83F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E160D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9C77E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Dual controller</w:t>
            </w:r>
            <w:r w:rsidRPr="006B0BFC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74AFF9F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484360" w:rsidRPr="0050706D" w14:paraId="1B7886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83173B" w14:textId="77777777" w:rsidR="00484360" w:rsidRDefault="00484360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1EF3D8" w14:textId="34426A08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7D9543" w14:textId="3EADDD6D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4C11D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07D4057B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BE306DD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F8B3B8D" w14:textId="77777777" w:rsidR="00484360" w:rsidRPr="00927BA6" w:rsidRDefault="00484360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0D0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975E3B" w14:textId="7F771D05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053731"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1106E5F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B86D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4833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EE3F19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80675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B9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080E4F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25D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C73EA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8BAC50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DC54A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E6A09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AAA72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FFEA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A81BFA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B461E2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4F006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D9E7E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lastRenderedPageBreak/>
              <w:t>Podpora OS Windows Server 2019, 2022; RHEL 8, 9; VMware vSphere 7, 8</w:t>
            </w:r>
          </w:p>
        </w:tc>
        <w:tc>
          <w:tcPr>
            <w:tcW w:w="3288" w:type="dxa"/>
          </w:tcPr>
          <w:p w14:paraId="79A25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6B69B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4730C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31272B5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45EBC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B55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3F74F1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4219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6D067D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9EC6E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4F6E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DC5EC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372C65F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78B9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595974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C9817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540A83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761194" w14:textId="5F6A5BAF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7C8D4E87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25C47B0" w14:textId="77777777" w:rsidR="006B0BFC" w:rsidRPr="006B0BFC" w:rsidRDefault="006B0BFC" w:rsidP="006B0BFC">
      <w:pPr>
        <w:spacing w:after="160" w:line="259" w:lineRule="auto"/>
      </w:pPr>
    </w:p>
    <w:p w14:paraId="19370A8C" w14:textId="698A2AE9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57083E">
        <w:rPr>
          <w:b/>
          <w:bCs/>
        </w:rPr>
        <w:t>1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6F9C6E01" w14:textId="77777777" w:rsidR="006B0BFC" w:rsidRPr="006B0BFC" w:rsidRDefault="006B0BFC" w:rsidP="006B0BFC">
      <w:pPr>
        <w:ind w:firstLine="426"/>
      </w:pPr>
    </w:p>
    <w:p w14:paraId="5F3511B3" w14:textId="6DCAF321" w:rsidR="006B0BFC" w:rsidRPr="006B0BFC" w:rsidRDefault="00FE5DB7" w:rsidP="006B0BFC">
      <w:pPr>
        <w:ind w:firstLine="426"/>
      </w:pPr>
      <w:r>
        <w:t>m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170431">
        <w:rPr>
          <w:b/>
          <w:bCs/>
        </w:rPr>
        <w:t>1</w:t>
      </w:r>
      <w:r>
        <w:rPr>
          <w:b/>
          <w:bCs/>
        </w:rPr>
        <w:t>3</w:t>
      </w:r>
      <w:r w:rsidR="006B0BFC" w:rsidRPr="006B0BFC">
        <w:t xml:space="preserve"> – Jeden (1) server pro zálohování virtualizační farmy „KB TDS / </w:t>
      </w:r>
      <w:r w:rsidR="0004421D">
        <w:t>Plzeň</w:t>
      </w:r>
      <w:r w:rsidR="006B0BFC" w:rsidRPr="006B0BFC">
        <w:t>“ v konfiguraci:</w:t>
      </w:r>
    </w:p>
    <w:p w14:paraId="11F4EB41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14D9C0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BF1CD5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65E78D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043122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88C6B" w14:textId="75164454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ADFBB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F5894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171C25" w14:textId="76BA5A70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323331" w:rsidRPr="00323331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6868EA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D9F9D0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7B7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46B73E" w14:textId="398AC476" w:rsidR="006B0BFC" w:rsidRPr="006B0BFC" w:rsidRDefault="004635E5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6B0BFC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6B0BFC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6B0BFC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6B0BFC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6B0BFC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7F081F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BB0B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A30C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2D30E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55A29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C756C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8EBC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31A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A952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386942B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1C5F" w:rsidRPr="00E75C72" w14:paraId="7C20827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24D26A" w14:textId="77777777" w:rsidR="008D1C5F" w:rsidRPr="00E75C72" w:rsidRDefault="008D1C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2CA9136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D597F9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1D80169A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5EFD082" w14:textId="6DF01503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6C1EFEC3" w14:textId="77777777" w:rsidR="008D1C5F" w:rsidRPr="00E75C72" w:rsidRDefault="008D1C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546BD6" w:rsidRPr="00E75C72" w14:paraId="3EED6B8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561470" w14:textId="3773A790" w:rsidR="00546BD6" w:rsidRPr="00E75C72" w:rsidRDefault="00546BD6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475B0B3E" w14:textId="32380ADB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ACB1B6C" w14:textId="42B3133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2CE7C62B" w14:textId="7777777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2AA217B" w14:textId="53B3F299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CE7814"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</w:t>
            </w:r>
            <w:r w:rsidR="00F54BD4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="004B1F8F"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63D35EEC" w14:textId="77777777" w:rsidR="00546BD6" w:rsidRPr="00E75C72" w:rsidRDefault="00546BD6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1CBF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22219" w14:textId="159AE06B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6D140A"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C32EF8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2A23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0E72A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51120F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BB9CC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A6B6E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AC39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E9532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D906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3DCBCD7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4E3DA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B1F4A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6203BFD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25E17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12A5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030282B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0F9D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A8174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1912A4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BC9AD6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8B67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A1DFEE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9068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D2F9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6BE6928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42A71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12B6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AE7A82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F350A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616CC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439827A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230BD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E3A75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89834D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0BF6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03D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75E62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5348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F503B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329DA86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15FF6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337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D058E3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92E203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09977D7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13B5AFC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3C261654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1C33599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79012E8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3D63CD9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Možnost asistované instalace OS bez dalších nástrojů, médií, ISO apod.</w:t>
            </w:r>
          </w:p>
          <w:p w14:paraId="38D3B3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2C8EFAC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4378E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255D459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357C8165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1C0342D" w14:textId="1CC4A22A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159E4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2EBDD4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F4A075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EBC9A9F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148491BE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3CD7E08B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40CE090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B3CB41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2D5EE2A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41E74E3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1F76E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5AF4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8503AD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60EAEEE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FDC9CD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D7AAEE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6951EA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1C69A41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7B188D6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77F651F5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FB3093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276058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14C012B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279AF988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F63A45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2CA4271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07DAC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3AED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61315B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7AF256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F738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AAEFB4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ACA7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742B327" w14:textId="77777777" w:rsidR="006B0BFC" w:rsidRPr="006B0BFC" w:rsidRDefault="006B0BFC" w:rsidP="006B0BFC">
      <w:pPr>
        <w:spacing w:after="160" w:line="259" w:lineRule="auto"/>
      </w:pPr>
    </w:p>
    <w:p w14:paraId="24DF9EC9" w14:textId="6C68369E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170431">
        <w:rPr>
          <w:b/>
          <w:bCs/>
        </w:rPr>
        <w:t>1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0F8BEA8F" w14:textId="77777777" w:rsidR="00DC50D7" w:rsidRPr="00EA4E74" w:rsidRDefault="00DC50D7" w:rsidP="00DC50D7">
      <w:pPr>
        <w:spacing w:after="160" w:line="259" w:lineRule="auto"/>
      </w:pPr>
    </w:p>
    <w:p w14:paraId="05B236FC" w14:textId="7B3F1B44" w:rsidR="00DC50D7" w:rsidRPr="006B0BFC" w:rsidRDefault="00FE5DB7" w:rsidP="00DC50D7">
      <w:pPr>
        <w:ind w:firstLine="426"/>
      </w:pPr>
      <w:r>
        <w:t>n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5A7AA1">
        <w:rPr>
          <w:b/>
          <w:bCs/>
        </w:rPr>
        <w:t>1</w:t>
      </w:r>
      <w:r>
        <w:rPr>
          <w:b/>
          <w:bCs/>
        </w:rPr>
        <w:t>4</w:t>
      </w:r>
      <w:r w:rsidR="00DC50D7" w:rsidRPr="006B0BFC">
        <w:t xml:space="preserve"> – </w:t>
      </w:r>
      <w:r w:rsidR="00DC50D7">
        <w:t>Čtyři</w:t>
      </w:r>
      <w:r w:rsidR="00DC50D7" w:rsidRPr="006B0BFC">
        <w:t xml:space="preserve"> (</w:t>
      </w:r>
      <w:r w:rsidR="00DC50D7">
        <w:t>4</w:t>
      </w:r>
      <w:r w:rsidR="00DC50D7" w:rsidRPr="006B0BFC">
        <w:t>) serverov</w:t>
      </w:r>
      <w:r w:rsidR="00DC50D7">
        <w:t>é</w:t>
      </w:r>
      <w:r w:rsidR="00DC50D7" w:rsidRPr="006B0BFC">
        <w:t xml:space="preserve"> nod</w:t>
      </w:r>
      <w:r w:rsidR="00DC50D7">
        <w:t>y</w:t>
      </w:r>
      <w:r w:rsidR="00DC50D7" w:rsidRPr="006B0BFC">
        <w:t xml:space="preserve"> pro virtualizační farmu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20F41C85" w14:textId="77777777" w:rsidR="00DC50D7" w:rsidRPr="006B0BFC" w:rsidRDefault="00DC50D7" w:rsidP="00DC50D7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111FA8F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FF6CBE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F9D9A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7CF705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A30380" w14:textId="0C851422" w:rsidR="00DC50D7" w:rsidRPr="006B0BFC" w:rsidRDefault="00501F7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DC50D7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DC50D7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DC50D7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6C9F6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5660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924D36" w14:textId="75D4B436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6A8D0F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A12C1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5360E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67B9B2F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CD3D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A013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440AC92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6C12D9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64BCB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1A9B63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E0674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BFF7F4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23C2BD2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37B34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E5DE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 nebo virtualizační platformy (hypervisor)</w:t>
            </w:r>
          </w:p>
        </w:tc>
        <w:tc>
          <w:tcPr>
            <w:tcW w:w="3288" w:type="dxa"/>
          </w:tcPr>
          <w:p w14:paraId="7C924C0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B00D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87029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E7C7C0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19FEF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B8303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DDF8D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93ADD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A2A03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CEA07D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38FC7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61AB3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4x 32 Gbps</w:t>
            </w:r>
            <w:r w:rsidRPr="006B0BFC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77F315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B7AE9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E475B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408440D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266EB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B21C8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54FCD43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A6D6F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5D92D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3DD7C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A76F9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E803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25989AC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8EE5A8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5BB1B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5BE19B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011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3B1F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3D9FA1D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2E718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0E255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2BA4D2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5B1E5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C6809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VMware vCenter a MS System Center.</w:t>
            </w:r>
          </w:p>
        </w:tc>
        <w:tc>
          <w:tcPr>
            <w:tcW w:w="3288" w:type="dxa"/>
          </w:tcPr>
          <w:p w14:paraId="2A4009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2F32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BDA48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3A5DD1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102B9E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A5897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E98A51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346CE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1A1A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53C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2006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7F53F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75C604D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8B3EC7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9846F8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28B721A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493B3F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016B63C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0FDF45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0367C37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EC241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D53B8B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FE3022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2D7582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732C2C1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A5EC2C4" w14:textId="7C299F08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10629BD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12FDC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730567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BA333F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1F0D1B4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4DCC531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3485C47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ACDDC26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683610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92DADA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786C637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4941A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2E4E1E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F77B6D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7EADCC5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C85F47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A002343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2255BDC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4E5F09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Kontrola verzí firmware a BIOSu oproti definovaným politikám</w:t>
            </w:r>
          </w:p>
          <w:p w14:paraId="2F01737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65B7F12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CAC2DB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5463255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7A9D571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1232CA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3D74E31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8392D8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529A80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D47832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0213F4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9170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32F5FF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A13E6F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BC1A71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8ECFA8" w14:textId="77777777" w:rsidR="00DC50D7" w:rsidRPr="006B0BFC" w:rsidRDefault="00DC50D7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FibreChannel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32Gbps, SW, Multimode,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C1400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F338B00" w14:textId="77777777" w:rsidR="00DC50D7" w:rsidRPr="006B0BFC" w:rsidRDefault="00DC50D7" w:rsidP="00DC50D7">
      <w:pPr>
        <w:spacing w:after="160" w:line="259" w:lineRule="auto"/>
      </w:pPr>
    </w:p>
    <w:p w14:paraId="37684595" w14:textId="67E8209C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5A7AA1">
        <w:rPr>
          <w:b/>
          <w:bCs/>
        </w:rPr>
        <w:t>1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DE3349">
        <w:rPr>
          <w:b/>
          <w:bCs/>
        </w:rPr>
        <w:t>Nová technologická budova, Pražské zhlaví</w:t>
      </w:r>
      <w:r>
        <w:rPr>
          <w:b/>
          <w:bCs/>
        </w:rPr>
        <w:t xml:space="preserve">, </w:t>
      </w:r>
      <w:r w:rsidRPr="006B0BFC">
        <w:rPr>
          <w:b/>
          <w:bCs/>
        </w:rPr>
        <w:t>P</w:t>
      </w:r>
      <w:r w:rsidR="00DE3349">
        <w:rPr>
          <w:b/>
          <w:bCs/>
        </w:rPr>
        <w:t>ardubice</w:t>
      </w:r>
      <w:r w:rsidRPr="006B0BFC">
        <w:t>.</w:t>
      </w:r>
    </w:p>
    <w:p w14:paraId="36424304" w14:textId="77777777" w:rsidR="00EA4E74" w:rsidRPr="006B0BFC" w:rsidRDefault="00EA4E74" w:rsidP="00DC50D7">
      <w:pPr>
        <w:spacing w:after="160" w:line="259" w:lineRule="auto"/>
      </w:pPr>
    </w:p>
    <w:p w14:paraId="2711BAC9" w14:textId="7364ED74" w:rsidR="00DC50D7" w:rsidRPr="006B0BFC" w:rsidRDefault="00FE5DB7" w:rsidP="00DC50D7">
      <w:pPr>
        <w:ind w:firstLine="426"/>
      </w:pPr>
      <w:r>
        <w:t>o</w:t>
      </w:r>
      <w:r w:rsidR="00DC50D7" w:rsidRPr="006B0BFC">
        <w:t>)</w:t>
      </w:r>
      <w:r w:rsidR="005A7AA1">
        <w:t xml:space="preserve"> </w:t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5</w:t>
      </w:r>
      <w:r w:rsidR="00DC50D7" w:rsidRPr="006B0BFC">
        <w:t xml:space="preserve"> – Úložiště SAN pro virtualizační farmu „KB TDS / </w:t>
      </w:r>
      <w:r w:rsidR="00DC50D7">
        <w:t>P</w:t>
      </w:r>
      <w:r w:rsidR="005A7AA1">
        <w:t>ardubice</w:t>
      </w:r>
      <w:r w:rsidR="00DC50D7" w:rsidRPr="006B0BFC">
        <w:t>“ v konfiguraci:</w:t>
      </w:r>
    </w:p>
    <w:p w14:paraId="6E376BB0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49163D4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F2B216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4ACED3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0FE7C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3A0A95" w14:textId="20BD76E3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EB4F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16D62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ABFB41" w14:textId="4560B47C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5D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C4CB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233C1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Dual controller</w:t>
            </w:r>
            <w:r w:rsidRPr="006B0BFC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28C5EE1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25FC02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284999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29C7363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70359BB" w14:textId="19B888EC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32D80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669640B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2D3C840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5A2674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5351F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7155A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28F049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0029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0D8DF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D0AF25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3A7733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34F8E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503E5DF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1B8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CF94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08F4C86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9DCC2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17C2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6D7F5B4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68538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26310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534D2B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57083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CE098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7E4FC61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EE96E5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7D491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9697CE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150C4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3A602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0686ED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649E5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8B528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5EAA85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E88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F6E6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39F415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A5C94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BF2EC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67179D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0AC21E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CA6E84" w14:textId="5CDA7189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CFE81B0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41B9484" w14:textId="77777777" w:rsidR="00DC50D7" w:rsidRPr="006B0BFC" w:rsidRDefault="00DC50D7" w:rsidP="00DC50D7">
      <w:pPr>
        <w:spacing w:after="160" w:line="259" w:lineRule="auto"/>
      </w:pPr>
    </w:p>
    <w:p w14:paraId="411D5EC0" w14:textId="32ABD85F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1EC8BA94" w14:textId="77777777" w:rsidR="00DC50D7" w:rsidRPr="006B0BFC" w:rsidRDefault="00DC50D7" w:rsidP="00DC50D7">
      <w:pPr>
        <w:ind w:firstLine="426"/>
      </w:pPr>
    </w:p>
    <w:p w14:paraId="15AA768B" w14:textId="6D2CF071" w:rsidR="00DC50D7" w:rsidRPr="006B0BFC" w:rsidRDefault="00FE5DB7" w:rsidP="00DC50D7">
      <w:pPr>
        <w:ind w:firstLine="426"/>
      </w:pPr>
      <w:r>
        <w:t>p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6</w:t>
      </w:r>
      <w:r w:rsidR="00DC50D7" w:rsidRPr="006B0BFC">
        <w:t xml:space="preserve"> – Jeden (1) server pro zálohování virtualizační farmy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47925D81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5F3F5A8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51A01B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1C1B4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2E2D7C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81AD4A" w14:textId="44D040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35E1B01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693B58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FF0D86" w14:textId="38BC5BE8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0B68ED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944CC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A82F45" w14:textId="4DD1DD7C" w:rsidR="00DC50D7" w:rsidRPr="006B0BFC" w:rsidRDefault="00035E4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DC50D7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DC50D7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DC50D7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 xml:space="preserve">32 </w:t>
            </w:r>
            <w:r w:rsidR="00DC50D7" w:rsidRPr="006B0BFC">
              <w:rPr>
                <w:rFonts w:cstheme="minorHAnsi"/>
                <w:sz w:val="18"/>
              </w:rPr>
              <w:t xml:space="preserve">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DC50D7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E2A567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2450A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79AC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A79EB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37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CDAF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128933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6C1A3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E7EE0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2AA288F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E0968" w:rsidRPr="00E75C72" w14:paraId="1475717B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69E7E0" w14:textId="77777777" w:rsidR="001E0968" w:rsidRPr="00E75C72" w:rsidRDefault="001E096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DF17CC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44DAB33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42AD9E7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9A60EE2" w14:textId="4421DA3F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1295B60B" w14:textId="77777777" w:rsidR="001E0968" w:rsidRPr="00E75C72" w:rsidRDefault="001E096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67BF2" w:rsidRPr="00E75C72" w14:paraId="108D326E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82233B" w14:textId="77777777" w:rsidR="00167BF2" w:rsidRPr="00E75C72" w:rsidRDefault="00167BF2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D8E4C8C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71B86F4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36150E4A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0D209F1" w14:textId="31FEC45E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</w:t>
            </w:r>
            <w:r w:rsidR="004C44E8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74D45351" w14:textId="77777777" w:rsidR="00167BF2" w:rsidRPr="00E75C72" w:rsidRDefault="00167BF2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4424A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D15E7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1921E45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191F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3D83B4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8F25E5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5F502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0BF9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C22968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65EB2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62138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1492FF7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0A336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F761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02610FA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1FDB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6D4C2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2C1015C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C508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3BE6D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212F8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8D3EDA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EA27F7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B0C102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4F0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50D8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698D1AE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C128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5F81B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22004E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78D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4001D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6B92DFF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73840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F957A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72A5A1A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3554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26EB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C5D31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F15D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F7D70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5501965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4B07D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904B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0ABA59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3FD574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909C6BC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6719FE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B33235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23DEACE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309CB32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Real time sledování vytíženosti CPU, paměti a spotřeby elektrické energie, možnost Power cappingu.</w:t>
            </w:r>
          </w:p>
          <w:p w14:paraId="0690A0DB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757796F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07E6B44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389E02A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0D856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3E4D605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6775475" w14:textId="61EAAF6F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4AEFD85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37EDAB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8066A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4A9AE58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33653248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C46C8C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52904A5C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48198BF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7ACD8B62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A69310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708BA2B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4B1F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DE599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CEDF42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4FBC4047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03FAC1F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F07A0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58608B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7209AB8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7806195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1D07A4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494395F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40DD30FF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00AD81A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B5497E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17551CE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7431C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B6084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DE2AB5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8193DB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7FAC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BF2428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DAEB4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8FB121B" w14:textId="77777777" w:rsidR="00DC50D7" w:rsidRPr="006B0BFC" w:rsidRDefault="00DC50D7" w:rsidP="00DC50D7">
      <w:pPr>
        <w:spacing w:after="160" w:line="259" w:lineRule="auto"/>
      </w:pPr>
    </w:p>
    <w:p w14:paraId="12F25E6B" w14:textId="216C3AFA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B711C7">
        <w:rPr>
          <w:b/>
          <w:bCs/>
        </w:rPr>
        <w:t>6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51A55D56" w14:textId="77777777" w:rsidR="008D436B" w:rsidRPr="00EA4E74" w:rsidRDefault="008D436B" w:rsidP="008D436B">
      <w:pPr>
        <w:spacing w:after="160" w:line="259" w:lineRule="auto"/>
      </w:pPr>
    </w:p>
    <w:p w14:paraId="4FFAA088" w14:textId="3A16D94F" w:rsidR="008D436B" w:rsidRPr="006B0BFC" w:rsidRDefault="00FE5DB7" w:rsidP="008D436B">
      <w:pPr>
        <w:ind w:firstLine="426"/>
      </w:pPr>
      <w:r>
        <w:t>q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7</w:t>
      </w:r>
      <w:r w:rsidR="008D436B" w:rsidRPr="006B0BFC">
        <w:t xml:space="preserve"> – </w:t>
      </w:r>
      <w:r w:rsidR="008D436B">
        <w:t>Čtyři</w:t>
      </w:r>
      <w:r w:rsidR="008D436B" w:rsidRPr="006B0BFC">
        <w:t xml:space="preserve"> (</w:t>
      </w:r>
      <w:r w:rsidR="008D436B">
        <w:t>4</w:t>
      </w:r>
      <w:r w:rsidR="008D436B" w:rsidRPr="006B0BFC">
        <w:t>) serverov</w:t>
      </w:r>
      <w:r w:rsidR="008D436B">
        <w:t>é</w:t>
      </w:r>
      <w:r w:rsidR="008D436B" w:rsidRPr="006B0BFC">
        <w:t xml:space="preserve"> nod</w:t>
      </w:r>
      <w:r w:rsidR="008D436B">
        <w:t>y</w:t>
      </w:r>
      <w:r w:rsidR="008D436B" w:rsidRPr="006B0BFC">
        <w:t xml:space="preserve"> pro virtualizační farmu „KB TDS / </w:t>
      </w:r>
      <w:r w:rsidR="008D436B">
        <w:t>Brno</w:t>
      </w:r>
      <w:r w:rsidR="008D436B" w:rsidRPr="006B0BFC">
        <w:t>“ v konfiguraci:</w:t>
      </w:r>
    </w:p>
    <w:p w14:paraId="5CED57A6" w14:textId="77777777" w:rsidR="008D436B" w:rsidRPr="006B0BFC" w:rsidRDefault="008D436B" w:rsidP="008D436B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0B7321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84857C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A5BD99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20FB19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09C46C" w14:textId="4AD47288" w:rsidR="008D436B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8D436B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8D436B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8D436B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24C126D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EFF3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20AE43" w14:textId="00D568C8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CCA38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B8042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61D48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82340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B60A3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873BD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790EE47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6CE2B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71C953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094568B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F28DB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AF8C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18D7AC1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24D0B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322F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 nebo virtualizační platformy (hypervisor)</w:t>
            </w:r>
          </w:p>
        </w:tc>
        <w:tc>
          <w:tcPr>
            <w:tcW w:w="3288" w:type="dxa"/>
          </w:tcPr>
          <w:p w14:paraId="2CCFFDE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DBCCC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AE7E3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12BF0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EE3A5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F598C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2EF40EF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89198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41396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24412C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89F3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893EB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4x 32 Gbps</w:t>
            </w:r>
            <w:r w:rsidRPr="006B0BFC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60389A7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EC17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566C7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7F8C270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9151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B550B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09E544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BDE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EB823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75EFC74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B958F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A6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74CE26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CA15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AF5A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92146A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46125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C16CC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3877BB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072C4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DCC7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D020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5C8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E7FB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VMware vCenter a MS System Center.</w:t>
            </w:r>
          </w:p>
        </w:tc>
        <w:tc>
          <w:tcPr>
            <w:tcW w:w="3288" w:type="dxa"/>
          </w:tcPr>
          <w:p w14:paraId="37A5312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9D9554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D28CD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C72595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FF2C8C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A8C74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F1C3D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7F51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0E351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4C16A9D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00506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5B5AD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AB9866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1A653CF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E1722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3BE51D8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5FA9C7C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0F634A4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F249BB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6A75CDB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4461950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EA0476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5E003E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4E0355E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DB84CA1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7103E266" w14:textId="3ED58CD4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3D114E9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1605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19EBBF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475ADD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119A03F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C96064C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027C71F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B2D013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893CDA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945859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6B21D5D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CD04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3C271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13A73CA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1CF613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BD210F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4E1A93A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025D33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Přehled verzí firmware a BIOSu jednotlivých komponent</w:t>
            </w:r>
          </w:p>
          <w:p w14:paraId="4624A0D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063B83B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43803E1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63F99BC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D97D8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27B271C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3C393F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01105F2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C1FD8C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352D23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39E5FA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8385B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0969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A91EF3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6151D1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CFB61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0CB73" w14:textId="77777777" w:rsidR="008D436B" w:rsidRPr="006B0BFC" w:rsidRDefault="008D436B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FibreChannel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32Gbps, SW, Multimode,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59FAE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2CA40CE" w14:textId="77777777" w:rsidR="008D436B" w:rsidRPr="006B0BFC" w:rsidRDefault="008D436B" w:rsidP="008D436B">
      <w:pPr>
        <w:spacing w:after="160" w:line="259" w:lineRule="auto"/>
      </w:pPr>
    </w:p>
    <w:p w14:paraId="2424BE3C" w14:textId="63606824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>
        <w:rPr>
          <w:b/>
          <w:bCs/>
        </w:rPr>
        <w:t>1</w:t>
      </w:r>
      <w:r w:rsidR="00FE5DB7">
        <w:rPr>
          <w:b/>
          <w:bCs/>
        </w:rPr>
        <w:t>7</w:t>
      </w:r>
      <w:r w:rsidRPr="006B0BFC">
        <w:t xml:space="preserve"> je místem plnění </w:t>
      </w:r>
      <w:r w:rsidR="004A6F44">
        <w:rPr>
          <w:b/>
          <w:bCs/>
        </w:rPr>
        <w:t>OŘ Brno, Kounicova 26</w:t>
      </w:r>
      <w:r>
        <w:rPr>
          <w:b/>
          <w:bCs/>
        </w:rPr>
        <w:t xml:space="preserve">, </w:t>
      </w:r>
      <w:r w:rsidR="004A6F44">
        <w:rPr>
          <w:b/>
          <w:bCs/>
        </w:rPr>
        <w:t>Brno</w:t>
      </w:r>
      <w:r w:rsidRPr="006B0BFC">
        <w:t>.</w:t>
      </w:r>
    </w:p>
    <w:p w14:paraId="30A2BB66" w14:textId="77777777" w:rsidR="00EA4E74" w:rsidRPr="006B0BFC" w:rsidRDefault="00EA4E74" w:rsidP="008D436B">
      <w:pPr>
        <w:spacing w:after="160" w:line="259" w:lineRule="auto"/>
      </w:pPr>
    </w:p>
    <w:p w14:paraId="6DFBF9FD" w14:textId="301A88F0" w:rsidR="008D436B" w:rsidRPr="006B0BFC" w:rsidRDefault="00FE5DB7" w:rsidP="008D436B">
      <w:pPr>
        <w:ind w:firstLine="426"/>
      </w:pPr>
      <w:r>
        <w:t>r</w:t>
      </w:r>
      <w:r w:rsidR="008D436B" w:rsidRPr="006B0BFC">
        <w:t>)</w:t>
      </w:r>
      <w:r w:rsidR="008D436B">
        <w:t xml:space="preserve"> </w:t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8</w:t>
      </w:r>
      <w:r w:rsidR="008D436B" w:rsidRPr="006B0BFC">
        <w:t xml:space="preserve"> – Úložiště SAN pro virtualizační farmu „KB TDS / </w:t>
      </w:r>
      <w:r w:rsidR="002F296B">
        <w:t>Brno</w:t>
      </w:r>
      <w:r w:rsidR="008D436B" w:rsidRPr="006B0BFC">
        <w:t>“ v konfiguraci:</w:t>
      </w:r>
    </w:p>
    <w:p w14:paraId="76B2591D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94EF8B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311B7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BE6C5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0F21F00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A80CF2" w14:textId="54F4336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B058D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6BAA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0E700" w14:textId="14579029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1AAAA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EE6D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79B68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Dual controller</w:t>
            </w:r>
            <w:r w:rsidRPr="006B0BFC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345BA5A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09847CE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5FD0C4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0D8B71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4F39BB6" w14:textId="554EF3D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C64F63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60A93FC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FF9BA7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403313C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91FBF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60212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64E53B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D7E0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FAC2C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C0EB23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9B10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BCB2C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6023C07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79F17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D53A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02F09F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74E3E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4486B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8F12CB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1B240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062E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CCFF9E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53529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61297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7080B88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0F92E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1499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1F0765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01D8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75880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1F11D6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DEA37F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DD74C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1D61B8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B3B8D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730F7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4224722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4AF57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13F9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3EB1C3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2ECE3F9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B0E6B8" w14:textId="024EE97A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E8FD43F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96A615E" w14:textId="77777777" w:rsidR="008D436B" w:rsidRPr="006B0BFC" w:rsidRDefault="008D436B" w:rsidP="008D436B">
      <w:pPr>
        <w:spacing w:after="160" w:line="259" w:lineRule="auto"/>
      </w:pPr>
    </w:p>
    <w:p w14:paraId="41262100" w14:textId="5A1E05D3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8</w:t>
      </w:r>
      <w:r w:rsidRPr="006B0BFC">
        <w:t xml:space="preserve"> je místem plnění </w:t>
      </w:r>
      <w:r w:rsidR="002F296B" w:rsidRPr="002F296B">
        <w:rPr>
          <w:b/>
          <w:bCs/>
        </w:rPr>
        <w:t>OŘ Brno, Kounicova 26, Brno</w:t>
      </w:r>
      <w:r w:rsidRPr="006B0BFC">
        <w:t>.</w:t>
      </w:r>
    </w:p>
    <w:p w14:paraId="6ECCCC46" w14:textId="77777777" w:rsidR="008D436B" w:rsidRPr="006B0BFC" w:rsidRDefault="008D436B" w:rsidP="008D436B">
      <w:pPr>
        <w:ind w:firstLine="426"/>
      </w:pPr>
    </w:p>
    <w:p w14:paraId="41C57A03" w14:textId="2F2038F3" w:rsidR="008D436B" w:rsidRPr="006B0BFC" w:rsidRDefault="00FE5DB7" w:rsidP="008D436B">
      <w:pPr>
        <w:ind w:firstLine="426"/>
      </w:pPr>
      <w:r>
        <w:t>s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9</w:t>
      </w:r>
      <w:r w:rsidR="008D436B" w:rsidRPr="006B0BFC">
        <w:t xml:space="preserve"> – Jeden (1) server pro zálohování virtualizační farmy „KB TDS / </w:t>
      </w:r>
      <w:r w:rsidR="002F296B">
        <w:t>Brno</w:t>
      </w:r>
      <w:r w:rsidR="008D436B" w:rsidRPr="006B0BFC">
        <w:t>“ v konfiguraci:</w:t>
      </w:r>
    </w:p>
    <w:p w14:paraId="4FE6A42C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1EE03472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E35191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610001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3BCC78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48B4D6" w14:textId="63BFEFCA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24E2AC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13192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FF19F" w14:textId="02C60D12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 xml:space="preserve">4 </w:t>
            </w:r>
            <w:r w:rsidRPr="006B0BFC">
              <w:rPr>
                <w:rFonts w:cstheme="minorHAnsi"/>
                <w:b/>
                <w:bCs/>
                <w:sz w:val="18"/>
              </w:rPr>
              <w:t>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00553DD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FE930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0B16" w14:textId="28877978" w:rsidR="008D436B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8D436B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8D436B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8D436B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8D436B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8D436B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005F37B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6EF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F4F5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7D5D3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1ABAD5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BCC1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CFEE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64E3F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260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18462E2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2E5F12F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D523D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5558F31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0724F7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4C5F2BBF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A1E1BF8" w14:textId="6445176C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7023F446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4F63" w:rsidRPr="00E75C72" w14:paraId="2ECD7F8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78D947" w14:textId="77777777" w:rsidR="00C64F63" w:rsidRPr="00E75C72" w:rsidRDefault="00C64F63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0434356A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1F1D4F5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1583B6B7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90539AF" w14:textId="02D344E5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</w:t>
            </w:r>
            <w:r w:rsidR="004C44E8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5882D90C" w14:textId="77777777" w:rsidR="00C64F63" w:rsidRPr="00E75C72" w:rsidRDefault="00C64F63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FB007A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D7D2F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5C5C8A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F461E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2B96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230A56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AF8C30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02B80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35A519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18D5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5FC8B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49A45C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EA69A4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A5BBE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22255E7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4F0A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7990D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„cable management arm“</w:t>
            </w:r>
          </w:p>
        </w:tc>
        <w:tc>
          <w:tcPr>
            <w:tcW w:w="3288" w:type="dxa"/>
          </w:tcPr>
          <w:p w14:paraId="5AB5D23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ED50D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57C3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4F7506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F4BB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7513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C7C708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BCB9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F2D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2E14B75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469F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4ED2F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70001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D07B5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127FE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2048343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B21F8F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F20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03E251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9BCFF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59D1A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DCC17E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0CF1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9E3B2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0B4F236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1E297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8CE08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C8F0EA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7314A6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FFF3F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4E3EF42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029DA4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40A6D82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BBE9F7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Real time sledování vytíženosti CPU, paměti a spotřeby elektrické energie, možnost Power cappingu.</w:t>
            </w:r>
          </w:p>
          <w:p w14:paraId="3AF86F8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7DB329B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5F3156B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2D8DF10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4F212D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A76A566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65C9E4DA" w14:textId="1428647F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0D5D5DC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29DC3C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6290C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4C1BD8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37919E5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875555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7856BDB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2BA208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97DBFB8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830BAE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6080021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38892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0C39DB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D143C5B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C5C58F0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1DCCA104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E49E84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460ACC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0BD0547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5244FF5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C05A47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3F82877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0D931F0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601AC1C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D891F3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107FBA6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F1FD70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07956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3E53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615BD2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DDF257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FB8EC0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9A018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4AC71A2" w14:textId="77777777" w:rsidR="008D436B" w:rsidRPr="006B0BFC" w:rsidRDefault="008D436B" w:rsidP="008D436B">
      <w:pPr>
        <w:spacing w:after="160" w:line="259" w:lineRule="auto"/>
      </w:pPr>
    </w:p>
    <w:p w14:paraId="1690515C" w14:textId="3BD2DE82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9</w:t>
      </w:r>
      <w:r w:rsidRPr="006B0BFC">
        <w:t xml:space="preserve"> je místem plnění </w:t>
      </w:r>
      <w:r w:rsidR="00A82159" w:rsidRPr="00A82159">
        <w:rPr>
          <w:b/>
          <w:bCs/>
        </w:rPr>
        <w:t>OŘ Brno, Kounicova 26, Brno</w:t>
      </w:r>
      <w:r w:rsidRPr="006B0BFC">
        <w:t>.</w:t>
      </w:r>
    </w:p>
    <w:p w14:paraId="398DF37D" w14:textId="77777777" w:rsidR="008D436B" w:rsidRDefault="008D436B" w:rsidP="008D436B">
      <w:pPr>
        <w:ind w:firstLine="426"/>
      </w:pPr>
    </w:p>
    <w:p w14:paraId="1F1CBCF0" w14:textId="77777777" w:rsidR="00E43144" w:rsidRPr="00EA4E74" w:rsidRDefault="00E43144" w:rsidP="00E43144">
      <w:pPr>
        <w:spacing w:after="160" w:line="259" w:lineRule="auto"/>
      </w:pPr>
    </w:p>
    <w:p w14:paraId="2C890C9E" w14:textId="7BC60315" w:rsidR="00E43144" w:rsidRPr="006B0BFC" w:rsidRDefault="00FE5DB7" w:rsidP="00E43144">
      <w:pPr>
        <w:ind w:firstLine="426"/>
      </w:pPr>
      <w:r>
        <w:t>t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20</w:t>
      </w:r>
      <w:r w:rsidR="00E43144" w:rsidRPr="006B0BFC">
        <w:t xml:space="preserve"> – </w:t>
      </w:r>
      <w:r w:rsidR="00E43144">
        <w:t>Čtyři</w:t>
      </w:r>
      <w:r w:rsidR="00E43144" w:rsidRPr="006B0BFC">
        <w:t xml:space="preserve"> (</w:t>
      </w:r>
      <w:r w:rsidR="00E43144">
        <w:t>4</w:t>
      </w:r>
      <w:r w:rsidR="00E43144" w:rsidRPr="006B0BFC">
        <w:t>) serverov</w:t>
      </w:r>
      <w:r w:rsidR="00E43144">
        <w:t>é</w:t>
      </w:r>
      <w:r w:rsidR="00E43144" w:rsidRPr="006B0BFC">
        <w:t xml:space="preserve"> nod</w:t>
      </w:r>
      <w:r w:rsidR="00E43144">
        <w:t>y</w:t>
      </w:r>
      <w:r w:rsidR="00E43144" w:rsidRPr="006B0BFC">
        <w:t xml:space="preserve"> pro virtualizační farmu „KB TDS / </w:t>
      </w:r>
      <w:r w:rsidR="001876D7">
        <w:t>Ústí nad Labem</w:t>
      </w:r>
      <w:r w:rsidR="00E43144" w:rsidRPr="006B0BFC">
        <w:t>“ v konfiguraci:</w:t>
      </w:r>
    </w:p>
    <w:p w14:paraId="20B5E38A" w14:textId="77777777" w:rsidR="00E43144" w:rsidRPr="006B0BFC" w:rsidRDefault="00E43144" w:rsidP="00E43144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47BA94A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CE6EC5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204A85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40881A0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E69BD8" w14:textId="62774A1B" w:rsidR="00E43144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E43144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E43144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E43144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8F595F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6BD738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5B2F7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38FF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15BCC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0576C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35AB8D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419B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C3494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23DE7BD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6B2A2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EB16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59D53BF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E332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3C304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661594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D8D4BB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08FDC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 nebo virtualizační platformy (hypervisor)</w:t>
            </w:r>
          </w:p>
        </w:tc>
        <w:tc>
          <w:tcPr>
            <w:tcW w:w="3288" w:type="dxa"/>
          </w:tcPr>
          <w:p w14:paraId="22FBB64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89112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9E779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A5F6420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53499D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913F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AEEF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0200D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FDF16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2227CF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F4EF8B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BE730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4x 32 Gbps</w:t>
            </w:r>
            <w:r w:rsidRPr="006B0BFC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0D4F89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8ECF2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A93FA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1EFADC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C6762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1F34E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293E0C3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E3480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3DEEB5" w14:textId="15194023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EF4E33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„cable management arm“</w:t>
            </w:r>
          </w:p>
        </w:tc>
        <w:tc>
          <w:tcPr>
            <w:tcW w:w="3288" w:type="dxa"/>
          </w:tcPr>
          <w:p w14:paraId="23FB63E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F8034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21DC4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10C4A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213B43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5B893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6ABA63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B6C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F66D7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00D237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C43E7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2914A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0913A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CFEB8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20802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Integrační pluginy pro monitoring zdravotního stavu a správu HW přímo z VMware vCenter a MS System Center.</w:t>
            </w:r>
          </w:p>
        </w:tc>
        <w:tc>
          <w:tcPr>
            <w:tcW w:w="3288" w:type="dxa"/>
          </w:tcPr>
          <w:p w14:paraId="0DE17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04A6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FA15D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7F25C50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61E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77AAE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1E319C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7A375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6086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3D0FF12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8E3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D842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1B53BA9D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62AE8D5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7331E6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2F21316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770FECE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34EBFC21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C3448EA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5CDE2B6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234B616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4B3A3A6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3DEE459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8EAF1E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CF4EBD5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84E7D37" w14:textId="3B00949E" w:rsidR="005A180F" w:rsidRPr="006B0BFC" w:rsidRDefault="005A180F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1626621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B72B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132496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166F5C9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493F0ADB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129047C8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441E7D6D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60BE9A29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B2CEF63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5E8704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5128EA7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C34B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11578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B582EB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</w:t>
            </w:r>
            <w:r w:rsidRPr="006B0BFC">
              <w:rPr>
                <w:rFonts w:cstheme="minorHAnsi"/>
                <w:sz w:val="18"/>
              </w:rPr>
              <w:lastRenderedPageBreak/>
              <w:t>další software, hardware nebo appliance třetích stran.</w:t>
            </w:r>
          </w:p>
          <w:p w14:paraId="0105C7D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5CFC84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1F43822C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BE5954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319C564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55A5BB8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5218018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7E00AAC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AA4A0B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18B628E2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F4B139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1E3B1EC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5D18CE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0258BB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B6F02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34E6A8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4A5E2E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17E8B3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46EAA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D994E0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EEC59" w14:textId="77777777" w:rsidR="00E43144" w:rsidRPr="006B0BFC" w:rsidRDefault="00E43144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FibreChannel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32Gbps, SW, Multimode,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0BDD4C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D526989" w14:textId="77777777" w:rsidR="00E43144" w:rsidRPr="006B0BFC" w:rsidRDefault="00E43144" w:rsidP="00E43144">
      <w:pPr>
        <w:spacing w:after="160" w:line="259" w:lineRule="auto"/>
      </w:pPr>
    </w:p>
    <w:p w14:paraId="4DA77945" w14:textId="2AED4F4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20</w:t>
      </w:r>
      <w:r w:rsidRPr="006B0BFC">
        <w:t xml:space="preserve"> je místem plnění </w:t>
      </w:r>
      <w:r w:rsidR="007D63D9" w:rsidRPr="007D63D9">
        <w:rPr>
          <w:b/>
          <w:bCs/>
        </w:rPr>
        <w:t>Ústí nad Lab</w:t>
      </w:r>
      <w:r w:rsidR="007D63D9">
        <w:rPr>
          <w:b/>
          <w:bCs/>
        </w:rPr>
        <w:t>e</w:t>
      </w:r>
      <w:r w:rsidR="007D63D9" w:rsidRPr="007D63D9">
        <w:rPr>
          <w:b/>
          <w:bCs/>
        </w:rPr>
        <w:t>m</w:t>
      </w:r>
      <w:r w:rsidR="007D63D9">
        <w:rPr>
          <w:b/>
          <w:bCs/>
        </w:rPr>
        <w:t xml:space="preserve"> – Západ Stavědlo 1, Drážní, Ústí nad Labem</w:t>
      </w:r>
      <w:r w:rsidRPr="006B0BFC">
        <w:t>.</w:t>
      </w:r>
    </w:p>
    <w:p w14:paraId="2CE4375D" w14:textId="77777777" w:rsidR="00EA4E74" w:rsidRPr="006B0BFC" w:rsidRDefault="00EA4E74" w:rsidP="00E43144">
      <w:pPr>
        <w:spacing w:after="160" w:line="259" w:lineRule="auto"/>
      </w:pPr>
    </w:p>
    <w:p w14:paraId="4A2CC8D2" w14:textId="17974F0E" w:rsidR="00E43144" w:rsidRPr="006B0BFC" w:rsidRDefault="00FE5DB7" w:rsidP="00E43144">
      <w:pPr>
        <w:ind w:firstLine="426"/>
      </w:pPr>
      <w:r>
        <w:t>u</w:t>
      </w:r>
      <w:r w:rsidR="00E43144" w:rsidRPr="006B0BFC">
        <w:t>)</w:t>
      </w:r>
      <w:r w:rsidR="00E43144">
        <w:t xml:space="preserve"> </w:t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21</w:t>
      </w:r>
      <w:r w:rsidR="00E43144" w:rsidRPr="006B0BFC">
        <w:t xml:space="preserve"> – Úložiště SAN pro virtualizační farmu „KB TDS / </w:t>
      </w:r>
      <w:r w:rsidR="006D760E">
        <w:t>Ústí nad Labem</w:t>
      </w:r>
      <w:r w:rsidR="00E43144" w:rsidRPr="006B0BFC">
        <w:t>“ v</w:t>
      </w:r>
      <w:r w:rsidR="009B028C">
        <w:t> </w:t>
      </w:r>
      <w:r w:rsidR="00E43144" w:rsidRPr="006B0BFC">
        <w:t>konfiguraci:</w:t>
      </w:r>
    </w:p>
    <w:p w14:paraId="3320F88E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092C51F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2EC38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B3B9E1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1BB782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521FE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D9E448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9DF48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0BB1BA" w14:textId="7AB9BA8F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DAE116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7F774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F8E83F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Dual controller</w:t>
            </w:r>
            <w:r w:rsidRPr="006B0BFC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38F2717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6CB56FD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FCEF4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1574057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F030A3D" w14:textId="62A09F9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83605F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52AC95BC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1F92364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DCF81DB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CDF2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4E2D5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92F409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61156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CC50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84339E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59C6D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3B779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2E67F7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211D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13DD1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E157B1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B9576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A92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DA12F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C7687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E0D8D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FEC048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40A2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263B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07B2890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30142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B7F4F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D3E1D9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2047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F42D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7B95199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FF8648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CEBCA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6290D8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30753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359E9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3F127B0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4D96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B796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DD10C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070FB9" w:rsidRPr="006B0BFC" w14:paraId="67E2079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A150F" w14:textId="4F82835F" w:rsidR="00070FB9" w:rsidRPr="006B0BFC" w:rsidRDefault="00070FB9" w:rsidP="00070FB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5A96D7CF" w14:textId="77777777" w:rsidR="00070FB9" w:rsidRPr="006B0BFC" w:rsidRDefault="00070FB9" w:rsidP="00070FB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54A6BE5" w14:textId="77777777" w:rsidR="00E43144" w:rsidRPr="006B0BFC" w:rsidRDefault="00E43144" w:rsidP="00E43144">
      <w:pPr>
        <w:spacing w:after="160" w:line="259" w:lineRule="auto"/>
      </w:pPr>
    </w:p>
    <w:p w14:paraId="731A1EEF" w14:textId="73E18AD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FE5DB7">
        <w:rPr>
          <w:b/>
          <w:bCs/>
        </w:rPr>
        <w:t>21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4C21A27F" w14:textId="77777777" w:rsidR="00E43144" w:rsidRPr="006B0BFC" w:rsidRDefault="00E43144" w:rsidP="00E43144">
      <w:pPr>
        <w:ind w:firstLine="426"/>
      </w:pPr>
    </w:p>
    <w:p w14:paraId="4163BCBA" w14:textId="1B4AB692" w:rsidR="00E43144" w:rsidRPr="006B0BFC" w:rsidRDefault="00FE5DB7" w:rsidP="00E43144">
      <w:pPr>
        <w:ind w:firstLine="426"/>
      </w:pPr>
      <w:r>
        <w:t>v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 w:rsidR="001876D7">
        <w:rPr>
          <w:b/>
          <w:bCs/>
        </w:rPr>
        <w:t>2</w:t>
      </w:r>
      <w:r>
        <w:rPr>
          <w:b/>
          <w:bCs/>
        </w:rPr>
        <w:t>2</w:t>
      </w:r>
      <w:r w:rsidR="00E43144" w:rsidRPr="006B0BFC">
        <w:t xml:space="preserve"> – Jeden (1) server pro zálohování virtualizační farmy „KB TDS / </w:t>
      </w:r>
      <w:r w:rsidR="001876D7">
        <w:t>Ústí nad Labem</w:t>
      </w:r>
      <w:r w:rsidR="00E43144" w:rsidRPr="006B0BFC">
        <w:t>“ v konfiguraci:</w:t>
      </w:r>
    </w:p>
    <w:p w14:paraId="2A4BF633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51EAC57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F30D9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004598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73BD80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A7308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46FD053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46E0C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E9E6A1" w14:textId="5AEA3729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178 </w:t>
            </w:r>
            <w:r w:rsidRPr="006B0BFC">
              <w:rPr>
                <w:rFonts w:cstheme="minorHAnsi"/>
                <w:sz w:val="18"/>
              </w:rPr>
              <w:t>mm)</w:t>
            </w:r>
          </w:p>
        </w:tc>
        <w:tc>
          <w:tcPr>
            <w:tcW w:w="3288" w:type="dxa"/>
          </w:tcPr>
          <w:p w14:paraId="73418A9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207A4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DB038B" w14:textId="5BE132E1" w:rsidR="00E43144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E43144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43144" w:rsidRPr="006B0BFC">
              <w:rPr>
                <w:rFonts w:cstheme="minorHAnsi"/>
                <w:sz w:val="18"/>
              </w:rPr>
              <w:t xml:space="preserve">minimálně </w:t>
            </w:r>
            <w:r w:rsidRPr="00D05670">
              <w:rPr>
                <w:rFonts w:cstheme="minorHAnsi"/>
                <w:b/>
                <w:bCs/>
                <w:sz w:val="18"/>
              </w:rPr>
              <w:t>16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43144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E43144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E43144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7923EB5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61A76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E71C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89FD0C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0FA0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33B80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7B27695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1CBB8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85E7F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2E21CD3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4747F091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46FF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448E62C1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256F4FD8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16 TiB jen přidáním disků.</w:t>
            </w:r>
          </w:p>
          <w:p w14:paraId="3A56E11E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20718F6" w14:textId="240C1D5D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55555FC5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3605F" w:rsidRPr="00E75C72" w14:paraId="1E94F9AA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1ABEB6" w14:textId="77777777" w:rsidR="0083605F" w:rsidRPr="00E75C72" w:rsidRDefault="008360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E131878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D9E90F5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672BC6EA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57AFCE4" w14:textId="4EB422B2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</w:t>
            </w:r>
            <w:r w:rsidR="00B2479E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2A44704D" w14:textId="77777777" w:rsidR="0083605F" w:rsidRPr="00E75C72" w:rsidRDefault="008360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6E9E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09EF6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13344F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E4F84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805597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60713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0B81FE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1531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805C73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E054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F77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209DCD7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C77DC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169F8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13F2962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6B0AD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472534" w14:textId="0228FC10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„cable management arm“</w:t>
            </w:r>
          </w:p>
        </w:tc>
        <w:tc>
          <w:tcPr>
            <w:tcW w:w="3288" w:type="dxa"/>
          </w:tcPr>
          <w:p w14:paraId="2D6B413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F138B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3742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8BDFB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8912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DED43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E80B41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CE0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8AF09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283C72CD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61FE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C4A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F5253B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00D3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7E92F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08D8A3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D63D9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BD9FE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1AB2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7902A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9491A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A57BE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35C6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B9B1E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7EEADE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F7C7D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AEE62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FC0E81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0693DC5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178113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Možnost vzdáleného mountování ISO image.</w:t>
            </w:r>
          </w:p>
          <w:p w14:paraId="2638C27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A885F1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0CB3C5E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7BAECC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091A764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38F99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FCB96E8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0690A9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8C8013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15C1AAC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0BE2B9CE" w14:textId="29D5DC36" w:rsidR="00E64156" w:rsidRPr="006B0BFC" w:rsidRDefault="00E64156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13FEBF2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1FE986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BA049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54F7A0F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350A83DE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F719D2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74A6181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2F7E6A1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B577D1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666A39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2A9E8F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C286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E635ED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6AFA6C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B9F014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E00F5D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E3BB9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C9FF66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2FBBCA5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524F5DE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49D2340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20227A2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65B44DC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5118CCE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F7A365A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4E83F28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6FB60E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06EE55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AA94CE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C1B5A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2FEA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1F574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1246B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F3282BB" w14:textId="77777777" w:rsidR="00E43144" w:rsidRPr="006B0BFC" w:rsidRDefault="00E43144" w:rsidP="00E43144">
      <w:pPr>
        <w:spacing w:after="160" w:line="259" w:lineRule="auto"/>
      </w:pPr>
    </w:p>
    <w:p w14:paraId="4FCE3EDD" w14:textId="78F72063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B35F64">
        <w:rPr>
          <w:b/>
          <w:bCs/>
        </w:rPr>
        <w:t>2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205724EA" w14:textId="77777777" w:rsidR="00070E8F" w:rsidRPr="006B0BFC" w:rsidRDefault="00070E8F" w:rsidP="003C4D9F"/>
    <w:p w14:paraId="10C9CAF5" w14:textId="31DD85A7" w:rsidR="003C4D9F" w:rsidRPr="006B0BFC" w:rsidRDefault="00FE5DB7" w:rsidP="003C4D9F">
      <w:pPr>
        <w:ind w:firstLine="426"/>
      </w:pPr>
      <w:r>
        <w:t>w</w:t>
      </w:r>
      <w:r w:rsidR="003C4D9F" w:rsidRPr="006B0BFC">
        <w:t>)</w:t>
      </w:r>
      <w:r w:rsidR="003C4D9F" w:rsidRPr="006B0BFC">
        <w:tab/>
      </w:r>
      <w:r w:rsidR="003C4D9F" w:rsidRPr="006B0BFC">
        <w:rPr>
          <w:b/>
          <w:bCs/>
        </w:rPr>
        <w:t xml:space="preserve">Položka </w:t>
      </w:r>
      <w:r w:rsidR="003C4D9F">
        <w:rPr>
          <w:b/>
          <w:bCs/>
        </w:rPr>
        <w:t>2</w:t>
      </w:r>
      <w:r>
        <w:rPr>
          <w:b/>
          <w:bCs/>
        </w:rPr>
        <w:t>3</w:t>
      </w:r>
      <w:r w:rsidR="003C4D9F" w:rsidRPr="006B0BFC">
        <w:t xml:space="preserve"> – Jeden (1) server pro zálohování virtualizační</w:t>
      </w:r>
      <w:r w:rsidR="003C4D9F">
        <w:t>ch</w:t>
      </w:r>
      <w:r w:rsidR="003C4D9F" w:rsidRPr="006B0BFC">
        <w:t xml:space="preserve"> far</w:t>
      </w:r>
      <w:r w:rsidR="003C4D9F">
        <w:t>e</w:t>
      </w:r>
      <w:r w:rsidR="003C4D9F" w:rsidRPr="006B0BFC">
        <w:t xml:space="preserve">m „KB TDS / </w:t>
      </w:r>
      <w:r w:rsidR="003C4D9F">
        <w:t>Olomouc“</w:t>
      </w:r>
      <w:r w:rsidR="003C4D9F" w:rsidRPr="006B0BFC">
        <w:t xml:space="preserve"> v konfiguraci:</w:t>
      </w:r>
    </w:p>
    <w:p w14:paraId="287BDD6A" w14:textId="77777777" w:rsidR="003C4D9F" w:rsidRPr="006B0BFC" w:rsidRDefault="003C4D9F" w:rsidP="003C4D9F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3C4D9F" w:rsidRPr="006B0BFC" w14:paraId="0F181FD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E9FF2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5ED63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3C4D9F" w:rsidRPr="006B0BFC" w14:paraId="1E4693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89DD83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303A7B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48DB8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88911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634041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B6987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DF7DAC" w14:textId="0C07F390" w:rsidR="003C4D9F" w:rsidRPr="006B0BFC" w:rsidRDefault="00FB0FE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3C4D9F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3C4D9F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3C4D9F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3C4D9F" w:rsidRPr="006B0BFC">
              <w:rPr>
                <w:rFonts w:cstheme="minorHAnsi"/>
                <w:sz w:val="18"/>
              </w:rPr>
              <w:t xml:space="preserve"> vláken) se základní frekvencí minimálně 2.0 GHz a se spotřebou maximálně 2</w:t>
            </w:r>
            <w:r>
              <w:rPr>
                <w:rFonts w:cstheme="minorHAnsi"/>
                <w:sz w:val="18"/>
              </w:rPr>
              <w:t>3</w:t>
            </w:r>
            <w:r w:rsidR="003C4D9F" w:rsidRPr="006B0BFC">
              <w:rPr>
                <w:rFonts w:cstheme="minorHAnsi"/>
                <w:sz w:val="18"/>
              </w:rPr>
              <w:t>0 W</w:t>
            </w:r>
          </w:p>
        </w:tc>
        <w:tc>
          <w:tcPr>
            <w:tcW w:w="3288" w:type="dxa"/>
          </w:tcPr>
          <w:p w14:paraId="77E51BD4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F00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6E10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B8957F5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CCA296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117AD" w14:textId="43F44B00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="00552583">
              <w:rPr>
                <w:b/>
                <w:bCs/>
                <w:sz w:val="18"/>
                <w:lang w:eastAsia="cs-CZ"/>
              </w:rPr>
              <w:t>384</w:t>
            </w:r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</w:t>
            </w:r>
            <w:r w:rsidR="00552583">
              <w:rPr>
                <w:sz w:val="18"/>
                <w:lang w:eastAsia="cs-CZ"/>
              </w:rPr>
              <w:t>128</w:t>
            </w:r>
            <w:r w:rsidRPr="006B0BFC">
              <w:rPr>
                <w:sz w:val="18"/>
                <w:lang w:eastAsia="cs-CZ"/>
              </w:rPr>
              <w:t xml:space="preserve"> GB, rozšiřitelná minimálně do </w:t>
            </w:r>
            <w:r w:rsidR="00552583">
              <w:rPr>
                <w:sz w:val="18"/>
                <w:lang w:eastAsia="cs-CZ"/>
              </w:rPr>
              <w:t>1024</w:t>
            </w:r>
            <w:r w:rsidRPr="006B0BFC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4D5624AF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25826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A47BA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boot a běh OS</w:t>
            </w:r>
          </w:p>
        </w:tc>
        <w:tc>
          <w:tcPr>
            <w:tcW w:w="3288" w:type="dxa"/>
          </w:tcPr>
          <w:p w14:paraId="2B29EC3A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55114A" w:rsidRPr="00E75C72" w14:paraId="76B8FD16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9DD4D6" w14:textId="77777777" w:rsidR="0055114A" w:rsidRPr="00E75C72" w:rsidRDefault="0055114A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7FFAEA2F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8 TiB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7F7021C" w14:textId="5F473A2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8609E">
              <w:rPr>
                <w:rFonts w:cstheme="minorHAnsi"/>
                <w:sz w:val="18"/>
                <w:szCs w:val="22"/>
              </w:rPr>
              <w:t>32</w:t>
            </w:r>
            <w:r w:rsidRPr="00E75C72">
              <w:rPr>
                <w:rFonts w:cstheme="minorHAnsi"/>
                <w:sz w:val="18"/>
                <w:szCs w:val="22"/>
              </w:rPr>
              <w:t xml:space="preserve"> TiB jen přidáním disků.</w:t>
            </w:r>
          </w:p>
          <w:p w14:paraId="3A18E1E3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79E82A6" w14:textId="6D8E162D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47071B8E" w14:textId="77777777" w:rsidR="0055114A" w:rsidRPr="00E75C72" w:rsidRDefault="0055114A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76B84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73E37" w14:textId="1F22B45B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1E6B16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372A938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6CB63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CDD5BC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D8D74EC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A0BB3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BB5A1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57CA67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063DF" w:rsidRPr="006B0BFC" w14:paraId="05CAAF0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ECF699" w14:textId="318F5540" w:rsidR="008063DF" w:rsidRPr="006B0BFC" w:rsidRDefault="008063D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7469A1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SFP FibreChannel SAN porty HBA</w:t>
            </w:r>
          </w:p>
        </w:tc>
        <w:tc>
          <w:tcPr>
            <w:tcW w:w="3288" w:type="dxa"/>
          </w:tcPr>
          <w:p w14:paraId="19BD1491" w14:textId="77777777" w:rsidR="008063DF" w:rsidRPr="006B0BFC" w:rsidRDefault="008063D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4367A4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ED128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Trusted Platform Module minimálně ve verzi 2.0</w:t>
            </w:r>
          </w:p>
        </w:tc>
        <w:tc>
          <w:tcPr>
            <w:tcW w:w="3288" w:type="dxa"/>
          </w:tcPr>
          <w:p w14:paraId="6AEDE9F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55B00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E013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Platinum“</w:t>
            </w:r>
          </w:p>
        </w:tc>
        <w:tc>
          <w:tcPr>
            <w:tcW w:w="3288" w:type="dxa"/>
          </w:tcPr>
          <w:p w14:paraId="438235E9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F62E9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363FFF" w14:textId="26920D6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„cable management arm“</w:t>
            </w:r>
          </w:p>
        </w:tc>
        <w:tc>
          <w:tcPr>
            <w:tcW w:w="3288" w:type="dxa"/>
          </w:tcPr>
          <w:p w14:paraId="1F41EE6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7A8F63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AFA919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DF6FF3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99847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FA2F62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3F8C48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49834C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2D9D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326C021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B0AA3B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2D474E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A1537C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B66FE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7813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 MS System Center.</w:t>
            </w:r>
          </w:p>
        </w:tc>
        <w:tc>
          <w:tcPr>
            <w:tcW w:w="3288" w:type="dxa"/>
          </w:tcPr>
          <w:p w14:paraId="2664FD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DB5C5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411FC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26BD42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9B0AE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61B8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3B296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5B64FE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2D2D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a/nebo reklamaci</w:t>
            </w:r>
          </w:p>
        </w:tc>
        <w:tc>
          <w:tcPr>
            <w:tcW w:w="3288" w:type="dxa"/>
          </w:tcPr>
          <w:p w14:paraId="7244FB2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3851B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896E7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60588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3E30DF7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3FA1A24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vzdáleného mountování ISO image.</w:t>
            </w:r>
          </w:p>
          <w:p w14:paraId="5CC9DA93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6D3313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standartních Webových prohlížečů (Google Chrome, MS Edge, Mozilla Firefox) a HTML5.</w:t>
            </w:r>
          </w:p>
          <w:p w14:paraId="2F13CF77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60AE2D2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Real time sledování vytíženosti CPU, paměti a spotřeby elektrické energie, možnost Power cappingu.</w:t>
            </w:r>
          </w:p>
          <w:p w14:paraId="0AAC5CE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117579EB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2D2D7F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DB48715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1AF14B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9FDF2E" w14:textId="77777777" w:rsidR="003C4D9F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54BB3D8C" w14:textId="043DA85A" w:rsidR="00E64156" w:rsidRPr="006B0BFC" w:rsidRDefault="00E64156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>Podpora protokolu Syslog a předávání logů na vzdálený systém</w:t>
            </w:r>
          </w:p>
        </w:tc>
        <w:tc>
          <w:tcPr>
            <w:tcW w:w="3288" w:type="dxa"/>
          </w:tcPr>
          <w:p w14:paraId="2E35081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709FEA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856438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C629447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Časově neomezená licence na hromadnou správu serverů, inventarizace a alerting.</w:t>
            </w:r>
          </w:p>
          <w:p w14:paraId="1CDF632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EA9BD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Call Home funkce.</w:t>
            </w:r>
          </w:p>
          <w:p w14:paraId="036A53F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122F22F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54B1C04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22B31E6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REST-API a Redfish standardů.</w:t>
            </w:r>
          </w:p>
        </w:tc>
        <w:tc>
          <w:tcPr>
            <w:tcW w:w="3288" w:type="dxa"/>
          </w:tcPr>
          <w:p w14:paraId="0E261BE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C4D9F" w:rsidRPr="006B0BFC" w14:paraId="5737F2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7A54C9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Dell OpenManage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Lenovo xClarity</w:t>
            </w:r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11364E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011FEFB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D6FA498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F0A4B0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8EC8C3A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verzí firmware a BIOSu jednotlivých komponent</w:t>
            </w:r>
          </w:p>
          <w:p w14:paraId="25CC7AB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Kontrola verzí firmware a BIOSu oproti definovaným politikám</w:t>
            </w:r>
          </w:p>
          <w:p w14:paraId="308BA8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78C271D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695659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3C667B9D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provádění updatů firmware a BIOSu</w:t>
            </w:r>
          </w:p>
          <w:p w14:paraId="42A10D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7863A93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(remote KVM)</w:t>
            </w:r>
          </w:p>
          <w:p w14:paraId="3381E994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19EA93E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1E7F6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6501A8" w14:textId="77777777" w:rsidR="003C4D9F" w:rsidRPr="006B0BFC" w:rsidRDefault="003C4D9F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5FD4FB6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205A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E75574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r w:rsidRPr="006B0BFC">
              <w:rPr>
                <w:b/>
                <w:bCs/>
                <w:sz w:val="18"/>
                <w:lang w:eastAsia="cs-CZ"/>
              </w:rPr>
              <w:t>Multimode, LC, Short Range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C60048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8609E" w:rsidRPr="006B0BFC" w14:paraId="5D3868C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11F9C0" w14:textId="77777777" w:rsidR="00E8609E" w:rsidRPr="006B0BFC" w:rsidRDefault="00E8609E" w:rsidP="008E540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FibreChannel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32Gbps, SW, Multimode,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2A70A07" w14:textId="77777777" w:rsidR="00E8609E" w:rsidRPr="006B0BFC" w:rsidRDefault="00E8609E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1EB330D4" w14:textId="77777777" w:rsidR="003C4D9F" w:rsidRPr="006B0BFC" w:rsidRDefault="003C4D9F" w:rsidP="003C4D9F">
      <w:pPr>
        <w:spacing w:after="160" w:line="259" w:lineRule="auto"/>
      </w:pPr>
    </w:p>
    <w:p w14:paraId="5B64E6D7" w14:textId="00F1200E" w:rsidR="003C4D9F" w:rsidRPr="006B0BFC" w:rsidRDefault="003C4D9F" w:rsidP="003C4D9F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6D54D6" w:rsidRPr="006D54D6">
        <w:rPr>
          <w:b/>
          <w:bCs/>
        </w:rPr>
        <w:t xml:space="preserve">Olomouc </w:t>
      </w:r>
      <w:r w:rsidR="006D54D6">
        <w:rPr>
          <w:b/>
          <w:bCs/>
        </w:rPr>
        <w:t>–</w:t>
      </w:r>
      <w:r w:rsidR="006D54D6" w:rsidRPr="006D54D6">
        <w:rPr>
          <w:b/>
          <w:bCs/>
        </w:rPr>
        <w:t xml:space="preserve"> </w:t>
      </w:r>
      <w:r w:rsidR="006D54D6">
        <w:rPr>
          <w:b/>
          <w:bCs/>
        </w:rPr>
        <w:t xml:space="preserve">Ústřední stavědlo, </w:t>
      </w:r>
      <w:r w:rsidR="00C12E09">
        <w:rPr>
          <w:b/>
          <w:bCs/>
        </w:rPr>
        <w:t>Jeremenkova</w:t>
      </w:r>
      <w:r w:rsidR="00D64104">
        <w:rPr>
          <w:b/>
          <w:bCs/>
        </w:rPr>
        <w:t xml:space="preserve"> 11a</w:t>
      </w:r>
      <w:r w:rsidR="00C12E09">
        <w:rPr>
          <w:b/>
          <w:bCs/>
        </w:rPr>
        <w:t>, Olomouc</w:t>
      </w:r>
      <w:r w:rsidRPr="006B0BFC">
        <w:t>.</w:t>
      </w:r>
    </w:p>
    <w:p w14:paraId="1194557F" w14:textId="77777777" w:rsidR="00EA4E74" w:rsidRPr="006B0BFC" w:rsidRDefault="00EA4E74" w:rsidP="001239C5">
      <w:pPr>
        <w:spacing w:after="160" w:line="259" w:lineRule="auto"/>
      </w:pPr>
    </w:p>
    <w:p w14:paraId="02A0B531" w14:textId="723AF52B" w:rsidR="001239C5" w:rsidRPr="006B0BFC" w:rsidRDefault="00FE5DB7" w:rsidP="001239C5">
      <w:pPr>
        <w:ind w:firstLine="426"/>
      </w:pPr>
      <w:r>
        <w:t>x</w:t>
      </w:r>
      <w:r w:rsidR="001239C5" w:rsidRPr="006B0BFC">
        <w:t>)</w:t>
      </w:r>
      <w:r w:rsidR="001239C5">
        <w:t xml:space="preserve"> </w:t>
      </w:r>
      <w:r w:rsidR="001239C5" w:rsidRPr="006B0BFC">
        <w:rPr>
          <w:b/>
          <w:bCs/>
        </w:rPr>
        <w:t xml:space="preserve">Položka </w:t>
      </w:r>
      <w:r w:rsidR="001239C5">
        <w:rPr>
          <w:b/>
          <w:bCs/>
        </w:rPr>
        <w:t>2</w:t>
      </w:r>
      <w:r>
        <w:rPr>
          <w:b/>
          <w:bCs/>
        </w:rPr>
        <w:t>4</w:t>
      </w:r>
      <w:r w:rsidR="001239C5" w:rsidRPr="006B0BFC">
        <w:t xml:space="preserve"> – Úložiště SAN pro </w:t>
      </w:r>
      <w:r w:rsidR="003B5FA6">
        <w:t>zálohovací server</w:t>
      </w:r>
      <w:r w:rsidR="001239C5" w:rsidRPr="006B0BFC">
        <w:t xml:space="preserve"> „KB TDS / </w:t>
      </w:r>
      <w:r w:rsidR="003B5FA6">
        <w:t>Olomouc</w:t>
      </w:r>
      <w:r w:rsidR="001239C5" w:rsidRPr="006B0BFC">
        <w:t>“ v konfiguraci:</w:t>
      </w:r>
    </w:p>
    <w:p w14:paraId="6A53DA49" w14:textId="77777777" w:rsidR="001239C5" w:rsidRPr="006B0BFC" w:rsidRDefault="001239C5" w:rsidP="001239C5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1239C5" w:rsidRPr="006B0BFC" w14:paraId="001DBF3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DEA1949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8D8CC2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1239C5" w:rsidRPr="006B0BFC" w14:paraId="33E95CB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3CF4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D6D447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364C2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969455" w14:textId="3400B405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665C1B">
              <w:rPr>
                <w:rFonts w:cstheme="minorHAnsi"/>
                <w:b/>
                <w:bCs/>
                <w:sz w:val="18"/>
              </w:rPr>
              <w:t>1</w:t>
            </w:r>
            <w:r w:rsidR="00331734">
              <w:rPr>
                <w:rFonts w:cstheme="minorHAnsi"/>
                <w:b/>
                <w:bCs/>
                <w:sz w:val="18"/>
              </w:rPr>
              <w:t>5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996F58">
              <w:rPr>
                <w:rFonts w:cstheme="minorHAnsi"/>
                <w:sz w:val="18"/>
              </w:rPr>
              <w:t>667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1DC5413F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B555D7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85F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Dual controller</w:t>
            </w:r>
            <w:r w:rsidRPr="006B0BFC">
              <w:rPr>
                <w:rFonts w:cstheme="minorHAnsi"/>
                <w:sz w:val="18"/>
              </w:rPr>
              <w:t xml:space="preserve"> SAN FC v režimu Active-Active</w:t>
            </w:r>
          </w:p>
        </w:tc>
        <w:tc>
          <w:tcPr>
            <w:tcW w:w="3288" w:type="dxa"/>
          </w:tcPr>
          <w:p w14:paraId="1E353C41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9DD882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05C4F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61F1CC" w14:textId="0FEEAAF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deduplikace)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TiB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186169E" w14:textId="4CBFF24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 </w:t>
            </w:r>
            <w:r>
              <w:rPr>
                <w:rFonts w:cstheme="minorHAnsi"/>
                <w:sz w:val="18"/>
                <w:szCs w:val="22"/>
              </w:rPr>
              <w:t>P</w:t>
            </w:r>
            <w:r w:rsidRPr="00A132AC">
              <w:rPr>
                <w:rFonts w:cstheme="minorHAnsi"/>
                <w:sz w:val="18"/>
                <w:szCs w:val="22"/>
              </w:rPr>
              <w:t>iB jen přidáním disků.</w:t>
            </w:r>
          </w:p>
          <w:p w14:paraId="701EA0CF" w14:textId="17B2F18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4B5112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</w:t>
            </w:r>
            <w:r w:rsidR="004B5112">
              <w:rPr>
                <w:rFonts w:cstheme="minorHAnsi"/>
                <w:sz w:val="18"/>
                <w:szCs w:val="22"/>
              </w:rPr>
              <w:t>dvou</w:t>
            </w:r>
            <w:r w:rsidRPr="00294666">
              <w:rPr>
                <w:rFonts w:cstheme="minorHAnsi"/>
                <w:sz w:val="18"/>
                <w:szCs w:val="22"/>
              </w:rPr>
              <w:t xml:space="preserve"> disk</w:t>
            </w:r>
            <w:r w:rsidR="004B5112">
              <w:rPr>
                <w:rFonts w:cstheme="minorHAnsi"/>
                <w:sz w:val="18"/>
                <w:szCs w:val="22"/>
              </w:rPr>
              <w:t>ů</w:t>
            </w:r>
            <w:r w:rsidRPr="00294666">
              <w:rPr>
                <w:rFonts w:cstheme="minorHAnsi"/>
                <w:sz w:val="18"/>
                <w:szCs w:val="22"/>
              </w:rPr>
              <w:t>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20C173D" w14:textId="7421CB4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A108BF">
              <w:rPr>
                <w:rFonts w:cstheme="minorHAnsi"/>
                <w:sz w:val="18"/>
                <w:szCs w:val="22"/>
              </w:rPr>
              <w:t xml:space="preserve">NL-SAS </w:t>
            </w:r>
            <w:r w:rsidR="004B5112"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D46F3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 w:rsidR="004B5112">
              <w:rPr>
                <w:rFonts w:cstheme="minorHAnsi"/>
                <w:sz w:val="18"/>
                <w:szCs w:val="22"/>
              </w:rPr>
              <w:t>, které nevyužívají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04E46AB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239C5" w:rsidRPr="006B0BFC" w14:paraId="5DF8A5F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E2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741ED5B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66367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02E2B2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4BF9FD4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752AC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8E162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Platinum“</w:t>
            </w:r>
          </w:p>
        </w:tc>
        <w:tc>
          <w:tcPr>
            <w:tcW w:w="3288" w:type="dxa"/>
          </w:tcPr>
          <w:p w14:paraId="4BF4544B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625F2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B7EE46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03CC38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E0149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8D6E343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D96B96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215E8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CB01F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8DD6FC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0B7224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96B34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9; VMware vSphere 7, 8</w:t>
            </w:r>
          </w:p>
        </w:tc>
        <w:tc>
          <w:tcPr>
            <w:tcW w:w="3288" w:type="dxa"/>
          </w:tcPr>
          <w:p w14:paraId="396988F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874931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A9BA88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665BF9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480C1B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3BEE3C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52F70E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A9424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796B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0E7B12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C477F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5B509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U všech disků, SSD, NVMe a médií je požadováno ponechání disku Kupujícímu při jeho poruše a reklamaci</w:t>
            </w:r>
          </w:p>
        </w:tc>
        <w:tc>
          <w:tcPr>
            <w:tcW w:w="3288" w:type="dxa"/>
          </w:tcPr>
          <w:p w14:paraId="1A2F1BBA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8B4369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01448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B004C8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A464EA" w:rsidRPr="006B0BFC" w14:paraId="4C4069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9FE33A" w14:textId="490D8023" w:rsidR="00A464EA" w:rsidRPr="006B0BFC" w:rsidRDefault="00A464EA" w:rsidP="00A464EA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 w:rsidR="00070FB9"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 w:rsidR="00070FB9"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4DCF8C5" w14:textId="77777777" w:rsidR="00A464EA" w:rsidRPr="006B0BFC" w:rsidRDefault="00A464EA" w:rsidP="00A464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E0C9B27" w14:textId="77777777" w:rsidR="001239C5" w:rsidRPr="006B0BFC" w:rsidRDefault="001239C5" w:rsidP="001239C5">
      <w:pPr>
        <w:spacing w:after="160" w:line="259" w:lineRule="auto"/>
      </w:pPr>
    </w:p>
    <w:p w14:paraId="0580F9E8" w14:textId="7836777B" w:rsidR="001239C5" w:rsidRPr="006B0BFC" w:rsidRDefault="001239C5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641E1C">
        <w:rPr>
          <w:b/>
          <w:bCs/>
        </w:rPr>
        <w:t>2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641E1C"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698848B0" w14:textId="77777777" w:rsidR="00EA4E74" w:rsidRPr="006B0BFC" w:rsidRDefault="00EA4E74" w:rsidP="002B7BF9">
      <w:pPr>
        <w:spacing w:after="160" w:line="259" w:lineRule="auto"/>
      </w:pPr>
    </w:p>
    <w:p w14:paraId="2C596E11" w14:textId="7E9B1D17" w:rsidR="002B7BF9" w:rsidRPr="006B0BFC" w:rsidRDefault="00FE5DB7" w:rsidP="002B7BF9">
      <w:pPr>
        <w:ind w:firstLine="426"/>
      </w:pPr>
      <w:r>
        <w:t>y</w:t>
      </w:r>
      <w:r w:rsidR="002B7BF9" w:rsidRPr="006B0BFC">
        <w:t>)</w:t>
      </w:r>
      <w:r w:rsidR="002B7BF9">
        <w:t xml:space="preserve"> </w:t>
      </w:r>
      <w:r w:rsidR="002B7BF9" w:rsidRPr="006B0BFC">
        <w:rPr>
          <w:b/>
          <w:bCs/>
        </w:rPr>
        <w:t xml:space="preserve">Položka </w:t>
      </w:r>
      <w:r w:rsidR="002B7BF9">
        <w:rPr>
          <w:b/>
          <w:bCs/>
        </w:rPr>
        <w:t>2</w:t>
      </w:r>
      <w:r>
        <w:rPr>
          <w:b/>
          <w:bCs/>
        </w:rPr>
        <w:t>5</w:t>
      </w:r>
      <w:r w:rsidR="002B7BF9" w:rsidRPr="006B0BFC">
        <w:t xml:space="preserve"> – </w:t>
      </w:r>
      <w:r w:rsidR="00EB5AB8">
        <w:t xml:space="preserve">Pásková knihovna pro </w:t>
      </w:r>
      <w:r w:rsidR="002B7BF9">
        <w:t>zálohovací server</w:t>
      </w:r>
      <w:r w:rsidR="002B7BF9" w:rsidRPr="006B0BFC">
        <w:t xml:space="preserve"> „KB TDS / </w:t>
      </w:r>
      <w:r w:rsidR="002B7BF9">
        <w:t>Olomouc</w:t>
      </w:r>
      <w:r w:rsidR="002B7BF9" w:rsidRPr="006B0BFC">
        <w:t>“ v</w:t>
      </w:r>
      <w:r w:rsidR="009B028C">
        <w:t> </w:t>
      </w:r>
      <w:r w:rsidR="002B7BF9" w:rsidRPr="006B0BFC">
        <w:t>konfiguraci:</w:t>
      </w:r>
    </w:p>
    <w:p w14:paraId="7DE04BC0" w14:textId="77777777" w:rsidR="002B7BF9" w:rsidRPr="006B0BFC" w:rsidRDefault="002B7BF9" w:rsidP="002B7BF9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2B7BF9" w:rsidRPr="006B0BFC" w14:paraId="4F110B8C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0C71331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37FDD2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2B7BF9" w:rsidRPr="006B0BFC" w14:paraId="719D3A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F4E4C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CF9AE36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C38FC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A454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445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3381F8F7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E9A99E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3747F1" w14:textId="23F5A9F1" w:rsidR="002B7BF9" w:rsidRPr="006B0BFC" w:rsidRDefault="005C4088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LTO9</w:t>
            </w:r>
            <w:r w:rsidRPr="005C4088">
              <w:rPr>
                <w:rFonts w:cstheme="minorHAnsi"/>
                <w:sz w:val="18"/>
              </w:rPr>
              <w:t xml:space="preserve"> pásková knihovna</w:t>
            </w:r>
            <w:r w:rsidR="0067607F">
              <w:rPr>
                <w:rFonts w:cstheme="minorHAnsi"/>
                <w:sz w:val="18"/>
              </w:rPr>
              <w:t xml:space="preserve"> </w:t>
            </w:r>
            <w:r w:rsidR="00CA7E89">
              <w:rPr>
                <w:rFonts w:cstheme="minorHAnsi"/>
                <w:sz w:val="18"/>
              </w:rPr>
              <w:t xml:space="preserve">s kapacitou minimálně </w:t>
            </w:r>
            <w:r w:rsidR="0067607F">
              <w:rPr>
                <w:rFonts w:cstheme="minorHAnsi"/>
                <w:sz w:val="18"/>
              </w:rPr>
              <w:t>80</w:t>
            </w:r>
            <w:r w:rsidR="00CA7E89">
              <w:rPr>
                <w:rFonts w:cstheme="minorHAnsi"/>
                <w:sz w:val="18"/>
              </w:rPr>
              <w:t> </w:t>
            </w:r>
            <w:r w:rsidR="0067607F">
              <w:rPr>
                <w:rFonts w:cstheme="minorHAnsi"/>
                <w:sz w:val="18"/>
              </w:rPr>
              <w:t>pásek</w:t>
            </w:r>
          </w:p>
        </w:tc>
        <w:tc>
          <w:tcPr>
            <w:tcW w:w="3288" w:type="dxa"/>
          </w:tcPr>
          <w:p w14:paraId="50CFCA8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23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F1779" w14:textId="2567521F" w:rsidR="002B7BF9" w:rsidRPr="006B0BFC" w:rsidRDefault="0067607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sz w:val="18"/>
                <w:lang w:eastAsia="cs-CZ"/>
              </w:rPr>
              <w:t xml:space="preserve">Osazení minimálně </w:t>
            </w:r>
            <w:r w:rsidR="00353C0F">
              <w:rPr>
                <w:sz w:val="18"/>
                <w:lang w:eastAsia="cs-CZ"/>
              </w:rPr>
              <w:t>čtyřmi (</w:t>
            </w:r>
            <w:r>
              <w:rPr>
                <w:sz w:val="18"/>
                <w:lang w:eastAsia="cs-CZ"/>
              </w:rPr>
              <w:t>4</w:t>
            </w:r>
            <w:r w:rsidR="00353C0F">
              <w:rPr>
                <w:sz w:val="18"/>
                <w:lang w:eastAsia="cs-CZ"/>
              </w:rPr>
              <w:t>)</w:t>
            </w:r>
            <w:r>
              <w:rPr>
                <w:sz w:val="18"/>
                <w:lang w:eastAsia="cs-CZ"/>
              </w:rPr>
              <w:t xml:space="preserve"> LTO9 mechanikami</w:t>
            </w:r>
            <w:r w:rsidR="00353C0F">
              <w:rPr>
                <w:sz w:val="18"/>
                <w:lang w:eastAsia="cs-CZ"/>
              </w:rPr>
              <w:t xml:space="preserve"> s připojením přes </w:t>
            </w:r>
            <w:r w:rsidR="00353C0F" w:rsidRPr="00353C0F">
              <w:rPr>
                <w:b/>
                <w:bCs/>
                <w:sz w:val="18"/>
                <w:lang w:eastAsia="cs-CZ"/>
              </w:rPr>
              <w:t>FibreChannel</w:t>
            </w:r>
          </w:p>
        </w:tc>
        <w:tc>
          <w:tcPr>
            <w:tcW w:w="3288" w:type="dxa"/>
          </w:tcPr>
          <w:p w14:paraId="0A044DA9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D02179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75424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F7CACE8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70A4F5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4F2D54" w14:textId="4AEC4A49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</w:t>
            </w:r>
          </w:p>
        </w:tc>
        <w:tc>
          <w:tcPr>
            <w:tcW w:w="3288" w:type="dxa"/>
          </w:tcPr>
          <w:p w14:paraId="4C8AE1E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9A400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918076" w14:textId="3FA41EFD" w:rsidR="002B7BF9" w:rsidRPr="006B0BFC" w:rsidRDefault="002935E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L</w:t>
            </w:r>
            <w:r w:rsidR="002B7BF9" w:rsidRPr="006B0BFC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5FA04E3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0B55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96EB90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BD7D4C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834C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E19C5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537AA0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5B1F0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0E2E91" w14:textId="1030ED9F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</w:t>
            </w:r>
          </w:p>
        </w:tc>
        <w:tc>
          <w:tcPr>
            <w:tcW w:w="3288" w:type="dxa"/>
          </w:tcPr>
          <w:p w14:paraId="0E1D50D0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E8F83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19ACB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6B03DF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7DBD91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C51575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on-site</w:t>
            </w:r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DD4F4B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200EE2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7F6A5F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92088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5AE57B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0C2923" w14:textId="5828F49C" w:rsidR="00B32653" w:rsidRPr="003039CE" w:rsidRDefault="00B32653" w:rsidP="00B32653">
            <w:pPr>
              <w:rPr>
                <w:sz w:val="18"/>
                <w:lang w:eastAsia="cs-CZ"/>
              </w:rPr>
            </w:pPr>
            <w:r w:rsidRPr="003039CE">
              <w:rPr>
                <w:sz w:val="18"/>
                <w:lang w:eastAsia="cs-CZ"/>
              </w:rPr>
              <w:t xml:space="preserve">Plná </w:t>
            </w:r>
            <w:r>
              <w:rPr>
                <w:sz w:val="18"/>
                <w:lang w:eastAsia="cs-CZ"/>
              </w:rPr>
              <w:t>kompatibilita</w:t>
            </w:r>
            <w:r w:rsidRPr="003039C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páskové knihovny a páskových mechanik s již využívaným zálohovacím software v prostředí Zadavatele (IBM Storage Protect)</w:t>
            </w:r>
          </w:p>
        </w:tc>
        <w:tc>
          <w:tcPr>
            <w:tcW w:w="3288" w:type="dxa"/>
          </w:tcPr>
          <w:p w14:paraId="7792EEF1" w14:textId="26A877A1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14857FE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16715F" w14:textId="5F5C1E46" w:rsidR="00B32653" w:rsidRPr="006B0BFC" w:rsidRDefault="00B32653" w:rsidP="00B32653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páskové mechaniky vyžadují použití SFP, </w:t>
            </w:r>
            <w:r w:rsidRPr="006B0BFC">
              <w:rPr>
                <w:sz w:val="18"/>
                <w:lang w:eastAsia="cs-CZ"/>
              </w:rPr>
              <w:t>optické moduly pro každý FibreChannel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ou páskovou mechanikou</w:t>
            </w:r>
          </w:p>
        </w:tc>
        <w:tc>
          <w:tcPr>
            <w:tcW w:w="3288" w:type="dxa"/>
          </w:tcPr>
          <w:p w14:paraId="56083927" w14:textId="77777777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087DE76" w14:textId="77777777" w:rsidR="002B7BF9" w:rsidRPr="006B0BFC" w:rsidRDefault="002B7BF9" w:rsidP="002B7BF9">
      <w:pPr>
        <w:spacing w:after="160" w:line="259" w:lineRule="auto"/>
      </w:pPr>
    </w:p>
    <w:p w14:paraId="576E3B25" w14:textId="720939CC" w:rsidR="002B7BF9" w:rsidRPr="006B0BFC" w:rsidRDefault="002B7BF9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58F0DE4F" w14:textId="77777777" w:rsidR="00EA4E74" w:rsidRPr="006B0BFC" w:rsidRDefault="00EA4E74" w:rsidP="00F8014E">
      <w:pPr>
        <w:spacing w:after="160" w:line="259" w:lineRule="auto"/>
      </w:pPr>
    </w:p>
    <w:p w14:paraId="2B8D6A9F" w14:textId="2B46607F" w:rsidR="00F8014E" w:rsidRPr="006B0BFC" w:rsidRDefault="00FE5DB7" w:rsidP="00F8014E">
      <w:pPr>
        <w:ind w:firstLine="426"/>
      </w:pPr>
      <w:r>
        <w:t>z</w:t>
      </w:r>
      <w:r w:rsidR="00F8014E" w:rsidRPr="006B0BFC">
        <w:t>)</w:t>
      </w:r>
      <w:r w:rsidR="00F8014E">
        <w:t xml:space="preserve"> </w:t>
      </w:r>
      <w:r w:rsidR="00F8014E" w:rsidRPr="006B0BFC">
        <w:rPr>
          <w:b/>
          <w:bCs/>
        </w:rPr>
        <w:t xml:space="preserve">Položka </w:t>
      </w:r>
      <w:r w:rsidR="00F8014E">
        <w:rPr>
          <w:b/>
          <w:bCs/>
        </w:rPr>
        <w:t>2</w:t>
      </w:r>
      <w:r>
        <w:rPr>
          <w:b/>
          <w:bCs/>
        </w:rPr>
        <w:t>6</w:t>
      </w:r>
      <w:r w:rsidR="00F8014E" w:rsidRPr="006B0BFC">
        <w:t xml:space="preserve"> – </w:t>
      </w:r>
      <w:r w:rsidR="00F8014E">
        <w:t>Pásky pro páskovou knihovnu</w:t>
      </w:r>
      <w:r w:rsidR="00F8014E" w:rsidRPr="006B0BFC">
        <w:t xml:space="preserve"> v konfiguraci:</w:t>
      </w:r>
    </w:p>
    <w:p w14:paraId="6B401B25" w14:textId="77777777" w:rsidR="00F8014E" w:rsidRPr="006B0BFC" w:rsidRDefault="00F8014E" w:rsidP="00F8014E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8014E" w:rsidRPr="006B0BFC" w14:paraId="032DD22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55E3BED" w14:textId="77777777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B2DB2B6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8014E" w:rsidRPr="006B0BFC" w14:paraId="0446D2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2DF95" w14:textId="293A4DBA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F8014E">
              <w:rPr>
                <w:rFonts w:cstheme="minorHAnsi"/>
                <w:b/>
                <w:bCs/>
                <w:sz w:val="18"/>
              </w:rPr>
              <w:t>120x</w:t>
            </w:r>
            <w:r>
              <w:rPr>
                <w:rFonts w:cstheme="minorHAnsi"/>
                <w:sz w:val="18"/>
              </w:rPr>
              <w:t xml:space="preserve"> LTO9 páska</w:t>
            </w:r>
          </w:p>
        </w:tc>
        <w:tc>
          <w:tcPr>
            <w:tcW w:w="3288" w:type="dxa"/>
          </w:tcPr>
          <w:p w14:paraId="0DA81553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16F26CD" w14:textId="77777777" w:rsidR="00F8014E" w:rsidRPr="006B0BFC" w:rsidRDefault="00F8014E" w:rsidP="00F8014E">
      <w:pPr>
        <w:spacing w:after="160" w:line="259" w:lineRule="auto"/>
      </w:pPr>
    </w:p>
    <w:p w14:paraId="00306E07" w14:textId="3D1B2A5A" w:rsidR="00F8014E" w:rsidRPr="006B0BFC" w:rsidRDefault="00F8014E" w:rsidP="00F8014E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6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49E0E4C2" w14:textId="77777777" w:rsidR="00F8014E" w:rsidRDefault="00F8014E" w:rsidP="002D127E">
      <w:pPr>
        <w:ind w:left="360"/>
      </w:pPr>
    </w:p>
    <w:p w14:paraId="49E9B809" w14:textId="16B92DA4" w:rsidR="000B2610" w:rsidRPr="007F7953" w:rsidRDefault="00FE5DB7" w:rsidP="002D127E">
      <w:pPr>
        <w:ind w:left="360"/>
      </w:pPr>
      <w:r>
        <w:t>aa</w:t>
      </w:r>
      <w:r w:rsidR="00C2370C" w:rsidRPr="00836082">
        <w:t>)</w:t>
      </w:r>
      <w:r w:rsidR="00C2370C">
        <w:rPr>
          <w:b/>
          <w:bCs/>
        </w:rPr>
        <w:tab/>
      </w:r>
      <w:r w:rsidR="00D032C7" w:rsidRPr="00927BA6">
        <w:rPr>
          <w:b/>
          <w:bCs/>
        </w:rPr>
        <w:t xml:space="preserve">Položka </w:t>
      </w:r>
      <w:r w:rsidR="00BD46B8">
        <w:rPr>
          <w:b/>
          <w:bCs/>
        </w:rPr>
        <w:t>2</w:t>
      </w:r>
      <w:r>
        <w:rPr>
          <w:b/>
          <w:bCs/>
        </w:rPr>
        <w:t>7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7869A8AD" w:rsidR="00664A67" w:rsidRPr="002D127E" w:rsidRDefault="00D6496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7</w:t>
            </w:r>
            <w:r w:rsidR="00383E25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80924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09800F97" w:rsidR="00664A67" w:rsidRPr="002D127E" w:rsidRDefault="00861B19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E4585E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C391F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A36523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4C96F71" w14:textId="0E90DC3D" w:rsidR="00D6496B" w:rsidRPr="002D127E" w:rsidRDefault="00D6496B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30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D127E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5EC517FE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34D10A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FD4494" w14:textId="6944BFAF" w:rsidR="00D6496B" w:rsidRPr="002D127E" w:rsidRDefault="00861B19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2</w:t>
            </w:r>
            <w:r w:rsidR="00D6496B">
              <w:rPr>
                <w:rFonts w:cstheme="minorHAnsi"/>
                <w:b/>
                <w:bCs/>
                <w:sz w:val="18"/>
              </w:rPr>
              <w:t>0</w:t>
            </w:r>
            <w:r w:rsidR="00D6496B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D6496B" w:rsidRPr="002D127E">
              <w:rPr>
                <w:rFonts w:cstheme="minorHAnsi"/>
                <w:sz w:val="18"/>
              </w:rPr>
              <w:t xml:space="preserve">minimálně </w:t>
            </w:r>
            <w:r w:rsidR="00D6496B">
              <w:rPr>
                <w:rFonts w:cstheme="minorHAnsi"/>
                <w:sz w:val="18"/>
              </w:rPr>
              <w:t>5</w:t>
            </w:r>
            <w:r w:rsidR="00D6496B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2F3C9C83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E7C8C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2D29ECA1" w:rsidR="006E7C8C" w:rsidRPr="002D127E" w:rsidRDefault="00E4585E" w:rsidP="006E7C8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60</w:t>
            </w:r>
            <w:r w:rsidR="006E7C8C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E7C8C" w:rsidRPr="002D127E">
              <w:rPr>
                <w:rFonts w:cstheme="minorHAnsi"/>
                <w:sz w:val="18"/>
              </w:rPr>
              <w:t xml:space="preserve">minimálně </w:t>
            </w:r>
            <w:r w:rsidR="006E7C8C">
              <w:rPr>
                <w:rFonts w:cstheme="minorHAnsi"/>
                <w:sz w:val="18"/>
              </w:rPr>
              <w:t>3</w:t>
            </w:r>
            <w:r w:rsidR="006E7C8C" w:rsidRPr="002D127E">
              <w:rPr>
                <w:rFonts w:cstheme="minorHAnsi"/>
                <w:sz w:val="18"/>
              </w:rPr>
              <w:t>m RJ45 Cat. 5e nebo Cat. 6 patch kabel pro připojení HW managementu</w:t>
            </w:r>
          </w:p>
        </w:tc>
        <w:tc>
          <w:tcPr>
            <w:tcW w:w="4449" w:type="dxa"/>
          </w:tcPr>
          <w:p w14:paraId="0FDB4320" w14:textId="77777777" w:rsidR="006E7C8C" w:rsidRPr="004A30EA" w:rsidRDefault="006E7C8C" w:rsidP="006E7C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7F7498BC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4315B9B" w14:textId="7B771D5A" w:rsidR="004A30EA" w:rsidRPr="002623DD" w:rsidRDefault="000A4D9C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50</w:t>
            </w:r>
            <w:r w:rsidR="004A30EA" w:rsidRPr="004A30EA">
              <w:rPr>
                <w:rFonts w:cstheme="minorHAnsi"/>
                <w:b/>
                <w:bCs/>
                <w:sz w:val="18"/>
              </w:rPr>
              <w:t>x</w:t>
            </w:r>
            <w:r w:rsidR="004A30EA">
              <w:rPr>
                <w:rFonts w:cstheme="minorHAnsi"/>
                <w:sz w:val="18"/>
              </w:rPr>
              <w:t xml:space="preserve"> SFP 1G RJ45 plně kompatibilní se serverovým HW</w:t>
            </w:r>
          </w:p>
        </w:tc>
        <w:tc>
          <w:tcPr>
            <w:tcW w:w="4449" w:type="dxa"/>
          </w:tcPr>
          <w:p w14:paraId="4494119D" w14:textId="49F2355F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4A30EA" w:rsidRPr="002D127E" w:rsidRDefault="004A30EA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70F6FF03" w14:textId="77777777" w:rsidR="00E60B8C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založeny na architektuře Intel x86-64 a technologiích výrobc</w:t>
      </w:r>
      <w:r w:rsidR="00252045">
        <w:rPr>
          <w:rFonts w:asciiTheme="majorHAnsi" w:eastAsia="Times New Roman" w:hAnsiTheme="majorHAnsi" w:cs="Times New Roman"/>
        </w:rPr>
        <w:t>ů Dell a</w:t>
      </w:r>
      <w:r w:rsidRPr="009D3A9E">
        <w:rPr>
          <w:rFonts w:asciiTheme="majorHAnsi" w:eastAsia="Times New Roman" w:hAnsiTheme="majorHAnsi" w:cs="Times New Roman"/>
        </w:rPr>
        <w:t xml:space="preserve"> Lenovo, a to včetně </w:t>
      </w:r>
      <w:r w:rsidR="00E60B8C">
        <w:rPr>
          <w:rFonts w:asciiTheme="majorHAnsi" w:eastAsia="Times New Roman" w:hAnsiTheme="majorHAnsi" w:cs="Times New Roman"/>
        </w:rPr>
        <w:t xml:space="preserve">řešení </w:t>
      </w:r>
      <w:r w:rsidRPr="009D3A9E">
        <w:rPr>
          <w:rFonts w:asciiTheme="majorHAnsi" w:eastAsia="Times New Roman" w:hAnsiTheme="majorHAnsi" w:cs="Times New Roman"/>
        </w:rPr>
        <w:t xml:space="preserve">centralizované vzdálené správy a dohledu serverové infrastruktury – </w:t>
      </w:r>
      <w:r w:rsidR="00E60B8C" w:rsidRPr="00E60B8C">
        <w:rPr>
          <w:rFonts w:asciiTheme="majorHAnsi" w:eastAsia="Times New Roman" w:hAnsiTheme="majorHAnsi" w:cs="Times New Roman"/>
          <w:b/>
          <w:bCs/>
        </w:rPr>
        <w:t>Dell OpenManage</w:t>
      </w:r>
      <w:r w:rsidR="00E60B8C">
        <w:rPr>
          <w:rFonts w:asciiTheme="majorHAnsi" w:eastAsia="Times New Roman" w:hAnsiTheme="majorHAnsi" w:cs="Times New Roman"/>
        </w:rPr>
        <w:t xml:space="preserve"> a </w:t>
      </w:r>
      <w:r w:rsidRPr="00E60B8C">
        <w:rPr>
          <w:rFonts w:asciiTheme="majorHAnsi" w:eastAsia="Times New Roman" w:hAnsiTheme="majorHAnsi" w:cs="Times New Roman"/>
          <w:b/>
          <w:bCs/>
        </w:rPr>
        <w:t>Lenovo XClarity</w:t>
      </w:r>
      <w:r w:rsidRPr="009D3A9E">
        <w:rPr>
          <w:rFonts w:asciiTheme="majorHAnsi" w:eastAsia="Times New Roman" w:hAnsiTheme="majorHAnsi" w:cs="Times New Roman"/>
        </w:rPr>
        <w:t>.</w:t>
      </w:r>
    </w:p>
    <w:p w14:paraId="17FD0F21" w14:textId="55B08BFB" w:rsidR="009D3A9E" w:rsidRPr="009D3A9E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Z důvodu zachování plné funkčnosti virtualizačních farem zadavatel:</w:t>
      </w:r>
    </w:p>
    <w:p w14:paraId="623A159D" w14:textId="7E645C81" w:rsidR="009D3A9E" w:rsidRPr="00E60B8C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9D3A9E" w:rsidRPr="00E60B8C">
        <w:rPr>
          <w:rFonts w:asciiTheme="majorHAnsi" w:eastAsia="Times New Roman" w:hAnsiTheme="majorHAnsi" w:cs="Times New Roman"/>
        </w:rPr>
        <w:t>ožaduje dodržení architektury Intel x86-64 z důvodu kompatibility současného virtuálního prostředí (mimo jiné VMware vMotion).</w:t>
      </w:r>
    </w:p>
    <w:p w14:paraId="0ED6E577" w14:textId="6ACD371F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serverového hardware požad</w:t>
      </w:r>
      <w:r>
        <w:rPr>
          <w:rFonts w:asciiTheme="majorHAnsi" w:eastAsia="Times New Roman" w:hAnsiTheme="majorHAnsi" w:cs="Times New Roman"/>
        </w:rPr>
        <w:t>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 virtualizační platformou VMware vSphere verze 8, včetně centralizované správy VMware vCenter verze 8.</w:t>
      </w:r>
    </w:p>
    <w:p w14:paraId="281A30D5" w14:textId="1C51B1B2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požaduje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 systém</w:t>
      </w:r>
      <w:r>
        <w:rPr>
          <w:rFonts w:asciiTheme="majorHAnsi" w:eastAsia="Times New Roman" w:hAnsiTheme="majorHAnsi" w:cs="Times New Roman"/>
        </w:rPr>
        <w:t>y</w:t>
      </w:r>
      <w:r w:rsidR="009D3A9E" w:rsidRPr="007726E3">
        <w:rPr>
          <w:rFonts w:asciiTheme="majorHAnsi" w:eastAsia="Times New Roman" w:hAnsiTheme="majorHAnsi" w:cs="Times New Roman"/>
        </w:rPr>
        <w:t xml:space="preserve"> centralizované vzdálené správy serverových nodů – </w:t>
      </w:r>
      <w:r w:rsidRPr="007726E3">
        <w:rPr>
          <w:rFonts w:asciiTheme="majorHAnsi" w:eastAsia="Times New Roman" w:hAnsiTheme="majorHAnsi" w:cs="Times New Roman"/>
          <w:b/>
          <w:bCs/>
        </w:rPr>
        <w:t>Dell OpenManage</w:t>
      </w:r>
      <w:r>
        <w:rPr>
          <w:rFonts w:asciiTheme="majorHAnsi" w:eastAsia="Times New Roman" w:hAnsiTheme="majorHAnsi" w:cs="Times New Roman"/>
        </w:rPr>
        <w:t xml:space="preserve"> a </w:t>
      </w:r>
      <w:r w:rsidR="009D3A9E" w:rsidRPr="007726E3">
        <w:rPr>
          <w:rFonts w:asciiTheme="majorHAnsi" w:eastAsia="Times New Roman" w:hAnsiTheme="majorHAnsi" w:cs="Times New Roman"/>
          <w:b/>
          <w:bCs/>
        </w:rPr>
        <w:t>Lenovo xClarity</w:t>
      </w:r>
      <w:r w:rsidR="009D3A9E" w:rsidRPr="007726E3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396D3A0C" w:rsidR="009D3A9E" w:rsidRPr="004A2CC5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4A2CC5">
        <w:rPr>
          <w:rFonts w:asciiTheme="majorHAnsi" w:eastAsia="Times New Roman" w:hAnsiTheme="majorHAnsi" w:cs="Times New Roman"/>
        </w:rPr>
        <w:t>požad</w:t>
      </w:r>
      <w:r w:rsidR="004A2CC5">
        <w:rPr>
          <w:rFonts w:asciiTheme="majorHAnsi" w:eastAsia="Times New Roman" w:hAnsiTheme="majorHAnsi" w:cs="Times New Roman"/>
        </w:rPr>
        <w:t>uje</w:t>
      </w:r>
      <w:r w:rsidRPr="004A2CC5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Pr="004A2CC5">
        <w:rPr>
          <w:rFonts w:asciiTheme="majorHAnsi" w:eastAsia="Times New Roman" w:hAnsiTheme="majorHAnsi" w:cs="Times New Roman"/>
        </w:rPr>
        <w:t xml:space="preserve"> s OS Windows Server ve verzích 2019 a 2022.</w:t>
      </w:r>
    </w:p>
    <w:p w14:paraId="3C1E95FF" w14:textId="242B84BA" w:rsidR="009D3A9E" w:rsidRPr="006E04E2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6E04E2">
        <w:rPr>
          <w:rFonts w:asciiTheme="majorHAnsi" w:eastAsia="Times New Roman" w:hAnsiTheme="majorHAnsi" w:cs="Times New Roman"/>
        </w:rPr>
        <w:t>požad</w:t>
      </w:r>
      <w:r w:rsidR="006E04E2">
        <w:rPr>
          <w:rFonts w:asciiTheme="majorHAnsi" w:eastAsia="Times New Roman" w:hAnsiTheme="majorHAnsi" w:cs="Times New Roman"/>
        </w:rPr>
        <w:t>uje</w:t>
      </w:r>
      <w:r w:rsidRPr="006E04E2">
        <w:rPr>
          <w:rFonts w:asciiTheme="majorHAnsi" w:eastAsia="Times New Roman" w:hAnsiTheme="majorHAnsi" w:cs="Times New Roman"/>
        </w:rPr>
        <w:t xml:space="preserve"> 100%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46FF275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 xml:space="preserve">krom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estimate).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</w:p>
    <w:p w14:paraId="57AF9C85" w14:textId="77777777" w:rsidR="00473E0C" w:rsidRDefault="00473E0C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p w14:paraId="0F391A46" w14:textId="77777777" w:rsidR="00777E4B" w:rsidRDefault="00777E4B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291D2692" w14:textId="4FED25FB" w:rsidR="00643CDC" w:rsidRPr="00704DC1" w:rsidRDefault="00643CDC" w:rsidP="00704DC1">
      <w:pPr>
        <w:ind w:firstLine="426"/>
      </w:pPr>
      <w:r>
        <w:t>a)</w:t>
      </w:r>
      <w:r>
        <w:tab/>
      </w:r>
      <w:r w:rsidRPr="002D127E">
        <w:rPr>
          <w:b/>
          <w:bCs/>
        </w:rPr>
        <w:t>Položka 1</w:t>
      </w:r>
      <w:r w:rsidR="00704DC1">
        <w:rPr>
          <w:b/>
          <w:bCs/>
        </w:rPr>
        <w:t>b</w:t>
      </w:r>
      <w:r>
        <w:t xml:space="preserve"> – </w:t>
      </w:r>
      <w:r w:rsidR="00704DC1">
        <w:t xml:space="preserve">Virtualizační software </w:t>
      </w:r>
      <w:r w:rsidRPr="00143089">
        <w:t>pro farm</w:t>
      </w:r>
      <w:r>
        <w:t>u „KB TDS / CDP Praha“ v</w:t>
      </w:r>
      <w:r w:rsidR="00704DC1">
        <w:t>e specifikaci</w:t>
      </w:r>
      <w: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23A2971D" w:rsidR="0080570A" w:rsidRPr="00534ED5" w:rsidRDefault="00703A4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030D66">
              <w:rPr>
                <w:rFonts w:cstheme="minorHAnsi"/>
                <w:b/>
                <w:bCs/>
                <w:sz w:val="18"/>
              </w:rPr>
              <w:t>0</w:t>
            </w:r>
            <w:r w:rsidR="0039664E"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r w:rsidR="00795B0F">
              <w:rPr>
                <w:rFonts w:cstheme="minorHAnsi"/>
                <w:sz w:val="18"/>
              </w:rPr>
              <w:t xml:space="preserve">licence </w:t>
            </w:r>
            <w:r w:rsidR="00D15231" w:rsidRPr="00534ED5">
              <w:rPr>
                <w:rFonts w:cstheme="minorHAnsi"/>
                <w:sz w:val="18"/>
              </w:rPr>
              <w:t xml:space="preserve">VMware vSphere </w:t>
            </w:r>
            <w:r w:rsidR="00242F85">
              <w:rPr>
                <w:rFonts w:cstheme="minorHAnsi"/>
                <w:sz w:val="18"/>
              </w:rPr>
              <w:t>Foundation</w:t>
            </w:r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</w:t>
            </w:r>
            <w:r w:rsidR="006C36F7">
              <w:rPr>
                <w:rFonts w:cstheme="minorHAnsi"/>
                <w:sz w:val="18"/>
              </w:rPr>
              <w:t>,</w:t>
            </w:r>
            <w:r w:rsidR="000F781D">
              <w:rPr>
                <w:rFonts w:cstheme="minorHAnsi"/>
                <w:sz w:val="18"/>
              </w:rPr>
              <w:t xml:space="preserve"> včetně VMware Aria Operations</w:t>
            </w:r>
            <w:r w:rsidR="00875952">
              <w:rPr>
                <w:rFonts w:cstheme="minorHAnsi"/>
                <w:sz w:val="18"/>
              </w:rPr>
              <w:t xml:space="preserve"> a podpory</w:t>
            </w:r>
            <w:r w:rsidR="00D15231"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45AFE" w:rsidRPr="0050706D" w14:paraId="4D0E41D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1971ED9" w14:textId="6D0B9EAD" w:rsidR="00C45AFE" w:rsidRPr="00E24000" w:rsidRDefault="00C45AFE" w:rsidP="00C45AF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6C36F7"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031BCA">
              <w:rPr>
                <w:rFonts w:cstheme="minorHAnsi"/>
                <w:sz w:val="18"/>
              </w:rPr>
              <w:t xml:space="preserve">, pokud </w:t>
            </w:r>
            <w:r w:rsidR="001D51B9">
              <w:rPr>
                <w:rFonts w:cstheme="minorHAnsi"/>
                <w:sz w:val="18"/>
              </w:rPr>
              <w:t>již ne</w:t>
            </w:r>
            <w:r w:rsidR="003515D5">
              <w:rPr>
                <w:rFonts w:cstheme="minorHAnsi"/>
                <w:sz w:val="18"/>
              </w:rPr>
              <w:t>ní</w:t>
            </w:r>
            <w:r w:rsidR="001D51B9">
              <w:rPr>
                <w:rFonts w:cstheme="minorHAnsi"/>
                <w:sz w:val="18"/>
              </w:rPr>
              <w:t xml:space="preserve"> součástí </w:t>
            </w:r>
            <w:r w:rsidR="001D51B9" w:rsidRPr="001D51B9">
              <w:rPr>
                <w:rFonts w:cstheme="minorHAnsi"/>
                <w:sz w:val="18"/>
              </w:rPr>
              <w:t>VMware vSphere Foundation</w:t>
            </w:r>
          </w:p>
        </w:tc>
        <w:tc>
          <w:tcPr>
            <w:tcW w:w="4449" w:type="dxa"/>
          </w:tcPr>
          <w:p w14:paraId="7D875D2B" w14:textId="1D2E2B25" w:rsidR="00C45AFE" w:rsidRPr="00927BA6" w:rsidRDefault="00C45AF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127A73A0" w14:textId="31A5DECD" w:rsidR="008B08AA" w:rsidRPr="00704DC1" w:rsidRDefault="008B08AA" w:rsidP="008B08AA">
      <w:pPr>
        <w:ind w:firstLine="426"/>
      </w:pPr>
      <w:r>
        <w:t>b)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2b</w:t>
      </w:r>
      <w:r>
        <w:t xml:space="preserve"> – Virtualizační software </w:t>
      </w:r>
      <w:r w:rsidRPr="00143089">
        <w:t>pro farm</w:t>
      </w:r>
      <w:r>
        <w:t>u „KB TDS / CDP P</w:t>
      </w:r>
      <w:r w:rsidR="00993157">
        <w:t>řerov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B08AA" w:rsidRPr="0050706D" w14:paraId="6D3C658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EB27E7D" w14:textId="77777777" w:rsidR="008B08AA" w:rsidRPr="00927BA6" w:rsidRDefault="008B08AA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0AB788C" w14:textId="77777777" w:rsidR="008B08AA" w:rsidRPr="00927BA6" w:rsidRDefault="008B08AA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6C37DF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10EED1D" w14:textId="45050867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534ED5">
              <w:rPr>
                <w:rFonts w:cstheme="minorHAnsi"/>
                <w:sz w:val="18"/>
              </w:rPr>
              <w:t xml:space="preserve">VMware vSphere </w:t>
            </w:r>
            <w:r>
              <w:rPr>
                <w:rFonts w:cstheme="minorHAnsi"/>
                <w:sz w:val="18"/>
              </w:rPr>
              <w:t>Foundation</w:t>
            </w:r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>, včetně VMware Aria Operations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74AB570F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E05B8" w:rsidRPr="0050706D" w14:paraId="35AD20D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882F0A5" w14:textId="29E0F08C" w:rsidR="005E05B8" w:rsidRDefault="005E05B8" w:rsidP="005E05B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B52D29"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AB0B59" w:rsidRPr="00AB0B59">
              <w:rPr>
                <w:rFonts w:cstheme="minorHAnsi"/>
                <w:sz w:val="18"/>
              </w:rPr>
              <w:t>, pokud již ne</w:t>
            </w:r>
            <w:r w:rsidR="00B52D29">
              <w:rPr>
                <w:rFonts w:cstheme="minorHAnsi"/>
                <w:sz w:val="18"/>
              </w:rPr>
              <w:t>ní</w:t>
            </w:r>
            <w:r w:rsidR="00AB0B59" w:rsidRPr="00AB0B59">
              <w:rPr>
                <w:rFonts w:cstheme="minorHAnsi"/>
                <w:sz w:val="18"/>
              </w:rPr>
              <w:t xml:space="preserve"> součástí VMware vSphere Foundation</w:t>
            </w:r>
          </w:p>
        </w:tc>
        <w:tc>
          <w:tcPr>
            <w:tcW w:w="4449" w:type="dxa"/>
          </w:tcPr>
          <w:p w14:paraId="6256C414" w14:textId="640F807C" w:rsidR="005E05B8" w:rsidRPr="00927BA6" w:rsidRDefault="005E05B8" w:rsidP="005E05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0747B8E" w14:textId="77777777" w:rsidR="00F87714" w:rsidRDefault="00F87714" w:rsidP="00F87714">
      <w:pPr>
        <w:ind w:firstLine="426"/>
      </w:pPr>
    </w:p>
    <w:p w14:paraId="588912BD" w14:textId="2EC66D55" w:rsidR="00F87714" w:rsidRPr="00704DC1" w:rsidRDefault="00F87714" w:rsidP="00F87714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Plzeň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2421C5E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1DA0BE5E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3AB3F098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0E1C5A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EB1B164" w14:textId="2F596ED2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534ED5">
              <w:rPr>
                <w:rFonts w:cstheme="minorHAnsi"/>
                <w:sz w:val="18"/>
              </w:rPr>
              <w:t xml:space="preserve">VMware vSphere </w:t>
            </w:r>
            <w:r>
              <w:rPr>
                <w:rFonts w:cstheme="minorHAnsi"/>
                <w:sz w:val="18"/>
              </w:rPr>
              <w:t>Foundation</w:t>
            </w:r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>, včetně VMware Aria Operations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41EF22F1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1AB3CBC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CFAAF6" w14:textId="14360612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VMware vSphere Foundation</w:t>
            </w:r>
          </w:p>
        </w:tc>
        <w:tc>
          <w:tcPr>
            <w:tcW w:w="4449" w:type="dxa"/>
          </w:tcPr>
          <w:p w14:paraId="69DE92D4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7E9D2EF6" w14:textId="77777777" w:rsidR="00F87714" w:rsidRDefault="00F87714" w:rsidP="00F8771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6F1F90DF" w14:textId="2CDF2558" w:rsidR="00F87714" w:rsidRPr="00704DC1" w:rsidRDefault="00F87714" w:rsidP="00F87714">
      <w:pPr>
        <w:ind w:firstLine="426"/>
      </w:pPr>
      <w:r>
        <w:t>d)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4b</w:t>
      </w:r>
      <w:r>
        <w:t xml:space="preserve"> – Virtualizační software </w:t>
      </w:r>
      <w:r w:rsidRPr="00143089">
        <w:t>pro farm</w:t>
      </w:r>
      <w:r>
        <w:t>u „KB TDS / Pardubice“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1DF92FE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9059E71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79C3063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30C52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BAFF7B3" w14:textId="2A4AEBEF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534ED5">
              <w:rPr>
                <w:rFonts w:cstheme="minorHAnsi"/>
                <w:sz w:val="18"/>
              </w:rPr>
              <w:t xml:space="preserve">VMware vSphere </w:t>
            </w:r>
            <w:r>
              <w:rPr>
                <w:rFonts w:cstheme="minorHAnsi"/>
                <w:sz w:val="18"/>
              </w:rPr>
              <w:t>Foundation</w:t>
            </w:r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>, včetně VMware Aria Operations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8BE8A1C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0F71E4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6580837" w14:textId="396EF090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VMware vSphere Foundation</w:t>
            </w:r>
          </w:p>
        </w:tc>
        <w:tc>
          <w:tcPr>
            <w:tcW w:w="4449" w:type="dxa"/>
          </w:tcPr>
          <w:p w14:paraId="4A3FDF9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0879A6E" w14:textId="77777777" w:rsidR="00E003D1" w:rsidRDefault="00E003D1" w:rsidP="00E003D1">
      <w:pPr>
        <w:ind w:firstLine="426"/>
      </w:pPr>
    </w:p>
    <w:p w14:paraId="3D3C2C3A" w14:textId="53A60267" w:rsidR="00E003D1" w:rsidRPr="00704DC1" w:rsidRDefault="00E003D1" w:rsidP="00E003D1">
      <w:pPr>
        <w:ind w:firstLine="426"/>
      </w:pPr>
      <w:r>
        <w:t>e)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5b</w:t>
      </w:r>
      <w:r>
        <w:t xml:space="preserve"> – Virtualizační software </w:t>
      </w:r>
      <w:r w:rsidRPr="00143089">
        <w:t>pro farm</w:t>
      </w:r>
      <w:r>
        <w:t>u „KB TDS / Brno“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2CB67FF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87984BC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78E60E10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5CB96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58D045" w14:textId="1280D02B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534ED5">
              <w:rPr>
                <w:rFonts w:cstheme="minorHAnsi"/>
                <w:sz w:val="18"/>
              </w:rPr>
              <w:t xml:space="preserve">VMware vSphere </w:t>
            </w:r>
            <w:r>
              <w:rPr>
                <w:rFonts w:cstheme="minorHAnsi"/>
                <w:sz w:val="18"/>
              </w:rPr>
              <w:t>Foundation</w:t>
            </w:r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>, včetně VMware Aria Operations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1A3ACC3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6E60CD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F078043" w14:textId="497DAD3B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VMware vSphere Foundation</w:t>
            </w:r>
          </w:p>
        </w:tc>
        <w:tc>
          <w:tcPr>
            <w:tcW w:w="4449" w:type="dxa"/>
          </w:tcPr>
          <w:p w14:paraId="6DD06287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AE1166" w14:textId="77777777" w:rsidR="00E003D1" w:rsidRDefault="00E003D1" w:rsidP="00E003D1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ADE3C1D" w14:textId="32DA5AC3" w:rsidR="00E003D1" w:rsidRPr="00704DC1" w:rsidRDefault="00E003D1" w:rsidP="00E003D1">
      <w:pPr>
        <w:ind w:firstLine="426"/>
      </w:pPr>
      <w:r>
        <w:t>f)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6b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Ústí nad Labem</w:t>
      </w:r>
      <w:r>
        <w:t>“ ve</w:t>
      </w:r>
      <w:r w:rsidR="009B028C">
        <w:t> </w:t>
      </w:r>
      <w:r>
        <w:t>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59FBFD9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AB4F801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0B9B258B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20520D0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33D721D" w14:textId="2355A5A4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534ED5">
              <w:rPr>
                <w:rFonts w:cstheme="minorHAnsi"/>
                <w:sz w:val="18"/>
              </w:rPr>
              <w:t xml:space="preserve">VMware vSphere </w:t>
            </w:r>
            <w:r>
              <w:rPr>
                <w:rFonts w:cstheme="minorHAnsi"/>
                <w:sz w:val="18"/>
              </w:rPr>
              <w:t>Foundation</w:t>
            </w:r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>, včetně VMware Aria Operations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574F829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441C322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06CAE9DD" w14:textId="56D59B87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r w:rsidRPr="00E24000">
              <w:rPr>
                <w:rFonts w:cstheme="minorHAnsi"/>
                <w:sz w:val="18"/>
              </w:rPr>
              <w:t>VMware v</w:t>
            </w:r>
            <w:r>
              <w:rPr>
                <w:rFonts w:cstheme="minorHAnsi"/>
                <w:sz w:val="18"/>
              </w:rPr>
              <w:t>Center</w:t>
            </w:r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VMware vSphere Foundation</w:t>
            </w:r>
          </w:p>
        </w:tc>
        <w:tc>
          <w:tcPr>
            <w:tcW w:w="4449" w:type="dxa"/>
          </w:tcPr>
          <w:p w14:paraId="317A83B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2A74E3F" w14:textId="77777777" w:rsidR="008B08AA" w:rsidRDefault="008B08AA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47935F3F" w:rsidR="00AE7762" w:rsidRPr="00AE7762" w:rsidRDefault="00AE776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r w:rsidRPr="00AE7762">
        <w:rPr>
          <w:rFonts w:asciiTheme="majorHAnsi" w:eastAsia="Times New Roman" w:hAnsiTheme="majorHAnsi" w:cs="Arial"/>
          <w:bCs/>
          <w:iCs/>
        </w:rPr>
        <w:t xml:space="preserve">Lenovo XClarity a Dell OpenManage. Jako virtualizační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VMware vSphere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>včetně centralizované správy pomocí VMware vCenter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VMware vSAN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</w:t>
      </w:r>
      <w:r w:rsidR="00163ECF">
        <w:rPr>
          <w:rFonts w:asciiTheme="majorHAnsi" w:eastAsia="Times New Roman" w:hAnsiTheme="majorHAnsi" w:cs="Arial"/>
          <w:bCs/>
          <w:iCs/>
        </w:rPr>
        <w:t xml:space="preserve"> a integraci dodávaného SW </w:t>
      </w:r>
      <w:r w:rsidR="007B0C37">
        <w:rPr>
          <w:rFonts w:asciiTheme="majorHAnsi" w:eastAsia="Times New Roman" w:hAnsiTheme="majorHAnsi" w:cs="Arial"/>
          <w:bCs/>
          <w:iCs/>
        </w:rPr>
        <w:t>s již provozovaným</w:t>
      </w:r>
      <w:r w:rsidR="00F31516">
        <w:rPr>
          <w:rFonts w:asciiTheme="majorHAnsi" w:eastAsia="Times New Roman" w:hAnsiTheme="majorHAnsi" w:cs="Arial"/>
          <w:bCs/>
          <w:iCs/>
        </w:rPr>
        <w:t>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9A4A77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t>opravy. V případě, že je možnost instalace oprav podmíněna nějakou formou maintenance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1CEE6662" w14:textId="094248CB" w:rsidR="00F8376F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75B17744" w14:textId="77777777" w:rsidR="008478C2" w:rsidRDefault="008478C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</w:p>
    <w:p w14:paraId="4DAC7761" w14:textId="532489F3" w:rsidR="00620CC8" w:rsidRPr="00950F03" w:rsidRDefault="00620CC8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Zadavatel požaduje </w:t>
      </w:r>
      <w:r w:rsidR="006057B7">
        <w:rPr>
          <w:rFonts w:eastAsia="Calibri" w:cs="Times New Roman"/>
        </w:rPr>
        <w:t xml:space="preserve">rozdělení plnění do třech (3) </w:t>
      </w:r>
      <w:r w:rsidR="00340923">
        <w:rPr>
          <w:rFonts w:eastAsia="Calibri" w:cs="Times New Roman"/>
        </w:rPr>
        <w:t>fází</w:t>
      </w:r>
      <w:r w:rsidR="000C4DE7">
        <w:rPr>
          <w:rFonts w:eastAsia="Calibri" w:cs="Times New Roman"/>
        </w:rPr>
        <w:t xml:space="preserve"> dle následujícího rozpisu: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623"/>
        <w:gridCol w:w="4806"/>
        <w:gridCol w:w="3165"/>
      </w:tblGrid>
      <w:tr w:rsidR="008F0FF0" w:rsidRPr="0050706D" w14:paraId="632C99B4" w14:textId="77777777" w:rsidTr="00C47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D5DCE4" w:themeFill="text2" w:themeFillTint="33"/>
          </w:tcPr>
          <w:p w14:paraId="3D4D0D52" w14:textId="0C4D04AE" w:rsidR="008F0FF0" w:rsidRPr="00927BA6" w:rsidRDefault="008F0FF0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Fáze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14:paraId="5C3DF828" w14:textId="34021C01" w:rsidR="008F0FF0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Položky</w:t>
            </w:r>
          </w:p>
        </w:tc>
        <w:tc>
          <w:tcPr>
            <w:tcW w:w="3173" w:type="dxa"/>
            <w:shd w:val="clear" w:color="auto" w:fill="D5DCE4" w:themeFill="text2" w:themeFillTint="33"/>
          </w:tcPr>
          <w:p w14:paraId="5004CCAB" w14:textId="296D2C01" w:rsidR="008F0FF0" w:rsidRPr="00927BA6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Termín dodávky</w:t>
            </w:r>
          </w:p>
        </w:tc>
      </w:tr>
      <w:tr w:rsidR="008F0FF0" w:rsidRPr="0050706D" w14:paraId="61DE038B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1118993" w14:textId="2C5D02BB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1</w:t>
            </w:r>
          </w:p>
        </w:tc>
        <w:tc>
          <w:tcPr>
            <w:tcW w:w="4820" w:type="dxa"/>
          </w:tcPr>
          <w:p w14:paraId="0C36B7AF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1, 2, 3, 4, 5</w:t>
            </w:r>
            <w:r w:rsidRPr="00F64812">
              <w:rPr>
                <w:rFonts w:cstheme="minorHAnsi"/>
                <w:sz w:val="18"/>
              </w:rPr>
              <w:t xml:space="preserve"> (CDP Praha)</w:t>
            </w:r>
          </w:p>
          <w:p w14:paraId="2A315997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1b</w:t>
            </w:r>
            <w:r w:rsidRPr="00250F84">
              <w:rPr>
                <w:rFonts w:cstheme="minorHAnsi"/>
                <w:sz w:val="18"/>
              </w:rPr>
              <w:t xml:space="preserve"> (CDP Praha)</w:t>
            </w:r>
          </w:p>
          <w:p w14:paraId="42788A26" w14:textId="20804052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</w:t>
            </w:r>
            <w:r w:rsidR="0071215C">
              <w:rPr>
                <w:rFonts w:cstheme="minorHAnsi"/>
                <w:b/>
                <w:bCs/>
                <w:sz w:val="18"/>
              </w:rPr>
              <w:t>4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5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6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02E69CBC" w14:textId="77777777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4b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250F84">
              <w:rPr>
                <w:rFonts w:cstheme="minorHAnsi"/>
                <w:sz w:val="18"/>
              </w:rPr>
              <w:t>)</w:t>
            </w:r>
          </w:p>
          <w:p w14:paraId="063EE187" w14:textId="77777777" w:rsidR="005E1F0B" w:rsidRDefault="005E1F0B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CA0E09">
              <w:rPr>
                <w:rFonts w:cstheme="minorHAnsi"/>
                <w:sz w:val="18"/>
              </w:rPr>
              <w:t xml:space="preserve">Hardware: </w:t>
            </w:r>
            <w:r w:rsidRPr="00CA0E09">
              <w:rPr>
                <w:rFonts w:cstheme="minorHAnsi"/>
                <w:b/>
                <w:bCs/>
                <w:sz w:val="18"/>
              </w:rPr>
              <w:t>Položky</w:t>
            </w:r>
            <w:r>
              <w:rPr>
                <w:rFonts w:cstheme="minorHAnsi"/>
                <w:b/>
                <w:bCs/>
                <w:sz w:val="18"/>
              </w:rPr>
              <w:t xml:space="preserve"> 23, 24, 25, 26</w:t>
            </w:r>
            <w:r w:rsidRPr="00CA0E09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(Olomouc</w:t>
            </w:r>
            <w:r w:rsidRPr="00CA0E09">
              <w:rPr>
                <w:rFonts w:cstheme="minorHAnsi"/>
                <w:sz w:val="18"/>
              </w:rPr>
              <w:t>)</w:t>
            </w:r>
          </w:p>
          <w:p w14:paraId="79FAB35F" w14:textId="346AF4D2" w:rsidR="00BD46B8" w:rsidRPr="00904B44" w:rsidRDefault="00BD46B8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2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Instalační materiál</w:t>
            </w:r>
            <w:r w:rsidRPr="00F64812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58D7978E" w14:textId="2D2EDDAB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90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</w:p>
        </w:tc>
      </w:tr>
      <w:tr w:rsidR="008F0FF0" w:rsidRPr="0050706D" w14:paraId="0FE114FF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D3AC6FC" w14:textId="225CFFB1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2</w:t>
            </w:r>
          </w:p>
        </w:tc>
        <w:tc>
          <w:tcPr>
            <w:tcW w:w="4820" w:type="dxa"/>
          </w:tcPr>
          <w:p w14:paraId="20E01EAE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11, 12, 13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105B47A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3b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Plzeň)</w:t>
            </w:r>
          </w:p>
          <w:p w14:paraId="5EACCD68" w14:textId="0C637065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Hardware: </w:t>
            </w:r>
            <w:r w:rsidRPr="008D202D">
              <w:rPr>
                <w:rFonts w:cstheme="minorHAnsi"/>
                <w:b/>
                <w:bCs/>
                <w:sz w:val="18"/>
              </w:rPr>
              <w:t>Položky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 </w:t>
            </w:r>
            <w:r w:rsidR="0071215C">
              <w:rPr>
                <w:rFonts w:cstheme="minorHAnsi"/>
                <w:b/>
                <w:bCs/>
                <w:sz w:val="18"/>
              </w:rPr>
              <w:t>20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, 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="00B86B8B">
              <w:rPr>
                <w:rFonts w:cstheme="minorHAnsi"/>
                <w:b/>
                <w:bCs/>
                <w:sz w:val="18"/>
              </w:rPr>
              <w:t>1, 2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Pr="008D202D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E1C4A8F" w14:textId="03EAAA7D" w:rsidR="008F0FF0" w:rsidRPr="00DD5DC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Software: </w:t>
            </w:r>
            <w:r w:rsidRPr="008D202D">
              <w:rPr>
                <w:rFonts w:cstheme="minorHAnsi"/>
                <w:b/>
                <w:bCs/>
                <w:sz w:val="18"/>
              </w:rPr>
              <w:t xml:space="preserve">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6b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72F08311" w14:textId="0A265754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150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>
              <w:rPr>
                <w:rFonts w:cstheme="minorHAnsi"/>
                <w:sz w:val="18"/>
              </w:rPr>
              <w:t xml:space="preserve">, nejdříve však </w:t>
            </w:r>
            <w:r w:rsidR="006C086E">
              <w:rPr>
                <w:rFonts w:cstheme="minorHAnsi"/>
                <w:sz w:val="18"/>
              </w:rPr>
              <w:t>6</w:t>
            </w:r>
            <w:r w:rsidR="00924AE1">
              <w:rPr>
                <w:rFonts w:cstheme="minorHAnsi"/>
                <w:sz w:val="18"/>
              </w:rPr>
              <w:t xml:space="preserve">0 dnů od </w:t>
            </w:r>
            <w:r w:rsidR="00DE41C5">
              <w:rPr>
                <w:rFonts w:cstheme="minorHAnsi"/>
                <w:sz w:val="18"/>
              </w:rPr>
              <w:t>dodávky fáze 1</w:t>
            </w:r>
          </w:p>
        </w:tc>
      </w:tr>
      <w:tr w:rsidR="008F0FF0" w:rsidRPr="0050706D" w14:paraId="04535B7E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DE870FE" w14:textId="056C0D85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3</w:t>
            </w:r>
          </w:p>
        </w:tc>
        <w:tc>
          <w:tcPr>
            <w:tcW w:w="4820" w:type="dxa"/>
          </w:tcPr>
          <w:p w14:paraId="60635541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6, 7, 8, 9, 10</w:t>
            </w:r>
            <w:r w:rsidRPr="00F64812">
              <w:rPr>
                <w:rFonts w:cstheme="minorHAnsi"/>
                <w:sz w:val="18"/>
              </w:rPr>
              <w:t xml:space="preserve"> (CDP P</w:t>
            </w:r>
            <w:r>
              <w:rPr>
                <w:rFonts w:cstheme="minorHAnsi"/>
                <w:sz w:val="18"/>
              </w:rPr>
              <w:t>řerov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DCA80C5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2b</w:t>
            </w:r>
            <w:r w:rsidRPr="00250F84">
              <w:rPr>
                <w:rFonts w:cstheme="minorHAnsi"/>
                <w:sz w:val="18"/>
              </w:rPr>
              <w:t xml:space="preserve"> (CDP Přerov)</w:t>
            </w:r>
          </w:p>
          <w:p w14:paraId="1F4743CC" w14:textId="4316256A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</w:t>
            </w:r>
            <w:r w:rsidRPr="008D202D">
              <w:rPr>
                <w:rFonts w:cstheme="minorHAnsi"/>
                <w:sz w:val="18"/>
              </w:rPr>
              <w:t xml:space="preserve"> 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1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8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9</w:t>
            </w:r>
            <w:r w:rsidR="00B86B8B">
              <w:rPr>
                <w:rFonts w:cstheme="minorHAnsi"/>
                <w:sz w:val="18"/>
              </w:rPr>
              <w:t xml:space="preserve">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573BB7E" w14:textId="1E987AA9" w:rsidR="008F0FF0" w:rsidRPr="00B11F6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5b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0943AD13" w14:textId="0920C6B3" w:rsidR="008F0FF0" w:rsidRPr="00904B44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210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 w:rsidRPr="00924AE1">
              <w:rPr>
                <w:rFonts w:cstheme="minorHAnsi"/>
                <w:sz w:val="18"/>
              </w:rPr>
              <w:t xml:space="preserve">, </w:t>
            </w:r>
            <w:r w:rsidR="00DE41C5" w:rsidRPr="00DE41C5">
              <w:rPr>
                <w:rFonts w:cstheme="minorHAnsi"/>
                <w:sz w:val="18"/>
              </w:rPr>
              <w:t xml:space="preserve">nejdříve však 60 dnů od dodávky fáze </w:t>
            </w:r>
            <w:r w:rsidR="00DE41C5">
              <w:rPr>
                <w:rFonts w:cstheme="minorHAnsi"/>
                <w:sz w:val="18"/>
              </w:rPr>
              <w:t>2</w:t>
            </w:r>
          </w:p>
        </w:tc>
      </w:tr>
    </w:tbl>
    <w:p w14:paraId="39104EFE" w14:textId="77777777" w:rsidR="00340923" w:rsidRDefault="00340923" w:rsidP="002D127E"/>
    <w:p w14:paraId="080953A9" w14:textId="2892AEA2" w:rsidR="009F392E" w:rsidRPr="00F0533E" w:rsidRDefault="005607BE" w:rsidP="002D127E">
      <w:r>
        <w:t>Každá z </w:t>
      </w:r>
      <w:r w:rsidR="00340923">
        <w:t>fází</w:t>
      </w:r>
      <w:r>
        <w:t xml:space="preserve"> bude akceptována samostatně</w:t>
      </w:r>
      <w:r w:rsidR="00F02D84">
        <w:t xml:space="preserve"> a jedná se současně i o platební milník – tedy bude </w:t>
      </w:r>
      <w:r w:rsidR="00133B22">
        <w:t>i samostatně fakturována</w:t>
      </w:r>
      <w:r w:rsidR="00F02D84">
        <w:t>.</w:t>
      </w:r>
    </w:p>
    <w:sectPr w:rsidR="009F392E" w:rsidRPr="00F0533E" w:rsidSect="009726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67150" w14:textId="77777777" w:rsidR="00BE393D" w:rsidRDefault="00BE393D" w:rsidP="00962258">
      <w:pPr>
        <w:spacing w:after="0" w:line="240" w:lineRule="auto"/>
      </w:pPr>
      <w:r>
        <w:separator/>
      </w:r>
    </w:p>
  </w:endnote>
  <w:endnote w:type="continuationSeparator" w:id="0">
    <w:p w14:paraId="5C184F70" w14:textId="77777777" w:rsidR="00BE393D" w:rsidRDefault="00BE393D" w:rsidP="00962258">
      <w:pPr>
        <w:spacing w:after="0" w:line="240" w:lineRule="auto"/>
      </w:pPr>
      <w:r>
        <w:continuationSeparator/>
      </w:r>
    </w:p>
  </w:endnote>
  <w:endnote w:type="continuationNotice" w:id="1">
    <w:p w14:paraId="10A9E791" w14:textId="77777777" w:rsidR="00BE393D" w:rsidRDefault="00BE39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7D013" w14:textId="77777777" w:rsidR="00BE393D" w:rsidRDefault="00BE393D" w:rsidP="00962258">
      <w:pPr>
        <w:spacing w:after="0" w:line="240" w:lineRule="auto"/>
      </w:pPr>
      <w:r>
        <w:separator/>
      </w:r>
    </w:p>
  </w:footnote>
  <w:footnote w:type="continuationSeparator" w:id="0">
    <w:p w14:paraId="4F1A1C2D" w14:textId="77777777" w:rsidR="00BE393D" w:rsidRDefault="00BE393D" w:rsidP="00962258">
      <w:pPr>
        <w:spacing w:after="0" w:line="240" w:lineRule="auto"/>
      </w:pPr>
      <w:r>
        <w:continuationSeparator/>
      </w:r>
    </w:p>
  </w:footnote>
  <w:footnote w:type="continuationNotice" w:id="1">
    <w:p w14:paraId="20589DCA" w14:textId="77777777" w:rsidR="00BE393D" w:rsidRDefault="00BE39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AF0A8C"/>
    <w:multiLevelType w:val="multilevel"/>
    <w:tmpl w:val="0D34D660"/>
    <w:numStyleLink w:val="ListBulletmultilevel"/>
  </w:abstractNum>
  <w:abstractNum w:abstractNumId="34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3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0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8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7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6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39"/>
  </w:num>
  <w:num w:numId="37" w16cid:durableId="1619947039">
    <w:abstractNumId w:val="34"/>
  </w:num>
  <w:num w:numId="38" w16cid:durableId="1215196054">
    <w:abstractNumId w:val="32"/>
  </w:num>
  <w:num w:numId="39" w16cid:durableId="1075321557">
    <w:abstractNumId w:val="31"/>
  </w:num>
  <w:num w:numId="40" w16cid:durableId="2042120087">
    <w:abstractNumId w:val="17"/>
  </w:num>
  <w:num w:numId="41" w16cid:durableId="1578007760">
    <w:abstractNumId w:val="41"/>
  </w:num>
  <w:num w:numId="42" w16cid:durableId="1431317783">
    <w:abstractNumId w:val="2"/>
  </w:num>
  <w:num w:numId="43" w16cid:durableId="24125700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92D"/>
    <w:rsid w:val="00015DEE"/>
    <w:rsid w:val="00020513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219D"/>
    <w:rsid w:val="0004421D"/>
    <w:rsid w:val="0004694E"/>
    <w:rsid w:val="000507EF"/>
    <w:rsid w:val="00053731"/>
    <w:rsid w:val="00061D5F"/>
    <w:rsid w:val="00067E2D"/>
    <w:rsid w:val="00070E8F"/>
    <w:rsid w:val="00070FB9"/>
    <w:rsid w:val="00072C1E"/>
    <w:rsid w:val="00073371"/>
    <w:rsid w:val="00084237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D23B7"/>
    <w:rsid w:val="000D292E"/>
    <w:rsid w:val="000D37E0"/>
    <w:rsid w:val="000D646D"/>
    <w:rsid w:val="000E00D4"/>
    <w:rsid w:val="000E23A7"/>
    <w:rsid w:val="000E579C"/>
    <w:rsid w:val="000E7BED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7ADA"/>
    <w:rsid w:val="00150453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47C1"/>
    <w:rsid w:val="00174BE9"/>
    <w:rsid w:val="00180924"/>
    <w:rsid w:val="00180BB6"/>
    <w:rsid w:val="00181D28"/>
    <w:rsid w:val="001822B6"/>
    <w:rsid w:val="001828B2"/>
    <w:rsid w:val="00184743"/>
    <w:rsid w:val="00185F3F"/>
    <w:rsid w:val="001876D7"/>
    <w:rsid w:val="00193E67"/>
    <w:rsid w:val="001945C7"/>
    <w:rsid w:val="00197089"/>
    <w:rsid w:val="001A1206"/>
    <w:rsid w:val="001A1241"/>
    <w:rsid w:val="001A33CD"/>
    <w:rsid w:val="001A7CC2"/>
    <w:rsid w:val="001B0385"/>
    <w:rsid w:val="001B2FCE"/>
    <w:rsid w:val="001B629B"/>
    <w:rsid w:val="001B7820"/>
    <w:rsid w:val="001C391F"/>
    <w:rsid w:val="001C5DDF"/>
    <w:rsid w:val="001D004B"/>
    <w:rsid w:val="001D51B9"/>
    <w:rsid w:val="001E0968"/>
    <w:rsid w:val="001E6B16"/>
    <w:rsid w:val="001E7DA6"/>
    <w:rsid w:val="001F2B7B"/>
    <w:rsid w:val="001F59F2"/>
    <w:rsid w:val="00203586"/>
    <w:rsid w:val="00207DF5"/>
    <w:rsid w:val="0021310B"/>
    <w:rsid w:val="002209D1"/>
    <w:rsid w:val="00222273"/>
    <w:rsid w:val="00222306"/>
    <w:rsid w:val="0022397A"/>
    <w:rsid w:val="00224044"/>
    <w:rsid w:val="00224B11"/>
    <w:rsid w:val="00225B2C"/>
    <w:rsid w:val="00231B85"/>
    <w:rsid w:val="00236E68"/>
    <w:rsid w:val="00242F85"/>
    <w:rsid w:val="00246FC0"/>
    <w:rsid w:val="00250F84"/>
    <w:rsid w:val="00252045"/>
    <w:rsid w:val="002528CD"/>
    <w:rsid w:val="002531A6"/>
    <w:rsid w:val="00260B71"/>
    <w:rsid w:val="002623DD"/>
    <w:rsid w:val="00262690"/>
    <w:rsid w:val="002628B7"/>
    <w:rsid w:val="00270A0E"/>
    <w:rsid w:val="00272298"/>
    <w:rsid w:val="00276A27"/>
    <w:rsid w:val="00280E07"/>
    <w:rsid w:val="002823DF"/>
    <w:rsid w:val="00283053"/>
    <w:rsid w:val="0028548A"/>
    <w:rsid w:val="00290BF9"/>
    <w:rsid w:val="00291870"/>
    <w:rsid w:val="002935EB"/>
    <w:rsid w:val="00293779"/>
    <w:rsid w:val="00294666"/>
    <w:rsid w:val="00297020"/>
    <w:rsid w:val="002A2C36"/>
    <w:rsid w:val="002A61BC"/>
    <w:rsid w:val="002A662F"/>
    <w:rsid w:val="002A6FFA"/>
    <w:rsid w:val="002B03B0"/>
    <w:rsid w:val="002B3FF8"/>
    <w:rsid w:val="002B6EC5"/>
    <w:rsid w:val="002B703F"/>
    <w:rsid w:val="002B7BF9"/>
    <w:rsid w:val="002C31BF"/>
    <w:rsid w:val="002D08B1"/>
    <w:rsid w:val="002D127E"/>
    <w:rsid w:val="002E0CD7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92E"/>
    <w:rsid w:val="003107AC"/>
    <w:rsid w:val="00310D06"/>
    <w:rsid w:val="003118FA"/>
    <w:rsid w:val="00314830"/>
    <w:rsid w:val="0031733A"/>
    <w:rsid w:val="00320AA1"/>
    <w:rsid w:val="00323331"/>
    <w:rsid w:val="00324DD2"/>
    <w:rsid w:val="00331734"/>
    <w:rsid w:val="0033391C"/>
    <w:rsid w:val="003369C9"/>
    <w:rsid w:val="00337BBF"/>
    <w:rsid w:val="00340923"/>
    <w:rsid w:val="00341DCF"/>
    <w:rsid w:val="00344930"/>
    <w:rsid w:val="003449B4"/>
    <w:rsid w:val="00350B50"/>
    <w:rsid w:val="003515D5"/>
    <w:rsid w:val="00353C0F"/>
    <w:rsid w:val="00357428"/>
    <w:rsid w:val="00357BC6"/>
    <w:rsid w:val="003661BA"/>
    <w:rsid w:val="00367A4A"/>
    <w:rsid w:val="00374855"/>
    <w:rsid w:val="00375E19"/>
    <w:rsid w:val="00376E12"/>
    <w:rsid w:val="00380BBF"/>
    <w:rsid w:val="00383E25"/>
    <w:rsid w:val="00384EC7"/>
    <w:rsid w:val="003874B0"/>
    <w:rsid w:val="00387B22"/>
    <w:rsid w:val="003956C6"/>
    <w:rsid w:val="0039664E"/>
    <w:rsid w:val="003A3B0A"/>
    <w:rsid w:val="003A3C60"/>
    <w:rsid w:val="003A40DA"/>
    <w:rsid w:val="003A4E1F"/>
    <w:rsid w:val="003B0ECB"/>
    <w:rsid w:val="003B1379"/>
    <w:rsid w:val="003B5FA6"/>
    <w:rsid w:val="003B62B7"/>
    <w:rsid w:val="003C4D9F"/>
    <w:rsid w:val="003D264E"/>
    <w:rsid w:val="003D78AD"/>
    <w:rsid w:val="003D7AA7"/>
    <w:rsid w:val="003E20D1"/>
    <w:rsid w:val="003E3E1A"/>
    <w:rsid w:val="003F0BDE"/>
    <w:rsid w:val="003F0CAD"/>
    <w:rsid w:val="003F1446"/>
    <w:rsid w:val="003F163C"/>
    <w:rsid w:val="003F2BFE"/>
    <w:rsid w:val="003F3F53"/>
    <w:rsid w:val="003F74A4"/>
    <w:rsid w:val="00400422"/>
    <w:rsid w:val="00400BE9"/>
    <w:rsid w:val="00402D2E"/>
    <w:rsid w:val="00403FDB"/>
    <w:rsid w:val="00405F01"/>
    <w:rsid w:val="00412951"/>
    <w:rsid w:val="00414054"/>
    <w:rsid w:val="00417D20"/>
    <w:rsid w:val="00417FB4"/>
    <w:rsid w:val="00424BC3"/>
    <w:rsid w:val="00426602"/>
    <w:rsid w:val="0043342A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5E5"/>
    <w:rsid w:val="004641CA"/>
    <w:rsid w:val="00465221"/>
    <w:rsid w:val="004724E2"/>
    <w:rsid w:val="004731B2"/>
    <w:rsid w:val="00473E0C"/>
    <w:rsid w:val="00480CEC"/>
    <w:rsid w:val="00481D88"/>
    <w:rsid w:val="00482FB4"/>
    <w:rsid w:val="00484360"/>
    <w:rsid w:val="00486107"/>
    <w:rsid w:val="00490F2A"/>
    <w:rsid w:val="00491827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B1F8F"/>
    <w:rsid w:val="004B2588"/>
    <w:rsid w:val="004B2D76"/>
    <w:rsid w:val="004B348C"/>
    <w:rsid w:val="004B5112"/>
    <w:rsid w:val="004C11D8"/>
    <w:rsid w:val="004C3D90"/>
    <w:rsid w:val="004C4399"/>
    <w:rsid w:val="004C44E8"/>
    <w:rsid w:val="004C5283"/>
    <w:rsid w:val="004C5AF4"/>
    <w:rsid w:val="004C787C"/>
    <w:rsid w:val="004D2F42"/>
    <w:rsid w:val="004D497B"/>
    <w:rsid w:val="004D51C2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501C42"/>
    <w:rsid w:val="00501E7E"/>
    <w:rsid w:val="00501F77"/>
    <w:rsid w:val="00506854"/>
    <w:rsid w:val="0050706D"/>
    <w:rsid w:val="0051191A"/>
    <w:rsid w:val="00511AB9"/>
    <w:rsid w:val="00523D66"/>
    <w:rsid w:val="00523EA7"/>
    <w:rsid w:val="0052712E"/>
    <w:rsid w:val="005322F9"/>
    <w:rsid w:val="00534ED5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70358"/>
    <w:rsid w:val="0057083E"/>
    <w:rsid w:val="00572438"/>
    <w:rsid w:val="005736B7"/>
    <w:rsid w:val="00575E5A"/>
    <w:rsid w:val="00582966"/>
    <w:rsid w:val="00595E1C"/>
    <w:rsid w:val="005A180F"/>
    <w:rsid w:val="005A2659"/>
    <w:rsid w:val="005A5020"/>
    <w:rsid w:val="005A5377"/>
    <w:rsid w:val="005A790D"/>
    <w:rsid w:val="005A7AA1"/>
    <w:rsid w:val="005B2EF1"/>
    <w:rsid w:val="005B3FE9"/>
    <w:rsid w:val="005B72EB"/>
    <w:rsid w:val="005B7333"/>
    <w:rsid w:val="005C0D96"/>
    <w:rsid w:val="005C11D7"/>
    <w:rsid w:val="005C4088"/>
    <w:rsid w:val="005C5697"/>
    <w:rsid w:val="005C79FA"/>
    <w:rsid w:val="005D0929"/>
    <w:rsid w:val="005D166A"/>
    <w:rsid w:val="005E05B8"/>
    <w:rsid w:val="005E1F0B"/>
    <w:rsid w:val="005E2C51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6564"/>
    <w:rsid w:val="00620CC8"/>
    <w:rsid w:val="00634F7A"/>
    <w:rsid w:val="00641E1C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20BC"/>
    <w:rsid w:val="0067607F"/>
    <w:rsid w:val="00677B7F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36F7"/>
    <w:rsid w:val="006C755C"/>
    <w:rsid w:val="006D140A"/>
    <w:rsid w:val="006D54D6"/>
    <w:rsid w:val="006D625B"/>
    <w:rsid w:val="006D760E"/>
    <w:rsid w:val="006D76A8"/>
    <w:rsid w:val="006D7AFE"/>
    <w:rsid w:val="006E04E2"/>
    <w:rsid w:val="006E0578"/>
    <w:rsid w:val="006E314D"/>
    <w:rsid w:val="006E5C63"/>
    <w:rsid w:val="006E5CD7"/>
    <w:rsid w:val="006E7C8C"/>
    <w:rsid w:val="006F15D3"/>
    <w:rsid w:val="006F6AF2"/>
    <w:rsid w:val="006F719D"/>
    <w:rsid w:val="00702DD0"/>
    <w:rsid w:val="00703A47"/>
    <w:rsid w:val="00704DC1"/>
    <w:rsid w:val="007052B1"/>
    <w:rsid w:val="00710723"/>
    <w:rsid w:val="00710F96"/>
    <w:rsid w:val="0071215C"/>
    <w:rsid w:val="007146DE"/>
    <w:rsid w:val="00714EC9"/>
    <w:rsid w:val="007205F7"/>
    <w:rsid w:val="00723ED1"/>
    <w:rsid w:val="00733A10"/>
    <w:rsid w:val="00735D20"/>
    <w:rsid w:val="00743525"/>
    <w:rsid w:val="007469A1"/>
    <w:rsid w:val="00747207"/>
    <w:rsid w:val="007526FD"/>
    <w:rsid w:val="007538A2"/>
    <w:rsid w:val="0076073B"/>
    <w:rsid w:val="0076286B"/>
    <w:rsid w:val="00763C7A"/>
    <w:rsid w:val="00764484"/>
    <w:rsid w:val="00765057"/>
    <w:rsid w:val="00765BD2"/>
    <w:rsid w:val="0076675C"/>
    <w:rsid w:val="00766846"/>
    <w:rsid w:val="007726E3"/>
    <w:rsid w:val="00775C8C"/>
    <w:rsid w:val="0077673A"/>
    <w:rsid w:val="00777E4B"/>
    <w:rsid w:val="00781F8B"/>
    <w:rsid w:val="007846C1"/>
    <w:rsid w:val="007846E1"/>
    <w:rsid w:val="00791D6A"/>
    <w:rsid w:val="00793C1E"/>
    <w:rsid w:val="00795987"/>
    <w:rsid w:val="00795B0F"/>
    <w:rsid w:val="007A0F15"/>
    <w:rsid w:val="007A1EE4"/>
    <w:rsid w:val="007A5CC7"/>
    <w:rsid w:val="007B05E3"/>
    <w:rsid w:val="007B0C37"/>
    <w:rsid w:val="007B0E67"/>
    <w:rsid w:val="007B16CC"/>
    <w:rsid w:val="007B1A06"/>
    <w:rsid w:val="007B1EA6"/>
    <w:rsid w:val="007B4ABC"/>
    <w:rsid w:val="007B570C"/>
    <w:rsid w:val="007B7E60"/>
    <w:rsid w:val="007C0841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E73AB"/>
    <w:rsid w:val="007F238F"/>
    <w:rsid w:val="007F2B3A"/>
    <w:rsid w:val="007F2B95"/>
    <w:rsid w:val="007F3A13"/>
    <w:rsid w:val="007F3AD6"/>
    <w:rsid w:val="007F56A7"/>
    <w:rsid w:val="007F68D4"/>
    <w:rsid w:val="007F7953"/>
    <w:rsid w:val="008027BD"/>
    <w:rsid w:val="00803A7B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78C2"/>
    <w:rsid w:val="0085317A"/>
    <w:rsid w:val="008538EA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CC3"/>
    <w:rsid w:val="008B75F1"/>
    <w:rsid w:val="008C0F1A"/>
    <w:rsid w:val="008C260B"/>
    <w:rsid w:val="008C40EB"/>
    <w:rsid w:val="008C4BEE"/>
    <w:rsid w:val="008C6546"/>
    <w:rsid w:val="008D03B9"/>
    <w:rsid w:val="008D1C5F"/>
    <w:rsid w:val="008D202D"/>
    <w:rsid w:val="008D436B"/>
    <w:rsid w:val="008D57FD"/>
    <w:rsid w:val="008D75CD"/>
    <w:rsid w:val="008E3F43"/>
    <w:rsid w:val="008E56C7"/>
    <w:rsid w:val="008F0FF0"/>
    <w:rsid w:val="008F18D6"/>
    <w:rsid w:val="008F6E08"/>
    <w:rsid w:val="008F7E17"/>
    <w:rsid w:val="009009CA"/>
    <w:rsid w:val="009036B9"/>
    <w:rsid w:val="00904780"/>
    <w:rsid w:val="00904B44"/>
    <w:rsid w:val="00906DA2"/>
    <w:rsid w:val="009141AF"/>
    <w:rsid w:val="00922385"/>
    <w:rsid w:val="009223DF"/>
    <w:rsid w:val="00923DE9"/>
    <w:rsid w:val="00924AE1"/>
    <w:rsid w:val="00936091"/>
    <w:rsid w:val="00937E5A"/>
    <w:rsid w:val="00940D8A"/>
    <w:rsid w:val="00941B19"/>
    <w:rsid w:val="00941D20"/>
    <w:rsid w:val="00947054"/>
    <w:rsid w:val="00950F03"/>
    <w:rsid w:val="00951903"/>
    <w:rsid w:val="0095229A"/>
    <w:rsid w:val="00952871"/>
    <w:rsid w:val="00956CE2"/>
    <w:rsid w:val="00957B54"/>
    <w:rsid w:val="00962258"/>
    <w:rsid w:val="009678B7"/>
    <w:rsid w:val="009726BE"/>
    <w:rsid w:val="00972D04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0150"/>
    <w:rsid w:val="009C26F5"/>
    <w:rsid w:val="009C394F"/>
    <w:rsid w:val="009C52EC"/>
    <w:rsid w:val="009C5A37"/>
    <w:rsid w:val="009D2DB8"/>
    <w:rsid w:val="009D3A9E"/>
    <w:rsid w:val="009E07F4"/>
    <w:rsid w:val="009E358B"/>
    <w:rsid w:val="009E679A"/>
    <w:rsid w:val="009E7F2D"/>
    <w:rsid w:val="009F16E4"/>
    <w:rsid w:val="009F392E"/>
    <w:rsid w:val="009F54CB"/>
    <w:rsid w:val="009F7C95"/>
    <w:rsid w:val="00A00B4D"/>
    <w:rsid w:val="00A0526C"/>
    <w:rsid w:val="00A05703"/>
    <w:rsid w:val="00A108BF"/>
    <w:rsid w:val="00A10F23"/>
    <w:rsid w:val="00A112CB"/>
    <w:rsid w:val="00A132AC"/>
    <w:rsid w:val="00A1568B"/>
    <w:rsid w:val="00A217E6"/>
    <w:rsid w:val="00A27DB7"/>
    <w:rsid w:val="00A30E21"/>
    <w:rsid w:val="00A3447B"/>
    <w:rsid w:val="00A36165"/>
    <w:rsid w:val="00A36784"/>
    <w:rsid w:val="00A464EA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7762"/>
    <w:rsid w:val="00AF0C3C"/>
    <w:rsid w:val="00AF4383"/>
    <w:rsid w:val="00AF5DAE"/>
    <w:rsid w:val="00AF61EB"/>
    <w:rsid w:val="00AF64B1"/>
    <w:rsid w:val="00B11F66"/>
    <w:rsid w:val="00B12963"/>
    <w:rsid w:val="00B150C9"/>
    <w:rsid w:val="00B15D0D"/>
    <w:rsid w:val="00B15DEF"/>
    <w:rsid w:val="00B213D4"/>
    <w:rsid w:val="00B22D61"/>
    <w:rsid w:val="00B2479E"/>
    <w:rsid w:val="00B24D5A"/>
    <w:rsid w:val="00B26BBD"/>
    <w:rsid w:val="00B27DE9"/>
    <w:rsid w:val="00B32653"/>
    <w:rsid w:val="00B35F64"/>
    <w:rsid w:val="00B40A66"/>
    <w:rsid w:val="00B41715"/>
    <w:rsid w:val="00B41D37"/>
    <w:rsid w:val="00B42E6D"/>
    <w:rsid w:val="00B42FC7"/>
    <w:rsid w:val="00B43279"/>
    <w:rsid w:val="00B4349B"/>
    <w:rsid w:val="00B52CAC"/>
    <w:rsid w:val="00B52D2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6A98"/>
    <w:rsid w:val="00BA0976"/>
    <w:rsid w:val="00BA4E54"/>
    <w:rsid w:val="00BB16DD"/>
    <w:rsid w:val="00BB3AFB"/>
    <w:rsid w:val="00BB6509"/>
    <w:rsid w:val="00BC06C4"/>
    <w:rsid w:val="00BC1E18"/>
    <w:rsid w:val="00BC45C3"/>
    <w:rsid w:val="00BC57E5"/>
    <w:rsid w:val="00BC7FA5"/>
    <w:rsid w:val="00BD003D"/>
    <w:rsid w:val="00BD0E48"/>
    <w:rsid w:val="00BD13B8"/>
    <w:rsid w:val="00BD46B8"/>
    <w:rsid w:val="00BD7E91"/>
    <w:rsid w:val="00BE1235"/>
    <w:rsid w:val="00BE2099"/>
    <w:rsid w:val="00BE393D"/>
    <w:rsid w:val="00BF0D01"/>
    <w:rsid w:val="00BF233E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20F3E"/>
    <w:rsid w:val="00C21FD5"/>
    <w:rsid w:val="00C2370C"/>
    <w:rsid w:val="00C25DC5"/>
    <w:rsid w:val="00C3348E"/>
    <w:rsid w:val="00C3514E"/>
    <w:rsid w:val="00C3746D"/>
    <w:rsid w:val="00C41CE2"/>
    <w:rsid w:val="00C44F6A"/>
    <w:rsid w:val="00C45AFE"/>
    <w:rsid w:val="00C47003"/>
    <w:rsid w:val="00C47AE3"/>
    <w:rsid w:val="00C507ED"/>
    <w:rsid w:val="00C53602"/>
    <w:rsid w:val="00C537FF"/>
    <w:rsid w:val="00C569B1"/>
    <w:rsid w:val="00C5767E"/>
    <w:rsid w:val="00C6154B"/>
    <w:rsid w:val="00C63473"/>
    <w:rsid w:val="00C64AB2"/>
    <w:rsid w:val="00C64F63"/>
    <w:rsid w:val="00C710A5"/>
    <w:rsid w:val="00C97EF6"/>
    <w:rsid w:val="00CA0E09"/>
    <w:rsid w:val="00CA1588"/>
    <w:rsid w:val="00CA7E89"/>
    <w:rsid w:val="00CB2A79"/>
    <w:rsid w:val="00CC018F"/>
    <w:rsid w:val="00CC44BE"/>
    <w:rsid w:val="00CD0657"/>
    <w:rsid w:val="00CD1FC4"/>
    <w:rsid w:val="00CD232C"/>
    <w:rsid w:val="00CD5701"/>
    <w:rsid w:val="00CD672C"/>
    <w:rsid w:val="00CE3029"/>
    <w:rsid w:val="00CE525F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3118"/>
    <w:rsid w:val="00D33189"/>
    <w:rsid w:val="00D4108E"/>
    <w:rsid w:val="00D455AA"/>
    <w:rsid w:val="00D46F38"/>
    <w:rsid w:val="00D6163D"/>
    <w:rsid w:val="00D6214C"/>
    <w:rsid w:val="00D63CAB"/>
    <w:rsid w:val="00D64104"/>
    <w:rsid w:val="00D6496B"/>
    <w:rsid w:val="00D6664D"/>
    <w:rsid w:val="00D70ED7"/>
    <w:rsid w:val="00D730ED"/>
    <w:rsid w:val="00D73D46"/>
    <w:rsid w:val="00D75FF1"/>
    <w:rsid w:val="00D80752"/>
    <w:rsid w:val="00D80AE8"/>
    <w:rsid w:val="00D831A3"/>
    <w:rsid w:val="00D84990"/>
    <w:rsid w:val="00D877C9"/>
    <w:rsid w:val="00D95E2A"/>
    <w:rsid w:val="00DB4C33"/>
    <w:rsid w:val="00DC50D7"/>
    <w:rsid w:val="00DC646F"/>
    <w:rsid w:val="00DC75F3"/>
    <w:rsid w:val="00DD36FF"/>
    <w:rsid w:val="00DD46F3"/>
    <w:rsid w:val="00DD4778"/>
    <w:rsid w:val="00DD5DC6"/>
    <w:rsid w:val="00DE0448"/>
    <w:rsid w:val="00DE1445"/>
    <w:rsid w:val="00DE3349"/>
    <w:rsid w:val="00DE40BA"/>
    <w:rsid w:val="00DE41C5"/>
    <w:rsid w:val="00DE56F2"/>
    <w:rsid w:val="00DE5823"/>
    <w:rsid w:val="00DE6C19"/>
    <w:rsid w:val="00DE6FAF"/>
    <w:rsid w:val="00DE7904"/>
    <w:rsid w:val="00DF116D"/>
    <w:rsid w:val="00DF44C3"/>
    <w:rsid w:val="00DF776B"/>
    <w:rsid w:val="00E003D1"/>
    <w:rsid w:val="00E052F9"/>
    <w:rsid w:val="00E10AAF"/>
    <w:rsid w:val="00E1199A"/>
    <w:rsid w:val="00E16B53"/>
    <w:rsid w:val="00E16D3E"/>
    <w:rsid w:val="00E2002D"/>
    <w:rsid w:val="00E20EE1"/>
    <w:rsid w:val="00E2287F"/>
    <w:rsid w:val="00E232E6"/>
    <w:rsid w:val="00E24000"/>
    <w:rsid w:val="00E2719A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1206"/>
    <w:rsid w:val="00E539AF"/>
    <w:rsid w:val="00E560C1"/>
    <w:rsid w:val="00E57916"/>
    <w:rsid w:val="00E60B8C"/>
    <w:rsid w:val="00E64156"/>
    <w:rsid w:val="00E64932"/>
    <w:rsid w:val="00E758DB"/>
    <w:rsid w:val="00E75C72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6579"/>
    <w:rsid w:val="00E96972"/>
    <w:rsid w:val="00E9752E"/>
    <w:rsid w:val="00EA23F0"/>
    <w:rsid w:val="00EA4E74"/>
    <w:rsid w:val="00EA761A"/>
    <w:rsid w:val="00EB104F"/>
    <w:rsid w:val="00EB5AB8"/>
    <w:rsid w:val="00EB79FC"/>
    <w:rsid w:val="00EB7A24"/>
    <w:rsid w:val="00EC48B6"/>
    <w:rsid w:val="00ED14BD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655E"/>
    <w:rsid w:val="00F0675A"/>
    <w:rsid w:val="00F1048D"/>
    <w:rsid w:val="00F12DEC"/>
    <w:rsid w:val="00F144EB"/>
    <w:rsid w:val="00F15D41"/>
    <w:rsid w:val="00F1715C"/>
    <w:rsid w:val="00F20FAB"/>
    <w:rsid w:val="00F216C8"/>
    <w:rsid w:val="00F22240"/>
    <w:rsid w:val="00F24B69"/>
    <w:rsid w:val="00F310F8"/>
    <w:rsid w:val="00F31516"/>
    <w:rsid w:val="00F34B0B"/>
    <w:rsid w:val="00F35939"/>
    <w:rsid w:val="00F4225A"/>
    <w:rsid w:val="00F42C75"/>
    <w:rsid w:val="00F42FFE"/>
    <w:rsid w:val="00F43FF9"/>
    <w:rsid w:val="00F45607"/>
    <w:rsid w:val="00F5393F"/>
    <w:rsid w:val="00F54708"/>
    <w:rsid w:val="00F54BD4"/>
    <w:rsid w:val="00F553E0"/>
    <w:rsid w:val="00F5558F"/>
    <w:rsid w:val="00F5664F"/>
    <w:rsid w:val="00F62310"/>
    <w:rsid w:val="00F6408F"/>
    <w:rsid w:val="00F64812"/>
    <w:rsid w:val="00F659EB"/>
    <w:rsid w:val="00F7516D"/>
    <w:rsid w:val="00F773D0"/>
    <w:rsid w:val="00F8014E"/>
    <w:rsid w:val="00F80435"/>
    <w:rsid w:val="00F8376F"/>
    <w:rsid w:val="00F85877"/>
    <w:rsid w:val="00F86BA6"/>
    <w:rsid w:val="00F87714"/>
    <w:rsid w:val="00F90E80"/>
    <w:rsid w:val="00F915DF"/>
    <w:rsid w:val="00F96274"/>
    <w:rsid w:val="00FA1C4C"/>
    <w:rsid w:val="00FA52B8"/>
    <w:rsid w:val="00FB0FE9"/>
    <w:rsid w:val="00FB4508"/>
    <w:rsid w:val="00FB5C22"/>
    <w:rsid w:val="00FB5F59"/>
    <w:rsid w:val="00FB677B"/>
    <w:rsid w:val="00FB6F1E"/>
    <w:rsid w:val="00FC1175"/>
    <w:rsid w:val="00FC1AA1"/>
    <w:rsid w:val="00FC6389"/>
    <w:rsid w:val="00FD081C"/>
    <w:rsid w:val="00FD5523"/>
    <w:rsid w:val="00FD691F"/>
    <w:rsid w:val="00FD6E79"/>
    <w:rsid w:val="00FE3C45"/>
    <w:rsid w:val="00FE4726"/>
    <w:rsid w:val="00FE5DB7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09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customXml/itemProps4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52</Pages>
  <Words>17260</Words>
  <Characters>101838</Characters>
  <Application>Microsoft Office Word</Application>
  <DocSecurity>0</DocSecurity>
  <Lines>848</Lines>
  <Paragraphs>237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Červený Martin</cp:lastModifiedBy>
  <cp:revision>5</cp:revision>
  <cp:lastPrinted>2024-09-16T07:53:00Z</cp:lastPrinted>
  <dcterms:created xsi:type="dcterms:W3CDTF">2024-12-29T23:47:00Z</dcterms:created>
  <dcterms:modified xsi:type="dcterms:W3CDTF">2024-12-29T23:58:00Z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