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39B0AA" w14:textId="77777777" w:rsidR="000719BB" w:rsidRDefault="000719BB" w:rsidP="006C2343">
      <w:pPr>
        <w:pStyle w:val="Titul2"/>
      </w:pPr>
    </w:p>
    <w:p w14:paraId="4B3B2061" w14:textId="77777777" w:rsidR="00826B7B" w:rsidRDefault="00826B7B" w:rsidP="006C2343">
      <w:pPr>
        <w:pStyle w:val="Titul2"/>
      </w:pPr>
    </w:p>
    <w:p w14:paraId="3656130A" w14:textId="77777777" w:rsidR="00563C4B" w:rsidRDefault="00563C4B" w:rsidP="006C2343">
      <w:pPr>
        <w:pStyle w:val="Titul2"/>
      </w:pPr>
    </w:p>
    <w:p w14:paraId="1F252C65" w14:textId="77777777" w:rsidR="003254A3" w:rsidRDefault="003254A3" w:rsidP="006C2343">
      <w:pPr>
        <w:pStyle w:val="Titul2"/>
      </w:pPr>
    </w:p>
    <w:p w14:paraId="7024D649" w14:textId="77777777" w:rsidR="00AD0C7B" w:rsidRDefault="003541F2" w:rsidP="006C2343">
      <w:pPr>
        <w:pStyle w:val="Titul1"/>
      </w:pPr>
      <w:r>
        <w:t>Požadavky objednatele</w:t>
      </w:r>
    </w:p>
    <w:p w14:paraId="503DA62E" w14:textId="77777777" w:rsidR="00AD0C7B" w:rsidRDefault="0069470F" w:rsidP="006C2343">
      <w:pPr>
        <w:pStyle w:val="Titul1"/>
      </w:pPr>
      <w:r>
        <w:t xml:space="preserve">Zvláštní </w:t>
      </w:r>
      <w:r w:rsidR="00AD0C7B">
        <w:t>technické podmínky</w:t>
      </w:r>
    </w:p>
    <w:p w14:paraId="681D0FB2" w14:textId="77777777" w:rsidR="00AD0C7B" w:rsidRDefault="00AD0C7B" w:rsidP="00EB46E5">
      <w:pPr>
        <w:pStyle w:val="Titul2"/>
      </w:pPr>
    </w:p>
    <w:p w14:paraId="3DF00977" w14:textId="77777777" w:rsidR="00EB46E5" w:rsidRPr="00BF54FE" w:rsidRDefault="00477CAC" w:rsidP="00BF54FE">
      <w:pPr>
        <w:pStyle w:val="Titul2"/>
      </w:pPr>
      <w:r>
        <w:t xml:space="preserve">Zhotovení </w:t>
      </w:r>
      <w:r w:rsidR="003541F2">
        <w:t>Projektová dokumentace</w:t>
      </w:r>
      <w:r w:rsidR="003541F2">
        <w:br/>
        <w:t xml:space="preserve">a </w:t>
      </w:r>
      <w:r>
        <w:t>Z</w:t>
      </w:r>
      <w:r w:rsidR="00EB46E5" w:rsidRPr="00BF54FE">
        <w:t>h</w:t>
      </w:r>
      <w:r w:rsidR="00EB46E5" w:rsidRPr="00BF54FE">
        <w:rPr>
          <w:rStyle w:val="Nzevakce"/>
          <w:b/>
        </w:rPr>
        <w:t>otov</w:t>
      </w:r>
      <w:r w:rsidR="00EB46E5" w:rsidRPr="00BF54FE">
        <w:t>en</w:t>
      </w:r>
      <w:r w:rsidR="00232000" w:rsidRPr="00BF54FE">
        <w:t xml:space="preserve">í stavby </w:t>
      </w:r>
    </w:p>
    <w:p w14:paraId="3CA7DFFD" w14:textId="77777777" w:rsidR="002007BA" w:rsidRDefault="002007BA" w:rsidP="006C2343">
      <w:pPr>
        <w:pStyle w:val="Tituldatum"/>
      </w:pPr>
    </w:p>
    <w:sdt>
      <w:sdtPr>
        <w:rPr>
          <w:rStyle w:val="Nzevakce"/>
        </w:rPr>
        <w:alias w:val="Název akce - VYplnit pole - přenese se do zápatí"/>
        <w:tag w:val="Název akce"/>
        <w:id w:val="1889687308"/>
        <w:placeholder>
          <w:docPart w:val="D301BDA547034481B28A7D1B77ED3914"/>
        </w:placeholder>
        <w:text w:multiLine="1"/>
      </w:sdtPr>
      <w:sdtEndPr>
        <w:rPr>
          <w:rStyle w:val="Nzevakce"/>
        </w:rPr>
      </w:sdtEndPr>
      <w:sdtContent>
        <w:p w14:paraId="769B9E4E" w14:textId="22E413AD" w:rsidR="00BF54FE" w:rsidRDefault="00FC6C0D" w:rsidP="006C2343">
          <w:pPr>
            <w:pStyle w:val="Tituldatum"/>
          </w:pPr>
          <w:r w:rsidRPr="00FC6C0D">
            <w:rPr>
              <w:rStyle w:val="Nzevakce"/>
            </w:rPr>
            <w:t xml:space="preserve">Zvýšení disponibility výkonu TNS Nedakonice v systému AC 25 </w:t>
          </w:r>
          <w:proofErr w:type="spellStart"/>
          <w:r w:rsidRPr="00FC6C0D">
            <w:rPr>
              <w:rStyle w:val="Nzevakce"/>
            </w:rPr>
            <w:t>kV</w:t>
          </w:r>
          <w:proofErr w:type="spellEnd"/>
        </w:p>
      </w:sdtContent>
    </w:sdt>
    <w:p w14:paraId="4B15199C" w14:textId="77777777" w:rsidR="00686013" w:rsidRDefault="00686013" w:rsidP="006C2343">
      <w:pPr>
        <w:pStyle w:val="Tituldatum"/>
      </w:pPr>
    </w:p>
    <w:p w14:paraId="03845882" w14:textId="77777777" w:rsidR="00686013" w:rsidRDefault="00686013" w:rsidP="006C2343">
      <w:pPr>
        <w:pStyle w:val="Tituldatum"/>
      </w:pPr>
    </w:p>
    <w:p w14:paraId="074416BF" w14:textId="77777777" w:rsidR="00563C4B" w:rsidRDefault="00563C4B" w:rsidP="006C2343">
      <w:pPr>
        <w:pStyle w:val="Tituldatum"/>
      </w:pPr>
    </w:p>
    <w:p w14:paraId="5A29549C" w14:textId="77777777" w:rsidR="009226C1" w:rsidRDefault="009226C1" w:rsidP="006C2343">
      <w:pPr>
        <w:pStyle w:val="Tituldatum"/>
      </w:pPr>
    </w:p>
    <w:p w14:paraId="7E9FB97D" w14:textId="77777777" w:rsidR="003B111D" w:rsidRDefault="003B111D" w:rsidP="006C2343">
      <w:pPr>
        <w:pStyle w:val="Tituldatum"/>
      </w:pPr>
    </w:p>
    <w:p w14:paraId="509BE1ED" w14:textId="222978F8" w:rsidR="00826B7B" w:rsidRPr="006C2343" w:rsidRDefault="006C2343" w:rsidP="006C2343">
      <w:pPr>
        <w:pStyle w:val="Tituldatum"/>
      </w:pPr>
      <w:r w:rsidRPr="006C2343">
        <w:t xml:space="preserve">Datum </w:t>
      </w:r>
      <w:r w:rsidRPr="00AC15E7">
        <w:t xml:space="preserve">vydání: </w:t>
      </w:r>
      <w:r w:rsidRPr="00AC15E7">
        <w:tab/>
      </w:r>
      <w:r w:rsidR="00C56350">
        <w:t>30</w:t>
      </w:r>
      <w:r w:rsidR="007E0879" w:rsidRPr="00AC15E7">
        <w:t>.</w:t>
      </w:r>
      <w:r w:rsidRPr="00AC15E7">
        <w:t xml:space="preserve"> </w:t>
      </w:r>
      <w:r w:rsidR="00CC036C" w:rsidRPr="00AC15E7">
        <w:t>1</w:t>
      </w:r>
      <w:r w:rsidR="00C56350">
        <w:t>0</w:t>
      </w:r>
      <w:r w:rsidRPr="00AC15E7">
        <w:t>. 20</w:t>
      </w:r>
      <w:r w:rsidR="00942BF8" w:rsidRPr="00AC15E7">
        <w:t>2</w:t>
      </w:r>
      <w:r w:rsidR="00FD7F76" w:rsidRPr="00AC15E7">
        <w:t>4</w:t>
      </w:r>
      <w:r w:rsidR="0076790E" w:rsidRPr="00AC15E7">
        <w:t xml:space="preserve"> </w:t>
      </w:r>
    </w:p>
    <w:p w14:paraId="275CD844" w14:textId="31D74B54" w:rsidR="0069470F" w:rsidRDefault="00826B7B" w:rsidP="00FC6C0D">
      <w:r>
        <w:br w:type="page"/>
      </w:r>
    </w:p>
    <w:p w14:paraId="2FE17D99" w14:textId="77777777" w:rsidR="00BD7E91" w:rsidRDefault="00BD7E91" w:rsidP="00B101FD">
      <w:pPr>
        <w:pStyle w:val="Nadpisbezsl1-1"/>
      </w:pPr>
      <w:r>
        <w:lastRenderedPageBreak/>
        <w:t>Obsah</w:t>
      </w:r>
      <w:r w:rsidR="00887F36">
        <w:t xml:space="preserve"> </w:t>
      </w:r>
    </w:p>
    <w:p w14:paraId="522A92D4" w14:textId="5B530DE5" w:rsidR="00BA0B2F" w:rsidRDefault="00BD7E91">
      <w:pPr>
        <w:pStyle w:val="Obsah1"/>
        <w:rPr>
          <w:rFonts w:asciiTheme="minorHAnsi" w:eastAsiaTheme="minorEastAsia" w:hAnsiTheme="minorHAnsi"/>
          <w:b w:val="0"/>
          <w:caps w:val="0"/>
          <w:noProof/>
          <w:spacing w:val="0"/>
          <w:kern w:val="2"/>
          <w:sz w:val="24"/>
          <w:szCs w:val="24"/>
          <w:lang w:eastAsia="cs-CZ"/>
          <w14:ligatures w14:val="standardContextual"/>
        </w:rPr>
      </w:pPr>
      <w:r>
        <w:fldChar w:fldCharType="begin"/>
      </w:r>
      <w:r>
        <w:instrText xml:space="preserve"> TOC \o "1-2" \h \z \u </w:instrText>
      </w:r>
      <w:r>
        <w:fldChar w:fldCharType="separate"/>
      </w:r>
      <w:hyperlink w:anchor="_Toc181176644" w:history="1">
        <w:r w:rsidR="00BA0B2F" w:rsidRPr="00A3114A">
          <w:rPr>
            <w:rStyle w:val="Hypertextovodkaz"/>
          </w:rPr>
          <w:t>SEZNAM ZKRATEK</w:t>
        </w:r>
        <w:r w:rsidR="00BA0B2F">
          <w:rPr>
            <w:noProof/>
            <w:webHidden/>
          </w:rPr>
          <w:tab/>
        </w:r>
        <w:r w:rsidR="00BA0B2F">
          <w:rPr>
            <w:noProof/>
            <w:webHidden/>
          </w:rPr>
          <w:fldChar w:fldCharType="begin"/>
        </w:r>
        <w:r w:rsidR="00BA0B2F">
          <w:rPr>
            <w:noProof/>
            <w:webHidden/>
          </w:rPr>
          <w:instrText xml:space="preserve"> PAGEREF _Toc181176644 \h </w:instrText>
        </w:r>
        <w:r w:rsidR="00BA0B2F">
          <w:rPr>
            <w:noProof/>
            <w:webHidden/>
          </w:rPr>
        </w:r>
        <w:r w:rsidR="00BA0B2F">
          <w:rPr>
            <w:noProof/>
            <w:webHidden/>
          </w:rPr>
          <w:fldChar w:fldCharType="separate"/>
        </w:r>
        <w:r w:rsidR="00BA0B2F">
          <w:rPr>
            <w:noProof/>
            <w:webHidden/>
          </w:rPr>
          <w:t>2</w:t>
        </w:r>
        <w:r w:rsidR="00BA0B2F">
          <w:rPr>
            <w:noProof/>
            <w:webHidden/>
          </w:rPr>
          <w:fldChar w:fldCharType="end"/>
        </w:r>
      </w:hyperlink>
    </w:p>
    <w:p w14:paraId="464FBBF6" w14:textId="50511E86" w:rsidR="00BA0B2F" w:rsidRDefault="00BA0B2F">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1176645" w:history="1">
        <w:r w:rsidRPr="00A3114A">
          <w:rPr>
            <w:rStyle w:val="Hypertextovodkaz"/>
          </w:rPr>
          <w:t>1.</w:t>
        </w:r>
        <w:r>
          <w:rPr>
            <w:rFonts w:asciiTheme="minorHAnsi" w:eastAsiaTheme="minorEastAsia" w:hAnsiTheme="minorHAnsi"/>
            <w:b w:val="0"/>
            <w:caps w:val="0"/>
            <w:noProof/>
            <w:spacing w:val="0"/>
            <w:kern w:val="2"/>
            <w:sz w:val="24"/>
            <w:szCs w:val="24"/>
            <w:lang w:eastAsia="cs-CZ"/>
            <w14:ligatures w14:val="standardContextual"/>
          </w:rPr>
          <w:tab/>
        </w:r>
        <w:r w:rsidRPr="00A3114A">
          <w:rPr>
            <w:rStyle w:val="Hypertextovodkaz"/>
          </w:rPr>
          <w:t>SPECIFIKACE PŘEDMĚTU DÍLA</w:t>
        </w:r>
        <w:r>
          <w:rPr>
            <w:noProof/>
            <w:webHidden/>
          </w:rPr>
          <w:tab/>
        </w:r>
        <w:r>
          <w:rPr>
            <w:noProof/>
            <w:webHidden/>
          </w:rPr>
          <w:fldChar w:fldCharType="begin"/>
        </w:r>
        <w:r>
          <w:rPr>
            <w:noProof/>
            <w:webHidden/>
          </w:rPr>
          <w:instrText xml:space="preserve"> PAGEREF _Toc181176645 \h </w:instrText>
        </w:r>
        <w:r>
          <w:rPr>
            <w:noProof/>
            <w:webHidden/>
          </w:rPr>
        </w:r>
        <w:r>
          <w:rPr>
            <w:noProof/>
            <w:webHidden/>
          </w:rPr>
          <w:fldChar w:fldCharType="separate"/>
        </w:r>
        <w:r>
          <w:rPr>
            <w:noProof/>
            <w:webHidden/>
          </w:rPr>
          <w:t>3</w:t>
        </w:r>
        <w:r>
          <w:rPr>
            <w:noProof/>
            <w:webHidden/>
          </w:rPr>
          <w:fldChar w:fldCharType="end"/>
        </w:r>
      </w:hyperlink>
    </w:p>
    <w:p w14:paraId="7BEAAA40" w14:textId="246D0A0C" w:rsidR="00BA0B2F" w:rsidRDefault="00BA0B2F">
      <w:pPr>
        <w:pStyle w:val="Obsah2"/>
        <w:rPr>
          <w:rFonts w:asciiTheme="minorHAnsi" w:eastAsiaTheme="minorEastAsia" w:hAnsiTheme="minorHAnsi"/>
          <w:noProof/>
          <w:spacing w:val="0"/>
          <w:kern w:val="2"/>
          <w:sz w:val="24"/>
          <w:szCs w:val="24"/>
          <w:lang w:eastAsia="cs-CZ"/>
          <w14:ligatures w14:val="standardContextual"/>
        </w:rPr>
      </w:pPr>
      <w:hyperlink w:anchor="_Toc181176646" w:history="1">
        <w:r w:rsidRPr="00A3114A">
          <w:rPr>
            <w:rStyle w:val="Hypertextovodkaz"/>
            <w:rFonts w:asciiTheme="majorHAnsi" w:hAnsiTheme="majorHAnsi"/>
          </w:rPr>
          <w:t>1.1</w:t>
        </w:r>
        <w:r>
          <w:rPr>
            <w:rFonts w:asciiTheme="minorHAnsi" w:eastAsiaTheme="minorEastAsia" w:hAnsiTheme="minorHAnsi"/>
            <w:noProof/>
            <w:spacing w:val="0"/>
            <w:kern w:val="2"/>
            <w:sz w:val="24"/>
            <w:szCs w:val="24"/>
            <w:lang w:eastAsia="cs-CZ"/>
            <w14:ligatures w14:val="standardContextual"/>
          </w:rPr>
          <w:tab/>
        </w:r>
        <w:r w:rsidRPr="00A3114A">
          <w:rPr>
            <w:rStyle w:val="Hypertextovodkaz"/>
          </w:rPr>
          <w:t>Účel a rozsah předmětu Díla</w:t>
        </w:r>
        <w:r>
          <w:rPr>
            <w:noProof/>
            <w:webHidden/>
          </w:rPr>
          <w:tab/>
        </w:r>
        <w:r>
          <w:rPr>
            <w:noProof/>
            <w:webHidden/>
          </w:rPr>
          <w:fldChar w:fldCharType="begin"/>
        </w:r>
        <w:r>
          <w:rPr>
            <w:noProof/>
            <w:webHidden/>
          </w:rPr>
          <w:instrText xml:space="preserve"> PAGEREF _Toc181176646 \h </w:instrText>
        </w:r>
        <w:r>
          <w:rPr>
            <w:noProof/>
            <w:webHidden/>
          </w:rPr>
        </w:r>
        <w:r>
          <w:rPr>
            <w:noProof/>
            <w:webHidden/>
          </w:rPr>
          <w:fldChar w:fldCharType="separate"/>
        </w:r>
        <w:r>
          <w:rPr>
            <w:noProof/>
            <w:webHidden/>
          </w:rPr>
          <w:t>3</w:t>
        </w:r>
        <w:r>
          <w:rPr>
            <w:noProof/>
            <w:webHidden/>
          </w:rPr>
          <w:fldChar w:fldCharType="end"/>
        </w:r>
      </w:hyperlink>
    </w:p>
    <w:p w14:paraId="749249F0" w14:textId="2A2EBD9C" w:rsidR="00BA0B2F" w:rsidRDefault="00BA0B2F">
      <w:pPr>
        <w:pStyle w:val="Obsah2"/>
        <w:rPr>
          <w:rFonts w:asciiTheme="minorHAnsi" w:eastAsiaTheme="minorEastAsia" w:hAnsiTheme="minorHAnsi"/>
          <w:noProof/>
          <w:spacing w:val="0"/>
          <w:kern w:val="2"/>
          <w:sz w:val="24"/>
          <w:szCs w:val="24"/>
          <w:lang w:eastAsia="cs-CZ"/>
          <w14:ligatures w14:val="standardContextual"/>
        </w:rPr>
      </w:pPr>
      <w:hyperlink w:anchor="_Toc181176647" w:history="1">
        <w:r w:rsidRPr="00A3114A">
          <w:rPr>
            <w:rStyle w:val="Hypertextovodkaz"/>
            <w:rFonts w:asciiTheme="majorHAnsi" w:hAnsiTheme="majorHAnsi"/>
          </w:rPr>
          <w:t>1.2</w:t>
        </w:r>
        <w:r>
          <w:rPr>
            <w:rFonts w:asciiTheme="minorHAnsi" w:eastAsiaTheme="minorEastAsia" w:hAnsiTheme="minorHAnsi"/>
            <w:noProof/>
            <w:spacing w:val="0"/>
            <w:kern w:val="2"/>
            <w:sz w:val="24"/>
            <w:szCs w:val="24"/>
            <w:lang w:eastAsia="cs-CZ"/>
            <w14:ligatures w14:val="standardContextual"/>
          </w:rPr>
          <w:tab/>
        </w:r>
        <w:r w:rsidRPr="00A3114A">
          <w:rPr>
            <w:rStyle w:val="Hypertextovodkaz"/>
          </w:rPr>
          <w:t>Umístění stavby</w:t>
        </w:r>
        <w:r>
          <w:rPr>
            <w:noProof/>
            <w:webHidden/>
          </w:rPr>
          <w:tab/>
        </w:r>
        <w:r>
          <w:rPr>
            <w:noProof/>
            <w:webHidden/>
          </w:rPr>
          <w:fldChar w:fldCharType="begin"/>
        </w:r>
        <w:r>
          <w:rPr>
            <w:noProof/>
            <w:webHidden/>
          </w:rPr>
          <w:instrText xml:space="preserve"> PAGEREF _Toc181176647 \h </w:instrText>
        </w:r>
        <w:r>
          <w:rPr>
            <w:noProof/>
            <w:webHidden/>
          </w:rPr>
        </w:r>
        <w:r>
          <w:rPr>
            <w:noProof/>
            <w:webHidden/>
          </w:rPr>
          <w:fldChar w:fldCharType="separate"/>
        </w:r>
        <w:r>
          <w:rPr>
            <w:noProof/>
            <w:webHidden/>
          </w:rPr>
          <w:t>3</w:t>
        </w:r>
        <w:r>
          <w:rPr>
            <w:noProof/>
            <w:webHidden/>
          </w:rPr>
          <w:fldChar w:fldCharType="end"/>
        </w:r>
      </w:hyperlink>
    </w:p>
    <w:p w14:paraId="2B2B8396" w14:textId="4568612E" w:rsidR="00BA0B2F" w:rsidRDefault="00BA0B2F">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1176648" w:history="1">
        <w:r w:rsidRPr="00A3114A">
          <w:rPr>
            <w:rStyle w:val="Hypertextovodkaz"/>
          </w:rPr>
          <w:t>2.</w:t>
        </w:r>
        <w:r>
          <w:rPr>
            <w:rFonts w:asciiTheme="minorHAnsi" w:eastAsiaTheme="minorEastAsia" w:hAnsiTheme="minorHAnsi"/>
            <w:b w:val="0"/>
            <w:caps w:val="0"/>
            <w:noProof/>
            <w:spacing w:val="0"/>
            <w:kern w:val="2"/>
            <w:sz w:val="24"/>
            <w:szCs w:val="24"/>
            <w:lang w:eastAsia="cs-CZ"/>
            <w14:ligatures w14:val="standardContextual"/>
          </w:rPr>
          <w:tab/>
        </w:r>
        <w:r w:rsidRPr="00A3114A">
          <w:rPr>
            <w:rStyle w:val="Hypertextovodkaz"/>
          </w:rPr>
          <w:t>PŘEHLED VÝCHOZÍCH PODKLADŮ</w:t>
        </w:r>
        <w:r>
          <w:rPr>
            <w:noProof/>
            <w:webHidden/>
          </w:rPr>
          <w:tab/>
        </w:r>
        <w:r>
          <w:rPr>
            <w:noProof/>
            <w:webHidden/>
          </w:rPr>
          <w:fldChar w:fldCharType="begin"/>
        </w:r>
        <w:r>
          <w:rPr>
            <w:noProof/>
            <w:webHidden/>
          </w:rPr>
          <w:instrText xml:space="preserve"> PAGEREF _Toc181176648 \h </w:instrText>
        </w:r>
        <w:r>
          <w:rPr>
            <w:noProof/>
            <w:webHidden/>
          </w:rPr>
        </w:r>
        <w:r>
          <w:rPr>
            <w:noProof/>
            <w:webHidden/>
          </w:rPr>
          <w:fldChar w:fldCharType="separate"/>
        </w:r>
        <w:r>
          <w:rPr>
            <w:noProof/>
            <w:webHidden/>
          </w:rPr>
          <w:t>4</w:t>
        </w:r>
        <w:r>
          <w:rPr>
            <w:noProof/>
            <w:webHidden/>
          </w:rPr>
          <w:fldChar w:fldCharType="end"/>
        </w:r>
      </w:hyperlink>
    </w:p>
    <w:p w14:paraId="3F63CDA9" w14:textId="1AF1C5C8" w:rsidR="00BA0B2F" w:rsidRDefault="00BA0B2F">
      <w:pPr>
        <w:pStyle w:val="Obsah2"/>
        <w:rPr>
          <w:rFonts w:asciiTheme="minorHAnsi" w:eastAsiaTheme="minorEastAsia" w:hAnsiTheme="minorHAnsi"/>
          <w:noProof/>
          <w:spacing w:val="0"/>
          <w:kern w:val="2"/>
          <w:sz w:val="24"/>
          <w:szCs w:val="24"/>
          <w:lang w:eastAsia="cs-CZ"/>
          <w14:ligatures w14:val="standardContextual"/>
        </w:rPr>
      </w:pPr>
      <w:hyperlink w:anchor="_Toc181176649" w:history="1">
        <w:r w:rsidRPr="00A3114A">
          <w:rPr>
            <w:rStyle w:val="Hypertextovodkaz"/>
            <w:rFonts w:asciiTheme="majorHAnsi" w:hAnsiTheme="majorHAnsi"/>
          </w:rPr>
          <w:t>2.1</w:t>
        </w:r>
        <w:r>
          <w:rPr>
            <w:rFonts w:asciiTheme="minorHAnsi" w:eastAsiaTheme="minorEastAsia" w:hAnsiTheme="minorHAnsi"/>
            <w:noProof/>
            <w:spacing w:val="0"/>
            <w:kern w:val="2"/>
            <w:sz w:val="24"/>
            <w:szCs w:val="24"/>
            <w:lang w:eastAsia="cs-CZ"/>
            <w14:ligatures w14:val="standardContextual"/>
          </w:rPr>
          <w:tab/>
        </w:r>
        <w:r w:rsidRPr="00A3114A">
          <w:rPr>
            <w:rStyle w:val="Hypertextovodkaz"/>
          </w:rPr>
          <w:t>Předprojektová dokumentace</w:t>
        </w:r>
        <w:r>
          <w:rPr>
            <w:noProof/>
            <w:webHidden/>
          </w:rPr>
          <w:tab/>
        </w:r>
        <w:r>
          <w:rPr>
            <w:noProof/>
            <w:webHidden/>
          </w:rPr>
          <w:fldChar w:fldCharType="begin"/>
        </w:r>
        <w:r>
          <w:rPr>
            <w:noProof/>
            <w:webHidden/>
          </w:rPr>
          <w:instrText xml:space="preserve"> PAGEREF _Toc181176649 \h </w:instrText>
        </w:r>
        <w:r>
          <w:rPr>
            <w:noProof/>
            <w:webHidden/>
          </w:rPr>
        </w:r>
        <w:r>
          <w:rPr>
            <w:noProof/>
            <w:webHidden/>
          </w:rPr>
          <w:fldChar w:fldCharType="separate"/>
        </w:r>
        <w:r>
          <w:rPr>
            <w:noProof/>
            <w:webHidden/>
          </w:rPr>
          <w:t>4</w:t>
        </w:r>
        <w:r>
          <w:rPr>
            <w:noProof/>
            <w:webHidden/>
          </w:rPr>
          <w:fldChar w:fldCharType="end"/>
        </w:r>
      </w:hyperlink>
    </w:p>
    <w:p w14:paraId="72D5A0C3" w14:textId="78B01075" w:rsidR="00BA0B2F" w:rsidRDefault="00BA0B2F">
      <w:pPr>
        <w:pStyle w:val="Obsah2"/>
        <w:rPr>
          <w:rFonts w:asciiTheme="minorHAnsi" w:eastAsiaTheme="minorEastAsia" w:hAnsiTheme="minorHAnsi"/>
          <w:noProof/>
          <w:spacing w:val="0"/>
          <w:kern w:val="2"/>
          <w:sz w:val="24"/>
          <w:szCs w:val="24"/>
          <w:lang w:eastAsia="cs-CZ"/>
          <w14:ligatures w14:val="standardContextual"/>
        </w:rPr>
      </w:pPr>
      <w:hyperlink w:anchor="_Toc181176650" w:history="1">
        <w:r w:rsidRPr="00A3114A">
          <w:rPr>
            <w:rStyle w:val="Hypertextovodkaz"/>
            <w:rFonts w:asciiTheme="majorHAnsi" w:hAnsiTheme="majorHAnsi"/>
          </w:rPr>
          <w:t>2.2</w:t>
        </w:r>
        <w:r>
          <w:rPr>
            <w:rFonts w:asciiTheme="minorHAnsi" w:eastAsiaTheme="minorEastAsia" w:hAnsiTheme="minorHAnsi"/>
            <w:noProof/>
            <w:spacing w:val="0"/>
            <w:kern w:val="2"/>
            <w:sz w:val="24"/>
            <w:szCs w:val="24"/>
            <w:lang w:eastAsia="cs-CZ"/>
            <w14:ligatures w14:val="standardContextual"/>
          </w:rPr>
          <w:tab/>
        </w:r>
        <w:r w:rsidRPr="00A3114A">
          <w:rPr>
            <w:rStyle w:val="Hypertextovodkaz"/>
          </w:rPr>
          <w:t>Související dokumentace</w:t>
        </w:r>
        <w:r>
          <w:rPr>
            <w:noProof/>
            <w:webHidden/>
          </w:rPr>
          <w:tab/>
        </w:r>
        <w:r>
          <w:rPr>
            <w:noProof/>
            <w:webHidden/>
          </w:rPr>
          <w:fldChar w:fldCharType="begin"/>
        </w:r>
        <w:r>
          <w:rPr>
            <w:noProof/>
            <w:webHidden/>
          </w:rPr>
          <w:instrText xml:space="preserve"> PAGEREF _Toc181176650 \h </w:instrText>
        </w:r>
        <w:r>
          <w:rPr>
            <w:noProof/>
            <w:webHidden/>
          </w:rPr>
        </w:r>
        <w:r>
          <w:rPr>
            <w:noProof/>
            <w:webHidden/>
          </w:rPr>
          <w:fldChar w:fldCharType="separate"/>
        </w:r>
        <w:r>
          <w:rPr>
            <w:noProof/>
            <w:webHidden/>
          </w:rPr>
          <w:t>4</w:t>
        </w:r>
        <w:r>
          <w:rPr>
            <w:noProof/>
            <w:webHidden/>
          </w:rPr>
          <w:fldChar w:fldCharType="end"/>
        </w:r>
      </w:hyperlink>
    </w:p>
    <w:p w14:paraId="088546EA" w14:textId="0B047C0B" w:rsidR="00BA0B2F" w:rsidRDefault="00BA0B2F">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1176651" w:history="1">
        <w:r w:rsidRPr="00A3114A">
          <w:rPr>
            <w:rStyle w:val="Hypertextovodkaz"/>
          </w:rPr>
          <w:t>3.</w:t>
        </w:r>
        <w:r>
          <w:rPr>
            <w:rFonts w:asciiTheme="minorHAnsi" w:eastAsiaTheme="minorEastAsia" w:hAnsiTheme="minorHAnsi"/>
            <w:b w:val="0"/>
            <w:caps w:val="0"/>
            <w:noProof/>
            <w:spacing w:val="0"/>
            <w:kern w:val="2"/>
            <w:sz w:val="24"/>
            <w:szCs w:val="24"/>
            <w:lang w:eastAsia="cs-CZ"/>
            <w14:ligatures w14:val="standardContextual"/>
          </w:rPr>
          <w:tab/>
        </w:r>
        <w:r w:rsidRPr="00A3114A">
          <w:rPr>
            <w:rStyle w:val="Hypertextovodkaz"/>
          </w:rPr>
          <w:t>KOORDINACE S JINÝMI STAVBAMI</w:t>
        </w:r>
        <w:r>
          <w:rPr>
            <w:noProof/>
            <w:webHidden/>
          </w:rPr>
          <w:tab/>
        </w:r>
        <w:r>
          <w:rPr>
            <w:noProof/>
            <w:webHidden/>
          </w:rPr>
          <w:fldChar w:fldCharType="begin"/>
        </w:r>
        <w:r>
          <w:rPr>
            <w:noProof/>
            <w:webHidden/>
          </w:rPr>
          <w:instrText xml:space="preserve"> PAGEREF _Toc181176651 \h </w:instrText>
        </w:r>
        <w:r>
          <w:rPr>
            <w:noProof/>
            <w:webHidden/>
          </w:rPr>
        </w:r>
        <w:r>
          <w:rPr>
            <w:noProof/>
            <w:webHidden/>
          </w:rPr>
          <w:fldChar w:fldCharType="separate"/>
        </w:r>
        <w:r>
          <w:rPr>
            <w:noProof/>
            <w:webHidden/>
          </w:rPr>
          <w:t>4</w:t>
        </w:r>
        <w:r>
          <w:rPr>
            <w:noProof/>
            <w:webHidden/>
          </w:rPr>
          <w:fldChar w:fldCharType="end"/>
        </w:r>
      </w:hyperlink>
    </w:p>
    <w:p w14:paraId="7BFE2C09" w14:textId="16BF29CA" w:rsidR="00BA0B2F" w:rsidRDefault="00BA0B2F">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1176652" w:history="1">
        <w:r w:rsidRPr="00A3114A">
          <w:rPr>
            <w:rStyle w:val="Hypertextovodkaz"/>
          </w:rPr>
          <w:t>4.</w:t>
        </w:r>
        <w:r>
          <w:rPr>
            <w:rFonts w:asciiTheme="minorHAnsi" w:eastAsiaTheme="minorEastAsia" w:hAnsiTheme="minorHAnsi"/>
            <w:b w:val="0"/>
            <w:caps w:val="0"/>
            <w:noProof/>
            <w:spacing w:val="0"/>
            <w:kern w:val="2"/>
            <w:sz w:val="24"/>
            <w:szCs w:val="24"/>
            <w:lang w:eastAsia="cs-CZ"/>
            <w14:ligatures w14:val="standardContextual"/>
          </w:rPr>
          <w:tab/>
        </w:r>
        <w:r w:rsidRPr="00A3114A">
          <w:rPr>
            <w:rStyle w:val="Hypertextovodkaz"/>
          </w:rPr>
          <w:t>POŽADAVKY NA TECHNICKÉ ŘEŠENÍ A PROVEDENÍ DÍLA</w:t>
        </w:r>
        <w:r>
          <w:rPr>
            <w:noProof/>
            <w:webHidden/>
          </w:rPr>
          <w:tab/>
        </w:r>
        <w:r>
          <w:rPr>
            <w:noProof/>
            <w:webHidden/>
          </w:rPr>
          <w:fldChar w:fldCharType="begin"/>
        </w:r>
        <w:r>
          <w:rPr>
            <w:noProof/>
            <w:webHidden/>
          </w:rPr>
          <w:instrText xml:space="preserve"> PAGEREF _Toc181176652 \h </w:instrText>
        </w:r>
        <w:r>
          <w:rPr>
            <w:noProof/>
            <w:webHidden/>
          </w:rPr>
        </w:r>
        <w:r>
          <w:rPr>
            <w:noProof/>
            <w:webHidden/>
          </w:rPr>
          <w:fldChar w:fldCharType="separate"/>
        </w:r>
        <w:r>
          <w:rPr>
            <w:noProof/>
            <w:webHidden/>
          </w:rPr>
          <w:t>5</w:t>
        </w:r>
        <w:r>
          <w:rPr>
            <w:noProof/>
            <w:webHidden/>
          </w:rPr>
          <w:fldChar w:fldCharType="end"/>
        </w:r>
      </w:hyperlink>
    </w:p>
    <w:p w14:paraId="60EC5BD7" w14:textId="0E57191B" w:rsidR="00BA0B2F" w:rsidRDefault="00BA0B2F">
      <w:pPr>
        <w:pStyle w:val="Obsah2"/>
        <w:rPr>
          <w:rFonts w:asciiTheme="minorHAnsi" w:eastAsiaTheme="minorEastAsia" w:hAnsiTheme="minorHAnsi"/>
          <w:noProof/>
          <w:spacing w:val="0"/>
          <w:kern w:val="2"/>
          <w:sz w:val="24"/>
          <w:szCs w:val="24"/>
          <w:lang w:eastAsia="cs-CZ"/>
          <w14:ligatures w14:val="standardContextual"/>
        </w:rPr>
      </w:pPr>
      <w:hyperlink w:anchor="_Toc181176653" w:history="1">
        <w:r w:rsidRPr="00A3114A">
          <w:rPr>
            <w:rStyle w:val="Hypertextovodkaz"/>
            <w:rFonts w:asciiTheme="majorHAnsi" w:hAnsiTheme="majorHAnsi"/>
          </w:rPr>
          <w:t>4.1</w:t>
        </w:r>
        <w:r>
          <w:rPr>
            <w:rFonts w:asciiTheme="minorHAnsi" w:eastAsiaTheme="minorEastAsia" w:hAnsiTheme="minorHAnsi"/>
            <w:noProof/>
            <w:spacing w:val="0"/>
            <w:kern w:val="2"/>
            <w:sz w:val="24"/>
            <w:szCs w:val="24"/>
            <w:lang w:eastAsia="cs-CZ"/>
            <w14:ligatures w14:val="standardContextual"/>
          </w:rPr>
          <w:tab/>
        </w:r>
        <w:r w:rsidRPr="00A3114A">
          <w:rPr>
            <w:rStyle w:val="Hypertextovodkaz"/>
          </w:rPr>
          <w:t>Všeobecně</w:t>
        </w:r>
        <w:r>
          <w:rPr>
            <w:noProof/>
            <w:webHidden/>
          </w:rPr>
          <w:tab/>
        </w:r>
        <w:r>
          <w:rPr>
            <w:noProof/>
            <w:webHidden/>
          </w:rPr>
          <w:fldChar w:fldCharType="begin"/>
        </w:r>
        <w:r>
          <w:rPr>
            <w:noProof/>
            <w:webHidden/>
          </w:rPr>
          <w:instrText xml:space="preserve"> PAGEREF _Toc181176653 \h </w:instrText>
        </w:r>
        <w:r>
          <w:rPr>
            <w:noProof/>
            <w:webHidden/>
          </w:rPr>
        </w:r>
        <w:r>
          <w:rPr>
            <w:noProof/>
            <w:webHidden/>
          </w:rPr>
          <w:fldChar w:fldCharType="separate"/>
        </w:r>
        <w:r>
          <w:rPr>
            <w:noProof/>
            <w:webHidden/>
          </w:rPr>
          <w:t>5</w:t>
        </w:r>
        <w:r>
          <w:rPr>
            <w:noProof/>
            <w:webHidden/>
          </w:rPr>
          <w:fldChar w:fldCharType="end"/>
        </w:r>
      </w:hyperlink>
    </w:p>
    <w:p w14:paraId="668C29A2" w14:textId="394B1A90" w:rsidR="00BA0B2F" w:rsidRDefault="00BA0B2F">
      <w:pPr>
        <w:pStyle w:val="Obsah2"/>
        <w:rPr>
          <w:rFonts w:asciiTheme="minorHAnsi" w:eastAsiaTheme="minorEastAsia" w:hAnsiTheme="minorHAnsi"/>
          <w:noProof/>
          <w:spacing w:val="0"/>
          <w:kern w:val="2"/>
          <w:sz w:val="24"/>
          <w:szCs w:val="24"/>
          <w:lang w:eastAsia="cs-CZ"/>
          <w14:ligatures w14:val="standardContextual"/>
        </w:rPr>
      </w:pPr>
      <w:hyperlink w:anchor="_Toc181176654" w:history="1">
        <w:r w:rsidRPr="00A3114A">
          <w:rPr>
            <w:rStyle w:val="Hypertextovodkaz"/>
            <w:rFonts w:asciiTheme="majorHAnsi" w:hAnsiTheme="majorHAnsi"/>
          </w:rPr>
          <w:t>4.2</w:t>
        </w:r>
        <w:r>
          <w:rPr>
            <w:rFonts w:asciiTheme="minorHAnsi" w:eastAsiaTheme="minorEastAsia" w:hAnsiTheme="minorHAnsi"/>
            <w:noProof/>
            <w:spacing w:val="0"/>
            <w:kern w:val="2"/>
            <w:sz w:val="24"/>
            <w:szCs w:val="24"/>
            <w:lang w:eastAsia="cs-CZ"/>
            <w14:ligatures w14:val="standardContextual"/>
          </w:rPr>
          <w:tab/>
        </w:r>
        <w:r w:rsidRPr="00A3114A">
          <w:rPr>
            <w:rStyle w:val="Hypertextovodkaz"/>
          </w:rPr>
          <w:t>Zhotovení dokumentace</w:t>
        </w:r>
        <w:r>
          <w:rPr>
            <w:noProof/>
            <w:webHidden/>
          </w:rPr>
          <w:tab/>
        </w:r>
        <w:r>
          <w:rPr>
            <w:noProof/>
            <w:webHidden/>
          </w:rPr>
          <w:fldChar w:fldCharType="begin"/>
        </w:r>
        <w:r>
          <w:rPr>
            <w:noProof/>
            <w:webHidden/>
          </w:rPr>
          <w:instrText xml:space="preserve"> PAGEREF _Toc181176654 \h </w:instrText>
        </w:r>
        <w:r>
          <w:rPr>
            <w:noProof/>
            <w:webHidden/>
          </w:rPr>
        </w:r>
        <w:r>
          <w:rPr>
            <w:noProof/>
            <w:webHidden/>
          </w:rPr>
          <w:fldChar w:fldCharType="separate"/>
        </w:r>
        <w:r>
          <w:rPr>
            <w:noProof/>
            <w:webHidden/>
          </w:rPr>
          <w:t>5</w:t>
        </w:r>
        <w:r>
          <w:rPr>
            <w:noProof/>
            <w:webHidden/>
          </w:rPr>
          <w:fldChar w:fldCharType="end"/>
        </w:r>
      </w:hyperlink>
    </w:p>
    <w:p w14:paraId="2A262696" w14:textId="033AEA52" w:rsidR="00BA0B2F" w:rsidRDefault="00BA0B2F">
      <w:pPr>
        <w:pStyle w:val="Obsah2"/>
        <w:rPr>
          <w:rFonts w:asciiTheme="minorHAnsi" w:eastAsiaTheme="minorEastAsia" w:hAnsiTheme="minorHAnsi"/>
          <w:noProof/>
          <w:spacing w:val="0"/>
          <w:kern w:val="2"/>
          <w:sz w:val="24"/>
          <w:szCs w:val="24"/>
          <w:lang w:eastAsia="cs-CZ"/>
          <w14:ligatures w14:val="standardContextual"/>
        </w:rPr>
      </w:pPr>
      <w:hyperlink w:anchor="_Toc181176655" w:history="1">
        <w:r w:rsidRPr="00A3114A">
          <w:rPr>
            <w:rStyle w:val="Hypertextovodkaz"/>
            <w:rFonts w:asciiTheme="majorHAnsi" w:hAnsiTheme="majorHAnsi"/>
          </w:rPr>
          <w:t>4.3</w:t>
        </w:r>
        <w:r>
          <w:rPr>
            <w:rFonts w:asciiTheme="minorHAnsi" w:eastAsiaTheme="minorEastAsia" w:hAnsiTheme="minorHAnsi"/>
            <w:noProof/>
            <w:spacing w:val="0"/>
            <w:kern w:val="2"/>
            <w:sz w:val="24"/>
            <w:szCs w:val="24"/>
            <w:lang w:eastAsia="cs-CZ"/>
            <w14:ligatures w14:val="standardContextual"/>
          </w:rPr>
          <w:tab/>
        </w:r>
        <w:r w:rsidRPr="00A3114A">
          <w:rPr>
            <w:rStyle w:val="Hypertextovodkaz"/>
          </w:rPr>
          <w:t>Zhotovení stavby</w:t>
        </w:r>
        <w:r>
          <w:rPr>
            <w:noProof/>
            <w:webHidden/>
          </w:rPr>
          <w:tab/>
        </w:r>
        <w:r>
          <w:rPr>
            <w:noProof/>
            <w:webHidden/>
          </w:rPr>
          <w:fldChar w:fldCharType="begin"/>
        </w:r>
        <w:r>
          <w:rPr>
            <w:noProof/>
            <w:webHidden/>
          </w:rPr>
          <w:instrText xml:space="preserve"> PAGEREF _Toc181176655 \h </w:instrText>
        </w:r>
        <w:r>
          <w:rPr>
            <w:noProof/>
            <w:webHidden/>
          </w:rPr>
        </w:r>
        <w:r>
          <w:rPr>
            <w:noProof/>
            <w:webHidden/>
          </w:rPr>
          <w:fldChar w:fldCharType="separate"/>
        </w:r>
        <w:r>
          <w:rPr>
            <w:noProof/>
            <w:webHidden/>
          </w:rPr>
          <w:t>6</w:t>
        </w:r>
        <w:r>
          <w:rPr>
            <w:noProof/>
            <w:webHidden/>
          </w:rPr>
          <w:fldChar w:fldCharType="end"/>
        </w:r>
      </w:hyperlink>
    </w:p>
    <w:p w14:paraId="14A31034" w14:textId="10FB9A5B" w:rsidR="00BA0B2F" w:rsidRDefault="00BA0B2F">
      <w:pPr>
        <w:pStyle w:val="Obsah2"/>
        <w:rPr>
          <w:rFonts w:asciiTheme="minorHAnsi" w:eastAsiaTheme="minorEastAsia" w:hAnsiTheme="minorHAnsi"/>
          <w:noProof/>
          <w:spacing w:val="0"/>
          <w:kern w:val="2"/>
          <w:sz w:val="24"/>
          <w:szCs w:val="24"/>
          <w:lang w:eastAsia="cs-CZ"/>
          <w14:ligatures w14:val="standardContextual"/>
        </w:rPr>
      </w:pPr>
      <w:hyperlink w:anchor="_Toc181176656" w:history="1">
        <w:r w:rsidRPr="00A3114A">
          <w:rPr>
            <w:rStyle w:val="Hypertextovodkaz"/>
            <w:rFonts w:asciiTheme="majorHAnsi" w:hAnsiTheme="majorHAnsi"/>
          </w:rPr>
          <w:t>4.4</w:t>
        </w:r>
        <w:r>
          <w:rPr>
            <w:rFonts w:asciiTheme="minorHAnsi" w:eastAsiaTheme="minorEastAsia" w:hAnsiTheme="minorHAnsi"/>
            <w:noProof/>
            <w:spacing w:val="0"/>
            <w:kern w:val="2"/>
            <w:sz w:val="24"/>
            <w:szCs w:val="24"/>
            <w:lang w:eastAsia="cs-CZ"/>
            <w14:ligatures w14:val="standardContextual"/>
          </w:rPr>
          <w:tab/>
        </w:r>
        <w:r w:rsidRPr="00A3114A">
          <w:rPr>
            <w:rStyle w:val="Hypertextovodkaz"/>
          </w:rPr>
          <w:t>Doklady překládané zhotovitelem</w:t>
        </w:r>
        <w:r>
          <w:rPr>
            <w:noProof/>
            <w:webHidden/>
          </w:rPr>
          <w:tab/>
        </w:r>
        <w:r>
          <w:rPr>
            <w:noProof/>
            <w:webHidden/>
          </w:rPr>
          <w:fldChar w:fldCharType="begin"/>
        </w:r>
        <w:r>
          <w:rPr>
            <w:noProof/>
            <w:webHidden/>
          </w:rPr>
          <w:instrText xml:space="preserve"> PAGEREF _Toc181176656 \h </w:instrText>
        </w:r>
        <w:r>
          <w:rPr>
            <w:noProof/>
            <w:webHidden/>
          </w:rPr>
        </w:r>
        <w:r>
          <w:rPr>
            <w:noProof/>
            <w:webHidden/>
          </w:rPr>
          <w:fldChar w:fldCharType="separate"/>
        </w:r>
        <w:r>
          <w:rPr>
            <w:noProof/>
            <w:webHidden/>
          </w:rPr>
          <w:t>9</w:t>
        </w:r>
        <w:r>
          <w:rPr>
            <w:noProof/>
            <w:webHidden/>
          </w:rPr>
          <w:fldChar w:fldCharType="end"/>
        </w:r>
      </w:hyperlink>
    </w:p>
    <w:p w14:paraId="4EB147D9" w14:textId="36E7906C" w:rsidR="00BA0B2F" w:rsidRDefault="00BA0B2F">
      <w:pPr>
        <w:pStyle w:val="Obsah2"/>
        <w:rPr>
          <w:rFonts w:asciiTheme="minorHAnsi" w:eastAsiaTheme="minorEastAsia" w:hAnsiTheme="minorHAnsi"/>
          <w:noProof/>
          <w:spacing w:val="0"/>
          <w:kern w:val="2"/>
          <w:sz w:val="24"/>
          <w:szCs w:val="24"/>
          <w:lang w:eastAsia="cs-CZ"/>
          <w14:ligatures w14:val="standardContextual"/>
        </w:rPr>
      </w:pPr>
      <w:hyperlink w:anchor="_Toc181176657" w:history="1">
        <w:r w:rsidRPr="00A3114A">
          <w:rPr>
            <w:rStyle w:val="Hypertextovodkaz"/>
            <w:rFonts w:asciiTheme="majorHAnsi" w:hAnsiTheme="majorHAnsi"/>
          </w:rPr>
          <w:t>4.5</w:t>
        </w:r>
        <w:r>
          <w:rPr>
            <w:rFonts w:asciiTheme="minorHAnsi" w:eastAsiaTheme="minorEastAsia" w:hAnsiTheme="minorHAnsi"/>
            <w:noProof/>
            <w:spacing w:val="0"/>
            <w:kern w:val="2"/>
            <w:sz w:val="24"/>
            <w:szCs w:val="24"/>
            <w:lang w:eastAsia="cs-CZ"/>
            <w14:ligatures w14:val="standardContextual"/>
          </w:rPr>
          <w:tab/>
        </w:r>
        <w:r w:rsidRPr="00A3114A">
          <w:rPr>
            <w:rStyle w:val="Hypertextovodkaz"/>
          </w:rPr>
          <w:t>Dokumentace skutečného provedení stavby</w:t>
        </w:r>
        <w:r>
          <w:rPr>
            <w:noProof/>
            <w:webHidden/>
          </w:rPr>
          <w:tab/>
        </w:r>
        <w:r>
          <w:rPr>
            <w:noProof/>
            <w:webHidden/>
          </w:rPr>
          <w:fldChar w:fldCharType="begin"/>
        </w:r>
        <w:r>
          <w:rPr>
            <w:noProof/>
            <w:webHidden/>
          </w:rPr>
          <w:instrText xml:space="preserve"> PAGEREF _Toc181176657 \h </w:instrText>
        </w:r>
        <w:r>
          <w:rPr>
            <w:noProof/>
            <w:webHidden/>
          </w:rPr>
        </w:r>
        <w:r>
          <w:rPr>
            <w:noProof/>
            <w:webHidden/>
          </w:rPr>
          <w:fldChar w:fldCharType="separate"/>
        </w:r>
        <w:r>
          <w:rPr>
            <w:noProof/>
            <w:webHidden/>
          </w:rPr>
          <w:t>9</w:t>
        </w:r>
        <w:r>
          <w:rPr>
            <w:noProof/>
            <w:webHidden/>
          </w:rPr>
          <w:fldChar w:fldCharType="end"/>
        </w:r>
      </w:hyperlink>
    </w:p>
    <w:p w14:paraId="021E2913" w14:textId="66BDA5A8" w:rsidR="00BA0B2F" w:rsidRDefault="00BA0B2F">
      <w:pPr>
        <w:pStyle w:val="Obsah2"/>
        <w:rPr>
          <w:rFonts w:asciiTheme="minorHAnsi" w:eastAsiaTheme="minorEastAsia" w:hAnsiTheme="minorHAnsi"/>
          <w:noProof/>
          <w:spacing w:val="0"/>
          <w:kern w:val="2"/>
          <w:sz w:val="24"/>
          <w:szCs w:val="24"/>
          <w:lang w:eastAsia="cs-CZ"/>
          <w14:ligatures w14:val="standardContextual"/>
        </w:rPr>
      </w:pPr>
      <w:hyperlink w:anchor="_Toc181176658" w:history="1">
        <w:r w:rsidRPr="00A3114A">
          <w:rPr>
            <w:rStyle w:val="Hypertextovodkaz"/>
            <w:rFonts w:asciiTheme="majorHAnsi" w:hAnsiTheme="majorHAnsi"/>
          </w:rPr>
          <w:t>4.6</w:t>
        </w:r>
        <w:r>
          <w:rPr>
            <w:rFonts w:asciiTheme="minorHAnsi" w:eastAsiaTheme="minorEastAsia" w:hAnsiTheme="minorHAnsi"/>
            <w:noProof/>
            <w:spacing w:val="0"/>
            <w:kern w:val="2"/>
            <w:sz w:val="24"/>
            <w:szCs w:val="24"/>
            <w:lang w:eastAsia="cs-CZ"/>
            <w14:ligatures w14:val="standardContextual"/>
          </w:rPr>
          <w:tab/>
        </w:r>
        <w:r w:rsidRPr="00A3114A">
          <w:rPr>
            <w:rStyle w:val="Hypertextovodkaz"/>
          </w:rPr>
          <w:t>Zabezpečovací zařízení</w:t>
        </w:r>
        <w:r>
          <w:rPr>
            <w:noProof/>
            <w:webHidden/>
          </w:rPr>
          <w:tab/>
        </w:r>
        <w:r>
          <w:rPr>
            <w:noProof/>
            <w:webHidden/>
          </w:rPr>
          <w:fldChar w:fldCharType="begin"/>
        </w:r>
        <w:r>
          <w:rPr>
            <w:noProof/>
            <w:webHidden/>
          </w:rPr>
          <w:instrText xml:space="preserve"> PAGEREF _Toc181176658 \h </w:instrText>
        </w:r>
        <w:r>
          <w:rPr>
            <w:noProof/>
            <w:webHidden/>
          </w:rPr>
        </w:r>
        <w:r>
          <w:rPr>
            <w:noProof/>
            <w:webHidden/>
          </w:rPr>
          <w:fldChar w:fldCharType="separate"/>
        </w:r>
        <w:r>
          <w:rPr>
            <w:noProof/>
            <w:webHidden/>
          </w:rPr>
          <w:t>10</w:t>
        </w:r>
        <w:r>
          <w:rPr>
            <w:noProof/>
            <w:webHidden/>
          </w:rPr>
          <w:fldChar w:fldCharType="end"/>
        </w:r>
      </w:hyperlink>
    </w:p>
    <w:p w14:paraId="5A1A7E31" w14:textId="6C6D61BB" w:rsidR="00BA0B2F" w:rsidRDefault="00BA0B2F">
      <w:pPr>
        <w:pStyle w:val="Obsah2"/>
        <w:rPr>
          <w:rFonts w:asciiTheme="minorHAnsi" w:eastAsiaTheme="minorEastAsia" w:hAnsiTheme="minorHAnsi"/>
          <w:noProof/>
          <w:spacing w:val="0"/>
          <w:kern w:val="2"/>
          <w:sz w:val="24"/>
          <w:szCs w:val="24"/>
          <w:lang w:eastAsia="cs-CZ"/>
          <w14:ligatures w14:val="standardContextual"/>
        </w:rPr>
      </w:pPr>
      <w:hyperlink w:anchor="_Toc181176659" w:history="1">
        <w:r w:rsidRPr="00A3114A">
          <w:rPr>
            <w:rStyle w:val="Hypertextovodkaz"/>
            <w:rFonts w:asciiTheme="majorHAnsi" w:hAnsiTheme="majorHAnsi"/>
          </w:rPr>
          <w:t>4.7</w:t>
        </w:r>
        <w:r>
          <w:rPr>
            <w:rFonts w:asciiTheme="minorHAnsi" w:eastAsiaTheme="minorEastAsia" w:hAnsiTheme="minorHAnsi"/>
            <w:noProof/>
            <w:spacing w:val="0"/>
            <w:kern w:val="2"/>
            <w:sz w:val="24"/>
            <w:szCs w:val="24"/>
            <w:lang w:eastAsia="cs-CZ"/>
            <w14:ligatures w14:val="standardContextual"/>
          </w:rPr>
          <w:tab/>
        </w:r>
        <w:r w:rsidRPr="00A3114A">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_Toc181176659 \h </w:instrText>
        </w:r>
        <w:r>
          <w:rPr>
            <w:noProof/>
            <w:webHidden/>
          </w:rPr>
        </w:r>
        <w:r>
          <w:rPr>
            <w:noProof/>
            <w:webHidden/>
          </w:rPr>
          <w:fldChar w:fldCharType="separate"/>
        </w:r>
        <w:r>
          <w:rPr>
            <w:noProof/>
            <w:webHidden/>
          </w:rPr>
          <w:t>10</w:t>
        </w:r>
        <w:r>
          <w:rPr>
            <w:noProof/>
            <w:webHidden/>
          </w:rPr>
          <w:fldChar w:fldCharType="end"/>
        </w:r>
      </w:hyperlink>
    </w:p>
    <w:p w14:paraId="4567F1CC" w14:textId="2D8AF7FE" w:rsidR="00BA0B2F" w:rsidRDefault="00BA0B2F">
      <w:pPr>
        <w:pStyle w:val="Obsah2"/>
        <w:rPr>
          <w:rFonts w:asciiTheme="minorHAnsi" w:eastAsiaTheme="minorEastAsia" w:hAnsiTheme="minorHAnsi"/>
          <w:noProof/>
          <w:spacing w:val="0"/>
          <w:kern w:val="2"/>
          <w:sz w:val="24"/>
          <w:szCs w:val="24"/>
          <w:lang w:eastAsia="cs-CZ"/>
          <w14:ligatures w14:val="standardContextual"/>
        </w:rPr>
      </w:pPr>
      <w:hyperlink w:anchor="_Toc181176660" w:history="1">
        <w:r w:rsidRPr="00A3114A">
          <w:rPr>
            <w:rStyle w:val="Hypertextovodkaz"/>
            <w:rFonts w:asciiTheme="majorHAnsi" w:hAnsiTheme="majorHAnsi"/>
          </w:rPr>
          <w:t>4.8</w:t>
        </w:r>
        <w:r>
          <w:rPr>
            <w:rFonts w:asciiTheme="minorHAnsi" w:eastAsiaTheme="minorEastAsia" w:hAnsiTheme="minorHAnsi"/>
            <w:noProof/>
            <w:spacing w:val="0"/>
            <w:kern w:val="2"/>
            <w:sz w:val="24"/>
            <w:szCs w:val="24"/>
            <w:lang w:eastAsia="cs-CZ"/>
            <w14:ligatures w14:val="standardContextual"/>
          </w:rPr>
          <w:tab/>
        </w:r>
        <w:r w:rsidRPr="00A3114A">
          <w:rPr>
            <w:rStyle w:val="Hypertextovodkaz"/>
          </w:rPr>
          <w:t>Ostatní technologická zařízení</w:t>
        </w:r>
        <w:r>
          <w:rPr>
            <w:noProof/>
            <w:webHidden/>
          </w:rPr>
          <w:tab/>
        </w:r>
        <w:r>
          <w:rPr>
            <w:noProof/>
            <w:webHidden/>
          </w:rPr>
          <w:fldChar w:fldCharType="begin"/>
        </w:r>
        <w:r>
          <w:rPr>
            <w:noProof/>
            <w:webHidden/>
          </w:rPr>
          <w:instrText xml:space="preserve"> PAGEREF _Toc181176660 \h </w:instrText>
        </w:r>
        <w:r>
          <w:rPr>
            <w:noProof/>
            <w:webHidden/>
          </w:rPr>
        </w:r>
        <w:r>
          <w:rPr>
            <w:noProof/>
            <w:webHidden/>
          </w:rPr>
          <w:fldChar w:fldCharType="separate"/>
        </w:r>
        <w:r>
          <w:rPr>
            <w:noProof/>
            <w:webHidden/>
          </w:rPr>
          <w:t>10</w:t>
        </w:r>
        <w:r>
          <w:rPr>
            <w:noProof/>
            <w:webHidden/>
          </w:rPr>
          <w:fldChar w:fldCharType="end"/>
        </w:r>
      </w:hyperlink>
    </w:p>
    <w:p w14:paraId="3FB40157" w14:textId="0A29D185" w:rsidR="00BA0B2F" w:rsidRDefault="00BA0B2F">
      <w:pPr>
        <w:pStyle w:val="Obsah2"/>
        <w:rPr>
          <w:rFonts w:asciiTheme="minorHAnsi" w:eastAsiaTheme="minorEastAsia" w:hAnsiTheme="minorHAnsi"/>
          <w:noProof/>
          <w:spacing w:val="0"/>
          <w:kern w:val="2"/>
          <w:sz w:val="24"/>
          <w:szCs w:val="24"/>
          <w:lang w:eastAsia="cs-CZ"/>
          <w14:ligatures w14:val="standardContextual"/>
        </w:rPr>
      </w:pPr>
      <w:hyperlink w:anchor="_Toc181176661" w:history="1">
        <w:r w:rsidRPr="00A3114A">
          <w:rPr>
            <w:rStyle w:val="Hypertextovodkaz"/>
            <w:rFonts w:asciiTheme="majorHAnsi" w:hAnsiTheme="majorHAnsi"/>
          </w:rPr>
          <w:t>4.9</w:t>
        </w:r>
        <w:r>
          <w:rPr>
            <w:rFonts w:asciiTheme="minorHAnsi" w:eastAsiaTheme="minorEastAsia" w:hAnsiTheme="minorHAnsi"/>
            <w:noProof/>
            <w:spacing w:val="0"/>
            <w:kern w:val="2"/>
            <w:sz w:val="24"/>
            <w:szCs w:val="24"/>
            <w:lang w:eastAsia="cs-CZ"/>
            <w14:ligatures w14:val="standardContextual"/>
          </w:rPr>
          <w:tab/>
        </w:r>
        <w:r w:rsidRPr="00A3114A">
          <w:rPr>
            <w:rStyle w:val="Hypertextovodkaz"/>
          </w:rPr>
          <w:t>Ostatní inženýrské objekty</w:t>
        </w:r>
        <w:r>
          <w:rPr>
            <w:noProof/>
            <w:webHidden/>
          </w:rPr>
          <w:tab/>
        </w:r>
        <w:r>
          <w:rPr>
            <w:noProof/>
            <w:webHidden/>
          </w:rPr>
          <w:fldChar w:fldCharType="begin"/>
        </w:r>
        <w:r>
          <w:rPr>
            <w:noProof/>
            <w:webHidden/>
          </w:rPr>
          <w:instrText xml:space="preserve"> PAGEREF _Toc181176661 \h </w:instrText>
        </w:r>
        <w:r>
          <w:rPr>
            <w:noProof/>
            <w:webHidden/>
          </w:rPr>
        </w:r>
        <w:r>
          <w:rPr>
            <w:noProof/>
            <w:webHidden/>
          </w:rPr>
          <w:fldChar w:fldCharType="separate"/>
        </w:r>
        <w:r>
          <w:rPr>
            <w:noProof/>
            <w:webHidden/>
          </w:rPr>
          <w:t>10</w:t>
        </w:r>
        <w:r>
          <w:rPr>
            <w:noProof/>
            <w:webHidden/>
          </w:rPr>
          <w:fldChar w:fldCharType="end"/>
        </w:r>
      </w:hyperlink>
    </w:p>
    <w:p w14:paraId="77A44576" w14:textId="3DA14B97" w:rsidR="00BA0B2F" w:rsidRDefault="00BA0B2F">
      <w:pPr>
        <w:pStyle w:val="Obsah2"/>
        <w:rPr>
          <w:rFonts w:asciiTheme="minorHAnsi" w:eastAsiaTheme="minorEastAsia" w:hAnsiTheme="minorHAnsi"/>
          <w:noProof/>
          <w:spacing w:val="0"/>
          <w:kern w:val="2"/>
          <w:sz w:val="24"/>
          <w:szCs w:val="24"/>
          <w:lang w:eastAsia="cs-CZ"/>
          <w14:ligatures w14:val="standardContextual"/>
        </w:rPr>
      </w:pPr>
      <w:hyperlink w:anchor="_Toc181176662" w:history="1">
        <w:r w:rsidRPr="00A3114A">
          <w:rPr>
            <w:rStyle w:val="Hypertextovodkaz"/>
            <w:rFonts w:asciiTheme="majorHAnsi" w:hAnsiTheme="majorHAnsi"/>
          </w:rPr>
          <w:t>4.10</w:t>
        </w:r>
        <w:r>
          <w:rPr>
            <w:rFonts w:asciiTheme="minorHAnsi" w:eastAsiaTheme="minorEastAsia" w:hAnsiTheme="minorHAnsi"/>
            <w:noProof/>
            <w:spacing w:val="0"/>
            <w:kern w:val="2"/>
            <w:sz w:val="24"/>
            <w:szCs w:val="24"/>
            <w:lang w:eastAsia="cs-CZ"/>
            <w14:ligatures w14:val="standardContextual"/>
          </w:rPr>
          <w:tab/>
        </w:r>
        <w:r w:rsidRPr="00A3114A">
          <w:rPr>
            <w:rStyle w:val="Hypertextovodkaz"/>
          </w:rPr>
          <w:t>Pozemní stavební objekty</w:t>
        </w:r>
        <w:r>
          <w:rPr>
            <w:noProof/>
            <w:webHidden/>
          </w:rPr>
          <w:tab/>
        </w:r>
        <w:r>
          <w:rPr>
            <w:noProof/>
            <w:webHidden/>
          </w:rPr>
          <w:fldChar w:fldCharType="begin"/>
        </w:r>
        <w:r>
          <w:rPr>
            <w:noProof/>
            <w:webHidden/>
          </w:rPr>
          <w:instrText xml:space="preserve"> PAGEREF _Toc181176662 \h </w:instrText>
        </w:r>
        <w:r>
          <w:rPr>
            <w:noProof/>
            <w:webHidden/>
          </w:rPr>
        </w:r>
        <w:r>
          <w:rPr>
            <w:noProof/>
            <w:webHidden/>
          </w:rPr>
          <w:fldChar w:fldCharType="separate"/>
        </w:r>
        <w:r>
          <w:rPr>
            <w:noProof/>
            <w:webHidden/>
          </w:rPr>
          <w:t>11</w:t>
        </w:r>
        <w:r>
          <w:rPr>
            <w:noProof/>
            <w:webHidden/>
          </w:rPr>
          <w:fldChar w:fldCharType="end"/>
        </w:r>
      </w:hyperlink>
    </w:p>
    <w:p w14:paraId="7409BE6B" w14:textId="4749605F" w:rsidR="00BA0B2F" w:rsidRDefault="00BA0B2F">
      <w:pPr>
        <w:pStyle w:val="Obsah2"/>
        <w:rPr>
          <w:rFonts w:asciiTheme="minorHAnsi" w:eastAsiaTheme="minorEastAsia" w:hAnsiTheme="minorHAnsi"/>
          <w:noProof/>
          <w:spacing w:val="0"/>
          <w:kern w:val="2"/>
          <w:sz w:val="24"/>
          <w:szCs w:val="24"/>
          <w:lang w:eastAsia="cs-CZ"/>
          <w14:ligatures w14:val="standardContextual"/>
        </w:rPr>
      </w:pPr>
      <w:hyperlink w:anchor="_Toc181176663" w:history="1">
        <w:r w:rsidRPr="00A3114A">
          <w:rPr>
            <w:rStyle w:val="Hypertextovodkaz"/>
            <w:rFonts w:asciiTheme="majorHAnsi" w:hAnsiTheme="majorHAnsi"/>
          </w:rPr>
          <w:t>4.11</w:t>
        </w:r>
        <w:r>
          <w:rPr>
            <w:rFonts w:asciiTheme="minorHAnsi" w:eastAsiaTheme="minorEastAsia" w:hAnsiTheme="minorHAnsi"/>
            <w:noProof/>
            <w:spacing w:val="0"/>
            <w:kern w:val="2"/>
            <w:sz w:val="24"/>
            <w:szCs w:val="24"/>
            <w:lang w:eastAsia="cs-CZ"/>
            <w14:ligatures w14:val="standardContextual"/>
          </w:rPr>
          <w:tab/>
        </w:r>
        <w:r w:rsidRPr="00A3114A">
          <w:rPr>
            <w:rStyle w:val="Hypertextovodkaz"/>
          </w:rPr>
          <w:t>Životní prostředí</w:t>
        </w:r>
        <w:r>
          <w:rPr>
            <w:noProof/>
            <w:webHidden/>
          </w:rPr>
          <w:tab/>
        </w:r>
        <w:r>
          <w:rPr>
            <w:noProof/>
            <w:webHidden/>
          </w:rPr>
          <w:fldChar w:fldCharType="begin"/>
        </w:r>
        <w:r>
          <w:rPr>
            <w:noProof/>
            <w:webHidden/>
          </w:rPr>
          <w:instrText xml:space="preserve"> PAGEREF _Toc181176663 \h </w:instrText>
        </w:r>
        <w:r>
          <w:rPr>
            <w:noProof/>
            <w:webHidden/>
          </w:rPr>
        </w:r>
        <w:r>
          <w:rPr>
            <w:noProof/>
            <w:webHidden/>
          </w:rPr>
          <w:fldChar w:fldCharType="separate"/>
        </w:r>
        <w:r>
          <w:rPr>
            <w:noProof/>
            <w:webHidden/>
          </w:rPr>
          <w:t>11</w:t>
        </w:r>
        <w:r>
          <w:rPr>
            <w:noProof/>
            <w:webHidden/>
          </w:rPr>
          <w:fldChar w:fldCharType="end"/>
        </w:r>
      </w:hyperlink>
    </w:p>
    <w:p w14:paraId="34DB0722" w14:textId="03B4B287" w:rsidR="00BA0B2F" w:rsidRDefault="00BA0B2F">
      <w:pPr>
        <w:pStyle w:val="Obsah2"/>
        <w:rPr>
          <w:rFonts w:asciiTheme="minorHAnsi" w:eastAsiaTheme="minorEastAsia" w:hAnsiTheme="minorHAnsi"/>
          <w:noProof/>
          <w:spacing w:val="0"/>
          <w:kern w:val="2"/>
          <w:sz w:val="24"/>
          <w:szCs w:val="24"/>
          <w:lang w:eastAsia="cs-CZ"/>
          <w14:ligatures w14:val="standardContextual"/>
        </w:rPr>
      </w:pPr>
      <w:hyperlink w:anchor="_Toc181176664" w:history="1">
        <w:r w:rsidRPr="00A3114A">
          <w:rPr>
            <w:rStyle w:val="Hypertextovodkaz"/>
            <w:rFonts w:asciiTheme="majorHAnsi" w:hAnsiTheme="majorHAnsi"/>
          </w:rPr>
          <w:t>4.12</w:t>
        </w:r>
        <w:r>
          <w:rPr>
            <w:rFonts w:asciiTheme="minorHAnsi" w:eastAsiaTheme="minorEastAsia" w:hAnsiTheme="minorHAnsi"/>
            <w:noProof/>
            <w:spacing w:val="0"/>
            <w:kern w:val="2"/>
            <w:sz w:val="24"/>
            <w:szCs w:val="24"/>
            <w:lang w:eastAsia="cs-CZ"/>
            <w14:ligatures w14:val="standardContextual"/>
          </w:rPr>
          <w:tab/>
        </w:r>
        <w:r w:rsidRPr="00A3114A">
          <w:rPr>
            <w:rStyle w:val="Hypertextovodkaz"/>
          </w:rPr>
          <w:t>Publicita stavby</w:t>
        </w:r>
        <w:r>
          <w:rPr>
            <w:noProof/>
            <w:webHidden/>
          </w:rPr>
          <w:tab/>
        </w:r>
        <w:r>
          <w:rPr>
            <w:noProof/>
            <w:webHidden/>
          </w:rPr>
          <w:fldChar w:fldCharType="begin"/>
        </w:r>
        <w:r>
          <w:rPr>
            <w:noProof/>
            <w:webHidden/>
          </w:rPr>
          <w:instrText xml:space="preserve"> PAGEREF _Toc181176664 \h </w:instrText>
        </w:r>
        <w:r>
          <w:rPr>
            <w:noProof/>
            <w:webHidden/>
          </w:rPr>
        </w:r>
        <w:r>
          <w:rPr>
            <w:noProof/>
            <w:webHidden/>
          </w:rPr>
          <w:fldChar w:fldCharType="separate"/>
        </w:r>
        <w:r>
          <w:rPr>
            <w:noProof/>
            <w:webHidden/>
          </w:rPr>
          <w:t>12</w:t>
        </w:r>
        <w:r>
          <w:rPr>
            <w:noProof/>
            <w:webHidden/>
          </w:rPr>
          <w:fldChar w:fldCharType="end"/>
        </w:r>
      </w:hyperlink>
    </w:p>
    <w:p w14:paraId="51AD6B5B" w14:textId="4D97C42B" w:rsidR="00BA0B2F" w:rsidRDefault="00BA0B2F">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1176665" w:history="1">
        <w:r w:rsidRPr="00A3114A">
          <w:rPr>
            <w:rStyle w:val="Hypertextovodkaz"/>
          </w:rPr>
          <w:t>5.</w:t>
        </w:r>
        <w:r>
          <w:rPr>
            <w:rFonts w:asciiTheme="minorHAnsi" w:eastAsiaTheme="minorEastAsia" w:hAnsiTheme="minorHAnsi"/>
            <w:b w:val="0"/>
            <w:caps w:val="0"/>
            <w:noProof/>
            <w:spacing w:val="0"/>
            <w:kern w:val="2"/>
            <w:sz w:val="24"/>
            <w:szCs w:val="24"/>
            <w:lang w:eastAsia="cs-CZ"/>
            <w14:ligatures w14:val="standardContextual"/>
          </w:rPr>
          <w:tab/>
        </w:r>
        <w:r w:rsidRPr="00A3114A">
          <w:rPr>
            <w:rStyle w:val="Hypertextovodkaz"/>
          </w:rPr>
          <w:t>ORGANIZACE VÝSTAVBY, VÝLUKY</w:t>
        </w:r>
        <w:r>
          <w:rPr>
            <w:noProof/>
            <w:webHidden/>
          </w:rPr>
          <w:tab/>
        </w:r>
        <w:r>
          <w:rPr>
            <w:noProof/>
            <w:webHidden/>
          </w:rPr>
          <w:fldChar w:fldCharType="begin"/>
        </w:r>
        <w:r>
          <w:rPr>
            <w:noProof/>
            <w:webHidden/>
          </w:rPr>
          <w:instrText xml:space="preserve"> PAGEREF _Toc181176665 \h </w:instrText>
        </w:r>
        <w:r>
          <w:rPr>
            <w:noProof/>
            <w:webHidden/>
          </w:rPr>
        </w:r>
        <w:r>
          <w:rPr>
            <w:noProof/>
            <w:webHidden/>
          </w:rPr>
          <w:fldChar w:fldCharType="separate"/>
        </w:r>
        <w:r>
          <w:rPr>
            <w:noProof/>
            <w:webHidden/>
          </w:rPr>
          <w:t>13</w:t>
        </w:r>
        <w:r>
          <w:rPr>
            <w:noProof/>
            <w:webHidden/>
          </w:rPr>
          <w:fldChar w:fldCharType="end"/>
        </w:r>
      </w:hyperlink>
    </w:p>
    <w:p w14:paraId="04FC7142" w14:textId="130FF8BD" w:rsidR="00BA0B2F" w:rsidRDefault="00BA0B2F">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1176666" w:history="1">
        <w:r w:rsidRPr="00A3114A">
          <w:rPr>
            <w:rStyle w:val="Hypertextovodkaz"/>
          </w:rPr>
          <w:t>6.</w:t>
        </w:r>
        <w:r>
          <w:rPr>
            <w:rFonts w:asciiTheme="minorHAnsi" w:eastAsiaTheme="minorEastAsia" w:hAnsiTheme="minorHAnsi"/>
            <w:b w:val="0"/>
            <w:caps w:val="0"/>
            <w:noProof/>
            <w:spacing w:val="0"/>
            <w:kern w:val="2"/>
            <w:sz w:val="24"/>
            <w:szCs w:val="24"/>
            <w:lang w:eastAsia="cs-CZ"/>
            <w14:ligatures w14:val="standardContextual"/>
          </w:rPr>
          <w:tab/>
        </w:r>
        <w:r w:rsidRPr="00A3114A">
          <w:rPr>
            <w:rStyle w:val="Hypertextovodkaz"/>
          </w:rPr>
          <w:t>SPECIFICKÉ POŽADAVKY</w:t>
        </w:r>
        <w:r>
          <w:rPr>
            <w:noProof/>
            <w:webHidden/>
          </w:rPr>
          <w:tab/>
        </w:r>
        <w:r>
          <w:rPr>
            <w:noProof/>
            <w:webHidden/>
          </w:rPr>
          <w:fldChar w:fldCharType="begin"/>
        </w:r>
        <w:r>
          <w:rPr>
            <w:noProof/>
            <w:webHidden/>
          </w:rPr>
          <w:instrText xml:space="preserve"> PAGEREF _Toc181176666 \h </w:instrText>
        </w:r>
        <w:r>
          <w:rPr>
            <w:noProof/>
            <w:webHidden/>
          </w:rPr>
        </w:r>
        <w:r>
          <w:rPr>
            <w:noProof/>
            <w:webHidden/>
          </w:rPr>
          <w:fldChar w:fldCharType="separate"/>
        </w:r>
        <w:r>
          <w:rPr>
            <w:noProof/>
            <w:webHidden/>
          </w:rPr>
          <w:t>13</w:t>
        </w:r>
        <w:r>
          <w:rPr>
            <w:noProof/>
            <w:webHidden/>
          </w:rPr>
          <w:fldChar w:fldCharType="end"/>
        </w:r>
      </w:hyperlink>
    </w:p>
    <w:p w14:paraId="6391935E" w14:textId="4EB4DF98" w:rsidR="00BA0B2F" w:rsidRDefault="00BA0B2F">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1176667" w:history="1">
        <w:r w:rsidRPr="00A3114A">
          <w:rPr>
            <w:rStyle w:val="Hypertextovodkaz"/>
          </w:rPr>
          <w:t>7.</w:t>
        </w:r>
        <w:r>
          <w:rPr>
            <w:rFonts w:asciiTheme="minorHAnsi" w:eastAsiaTheme="minorEastAsia" w:hAnsiTheme="minorHAnsi"/>
            <w:b w:val="0"/>
            <w:caps w:val="0"/>
            <w:noProof/>
            <w:spacing w:val="0"/>
            <w:kern w:val="2"/>
            <w:sz w:val="24"/>
            <w:szCs w:val="24"/>
            <w:lang w:eastAsia="cs-CZ"/>
            <w14:ligatures w14:val="standardContextual"/>
          </w:rPr>
          <w:tab/>
        </w:r>
        <w:r w:rsidRPr="00A3114A">
          <w:rPr>
            <w:rStyle w:val="Hypertextovodkaz"/>
          </w:rPr>
          <w:t>SOUVISEJÍCÍ DOKUMENTY A PŘEDPISY</w:t>
        </w:r>
        <w:r>
          <w:rPr>
            <w:noProof/>
            <w:webHidden/>
          </w:rPr>
          <w:tab/>
        </w:r>
        <w:r>
          <w:rPr>
            <w:noProof/>
            <w:webHidden/>
          </w:rPr>
          <w:fldChar w:fldCharType="begin"/>
        </w:r>
        <w:r>
          <w:rPr>
            <w:noProof/>
            <w:webHidden/>
          </w:rPr>
          <w:instrText xml:space="preserve"> PAGEREF _Toc181176667 \h </w:instrText>
        </w:r>
        <w:r>
          <w:rPr>
            <w:noProof/>
            <w:webHidden/>
          </w:rPr>
        </w:r>
        <w:r>
          <w:rPr>
            <w:noProof/>
            <w:webHidden/>
          </w:rPr>
          <w:fldChar w:fldCharType="separate"/>
        </w:r>
        <w:r>
          <w:rPr>
            <w:noProof/>
            <w:webHidden/>
          </w:rPr>
          <w:t>14</w:t>
        </w:r>
        <w:r>
          <w:rPr>
            <w:noProof/>
            <w:webHidden/>
          </w:rPr>
          <w:fldChar w:fldCharType="end"/>
        </w:r>
      </w:hyperlink>
    </w:p>
    <w:p w14:paraId="62CF654C" w14:textId="0A44172A" w:rsidR="00BA0B2F" w:rsidRDefault="00BA0B2F">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181176668" w:history="1">
        <w:r w:rsidRPr="00A3114A">
          <w:rPr>
            <w:rStyle w:val="Hypertextovodkaz"/>
          </w:rPr>
          <w:t>8.</w:t>
        </w:r>
        <w:r>
          <w:rPr>
            <w:rFonts w:asciiTheme="minorHAnsi" w:eastAsiaTheme="minorEastAsia" w:hAnsiTheme="minorHAnsi"/>
            <w:b w:val="0"/>
            <w:caps w:val="0"/>
            <w:noProof/>
            <w:spacing w:val="0"/>
            <w:kern w:val="2"/>
            <w:sz w:val="24"/>
            <w:szCs w:val="24"/>
            <w:lang w:eastAsia="cs-CZ"/>
            <w14:ligatures w14:val="standardContextual"/>
          </w:rPr>
          <w:tab/>
        </w:r>
        <w:r w:rsidRPr="00A3114A">
          <w:rPr>
            <w:rStyle w:val="Hypertextovodkaz"/>
          </w:rPr>
          <w:t>PŘÍLOHY</w:t>
        </w:r>
        <w:r>
          <w:rPr>
            <w:noProof/>
            <w:webHidden/>
          </w:rPr>
          <w:tab/>
        </w:r>
        <w:r>
          <w:rPr>
            <w:noProof/>
            <w:webHidden/>
          </w:rPr>
          <w:fldChar w:fldCharType="begin"/>
        </w:r>
        <w:r>
          <w:rPr>
            <w:noProof/>
            <w:webHidden/>
          </w:rPr>
          <w:instrText xml:space="preserve"> PAGEREF _Toc181176668 \h </w:instrText>
        </w:r>
        <w:r>
          <w:rPr>
            <w:noProof/>
            <w:webHidden/>
          </w:rPr>
        </w:r>
        <w:r>
          <w:rPr>
            <w:noProof/>
            <w:webHidden/>
          </w:rPr>
          <w:fldChar w:fldCharType="separate"/>
        </w:r>
        <w:r>
          <w:rPr>
            <w:noProof/>
            <w:webHidden/>
          </w:rPr>
          <w:t>14</w:t>
        </w:r>
        <w:r>
          <w:rPr>
            <w:noProof/>
            <w:webHidden/>
          </w:rPr>
          <w:fldChar w:fldCharType="end"/>
        </w:r>
      </w:hyperlink>
    </w:p>
    <w:p w14:paraId="66BA619C" w14:textId="496E00E1" w:rsidR="0069470F" w:rsidRDefault="00BD7E91" w:rsidP="00476F2F">
      <w:pPr>
        <w:pStyle w:val="Textbezodsazen"/>
      </w:pPr>
      <w:r>
        <w:fldChar w:fldCharType="end"/>
      </w:r>
    </w:p>
    <w:p w14:paraId="7E422FEC" w14:textId="77777777" w:rsidR="0069470F" w:rsidRDefault="0069470F" w:rsidP="005D7A71">
      <w:pPr>
        <w:pStyle w:val="Nadpisbezsl1-1"/>
        <w:outlineLvl w:val="0"/>
      </w:pPr>
      <w:bookmarkStart w:id="0" w:name="_Toc181176644"/>
      <w:r>
        <w:t>SEZNAM ZKRATEK</w:t>
      </w:r>
      <w:bookmarkEnd w:id="0"/>
    </w:p>
    <w:p w14:paraId="4C357907" w14:textId="77777777" w:rsidR="0069470F" w:rsidRPr="003B5AAE" w:rsidRDefault="0069470F" w:rsidP="0069470F">
      <w:pPr>
        <w:pStyle w:val="Textbezslovn"/>
        <w:ind w:left="0"/>
        <w:rPr>
          <w:rStyle w:val="Tun"/>
        </w:rPr>
      </w:pPr>
      <w:r w:rsidRPr="003B5AAE">
        <w:rPr>
          <w:rStyle w:val="Tun"/>
        </w:rPr>
        <w:t>Není-li v těchto ZTP výslovně uvedeno jinak, mají zkratky použité v těchto ZTP význam definovaný ve V</w:t>
      </w:r>
      <w:r w:rsidR="00F8402C">
        <w:rPr>
          <w:rStyle w:val="Tun"/>
        </w:rPr>
        <w:t>TP</w:t>
      </w:r>
      <w:r w:rsidRPr="003B5AAE">
        <w:rPr>
          <w:rStyle w:val="Tun"/>
        </w:rPr>
        <w:t>.</w:t>
      </w:r>
      <w:r w:rsidR="00F8402C" w:rsidRPr="00F8402C">
        <w:rPr>
          <w:rStyle w:val="Tun"/>
          <w:b w:val="0"/>
        </w:rPr>
        <w:t xml:space="preserve"> </w:t>
      </w:r>
      <w:r w:rsidR="00F8402C"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69470F" w:rsidRPr="00AD0C7B" w14:paraId="3BBC3014" w14:textId="77777777" w:rsidTr="00F23844">
        <w:tc>
          <w:tcPr>
            <w:tcW w:w="1250" w:type="dxa"/>
            <w:tcMar>
              <w:top w:w="28" w:type="dxa"/>
              <w:left w:w="0" w:type="dxa"/>
              <w:bottom w:w="28" w:type="dxa"/>
              <w:right w:w="0" w:type="dxa"/>
            </w:tcMar>
          </w:tcPr>
          <w:p w14:paraId="3A70EAF8" w14:textId="77777777" w:rsidR="0069470F" w:rsidRPr="00F73A5A" w:rsidRDefault="008A0E06" w:rsidP="00F73A5A">
            <w:pPr>
              <w:pStyle w:val="Zkratky1"/>
            </w:pPr>
            <w:r>
              <w:t xml:space="preserve">ESD </w:t>
            </w:r>
            <w:r>
              <w:tab/>
            </w:r>
          </w:p>
        </w:tc>
        <w:tc>
          <w:tcPr>
            <w:tcW w:w="7452" w:type="dxa"/>
            <w:tcMar>
              <w:top w:w="28" w:type="dxa"/>
              <w:left w:w="0" w:type="dxa"/>
              <w:bottom w:w="28" w:type="dxa"/>
              <w:right w:w="0" w:type="dxa"/>
            </w:tcMar>
          </w:tcPr>
          <w:p w14:paraId="18F2F560" w14:textId="77777777" w:rsidR="0069470F" w:rsidRPr="006115D3" w:rsidRDefault="008A0E06" w:rsidP="00F73A5A">
            <w:pPr>
              <w:pStyle w:val="Zkratky2"/>
            </w:pPr>
            <w:r>
              <w:t>Elektronický stavební deník</w:t>
            </w:r>
          </w:p>
        </w:tc>
      </w:tr>
      <w:tr w:rsidR="003D084E" w:rsidRPr="00AD0C7B" w14:paraId="2AA56346" w14:textId="77777777" w:rsidTr="00F23844">
        <w:tc>
          <w:tcPr>
            <w:tcW w:w="1250" w:type="dxa"/>
            <w:tcMar>
              <w:top w:w="28" w:type="dxa"/>
              <w:left w:w="0" w:type="dxa"/>
              <w:bottom w:w="28" w:type="dxa"/>
              <w:right w:w="0" w:type="dxa"/>
            </w:tcMar>
          </w:tcPr>
          <w:p w14:paraId="3D8D3EB1" w14:textId="77777777" w:rsidR="003D084E" w:rsidRPr="00F73A5A" w:rsidRDefault="003D084E" w:rsidP="003D084E">
            <w:pPr>
              <w:pStyle w:val="Zkratky1"/>
            </w:pPr>
            <w:r>
              <w:t xml:space="preserve">AZI </w:t>
            </w:r>
            <w:r>
              <w:tab/>
            </w:r>
          </w:p>
        </w:tc>
        <w:tc>
          <w:tcPr>
            <w:tcW w:w="7452" w:type="dxa"/>
            <w:tcMar>
              <w:top w:w="28" w:type="dxa"/>
              <w:left w:w="0" w:type="dxa"/>
              <w:bottom w:w="28" w:type="dxa"/>
              <w:right w:w="0" w:type="dxa"/>
            </w:tcMar>
          </w:tcPr>
          <w:p w14:paraId="6EAAD474" w14:textId="77777777" w:rsidR="003D084E" w:rsidRPr="006115D3" w:rsidRDefault="003D084E" w:rsidP="003D084E">
            <w:pPr>
              <w:pStyle w:val="Zkratky2"/>
            </w:pPr>
            <w:r>
              <w:t>Autorizovaný zeměměřický inženýr (dříve ÚOZI)</w:t>
            </w:r>
          </w:p>
        </w:tc>
      </w:tr>
      <w:tr w:rsidR="003D084E" w:rsidRPr="00AD0C7B" w14:paraId="3338F6CA" w14:textId="77777777" w:rsidTr="00F23844">
        <w:tc>
          <w:tcPr>
            <w:tcW w:w="1250" w:type="dxa"/>
            <w:tcMar>
              <w:top w:w="28" w:type="dxa"/>
              <w:left w:w="0" w:type="dxa"/>
              <w:bottom w:w="28" w:type="dxa"/>
              <w:right w:w="0" w:type="dxa"/>
            </w:tcMar>
          </w:tcPr>
          <w:p w14:paraId="25DE3518" w14:textId="77777777" w:rsidR="003D084E" w:rsidRPr="00F73A5A" w:rsidRDefault="003D084E" w:rsidP="003D084E">
            <w:pPr>
              <w:pStyle w:val="Zkratky1"/>
            </w:pPr>
            <w:r>
              <w:t>NSZ</w:t>
            </w:r>
            <w:r>
              <w:tab/>
            </w:r>
          </w:p>
        </w:tc>
        <w:tc>
          <w:tcPr>
            <w:tcW w:w="7452" w:type="dxa"/>
            <w:tcMar>
              <w:top w:w="28" w:type="dxa"/>
              <w:left w:w="0" w:type="dxa"/>
              <w:bottom w:w="28" w:type="dxa"/>
              <w:right w:w="0" w:type="dxa"/>
            </w:tcMar>
          </w:tcPr>
          <w:p w14:paraId="58A7AA31" w14:textId="77777777" w:rsidR="003D084E" w:rsidRPr="006115D3" w:rsidRDefault="003D084E" w:rsidP="003D084E">
            <w:pPr>
              <w:pStyle w:val="Zkratky2"/>
            </w:pPr>
            <w:r>
              <w:t xml:space="preserve">Nový stavební </w:t>
            </w:r>
            <w:proofErr w:type="gramStart"/>
            <w:r>
              <w:t xml:space="preserve">zákon - </w:t>
            </w:r>
            <w:r w:rsidRPr="00601607">
              <w:t>zákon</w:t>
            </w:r>
            <w:proofErr w:type="gramEnd"/>
            <w:r w:rsidRPr="00601607">
              <w:t xml:space="preserve"> č. 283/2021 Sb., stavební zákon, </w:t>
            </w:r>
            <w:r>
              <w:t xml:space="preserve">ve znění účinném </w:t>
            </w:r>
            <w:r w:rsidRPr="00601607">
              <w:t>od</w:t>
            </w:r>
            <w:r>
              <w:t> </w:t>
            </w:r>
            <w:r w:rsidRPr="00601607">
              <w:t>1.</w:t>
            </w:r>
            <w:r>
              <w:t> </w:t>
            </w:r>
            <w:r w:rsidRPr="00601607">
              <w:t>1.</w:t>
            </w:r>
            <w:r>
              <w:t> </w:t>
            </w:r>
            <w:r w:rsidRPr="00601607">
              <w:t>2024</w:t>
            </w:r>
          </w:p>
        </w:tc>
      </w:tr>
      <w:tr w:rsidR="003D084E" w:rsidRPr="00AD0C7B" w14:paraId="5F534651" w14:textId="77777777" w:rsidTr="00F23844">
        <w:tc>
          <w:tcPr>
            <w:tcW w:w="1250" w:type="dxa"/>
            <w:tcMar>
              <w:top w:w="28" w:type="dxa"/>
              <w:left w:w="0" w:type="dxa"/>
              <w:bottom w:w="28" w:type="dxa"/>
              <w:right w:w="0" w:type="dxa"/>
            </w:tcMar>
          </w:tcPr>
          <w:p w14:paraId="2B6066D2" w14:textId="723F75E3" w:rsidR="003D084E" w:rsidRDefault="00643E29" w:rsidP="003D084E">
            <w:pPr>
              <w:pStyle w:val="Zkratky1"/>
            </w:pPr>
            <w:proofErr w:type="spellStart"/>
            <w:r>
              <w:t>SpS</w:t>
            </w:r>
            <w:proofErr w:type="spellEnd"/>
            <w:r>
              <w:t xml:space="preserve"> </w:t>
            </w:r>
            <w:r>
              <w:tab/>
            </w:r>
          </w:p>
        </w:tc>
        <w:tc>
          <w:tcPr>
            <w:tcW w:w="7452" w:type="dxa"/>
            <w:tcMar>
              <w:top w:w="28" w:type="dxa"/>
              <w:left w:w="0" w:type="dxa"/>
              <w:bottom w:w="28" w:type="dxa"/>
              <w:right w:w="0" w:type="dxa"/>
            </w:tcMar>
          </w:tcPr>
          <w:p w14:paraId="2C554C0D" w14:textId="674845FF" w:rsidR="003D084E" w:rsidRDefault="00C97697" w:rsidP="003D084E">
            <w:pPr>
              <w:pStyle w:val="Zkratky2"/>
            </w:pPr>
            <w:r>
              <w:t>Spínací stanice trakčního vedení</w:t>
            </w:r>
          </w:p>
        </w:tc>
      </w:tr>
      <w:tr w:rsidR="00643E29" w:rsidRPr="00AD0C7B" w14:paraId="7F231B66" w14:textId="77777777" w:rsidTr="00F23844">
        <w:tc>
          <w:tcPr>
            <w:tcW w:w="1250" w:type="dxa"/>
            <w:tcMar>
              <w:top w:w="28" w:type="dxa"/>
              <w:left w:w="0" w:type="dxa"/>
              <w:bottom w:w="28" w:type="dxa"/>
              <w:right w:w="0" w:type="dxa"/>
            </w:tcMar>
          </w:tcPr>
          <w:p w14:paraId="36BC2AC5" w14:textId="77777777" w:rsidR="00643E29" w:rsidRDefault="00643E29" w:rsidP="003D084E">
            <w:pPr>
              <w:pStyle w:val="Zkratky1"/>
            </w:pPr>
          </w:p>
        </w:tc>
        <w:tc>
          <w:tcPr>
            <w:tcW w:w="7452" w:type="dxa"/>
            <w:tcMar>
              <w:top w:w="28" w:type="dxa"/>
              <w:left w:w="0" w:type="dxa"/>
              <w:bottom w:w="28" w:type="dxa"/>
              <w:right w:w="0" w:type="dxa"/>
            </w:tcMar>
          </w:tcPr>
          <w:p w14:paraId="6BC1A6A6" w14:textId="77777777" w:rsidR="00643E29" w:rsidRDefault="00643E29" w:rsidP="003D084E">
            <w:pPr>
              <w:pStyle w:val="Zkratky2"/>
            </w:pPr>
          </w:p>
        </w:tc>
      </w:tr>
    </w:tbl>
    <w:p w14:paraId="18BD8917" w14:textId="77777777" w:rsidR="00AD0C7B" w:rsidRDefault="00AD0C7B">
      <w:r>
        <w:br w:type="page"/>
      </w:r>
    </w:p>
    <w:p w14:paraId="3A40EDE7" w14:textId="77777777" w:rsidR="0069470F" w:rsidRDefault="0069470F" w:rsidP="0069470F">
      <w:pPr>
        <w:pStyle w:val="Nadpis2-1"/>
      </w:pPr>
      <w:bookmarkStart w:id="1" w:name="_Toc7077108"/>
      <w:bookmarkStart w:id="2" w:name="_Toc181176645"/>
      <w:r>
        <w:lastRenderedPageBreak/>
        <w:t xml:space="preserve">SPECIFIKACE </w:t>
      </w:r>
      <w:r w:rsidRPr="00BB2C9A">
        <w:t>PŘEDMĚTU</w:t>
      </w:r>
      <w:r>
        <w:t xml:space="preserve"> DÍLA</w:t>
      </w:r>
      <w:bookmarkEnd w:id="1"/>
      <w:bookmarkEnd w:id="2"/>
    </w:p>
    <w:p w14:paraId="67F399BF" w14:textId="77777777" w:rsidR="0069470F" w:rsidRDefault="0069470F" w:rsidP="00CC396D">
      <w:pPr>
        <w:pStyle w:val="Nadpis2-2"/>
      </w:pPr>
      <w:bookmarkStart w:id="3" w:name="_Toc7077109"/>
      <w:bookmarkStart w:id="4" w:name="_Toc181176646"/>
      <w:r>
        <w:t>Účel a rozsah předmětu Díla</w:t>
      </w:r>
      <w:bookmarkEnd w:id="3"/>
      <w:bookmarkEnd w:id="4"/>
    </w:p>
    <w:p w14:paraId="075E24A2" w14:textId="538EF5A3" w:rsidR="00951B3B" w:rsidRDefault="0069470F" w:rsidP="0069470F">
      <w:pPr>
        <w:pStyle w:val="Text2-1"/>
      </w:pPr>
      <w:r>
        <w:t xml:space="preserve">Předmětem </w:t>
      </w:r>
      <w:r w:rsidR="00C675FA">
        <w:t>D</w:t>
      </w:r>
      <w:r>
        <w:t xml:space="preserve">íla </w:t>
      </w:r>
      <w:r w:rsidR="00C675FA">
        <w:t>„</w:t>
      </w:r>
      <w:r w:rsidR="00AC15E7" w:rsidRPr="00AC15E7">
        <w:rPr>
          <w:b/>
        </w:rPr>
        <w:t>Zvýšení disponibility výkonu TNS Nedakonice v systému AC</w:t>
      </w:r>
      <w:r w:rsidR="00EA51B7">
        <w:rPr>
          <w:b/>
        </w:rPr>
        <w:t> </w:t>
      </w:r>
      <w:r w:rsidR="00AC15E7" w:rsidRPr="00AC15E7">
        <w:rPr>
          <w:b/>
        </w:rPr>
        <w:t>25</w:t>
      </w:r>
      <w:r w:rsidR="00EA51B7">
        <w:rPr>
          <w:b/>
        </w:rPr>
        <w:t> </w:t>
      </w:r>
      <w:proofErr w:type="spellStart"/>
      <w:r w:rsidR="00AC15E7" w:rsidRPr="00AC15E7">
        <w:rPr>
          <w:b/>
        </w:rPr>
        <w:t>kV</w:t>
      </w:r>
      <w:proofErr w:type="spellEnd"/>
      <w:r w:rsidR="00C675FA">
        <w:t xml:space="preserve">“ </w:t>
      </w:r>
      <w:r>
        <w:t>je</w:t>
      </w:r>
      <w:r w:rsidR="00951B3B">
        <w:t>:</w:t>
      </w:r>
    </w:p>
    <w:p w14:paraId="42107F5C" w14:textId="418B78DE" w:rsidR="00951B3B" w:rsidRDefault="00951B3B" w:rsidP="00E1189E">
      <w:pPr>
        <w:pStyle w:val="Odstavec1-1a"/>
      </w:pPr>
      <w:r w:rsidRPr="00FC6C0D">
        <w:rPr>
          <w:b/>
        </w:rPr>
        <w:t>Zhotovení Projektové d</w:t>
      </w:r>
      <w:r w:rsidRPr="00FC6C0D">
        <w:rPr>
          <w:rStyle w:val="Tun"/>
        </w:rPr>
        <w:t>okumentace pro provádění stavby</w:t>
      </w:r>
      <w:r w:rsidR="00A34A5F">
        <w:rPr>
          <w:rStyle w:val="Tun"/>
        </w:rPr>
        <w:t xml:space="preserve"> (PDPS)</w:t>
      </w:r>
      <w:r>
        <w:t>, která</w:t>
      </w:r>
      <w:r w:rsidRPr="00745AE7">
        <w:t xml:space="preserve"> rozpracuje a</w:t>
      </w:r>
      <w:r>
        <w:t> </w:t>
      </w:r>
      <w:r w:rsidRPr="00745AE7">
        <w:t xml:space="preserve">vymezí požadavky na stavbu do podrobností, které specifikují předmět </w:t>
      </w:r>
      <w:r w:rsidR="007B1404">
        <w:t>Díla se zohledněním</w:t>
      </w:r>
      <w:r>
        <w:t xml:space="preserve"> konkrétních výrobků, dodávaných technologií, technologických postupů a výrobních podmínek Zhotovitele stavby</w:t>
      </w:r>
      <w:r w:rsidR="00E1189E">
        <w:t>,</w:t>
      </w:r>
      <w:r w:rsidR="00E1189E" w:rsidRPr="00E1189E">
        <w:t xml:space="preserve"> včetně posouzení shody nebo vhodnosti pro použití prvku interoperability či ES prohlášení o ověření subsystému oznámeným subjektem</w:t>
      </w:r>
      <w:r>
        <w:t>.</w:t>
      </w:r>
    </w:p>
    <w:p w14:paraId="0DF2CD62" w14:textId="618B5DB7" w:rsidR="000C2EAB" w:rsidRPr="00D358DD" w:rsidRDefault="007A2ABD" w:rsidP="000C2EAB">
      <w:pPr>
        <w:pStyle w:val="Odstavec1-1a"/>
      </w:pPr>
      <w:r>
        <w:rPr>
          <w:b/>
        </w:rPr>
        <w:t>V</w:t>
      </w:r>
      <w:r w:rsidR="000C2EAB" w:rsidRPr="00D358DD">
        <w:rPr>
          <w:b/>
        </w:rPr>
        <w:t>ýkonu Dozoru projektanta</w:t>
      </w:r>
      <w:r w:rsidR="000C2EAB" w:rsidRPr="000C2EAB">
        <w:rPr>
          <w:b/>
        </w:rPr>
        <w:t xml:space="preserve"> </w:t>
      </w:r>
      <w:r w:rsidR="000C2EAB" w:rsidRPr="000C2EAB">
        <w:t>při zhotovení stavby</w:t>
      </w:r>
      <w:r w:rsidR="000C2EAB">
        <w:t>.</w:t>
      </w:r>
      <w:r w:rsidR="000C2EAB" w:rsidRPr="000C2EAB">
        <w:rPr>
          <w:b/>
        </w:rPr>
        <w:t xml:space="preserve"> </w:t>
      </w:r>
    </w:p>
    <w:p w14:paraId="2CEFFA18" w14:textId="66A90600" w:rsidR="008A710A" w:rsidRDefault="008A710A" w:rsidP="00F40512">
      <w:pPr>
        <w:pStyle w:val="Odstavec1-1a"/>
      </w:pPr>
      <w:r>
        <w:rPr>
          <w:b/>
        </w:rPr>
        <w:t>Zhotovení stavby</w:t>
      </w:r>
      <w:r w:rsidR="001D4BFC">
        <w:rPr>
          <w:b/>
        </w:rPr>
        <w:t xml:space="preserve"> </w:t>
      </w:r>
      <w:r w:rsidR="001D4BFC" w:rsidRPr="00831846">
        <w:t>dle schválené Projektové dokumentace a pravomocného společného</w:t>
      </w:r>
      <w:r w:rsidR="001D4BFC">
        <w:t xml:space="preserve"> povolení</w:t>
      </w:r>
      <w:r w:rsidR="00831105" w:rsidRPr="001D4BFC">
        <w:t>.</w:t>
      </w:r>
    </w:p>
    <w:p w14:paraId="4C9926D3" w14:textId="77777777" w:rsidR="00387301" w:rsidRDefault="00387301" w:rsidP="00A70516">
      <w:pPr>
        <w:pStyle w:val="Textbezslovn"/>
        <w:rPr>
          <w:rStyle w:val="Tun-ZRUIT"/>
        </w:rPr>
      </w:pPr>
      <w:r>
        <w:t>Bližší specifikace předmětu plnění veřejné zakázky je upravena i v dalších částech zadávací dokumentace.</w:t>
      </w:r>
    </w:p>
    <w:p w14:paraId="33338925" w14:textId="193287A0" w:rsidR="0069470F" w:rsidRDefault="00E53053" w:rsidP="007C5380">
      <w:pPr>
        <w:pStyle w:val="Text2-1"/>
      </w:pPr>
      <w:r>
        <w:t>Cíle</w:t>
      </w:r>
      <w:r w:rsidR="0069470F">
        <w:t xml:space="preserve">m </w:t>
      </w:r>
      <w:r>
        <w:t xml:space="preserve">Díla </w:t>
      </w:r>
      <w:r w:rsidR="0069470F">
        <w:t xml:space="preserve">je </w:t>
      </w:r>
      <w:r w:rsidR="00AC15E7">
        <w:t>především rekonstrukce stávající trakční napájecí stanice (TNS) Nedakonice za účelem zvýšení jejího výkonu pro napájení trakčního vedení včetně provedení úprav souvisejících zařízení. Dále je předmětem stavby úprava stávající spínací stanice trakčního vedení (</w:t>
      </w:r>
      <w:proofErr w:type="spellStart"/>
      <w:r w:rsidR="00AC15E7">
        <w:t>SpS</w:t>
      </w:r>
      <w:proofErr w:type="spellEnd"/>
      <w:r w:rsidR="00AC15E7">
        <w:t>) Rohatec včetně provedení úprav souvisejících zařízení.</w:t>
      </w:r>
    </w:p>
    <w:p w14:paraId="5B212376" w14:textId="532A6C51" w:rsidR="0098333B" w:rsidRPr="00AC15E7" w:rsidRDefault="0098333B" w:rsidP="0022166B">
      <w:pPr>
        <w:pStyle w:val="Text2-1"/>
      </w:pPr>
      <w:r w:rsidRPr="00AC15E7">
        <w:t xml:space="preserve">Součástí díla je zajištění publicity (viz </w:t>
      </w:r>
      <w:r w:rsidR="00135B43" w:rsidRPr="00AC15E7">
        <w:fldChar w:fldCharType="begin"/>
      </w:r>
      <w:r w:rsidR="00135B43" w:rsidRPr="00AC15E7">
        <w:instrText xml:space="preserve"> REF _Ref78271730 \r \h </w:instrText>
      </w:r>
      <w:r w:rsidR="00AC15E7" w:rsidRPr="00AC15E7">
        <w:instrText xml:space="preserve"> \* MERGEFORMAT </w:instrText>
      </w:r>
      <w:r w:rsidR="00135B43" w:rsidRPr="00AC15E7">
        <w:fldChar w:fldCharType="separate"/>
      </w:r>
      <w:r w:rsidR="00C41390">
        <w:t>4.12</w:t>
      </w:r>
      <w:r w:rsidR="00135B43" w:rsidRPr="00AC15E7">
        <w:fldChar w:fldCharType="end"/>
      </w:r>
      <w:r w:rsidRPr="00AC15E7">
        <w:t xml:space="preserve"> těchto ZTP).</w:t>
      </w:r>
    </w:p>
    <w:p w14:paraId="1412CC8F" w14:textId="7F806A57" w:rsidR="003475AA" w:rsidRPr="00A34A5F" w:rsidRDefault="0069470F" w:rsidP="003475AA">
      <w:pPr>
        <w:pStyle w:val="Text2-1"/>
      </w:pPr>
      <w:r w:rsidRPr="00A70516">
        <w:rPr>
          <w:b/>
        </w:rPr>
        <w:t xml:space="preserve">Rozsah </w:t>
      </w:r>
      <w:r w:rsidR="00951B3B" w:rsidRPr="00A70516">
        <w:rPr>
          <w:b/>
        </w:rPr>
        <w:t xml:space="preserve">a členění </w:t>
      </w:r>
      <w:r w:rsidR="001D4BFC" w:rsidRPr="00A70516">
        <w:rPr>
          <w:b/>
        </w:rPr>
        <w:t xml:space="preserve">Projektové </w:t>
      </w:r>
      <w:r w:rsidR="00951B3B" w:rsidRPr="00A70516">
        <w:rPr>
          <w:b/>
        </w:rPr>
        <w:t>dokumentace a zhotovení díla</w:t>
      </w:r>
      <w:r w:rsidR="003475AA" w:rsidRPr="00A70516">
        <w:rPr>
          <w:b/>
        </w:rPr>
        <w:t>:</w:t>
      </w:r>
    </w:p>
    <w:p w14:paraId="740326C9" w14:textId="2F95C276" w:rsidR="00A0450D" w:rsidRPr="00A0450D" w:rsidRDefault="00A0450D" w:rsidP="00A0450D">
      <w:pPr>
        <w:pStyle w:val="Odstavec1-1a"/>
        <w:numPr>
          <w:ilvl w:val="0"/>
          <w:numId w:val="22"/>
        </w:numPr>
        <w:rPr>
          <w:rStyle w:val="Tun"/>
          <w:b w:val="0"/>
        </w:rPr>
      </w:pPr>
      <w:r w:rsidRPr="00A0450D">
        <w:rPr>
          <w:rStyle w:val="Tun"/>
          <w:b w:val="0"/>
        </w:rPr>
        <w:t xml:space="preserve">Dokumentace ve stupni PDPS bude zpracována v členění a rozsahu přílohy č. 4 vyhlášky č. 146/2008 Sb., o rozsahu a obsahu projektové dokumentace dopravních staveb, ve znění účinném ke dni předcházejícímu jejímu zrušení. Pro potřeby projednání, zejména v rámci Správy železnic, státní organizace (dále jen „SŽ“), bude obsah dokumentace PDPS odpovídat podrobnosti a obsahu podle přílohy P7 směrnice SŽ SM011, Dokumentace staveb Správy železnic, státní organizace (dále jen „SŽ SM011“). Součástí PDPS je také souhlasné stanovisko Dozoru projektanta (zhotovitele DUSL) v průběhu přípravy (při zhotovení PDPS) o </w:t>
      </w:r>
      <w:proofErr w:type="gramStart"/>
      <w:r w:rsidRPr="00A0450D">
        <w:rPr>
          <w:rStyle w:val="Tun"/>
          <w:b w:val="0"/>
        </w:rPr>
        <w:t>souladu  návrhu</w:t>
      </w:r>
      <w:proofErr w:type="gramEnd"/>
      <w:r w:rsidRPr="00A0450D">
        <w:rPr>
          <w:rStyle w:val="Tun"/>
          <w:b w:val="0"/>
        </w:rPr>
        <w:t xml:space="preserve"> technického řešení DUSL s dokumentací PDPS na základě žádosti zhotovitele PDPS.</w:t>
      </w:r>
    </w:p>
    <w:p w14:paraId="7B956C1A" w14:textId="3E4EC52F" w:rsidR="00951B3B" w:rsidRPr="000E3284" w:rsidRDefault="001D4BFC" w:rsidP="000E3284">
      <w:pPr>
        <w:pStyle w:val="Odstavec1-1a"/>
      </w:pPr>
      <w:r w:rsidRPr="000E3284">
        <w:rPr>
          <w:rStyle w:val="Tun"/>
          <w:b w:val="0"/>
        </w:rPr>
        <w:t xml:space="preserve">Součástí Zhotovení stavby je také </w:t>
      </w:r>
      <w:r w:rsidRPr="000E3284">
        <w:t>vypracování Dokumentace skutečného provedení stavby včetně geodetické části.</w:t>
      </w:r>
    </w:p>
    <w:p w14:paraId="2E610A92" w14:textId="77777777" w:rsidR="00610F4E" w:rsidRPr="00DD57B1" w:rsidDel="00FB05B2" w:rsidRDefault="00610F4E" w:rsidP="00610F4E">
      <w:pPr>
        <w:pStyle w:val="Text2-1"/>
      </w:pPr>
      <w:r w:rsidDel="00FB05B2">
        <w:rPr>
          <w:rStyle w:val="Tun-ZRUIT"/>
        </w:rPr>
        <w:t>Dále uváděný p</w:t>
      </w:r>
      <w:r w:rsidRPr="00DD57B1" w:rsidDel="00FB05B2">
        <w:rPr>
          <w:rStyle w:val="Tun-ZRUIT"/>
        </w:rPr>
        <w:t xml:space="preserve">ojem </w:t>
      </w:r>
      <w:r w:rsidDel="00FB05B2">
        <w:rPr>
          <w:rStyle w:val="Tun-ZRUIT"/>
        </w:rPr>
        <w:t>„</w:t>
      </w:r>
      <w:r w:rsidRPr="00DD57B1" w:rsidDel="00FB05B2">
        <w:rPr>
          <w:rStyle w:val="Tun"/>
        </w:rPr>
        <w:t>Dokumentace</w:t>
      </w:r>
      <w:r w:rsidDel="00FB05B2">
        <w:rPr>
          <w:rStyle w:val="Tun-ZRUIT"/>
        </w:rPr>
        <w:t>“ v těchto ZTP se rozumí zpracování příslušného stupně dokumentace dle povahy Díla.</w:t>
      </w:r>
    </w:p>
    <w:p w14:paraId="1AA47F49" w14:textId="77777777" w:rsidR="0069470F" w:rsidRDefault="0069470F" w:rsidP="0069470F">
      <w:pPr>
        <w:pStyle w:val="Nadpis2-2"/>
      </w:pPr>
      <w:bookmarkStart w:id="5" w:name="_Toc7077110"/>
      <w:bookmarkStart w:id="6" w:name="_Toc181176647"/>
      <w:r>
        <w:t>Umístění stavby</w:t>
      </w:r>
      <w:bookmarkEnd w:id="5"/>
      <w:bookmarkEnd w:id="6"/>
    </w:p>
    <w:p w14:paraId="33B3C3C6" w14:textId="3DF66D39" w:rsidR="0069470F" w:rsidRDefault="00FD4B80" w:rsidP="0069470F">
      <w:pPr>
        <w:pStyle w:val="Text2-1"/>
      </w:pPr>
      <w:r w:rsidRPr="00FD501F">
        <w:t xml:space="preserve">Stavba </w:t>
      </w:r>
      <w:r w:rsidRPr="00474234">
        <w:t>bude</w:t>
      </w:r>
      <w:r w:rsidRPr="00FD501F">
        <w:t xml:space="preserve"> probíhat na </w:t>
      </w:r>
      <w:r w:rsidRPr="001C28A8">
        <w:rPr>
          <w:rStyle w:val="Text2-1Char"/>
        </w:rPr>
        <w:t xml:space="preserve">dvoukolejné celostátní dráze Přerov – Břeclav zařazené do sítě TEN-T č. 316A (dle TTP), č. 330 (dle KJŘ), č. 800 00 (dle Prohlášení o dráze). </w:t>
      </w:r>
    </w:p>
    <w:p w14:paraId="126A5BDF" w14:textId="77777777" w:rsidR="0080795A" w:rsidRDefault="0080795A" w:rsidP="00831846">
      <w:pPr>
        <w:pStyle w:val="TabulkaNadpis"/>
      </w:pPr>
      <w:r>
        <w:t>Údaje o stavbě</w:t>
      </w:r>
    </w:p>
    <w:tbl>
      <w:tblPr>
        <w:tblStyle w:val="TabZTPbez"/>
        <w:tblW w:w="8080" w:type="dxa"/>
        <w:tblInd w:w="737" w:type="dxa"/>
        <w:tblLook w:val="04E0" w:firstRow="1" w:lastRow="1" w:firstColumn="1" w:lastColumn="0" w:noHBand="0" w:noVBand="1"/>
      </w:tblPr>
      <w:tblGrid>
        <w:gridCol w:w="3799"/>
        <w:gridCol w:w="4281"/>
      </w:tblGrid>
      <w:tr w:rsidR="0080795A" w:rsidRPr="005A2CE9" w14:paraId="55863103" w14:textId="77777777" w:rsidTr="00E10E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9" w:type="dxa"/>
          </w:tcPr>
          <w:p w14:paraId="155344CB" w14:textId="77777777" w:rsidR="0080795A" w:rsidRPr="005A2CE9" w:rsidRDefault="0080795A">
            <w:pPr>
              <w:pStyle w:val="Tabulka-7"/>
            </w:pPr>
            <w:r>
              <w:t>Označení (S-kód)</w:t>
            </w:r>
          </w:p>
        </w:tc>
        <w:tc>
          <w:tcPr>
            <w:tcW w:w="4281" w:type="dxa"/>
          </w:tcPr>
          <w:p w14:paraId="3682DDDD" w14:textId="28F996B9" w:rsidR="0080795A" w:rsidRPr="005A2CE9" w:rsidRDefault="00FD4B80" w:rsidP="00831846">
            <w:pPr>
              <w:pStyle w:val="Tabulka-7"/>
              <w:cnfStyle w:val="100000000000" w:firstRow="1" w:lastRow="0" w:firstColumn="0" w:lastColumn="0" w:oddVBand="0" w:evenVBand="0" w:oddHBand="0" w:evenHBand="0" w:firstRowFirstColumn="0" w:firstRowLastColumn="0" w:lastRowFirstColumn="0" w:lastRowLastColumn="0"/>
            </w:pPr>
            <w:r w:rsidRPr="007920EE">
              <w:t>S622000551</w:t>
            </w:r>
          </w:p>
        </w:tc>
      </w:tr>
      <w:tr w:rsidR="00FD4B80" w:rsidRPr="005A2CE9" w14:paraId="4CF625A1" w14:textId="77777777" w:rsidTr="00E10EF1">
        <w:tc>
          <w:tcPr>
            <w:cnfStyle w:val="001000000000" w:firstRow="0" w:lastRow="0" w:firstColumn="1" w:lastColumn="0" w:oddVBand="0" w:evenVBand="0" w:oddHBand="0" w:evenHBand="0" w:firstRowFirstColumn="0" w:firstRowLastColumn="0" w:lastRowFirstColumn="0" w:lastRowLastColumn="0"/>
            <w:tcW w:w="3799" w:type="dxa"/>
          </w:tcPr>
          <w:p w14:paraId="1813361B" w14:textId="77777777" w:rsidR="00FD4B80" w:rsidRPr="005A2CE9" w:rsidRDefault="00FD4B80" w:rsidP="00FD4B80">
            <w:pPr>
              <w:pStyle w:val="Tabulka-7"/>
            </w:pPr>
            <w:r>
              <w:t>Kraj</w:t>
            </w:r>
          </w:p>
        </w:tc>
        <w:tc>
          <w:tcPr>
            <w:tcW w:w="4281" w:type="dxa"/>
          </w:tcPr>
          <w:p w14:paraId="340F6082" w14:textId="447D72C2" w:rsidR="00FD4B80" w:rsidRPr="005A2CE9" w:rsidRDefault="00FD4B80" w:rsidP="00FD4B80">
            <w:pPr>
              <w:pStyle w:val="Tabulka-7"/>
              <w:cnfStyle w:val="000000000000" w:firstRow="0" w:lastRow="0" w:firstColumn="0" w:lastColumn="0" w:oddVBand="0" w:evenVBand="0" w:oddHBand="0" w:evenHBand="0" w:firstRowFirstColumn="0" w:firstRowLastColumn="0" w:lastRowFirstColumn="0" w:lastRowLastColumn="0"/>
            </w:pPr>
            <w:r w:rsidRPr="00154E86">
              <w:t>Zlínský</w:t>
            </w:r>
          </w:p>
        </w:tc>
      </w:tr>
      <w:tr w:rsidR="00FD4B80" w:rsidRPr="005A2CE9" w14:paraId="120C032A" w14:textId="77777777" w:rsidTr="00E10EF1">
        <w:tc>
          <w:tcPr>
            <w:cnfStyle w:val="001000000000" w:firstRow="0" w:lastRow="0" w:firstColumn="1" w:lastColumn="0" w:oddVBand="0" w:evenVBand="0" w:oddHBand="0" w:evenHBand="0" w:firstRowFirstColumn="0" w:firstRowLastColumn="0" w:lastRowFirstColumn="0" w:lastRowLastColumn="0"/>
            <w:tcW w:w="3799" w:type="dxa"/>
          </w:tcPr>
          <w:p w14:paraId="1A0E797E" w14:textId="77777777" w:rsidR="00FD4B80" w:rsidRPr="005A2CE9" w:rsidRDefault="00FD4B80" w:rsidP="00FD4B80">
            <w:pPr>
              <w:pStyle w:val="Tabulka-7"/>
            </w:pPr>
            <w:r>
              <w:t>Okres</w:t>
            </w:r>
          </w:p>
        </w:tc>
        <w:tc>
          <w:tcPr>
            <w:tcW w:w="4281" w:type="dxa"/>
          </w:tcPr>
          <w:p w14:paraId="38578EBF" w14:textId="1BA85E69" w:rsidR="00FD4B80" w:rsidRPr="005A2CE9" w:rsidRDefault="00FD4B80" w:rsidP="00FD4B80">
            <w:pPr>
              <w:pStyle w:val="Tabulka-7"/>
              <w:cnfStyle w:val="000000000000" w:firstRow="0" w:lastRow="0" w:firstColumn="0" w:lastColumn="0" w:oddVBand="0" w:evenVBand="0" w:oddHBand="0" w:evenHBand="0" w:firstRowFirstColumn="0" w:firstRowLastColumn="0" w:lastRowFirstColumn="0" w:lastRowLastColumn="0"/>
            </w:pPr>
            <w:r>
              <w:t>Uherské Hradiště</w:t>
            </w:r>
          </w:p>
        </w:tc>
      </w:tr>
      <w:tr w:rsidR="00FD4B80" w:rsidRPr="005A2CE9" w14:paraId="4E1E6716" w14:textId="77777777" w:rsidTr="00E10EF1">
        <w:tc>
          <w:tcPr>
            <w:cnfStyle w:val="001000000000" w:firstRow="0" w:lastRow="0" w:firstColumn="1" w:lastColumn="0" w:oddVBand="0" w:evenVBand="0" w:oddHBand="0" w:evenHBand="0" w:firstRowFirstColumn="0" w:firstRowLastColumn="0" w:lastRowFirstColumn="0" w:lastRowLastColumn="0"/>
            <w:tcW w:w="3799" w:type="dxa"/>
          </w:tcPr>
          <w:p w14:paraId="71E22A90" w14:textId="77777777" w:rsidR="00FD4B80" w:rsidRPr="005A2CE9" w:rsidRDefault="00FD4B80" w:rsidP="00FD4B80">
            <w:pPr>
              <w:pStyle w:val="Tabulka-7"/>
            </w:pPr>
            <w:r>
              <w:t>Katastrální území</w:t>
            </w:r>
          </w:p>
        </w:tc>
        <w:tc>
          <w:tcPr>
            <w:tcW w:w="4281" w:type="dxa"/>
          </w:tcPr>
          <w:p w14:paraId="0C87BB05" w14:textId="7D69E431" w:rsidR="00FD4B80" w:rsidRPr="005A2CE9" w:rsidRDefault="00FD4B80" w:rsidP="00FD4B80">
            <w:pPr>
              <w:pStyle w:val="Tabulka-7"/>
              <w:cnfStyle w:val="000000000000" w:firstRow="0" w:lastRow="0" w:firstColumn="0" w:lastColumn="0" w:oddVBand="0" w:evenVBand="0" w:oddHBand="0" w:evenHBand="0" w:firstRowFirstColumn="0" w:firstRowLastColumn="0" w:lastRowFirstColumn="0" w:lastRowLastColumn="0"/>
            </w:pPr>
            <w:r>
              <w:t>KÚ 702145 Nedakonice pozemky (p. č. 1090/7, st. p. č. 645, 644, 641)</w:t>
            </w:r>
          </w:p>
        </w:tc>
      </w:tr>
      <w:tr w:rsidR="00FD4B80" w:rsidRPr="005A2CE9" w14:paraId="7474CC1D" w14:textId="77777777" w:rsidTr="00E10EF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9" w:type="dxa"/>
          </w:tcPr>
          <w:p w14:paraId="7F65A0A3" w14:textId="77777777" w:rsidR="00FD4B80" w:rsidRPr="005A2CE9" w:rsidRDefault="00FD4B80" w:rsidP="00FD4B80">
            <w:pPr>
              <w:pStyle w:val="Tabulka-7"/>
            </w:pPr>
            <w:r>
              <w:t xml:space="preserve">Správce </w:t>
            </w:r>
          </w:p>
        </w:tc>
        <w:tc>
          <w:tcPr>
            <w:tcW w:w="4281" w:type="dxa"/>
          </w:tcPr>
          <w:p w14:paraId="78D091C3" w14:textId="36B142DB" w:rsidR="00FD4B80" w:rsidRPr="005A2CE9" w:rsidRDefault="00FD4B80" w:rsidP="00FD4B80">
            <w:pPr>
              <w:pStyle w:val="Tabulka-7"/>
              <w:cnfStyle w:val="010000000000" w:firstRow="0" w:lastRow="1" w:firstColumn="0" w:lastColumn="0" w:oddVBand="0" w:evenVBand="0" w:oddHBand="0" w:evenHBand="0" w:firstRowFirstColumn="0" w:firstRowLastColumn="0" w:lastRowFirstColumn="0" w:lastRowLastColumn="0"/>
            </w:pPr>
            <w:r>
              <w:t>OŘ Olomouc</w:t>
            </w:r>
          </w:p>
        </w:tc>
      </w:tr>
    </w:tbl>
    <w:p w14:paraId="3FC7727D" w14:textId="77777777" w:rsidR="0080795A" w:rsidRDefault="0080795A" w:rsidP="00831846">
      <w:pPr>
        <w:pStyle w:val="TextbezslBEZMEZER"/>
      </w:pPr>
    </w:p>
    <w:p w14:paraId="07622F1A" w14:textId="77777777" w:rsidR="00DE213A" w:rsidRDefault="00DE213A" w:rsidP="0022166B">
      <w:pPr>
        <w:pStyle w:val="TabulkaNadpis"/>
      </w:pPr>
      <w:r>
        <w:t>Údaje o trati</w:t>
      </w:r>
    </w:p>
    <w:tbl>
      <w:tblPr>
        <w:tblStyle w:val="TabZTPbez"/>
        <w:tblW w:w="8080" w:type="dxa"/>
        <w:tblInd w:w="737" w:type="dxa"/>
        <w:tblLook w:val="04E0" w:firstRow="1" w:lastRow="1" w:firstColumn="1" w:lastColumn="0" w:noHBand="0" w:noVBand="1"/>
      </w:tblPr>
      <w:tblGrid>
        <w:gridCol w:w="3799"/>
        <w:gridCol w:w="4281"/>
      </w:tblGrid>
      <w:tr w:rsidR="00FB6950" w:rsidRPr="005A2CE9" w14:paraId="134FBCFA" w14:textId="77777777" w:rsidTr="00E10EF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9" w:type="dxa"/>
          </w:tcPr>
          <w:p w14:paraId="5CB5BB21" w14:textId="77777777" w:rsidR="00FB6950" w:rsidRPr="005A2CE9" w:rsidRDefault="00FB6950" w:rsidP="00FD4B80">
            <w:pPr>
              <w:pStyle w:val="Tabulka-7"/>
              <w:keepNext/>
            </w:pPr>
            <w:r w:rsidRPr="005A2CE9">
              <w:t>Kategorie dráhy podle zákona č. 266/1994 Sb.</w:t>
            </w:r>
          </w:p>
        </w:tc>
        <w:tc>
          <w:tcPr>
            <w:tcW w:w="4281" w:type="dxa"/>
          </w:tcPr>
          <w:p w14:paraId="1A19A096" w14:textId="00C1B6C5" w:rsidR="00FB6950" w:rsidRPr="005A2CE9" w:rsidRDefault="00FB6950" w:rsidP="00FD4B80">
            <w:pPr>
              <w:pStyle w:val="Tabulka-7"/>
              <w:cnfStyle w:val="100000000000" w:firstRow="1" w:lastRow="0" w:firstColumn="0" w:lastColumn="0" w:oddVBand="0" w:evenVBand="0" w:oddHBand="0" w:evenHBand="0" w:firstRowFirstColumn="0" w:firstRowLastColumn="0" w:lastRowFirstColumn="0" w:lastRowLastColumn="0"/>
            </w:pPr>
            <w:r w:rsidRPr="007920EE">
              <w:rPr>
                <w:szCs w:val="14"/>
              </w:rPr>
              <w:t>Celostátní</w:t>
            </w:r>
          </w:p>
        </w:tc>
      </w:tr>
      <w:tr w:rsidR="00FB6950" w:rsidRPr="005A2CE9" w14:paraId="4B4C7CA5" w14:textId="77777777" w:rsidTr="00E10EF1">
        <w:tc>
          <w:tcPr>
            <w:cnfStyle w:val="001000000000" w:firstRow="0" w:lastRow="0" w:firstColumn="1" w:lastColumn="0" w:oddVBand="0" w:evenVBand="0" w:oddHBand="0" w:evenHBand="0" w:firstRowFirstColumn="0" w:firstRowLastColumn="0" w:lastRowFirstColumn="0" w:lastRowLastColumn="0"/>
            <w:tcW w:w="3799" w:type="dxa"/>
          </w:tcPr>
          <w:p w14:paraId="7511905E" w14:textId="77777777" w:rsidR="00FB6950" w:rsidRPr="005A2CE9" w:rsidRDefault="00FB6950" w:rsidP="00FD4B80">
            <w:pPr>
              <w:pStyle w:val="Tabulka-7"/>
              <w:keepNext/>
            </w:pPr>
            <w:r w:rsidRPr="005A2CE9">
              <w:t>Kategorie dráhy podle TSI INF</w:t>
            </w:r>
          </w:p>
        </w:tc>
        <w:tc>
          <w:tcPr>
            <w:tcW w:w="4281" w:type="dxa"/>
          </w:tcPr>
          <w:p w14:paraId="7A1C66CC" w14:textId="228D5A1E" w:rsidR="00FB6950" w:rsidRPr="005A2CE9" w:rsidRDefault="00FB6950" w:rsidP="00FD4B80">
            <w:pPr>
              <w:pStyle w:val="Tabulka-7"/>
              <w:cnfStyle w:val="000000000000" w:firstRow="0" w:lastRow="0" w:firstColumn="0" w:lastColumn="0" w:oddVBand="0" w:evenVBand="0" w:oddHBand="0" w:evenHBand="0" w:firstRowFirstColumn="0" w:firstRowLastColumn="0" w:lastRowFirstColumn="0" w:lastRowLastColumn="0"/>
            </w:pPr>
            <w:r w:rsidRPr="007920EE">
              <w:rPr>
                <w:szCs w:val="14"/>
              </w:rPr>
              <w:t>P5-osobní/F1-nákladní</w:t>
            </w:r>
          </w:p>
        </w:tc>
      </w:tr>
      <w:tr w:rsidR="00FB6950" w:rsidRPr="005A2CE9" w14:paraId="36A9DD36" w14:textId="77777777" w:rsidTr="00E10EF1">
        <w:tc>
          <w:tcPr>
            <w:cnfStyle w:val="001000000000" w:firstRow="0" w:lastRow="0" w:firstColumn="1" w:lastColumn="0" w:oddVBand="0" w:evenVBand="0" w:oddHBand="0" w:evenHBand="0" w:firstRowFirstColumn="0" w:firstRowLastColumn="0" w:lastRowFirstColumn="0" w:lastRowLastColumn="0"/>
            <w:tcW w:w="3799" w:type="dxa"/>
          </w:tcPr>
          <w:p w14:paraId="5056B163" w14:textId="77777777" w:rsidR="00FB6950" w:rsidRPr="005A2CE9" w:rsidRDefault="00FB6950" w:rsidP="00FD4B80">
            <w:pPr>
              <w:pStyle w:val="Tabulka-7"/>
            </w:pPr>
            <w:r w:rsidRPr="005A2CE9">
              <w:t>Součást sítě TEN-T</w:t>
            </w:r>
          </w:p>
        </w:tc>
        <w:tc>
          <w:tcPr>
            <w:tcW w:w="4281" w:type="dxa"/>
          </w:tcPr>
          <w:p w14:paraId="5FAC576A" w14:textId="23C6ED5E" w:rsidR="00FB6950" w:rsidRPr="00831846" w:rsidRDefault="00FB6950" w:rsidP="00FD4B80">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3D4852">
              <w:t>ANO</w:t>
            </w:r>
          </w:p>
        </w:tc>
      </w:tr>
      <w:tr w:rsidR="00FB6950" w:rsidRPr="005A2CE9" w14:paraId="32B42C2D" w14:textId="77777777" w:rsidTr="00E10EF1">
        <w:tc>
          <w:tcPr>
            <w:cnfStyle w:val="001000000000" w:firstRow="0" w:lastRow="0" w:firstColumn="1" w:lastColumn="0" w:oddVBand="0" w:evenVBand="0" w:oddHBand="0" w:evenHBand="0" w:firstRowFirstColumn="0" w:firstRowLastColumn="0" w:lastRowFirstColumn="0" w:lastRowLastColumn="0"/>
            <w:tcW w:w="3799" w:type="dxa"/>
          </w:tcPr>
          <w:p w14:paraId="2D983A28" w14:textId="77777777" w:rsidR="00FB6950" w:rsidRPr="005A2CE9" w:rsidRDefault="00FB6950" w:rsidP="00FD4B80">
            <w:pPr>
              <w:pStyle w:val="Tabulka-7"/>
            </w:pPr>
            <w:r w:rsidRPr="005A2CE9">
              <w:lastRenderedPageBreak/>
              <w:t>Číslo trati podle Prohlášení o dráze</w:t>
            </w:r>
          </w:p>
        </w:tc>
        <w:tc>
          <w:tcPr>
            <w:tcW w:w="4281" w:type="dxa"/>
          </w:tcPr>
          <w:p w14:paraId="012AE764" w14:textId="218D0488" w:rsidR="00FB6950" w:rsidRPr="005A2CE9" w:rsidRDefault="00FB6950" w:rsidP="00FD4B80">
            <w:pPr>
              <w:pStyle w:val="Tabulka-7"/>
              <w:cnfStyle w:val="000000000000" w:firstRow="0" w:lastRow="0" w:firstColumn="0" w:lastColumn="0" w:oddVBand="0" w:evenVBand="0" w:oddHBand="0" w:evenHBand="0" w:firstRowFirstColumn="0" w:firstRowLastColumn="0" w:lastRowFirstColumn="0" w:lastRowLastColumn="0"/>
            </w:pPr>
            <w:r w:rsidRPr="00725242">
              <w:t>800</w:t>
            </w:r>
            <w:r>
              <w:t xml:space="preserve"> 00</w:t>
            </w:r>
          </w:p>
        </w:tc>
      </w:tr>
      <w:tr w:rsidR="00FB6950" w:rsidRPr="005A2CE9" w14:paraId="2D24F3B2" w14:textId="77777777" w:rsidTr="00E10EF1">
        <w:tc>
          <w:tcPr>
            <w:cnfStyle w:val="001000000000" w:firstRow="0" w:lastRow="0" w:firstColumn="1" w:lastColumn="0" w:oddVBand="0" w:evenVBand="0" w:oddHBand="0" w:evenHBand="0" w:firstRowFirstColumn="0" w:firstRowLastColumn="0" w:lastRowFirstColumn="0" w:lastRowLastColumn="0"/>
            <w:tcW w:w="3799" w:type="dxa"/>
          </w:tcPr>
          <w:p w14:paraId="450F8713" w14:textId="77777777" w:rsidR="00FB6950" w:rsidRPr="005A2CE9" w:rsidRDefault="00FB6950" w:rsidP="00FD4B80">
            <w:pPr>
              <w:pStyle w:val="Tabulka-7"/>
            </w:pPr>
            <w:r w:rsidRPr="005A2CE9">
              <w:t>Číslo trati podle nákresného jízdního řádu</w:t>
            </w:r>
          </w:p>
        </w:tc>
        <w:tc>
          <w:tcPr>
            <w:tcW w:w="4281" w:type="dxa"/>
          </w:tcPr>
          <w:p w14:paraId="7D60C5AF" w14:textId="39F39B47" w:rsidR="00FB6950" w:rsidRPr="005A2CE9" w:rsidRDefault="00FB6950" w:rsidP="00FD4B80">
            <w:pPr>
              <w:pStyle w:val="Tabulka-7"/>
              <w:cnfStyle w:val="000000000000" w:firstRow="0" w:lastRow="0" w:firstColumn="0" w:lastColumn="0" w:oddVBand="0" w:evenVBand="0" w:oddHBand="0" w:evenHBand="0" w:firstRowFirstColumn="0" w:firstRowLastColumn="0" w:lastRowFirstColumn="0" w:lastRowLastColumn="0"/>
            </w:pPr>
            <w:r>
              <w:t>316</w:t>
            </w:r>
          </w:p>
        </w:tc>
      </w:tr>
      <w:tr w:rsidR="00FB6950" w:rsidRPr="005A2CE9" w14:paraId="04E07CC0" w14:textId="77777777" w:rsidTr="00E10EF1">
        <w:tc>
          <w:tcPr>
            <w:cnfStyle w:val="001000000000" w:firstRow="0" w:lastRow="0" w:firstColumn="1" w:lastColumn="0" w:oddVBand="0" w:evenVBand="0" w:oddHBand="0" w:evenHBand="0" w:firstRowFirstColumn="0" w:firstRowLastColumn="0" w:lastRowFirstColumn="0" w:lastRowLastColumn="0"/>
            <w:tcW w:w="3799" w:type="dxa"/>
          </w:tcPr>
          <w:p w14:paraId="7DA5CD33" w14:textId="77777777" w:rsidR="00FB6950" w:rsidRPr="005A2CE9" w:rsidRDefault="00FB6950" w:rsidP="00FD4B80">
            <w:pPr>
              <w:pStyle w:val="Tabulka-7"/>
            </w:pPr>
            <w:r w:rsidRPr="005A2CE9">
              <w:t>Číslo trati podle knižního jízdního řádu</w:t>
            </w:r>
          </w:p>
        </w:tc>
        <w:tc>
          <w:tcPr>
            <w:tcW w:w="4281" w:type="dxa"/>
          </w:tcPr>
          <w:p w14:paraId="2574C6D6" w14:textId="5198C806" w:rsidR="00FB6950" w:rsidRPr="005A2CE9" w:rsidRDefault="00FB6950" w:rsidP="00FD4B80">
            <w:pPr>
              <w:pStyle w:val="Tabulka-7"/>
              <w:cnfStyle w:val="000000000000" w:firstRow="0" w:lastRow="0" w:firstColumn="0" w:lastColumn="0" w:oddVBand="0" w:evenVBand="0" w:oddHBand="0" w:evenHBand="0" w:firstRowFirstColumn="0" w:firstRowLastColumn="0" w:lastRowFirstColumn="0" w:lastRowLastColumn="0"/>
            </w:pPr>
            <w:r>
              <w:t>330</w:t>
            </w:r>
          </w:p>
        </w:tc>
      </w:tr>
      <w:tr w:rsidR="00FB6950" w:rsidRPr="005A2CE9" w14:paraId="46738636" w14:textId="77777777" w:rsidTr="00E10EF1">
        <w:tc>
          <w:tcPr>
            <w:cnfStyle w:val="001000000000" w:firstRow="0" w:lastRow="0" w:firstColumn="1" w:lastColumn="0" w:oddVBand="0" w:evenVBand="0" w:oddHBand="0" w:evenHBand="0" w:firstRowFirstColumn="0" w:firstRowLastColumn="0" w:lastRowFirstColumn="0" w:lastRowLastColumn="0"/>
            <w:tcW w:w="3799" w:type="dxa"/>
          </w:tcPr>
          <w:p w14:paraId="331E860D" w14:textId="77777777" w:rsidR="00FB6950" w:rsidRPr="005A2CE9" w:rsidRDefault="00FB6950" w:rsidP="00FD4B80">
            <w:pPr>
              <w:pStyle w:val="Tabulka-7"/>
            </w:pPr>
            <w:r w:rsidRPr="005A2CE9">
              <w:t>Číslo traťového a definičního úseku</w:t>
            </w:r>
          </w:p>
        </w:tc>
        <w:tc>
          <w:tcPr>
            <w:tcW w:w="4281" w:type="dxa"/>
          </w:tcPr>
          <w:p w14:paraId="7B7F39F7" w14:textId="6D3E6C70" w:rsidR="00FB6950" w:rsidRPr="005A2CE9" w:rsidRDefault="00FB6950" w:rsidP="00FD4B80">
            <w:pPr>
              <w:pStyle w:val="Tabulka-7"/>
              <w:cnfStyle w:val="000000000000" w:firstRow="0" w:lastRow="0" w:firstColumn="0" w:lastColumn="0" w:oddVBand="0" w:evenVBand="0" w:oddHBand="0" w:evenHBand="0" w:firstRowFirstColumn="0" w:firstRowLastColumn="0" w:lastRowFirstColumn="0" w:lastRowLastColumn="0"/>
            </w:pPr>
            <w:r w:rsidRPr="0068751C">
              <w:t xml:space="preserve">TU - 2401, </w:t>
            </w:r>
            <w:proofErr w:type="gramStart"/>
            <w:r w:rsidRPr="0068751C">
              <w:t>DU</w:t>
            </w:r>
            <w:r>
              <w:t xml:space="preserve"> - </w:t>
            </w:r>
            <w:r w:rsidRPr="0068751C">
              <w:t>J1</w:t>
            </w:r>
            <w:proofErr w:type="gramEnd"/>
            <w:r w:rsidRPr="0068751C">
              <w:t>, J3, JA</w:t>
            </w:r>
          </w:p>
        </w:tc>
      </w:tr>
      <w:tr w:rsidR="00FB6950" w:rsidRPr="005A2CE9" w14:paraId="7E44C3AB" w14:textId="77777777" w:rsidTr="00E10EF1">
        <w:tc>
          <w:tcPr>
            <w:cnfStyle w:val="001000000000" w:firstRow="0" w:lastRow="0" w:firstColumn="1" w:lastColumn="0" w:oddVBand="0" w:evenVBand="0" w:oddHBand="0" w:evenHBand="0" w:firstRowFirstColumn="0" w:firstRowLastColumn="0" w:lastRowFirstColumn="0" w:lastRowLastColumn="0"/>
            <w:tcW w:w="3799" w:type="dxa"/>
          </w:tcPr>
          <w:p w14:paraId="58F097F6" w14:textId="77777777" w:rsidR="00FB6950" w:rsidRPr="005A2CE9" w:rsidRDefault="00FB6950" w:rsidP="00FD4B80">
            <w:pPr>
              <w:pStyle w:val="Tabulka-7"/>
            </w:pPr>
            <w:r w:rsidRPr="005A2CE9">
              <w:t>Traťová třída zatížení</w:t>
            </w:r>
          </w:p>
        </w:tc>
        <w:tc>
          <w:tcPr>
            <w:tcW w:w="4281" w:type="dxa"/>
          </w:tcPr>
          <w:p w14:paraId="531162A5" w14:textId="0ED2F1DD" w:rsidR="00FB6950" w:rsidRPr="005A2CE9" w:rsidRDefault="00FB6950" w:rsidP="00FD4B80">
            <w:pPr>
              <w:pStyle w:val="Tabulka-7"/>
              <w:cnfStyle w:val="000000000000" w:firstRow="0" w:lastRow="0" w:firstColumn="0" w:lastColumn="0" w:oddVBand="0" w:evenVBand="0" w:oddHBand="0" w:evenHBand="0" w:firstRowFirstColumn="0" w:firstRowLastColumn="0" w:lastRowFirstColumn="0" w:lastRowLastColumn="0"/>
            </w:pPr>
            <w:r>
              <w:t>D4</w:t>
            </w:r>
          </w:p>
        </w:tc>
      </w:tr>
      <w:tr w:rsidR="00FB6950" w:rsidRPr="005A2CE9" w14:paraId="37CD5DAE" w14:textId="77777777" w:rsidTr="00E10EF1">
        <w:tc>
          <w:tcPr>
            <w:cnfStyle w:val="001000000000" w:firstRow="0" w:lastRow="0" w:firstColumn="1" w:lastColumn="0" w:oddVBand="0" w:evenVBand="0" w:oddHBand="0" w:evenHBand="0" w:firstRowFirstColumn="0" w:firstRowLastColumn="0" w:lastRowFirstColumn="0" w:lastRowLastColumn="0"/>
            <w:tcW w:w="3799" w:type="dxa"/>
          </w:tcPr>
          <w:p w14:paraId="2F136C9C" w14:textId="77777777" w:rsidR="00FB6950" w:rsidRPr="005A2CE9" w:rsidRDefault="00FB6950" w:rsidP="00FD4B80">
            <w:pPr>
              <w:pStyle w:val="Tabulka-7"/>
            </w:pPr>
            <w:r w:rsidRPr="005A2CE9">
              <w:t>Maximální traťová rychlost</w:t>
            </w:r>
          </w:p>
        </w:tc>
        <w:tc>
          <w:tcPr>
            <w:tcW w:w="4281" w:type="dxa"/>
          </w:tcPr>
          <w:p w14:paraId="363BD37F" w14:textId="4D95516C" w:rsidR="00FB6950" w:rsidRPr="005A2CE9" w:rsidRDefault="00FB6950" w:rsidP="00FD4B80">
            <w:pPr>
              <w:pStyle w:val="Tabulka-7"/>
              <w:cnfStyle w:val="000000000000" w:firstRow="0" w:lastRow="0" w:firstColumn="0" w:lastColumn="0" w:oddVBand="0" w:evenVBand="0" w:oddHBand="0" w:evenHBand="0" w:firstRowFirstColumn="0" w:firstRowLastColumn="0" w:lastRowFirstColumn="0" w:lastRowLastColumn="0"/>
            </w:pPr>
            <w:r w:rsidRPr="0068751C">
              <w:t>160 km/h</w:t>
            </w:r>
          </w:p>
        </w:tc>
      </w:tr>
      <w:tr w:rsidR="00FB6950" w:rsidRPr="005A2CE9" w14:paraId="7A4D0138" w14:textId="77777777" w:rsidTr="00E10EF1">
        <w:tc>
          <w:tcPr>
            <w:cnfStyle w:val="001000000000" w:firstRow="0" w:lastRow="0" w:firstColumn="1" w:lastColumn="0" w:oddVBand="0" w:evenVBand="0" w:oddHBand="0" w:evenHBand="0" w:firstRowFirstColumn="0" w:firstRowLastColumn="0" w:lastRowFirstColumn="0" w:lastRowLastColumn="0"/>
            <w:tcW w:w="3799" w:type="dxa"/>
          </w:tcPr>
          <w:p w14:paraId="5C8F9B39" w14:textId="77777777" w:rsidR="00FB6950" w:rsidRPr="005A2CE9" w:rsidRDefault="00FB6950" w:rsidP="00FD4B80">
            <w:pPr>
              <w:pStyle w:val="Tabulka-7"/>
            </w:pPr>
            <w:r w:rsidRPr="005A2CE9">
              <w:t>Trakční soustava</w:t>
            </w:r>
          </w:p>
        </w:tc>
        <w:tc>
          <w:tcPr>
            <w:tcW w:w="4281" w:type="dxa"/>
          </w:tcPr>
          <w:p w14:paraId="74618787" w14:textId="77777777" w:rsidR="00FB6950" w:rsidRPr="00BA0F7B" w:rsidRDefault="00FB6950" w:rsidP="00FD4B80">
            <w:pPr>
              <w:pStyle w:val="Tabulka-8"/>
              <w:cnfStyle w:val="000000000000" w:firstRow="0" w:lastRow="0" w:firstColumn="0" w:lastColumn="0" w:oddVBand="0" w:evenVBand="0" w:oddHBand="0" w:evenHBand="0" w:firstRowFirstColumn="0" w:firstRowLastColumn="0" w:lastRowFirstColumn="0" w:lastRowLastColumn="0"/>
              <w:rPr>
                <w:sz w:val="14"/>
                <w:szCs w:val="14"/>
              </w:rPr>
            </w:pPr>
            <w:r w:rsidRPr="00BA0F7B">
              <w:rPr>
                <w:sz w:val="14"/>
                <w:szCs w:val="14"/>
              </w:rPr>
              <w:t xml:space="preserve">Nedakonice – Přerov: DC 3 </w:t>
            </w:r>
            <w:proofErr w:type="spellStart"/>
            <w:r w:rsidRPr="00BA0F7B">
              <w:rPr>
                <w:sz w:val="14"/>
                <w:szCs w:val="14"/>
              </w:rPr>
              <w:t>kV</w:t>
            </w:r>
            <w:proofErr w:type="spellEnd"/>
            <w:r w:rsidRPr="00BA0F7B">
              <w:rPr>
                <w:sz w:val="14"/>
                <w:szCs w:val="14"/>
              </w:rPr>
              <w:t xml:space="preserve"> </w:t>
            </w:r>
          </w:p>
          <w:p w14:paraId="5A913729" w14:textId="5C994A71" w:rsidR="00FB6950" w:rsidRPr="005A2CE9" w:rsidRDefault="00FB6950" w:rsidP="00FD4B80">
            <w:pPr>
              <w:pStyle w:val="Tabulka-7"/>
              <w:cnfStyle w:val="000000000000" w:firstRow="0" w:lastRow="0" w:firstColumn="0" w:lastColumn="0" w:oddVBand="0" w:evenVBand="0" w:oddHBand="0" w:evenHBand="0" w:firstRowFirstColumn="0" w:firstRowLastColumn="0" w:lastRowFirstColumn="0" w:lastRowLastColumn="0"/>
            </w:pPr>
            <w:r w:rsidRPr="00BA0F7B">
              <w:rPr>
                <w:szCs w:val="14"/>
              </w:rPr>
              <w:t xml:space="preserve">Nedakonice – Břeclav: AC 25 </w:t>
            </w:r>
            <w:proofErr w:type="spellStart"/>
            <w:r w:rsidRPr="00BA0F7B">
              <w:rPr>
                <w:szCs w:val="14"/>
              </w:rPr>
              <w:t>kV</w:t>
            </w:r>
            <w:proofErr w:type="spellEnd"/>
            <w:r w:rsidRPr="00BA0F7B">
              <w:rPr>
                <w:szCs w:val="14"/>
              </w:rPr>
              <w:t xml:space="preserve"> / 50 Hz</w:t>
            </w:r>
          </w:p>
        </w:tc>
      </w:tr>
      <w:tr w:rsidR="00FB6950" w:rsidRPr="005A2CE9" w14:paraId="62F33A59" w14:textId="77777777" w:rsidTr="00E10EF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799" w:type="dxa"/>
          </w:tcPr>
          <w:p w14:paraId="7734C943" w14:textId="77777777" w:rsidR="00FB6950" w:rsidRPr="005A2CE9" w:rsidRDefault="00FB6950" w:rsidP="00FD4B80">
            <w:pPr>
              <w:pStyle w:val="Tabulka-7"/>
              <w:rPr>
                <w:b/>
              </w:rPr>
            </w:pPr>
            <w:r w:rsidRPr="005A2CE9">
              <w:t>Počet traťových kolejí</w:t>
            </w:r>
          </w:p>
        </w:tc>
        <w:tc>
          <w:tcPr>
            <w:tcW w:w="4281" w:type="dxa"/>
          </w:tcPr>
          <w:p w14:paraId="1E008BDC" w14:textId="7FC9A963" w:rsidR="00FB6950" w:rsidRPr="005A2CE9" w:rsidRDefault="00FB6950" w:rsidP="00FD4B80">
            <w:pPr>
              <w:pStyle w:val="Tabulka-7"/>
              <w:cnfStyle w:val="010000000000" w:firstRow="0" w:lastRow="1" w:firstColumn="0" w:lastColumn="0" w:oddVBand="0" w:evenVBand="0" w:oddHBand="0" w:evenHBand="0" w:firstRowFirstColumn="0" w:firstRowLastColumn="0" w:lastRowFirstColumn="0" w:lastRowLastColumn="0"/>
              <w:rPr>
                <w:b/>
              </w:rPr>
            </w:pPr>
            <w:r>
              <w:t>2</w:t>
            </w:r>
          </w:p>
        </w:tc>
      </w:tr>
    </w:tbl>
    <w:p w14:paraId="22A9B171" w14:textId="77777777" w:rsidR="0069470F" w:rsidRDefault="0069470F" w:rsidP="0069470F">
      <w:pPr>
        <w:pStyle w:val="Nadpis2-1"/>
      </w:pPr>
      <w:bookmarkStart w:id="7" w:name="_Toc78276762"/>
      <w:bookmarkStart w:id="8" w:name="_Toc21008998"/>
      <w:bookmarkStart w:id="9" w:name="_Toc7077111"/>
      <w:bookmarkStart w:id="10" w:name="_Toc181176648"/>
      <w:bookmarkEnd w:id="7"/>
      <w:bookmarkEnd w:id="8"/>
      <w:r>
        <w:t>PŘEHLED VÝCHOZÍCH PODKLADŮ</w:t>
      </w:r>
      <w:bookmarkEnd w:id="9"/>
      <w:bookmarkEnd w:id="10"/>
    </w:p>
    <w:p w14:paraId="63090448" w14:textId="77777777" w:rsidR="0069470F" w:rsidRDefault="0069470F" w:rsidP="0069470F">
      <w:pPr>
        <w:pStyle w:val="Nadpis2-2"/>
      </w:pPr>
      <w:bookmarkStart w:id="11" w:name="_Toc7077112"/>
      <w:bookmarkStart w:id="12" w:name="_Toc181176649"/>
      <w:r>
        <w:t>P</w:t>
      </w:r>
      <w:r w:rsidR="00E53053">
        <w:t>ředp</w:t>
      </w:r>
      <w:r>
        <w:t>rojektová dokumentace</w:t>
      </w:r>
      <w:bookmarkEnd w:id="11"/>
      <w:bookmarkEnd w:id="12"/>
    </w:p>
    <w:p w14:paraId="641FEE69" w14:textId="43C6F5A7" w:rsidR="00FD4B80" w:rsidRPr="00D82CFD" w:rsidRDefault="00FD4B80" w:rsidP="00FD4B80">
      <w:pPr>
        <w:pStyle w:val="Text2-1"/>
      </w:pPr>
      <w:r>
        <w:t xml:space="preserve">Záměr projektu </w:t>
      </w:r>
      <w:r w:rsidRPr="00FD4B80">
        <w:rPr>
          <w:b/>
          <w:bCs/>
        </w:rPr>
        <w:t>„Zvýšení disponibility výkonu TNS Nedakonice v systému AC</w:t>
      </w:r>
      <w:r w:rsidR="00EA51B7">
        <w:rPr>
          <w:b/>
          <w:bCs/>
        </w:rPr>
        <w:t> </w:t>
      </w:r>
      <w:r w:rsidRPr="00FD4B80">
        <w:rPr>
          <w:b/>
          <w:bCs/>
        </w:rPr>
        <w:t>25</w:t>
      </w:r>
      <w:r w:rsidR="00EA51B7">
        <w:rPr>
          <w:b/>
          <w:bCs/>
        </w:rPr>
        <w:t> </w:t>
      </w:r>
      <w:proofErr w:type="spellStart"/>
      <w:r w:rsidRPr="00FD4B80">
        <w:rPr>
          <w:b/>
          <w:bCs/>
        </w:rPr>
        <w:t>kV</w:t>
      </w:r>
      <w:proofErr w:type="spellEnd"/>
      <w:r w:rsidRPr="00FD4B80">
        <w:rPr>
          <w:b/>
          <w:bCs/>
        </w:rPr>
        <w:t>“</w:t>
      </w:r>
      <w:r>
        <w:t xml:space="preserve">, zpracovatel </w:t>
      </w:r>
      <w:r w:rsidRPr="0064291A">
        <w:t>SUDOP Brno, spol. s r.o.</w:t>
      </w:r>
      <w:r>
        <w:t>, datum 07/2022.</w:t>
      </w:r>
    </w:p>
    <w:p w14:paraId="5B98DC95" w14:textId="0A0DF384" w:rsidR="0069470F" w:rsidRDefault="00FD4B80" w:rsidP="0069470F">
      <w:pPr>
        <w:pStyle w:val="Text2-1"/>
      </w:pPr>
      <w:r w:rsidRPr="00FD4B80">
        <w:t>Projektová dokumentace pro společné povolení podle liniového zákona (DUSL)</w:t>
      </w:r>
      <w:r w:rsidR="00E53053">
        <w:t xml:space="preserve"> </w:t>
      </w:r>
      <w:r w:rsidR="0069470F" w:rsidRPr="00FD4B80">
        <w:rPr>
          <w:b/>
          <w:bCs/>
        </w:rPr>
        <w:t>„</w:t>
      </w:r>
      <w:r w:rsidRPr="00FD4B80">
        <w:rPr>
          <w:b/>
          <w:bCs/>
        </w:rPr>
        <w:t xml:space="preserve">Zvýšení disponibility výkonu TNS Nedakonice v systému AC 25 </w:t>
      </w:r>
      <w:proofErr w:type="spellStart"/>
      <w:r w:rsidRPr="00FD4B80">
        <w:rPr>
          <w:b/>
          <w:bCs/>
        </w:rPr>
        <w:t>kV</w:t>
      </w:r>
      <w:proofErr w:type="spellEnd"/>
      <w:r w:rsidR="0069470F" w:rsidRPr="00FD4B80">
        <w:rPr>
          <w:b/>
          <w:bCs/>
        </w:rPr>
        <w:t>“</w:t>
      </w:r>
      <w:r w:rsidR="0069470F">
        <w:t xml:space="preserve">, zpracovatel </w:t>
      </w:r>
      <w:r w:rsidRPr="0064291A">
        <w:t>SUDOP Brno, spol. s r.o.</w:t>
      </w:r>
      <w:r>
        <w:t>, datum 07/2024.</w:t>
      </w:r>
    </w:p>
    <w:p w14:paraId="1B6DF5DE" w14:textId="77777777" w:rsidR="0069470F" w:rsidRDefault="0069470F" w:rsidP="0069470F">
      <w:pPr>
        <w:pStyle w:val="Nadpis2-2"/>
      </w:pPr>
      <w:bookmarkStart w:id="13" w:name="_Toc7077113"/>
      <w:bookmarkStart w:id="14" w:name="_Toc181176650"/>
      <w:r>
        <w:t>Související dokumentace</w:t>
      </w:r>
      <w:bookmarkEnd w:id="13"/>
      <w:bookmarkEnd w:id="14"/>
    </w:p>
    <w:p w14:paraId="634E46EA" w14:textId="767AA9B7" w:rsidR="0069470F" w:rsidRDefault="00A66FE5" w:rsidP="002E47F3">
      <w:pPr>
        <w:pStyle w:val="Text2-1"/>
      </w:pPr>
      <w:r w:rsidRPr="00A66FE5">
        <w:t>Žádost o vydání povolení záměru byl</w:t>
      </w:r>
      <w:r w:rsidR="002E47F3">
        <w:t>a</w:t>
      </w:r>
      <w:r w:rsidRPr="00A66FE5">
        <w:t xml:space="preserve"> podán</w:t>
      </w:r>
      <w:r w:rsidR="002E47F3">
        <w:t>a</w:t>
      </w:r>
      <w:r w:rsidRPr="00A66FE5">
        <w:t xml:space="preserve"> pod čj. 10919/24 na Dopravní a</w:t>
      </w:r>
      <w:r w:rsidR="002E47F3">
        <w:t> </w:t>
      </w:r>
      <w:r w:rsidRPr="00A66FE5">
        <w:t>energetický stavební úřad dne 25. 6. 2024</w:t>
      </w:r>
      <w:r w:rsidR="002E47F3">
        <w:t>. P</w:t>
      </w:r>
      <w:r w:rsidR="002E47F3" w:rsidRPr="002E47F3">
        <w:t xml:space="preserve">ovolení záměru bude předáno bez zbytečného odkladu před podpisem Smlouvy vítěznému </w:t>
      </w:r>
      <w:proofErr w:type="gramStart"/>
      <w:r w:rsidR="002E47F3" w:rsidRPr="002E47F3">
        <w:t>uchazeči.</w:t>
      </w:r>
      <w:r w:rsidRPr="00A66FE5">
        <w:t>.</w:t>
      </w:r>
      <w:proofErr w:type="gramEnd"/>
    </w:p>
    <w:p w14:paraId="6A5B65A7" w14:textId="77777777" w:rsidR="0069470F" w:rsidRDefault="0069470F" w:rsidP="0069470F">
      <w:pPr>
        <w:pStyle w:val="Nadpis2-1"/>
      </w:pPr>
      <w:bookmarkStart w:id="15" w:name="_Toc7077114"/>
      <w:bookmarkStart w:id="16" w:name="_Toc181176651"/>
      <w:r>
        <w:t>KOORDINACE S JINÝMI STAVBAMI</w:t>
      </w:r>
      <w:bookmarkEnd w:id="15"/>
      <w:bookmarkEnd w:id="16"/>
      <w:r>
        <w:t xml:space="preserve"> </w:t>
      </w:r>
    </w:p>
    <w:p w14:paraId="4F57AAFB" w14:textId="77777777" w:rsidR="0069470F" w:rsidRPr="005C655C" w:rsidRDefault="0069470F" w:rsidP="0069470F">
      <w:pPr>
        <w:pStyle w:val="Text2-1"/>
      </w:pPr>
      <w:r>
        <w:t xml:space="preserve">Zhotovení stavby musí být provedeno v koordinaci s připravovanými, případně aktuálně realizovanými </w:t>
      </w:r>
      <w:proofErr w:type="gramStart"/>
      <w:r>
        <w:t>akcemi</w:t>
      </w:r>
      <w:proofErr w:type="gramEnd"/>
      <w:r>
        <w:t xml:space="preserve"> a to i dalších investorů, které přímo s předmětnou akcí souvisí nebo ji mohou ovlivnit. Součástí plnění Díla je i zajištění koordinace při realizaci prací, </w:t>
      </w:r>
      <w:r w:rsidRPr="005C655C">
        <w:t xml:space="preserve">poskytování a rozsahu výluk, přidělení prostorů pro staveniště v jednotlivých </w:t>
      </w:r>
      <w:proofErr w:type="spellStart"/>
      <w:r w:rsidRPr="005C655C">
        <w:t>žst</w:t>
      </w:r>
      <w:proofErr w:type="spellEnd"/>
      <w:r w:rsidRPr="005C655C">
        <w:t xml:space="preserve">. apod. </w:t>
      </w:r>
    </w:p>
    <w:p w14:paraId="71474DED" w14:textId="77777777" w:rsidR="0069470F" w:rsidRPr="005C655C" w:rsidRDefault="0069470F" w:rsidP="0069470F">
      <w:pPr>
        <w:pStyle w:val="Text2-1"/>
      </w:pPr>
      <w:r w:rsidRPr="005C655C">
        <w:t>Koordinace musí probíhat zejména s níže uvedenými investicemi a opravnými pracemi:</w:t>
      </w:r>
    </w:p>
    <w:p w14:paraId="7A98B144" w14:textId="3ED2E79E" w:rsidR="005C655C" w:rsidRPr="00D82CFD" w:rsidRDefault="005C655C" w:rsidP="005C655C">
      <w:pPr>
        <w:pStyle w:val="Odstavec1-1a"/>
        <w:numPr>
          <w:ilvl w:val="0"/>
          <w:numId w:val="0"/>
        </w:numPr>
        <w:ind w:left="1077" w:hanging="340"/>
      </w:pPr>
      <w:r w:rsidRPr="00D82CFD">
        <w:t xml:space="preserve">a) </w:t>
      </w:r>
      <w:r w:rsidR="002B13E7">
        <w:tab/>
      </w:r>
      <w:r w:rsidRPr="00D82CFD">
        <w:t>přípravou a realizací stavby „Modernizace a elektrizace trati Otrokovice – Vizovice“ (předpoklad realizace 07/24</w:t>
      </w:r>
      <w:r w:rsidRPr="00D82CFD">
        <w:rPr>
          <w:rFonts w:ascii="Cambria Math" w:hAnsi="Cambria Math" w:cs="Cambria Math"/>
        </w:rPr>
        <w:t>‐</w:t>
      </w:r>
      <w:r w:rsidRPr="00D82CFD">
        <w:t>07/29);</w:t>
      </w:r>
    </w:p>
    <w:p w14:paraId="4ED57344" w14:textId="77777777" w:rsidR="005C655C" w:rsidRPr="00D82CFD" w:rsidRDefault="005C655C" w:rsidP="005C655C">
      <w:pPr>
        <w:pStyle w:val="Odstavec1-1a"/>
        <w:numPr>
          <w:ilvl w:val="0"/>
          <w:numId w:val="24"/>
        </w:numPr>
      </w:pPr>
      <w:r w:rsidRPr="00D82CFD">
        <w:t xml:space="preserve">realizací stavby „Změna trakční soustavy na AC 25 </w:t>
      </w:r>
      <w:proofErr w:type="spellStart"/>
      <w:r w:rsidRPr="00D82CFD">
        <w:t>kV</w:t>
      </w:r>
      <w:proofErr w:type="spellEnd"/>
      <w:r w:rsidRPr="00D82CFD">
        <w:t>, 50 Hz, v úseku Nedakonice – Říkovice“. V rámci realizace uvedené stavby dochází též k úpravám technologického zařízení TNS Nedakonice včetně demontáže stejnosměrné části TNS v poslední etapě stavby (dokončení realizace 2022);</w:t>
      </w:r>
    </w:p>
    <w:p w14:paraId="6DB3D164" w14:textId="77777777" w:rsidR="005C655C" w:rsidRPr="00D82CFD" w:rsidRDefault="005C655C" w:rsidP="005C655C">
      <w:pPr>
        <w:pStyle w:val="Odstavec1-1a"/>
        <w:numPr>
          <w:ilvl w:val="0"/>
          <w:numId w:val="5"/>
        </w:numPr>
      </w:pPr>
      <w:r w:rsidRPr="00D82CFD">
        <w:t xml:space="preserve">přípravou a realizací stavby „Úprava infrastruktury 2. TŽK pro ETCS v úseku Břeclav – Petrovice u Karviné“ (předpoklad realizace 09/28-05/32); </w:t>
      </w:r>
    </w:p>
    <w:p w14:paraId="2674D36E" w14:textId="77777777" w:rsidR="005C655C" w:rsidRPr="00D82CFD" w:rsidRDefault="005C655C" w:rsidP="005C655C">
      <w:pPr>
        <w:pStyle w:val="Odstavec1-1a"/>
        <w:numPr>
          <w:ilvl w:val="0"/>
          <w:numId w:val="5"/>
        </w:numPr>
      </w:pPr>
      <w:r w:rsidRPr="00D82CFD">
        <w:t>DÚR stavby "Rekonstrukce ŽST Kyjov, 1. etapa" (předpoklad realizace 06/24</w:t>
      </w:r>
      <w:r w:rsidRPr="00D82CFD">
        <w:rPr>
          <w:rFonts w:ascii="Cambria Math" w:hAnsi="Cambria Math" w:cs="Cambria Math"/>
        </w:rPr>
        <w:t>‐</w:t>
      </w:r>
      <w:r w:rsidRPr="00D82CFD">
        <w:t>05/26);</w:t>
      </w:r>
    </w:p>
    <w:p w14:paraId="6ADFDE3A" w14:textId="77777777" w:rsidR="005C655C" w:rsidRPr="00D82CFD" w:rsidRDefault="005C655C" w:rsidP="005C655C">
      <w:pPr>
        <w:pStyle w:val="Odstavec1-1a"/>
        <w:numPr>
          <w:ilvl w:val="0"/>
          <w:numId w:val="5"/>
        </w:numPr>
      </w:pPr>
      <w:r w:rsidRPr="00D82CFD">
        <w:t>„Studií proveditelnosti tratí Staré Město u Uherského Hradiště – Luhačovice/Bylnice/Veselí nad Moravou“, která byla dne 23. 3. 2021 schválena ve variantě LVB-120;</w:t>
      </w:r>
    </w:p>
    <w:p w14:paraId="295D4AE9" w14:textId="77777777" w:rsidR="005C655C" w:rsidRPr="00D82CFD" w:rsidRDefault="005C655C" w:rsidP="005C655C">
      <w:pPr>
        <w:pStyle w:val="Odstavec1-1a"/>
        <w:numPr>
          <w:ilvl w:val="0"/>
          <w:numId w:val="5"/>
        </w:numPr>
      </w:pPr>
      <w:r w:rsidRPr="00D82CFD">
        <w:t>stavbou „Výstavba uzlové trakční napájecí stanice Brno-Černovice“ (předpoklad realizace 02/25-03/27);</w:t>
      </w:r>
    </w:p>
    <w:p w14:paraId="7B0F9F96" w14:textId="77777777" w:rsidR="005C655C" w:rsidRPr="00D82CFD" w:rsidRDefault="005C655C" w:rsidP="005C655C">
      <w:pPr>
        <w:pStyle w:val="Odstavec1-1a"/>
        <w:numPr>
          <w:ilvl w:val="0"/>
          <w:numId w:val="5"/>
        </w:numPr>
      </w:pPr>
      <w:r w:rsidRPr="00D82CFD">
        <w:t>stavbou „Zvýšení trakčního výkonu TNS Břeclav“ (předpoklad realizace 02/26-09/27);</w:t>
      </w:r>
    </w:p>
    <w:p w14:paraId="216A409E" w14:textId="77777777" w:rsidR="005C655C" w:rsidRPr="00D82CFD" w:rsidRDefault="005C655C" w:rsidP="005C655C">
      <w:pPr>
        <w:pStyle w:val="Odstavec1-1a"/>
        <w:numPr>
          <w:ilvl w:val="0"/>
          <w:numId w:val="5"/>
        </w:numPr>
      </w:pPr>
      <w:r w:rsidRPr="00D82CFD">
        <w:t xml:space="preserve">stavbou „Dokončení I. žel. koridoru v trať. úseku Lanžhot (ČR) – </w:t>
      </w:r>
      <w:proofErr w:type="spellStart"/>
      <w:r w:rsidRPr="00D82CFD">
        <w:t>Kúty</w:t>
      </w:r>
      <w:proofErr w:type="spellEnd"/>
      <w:r w:rsidRPr="00D82CFD">
        <w:t xml:space="preserve"> (SR)“ (dokončení realizace 2023).</w:t>
      </w:r>
    </w:p>
    <w:p w14:paraId="3CFF62A9" w14:textId="77777777" w:rsidR="0069470F" w:rsidRDefault="00875B8C" w:rsidP="0069470F">
      <w:pPr>
        <w:pStyle w:val="Nadpis2-1"/>
      </w:pPr>
      <w:bookmarkStart w:id="17" w:name="_Toc7077115"/>
      <w:bookmarkStart w:id="18" w:name="_Toc181176652"/>
      <w:r>
        <w:lastRenderedPageBreak/>
        <w:t xml:space="preserve">POŽADAVKY NA </w:t>
      </w:r>
      <w:r w:rsidR="0069470F" w:rsidRPr="00EC2E51">
        <w:t>TECHNICKÉ</w:t>
      </w:r>
      <w:r w:rsidR="0069470F">
        <w:t xml:space="preserve"> </w:t>
      </w:r>
      <w:r>
        <w:t>ŘEŠENÍ A</w:t>
      </w:r>
      <w:r w:rsidR="0069470F">
        <w:t xml:space="preserve"> PROVEDENÍ DÍLA</w:t>
      </w:r>
      <w:bookmarkEnd w:id="17"/>
      <w:bookmarkEnd w:id="18"/>
    </w:p>
    <w:p w14:paraId="2C78BC4C" w14:textId="77777777" w:rsidR="0069470F" w:rsidRDefault="0069470F" w:rsidP="0069470F">
      <w:pPr>
        <w:pStyle w:val="Nadpis2-2"/>
      </w:pPr>
      <w:bookmarkStart w:id="19" w:name="_Toc7077116"/>
      <w:bookmarkStart w:id="20" w:name="_Toc181176653"/>
      <w:r>
        <w:t>Všeobecně</w:t>
      </w:r>
      <w:bookmarkEnd w:id="19"/>
      <w:bookmarkEnd w:id="20"/>
    </w:p>
    <w:p w14:paraId="2EDC6D5A" w14:textId="62C49C4C" w:rsidR="00B644DA" w:rsidRPr="0022166B" w:rsidRDefault="00C416E3" w:rsidP="00B644DA">
      <w:pPr>
        <w:pStyle w:val="Text2-1"/>
      </w:pPr>
      <w:r w:rsidRPr="0022166B">
        <w:rPr>
          <w:b/>
        </w:rPr>
        <w:t>V zadávací dokumentaci jsou p</w:t>
      </w:r>
      <w:r w:rsidR="00B644DA" w:rsidRPr="0022166B">
        <w:rPr>
          <w:b/>
        </w:rPr>
        <w:t xml:space="preserve">ro zpracování Projektové dokumentace </w:t>
      </w:r>
      <w:r w:rsidRPr="0022166B">
        <w:rPr>
          <w:b/>
        </w:rPr>
        <w:t>po</w:t>
      </w:r>
      <w:r w:rsidR="00B644DA" w:rsidRPr="0022166B">
        <w:rPr>
          <w:b/>
        </w:rPr>
        <w:t>uži</w:t>
      </w:r>
      <w:r w:rsidRPr="0022166B">
        <w:rPr>
          <w:b/>
        </w:rPr>
        <w:t xml:space="preserve">ty </w:t>
      </w:r>
      <w:r w:rsidR="00B644DA" w:rsidRPr="0022166B">
        <w:rPr>
          <w:b/>
        </w:rPr>
        <w:t>VTP/DOKUMENTAC</w:t>
      </w:r>
      <w:r w:rsidR="00B644DA" w:rsidRPr="00542831">
        <w:rPr>
          <w:b/>
        </w:rPr>
        <w:t>E/0</w:t>
      </w:r>
      <w:r w:rsidR="00401C14">
        <w:rPr>
          <w:b/>
        </w:rPr>
        <w:t>7</w:t>
      </w:r>
      <w:r w:rsidR="00B644DA" w:rsidRPr="00542831">
        <w:rPr>
          <w:b/>
        </w:rPr>
        <w:t>/2</w:t>
      </w:r>
      <w:r w:rsidR="00401C14">
        <w:rPr>
          <w:b/>
        </w:rPr>
        <w:t>4</w:t>
      </w:r>
      <w:r w:rsidR="00B644DA" w:rsidRPr="00542831">
        <w:rPr>
          <w:b/>
        </w:rPr>
        <w:t xml:space="preserve"> (dále jen „VTP/DOKUMENTACE“</w:t>
      </w:r>
      <w:r w:rsidR="00135B43" w:rsidRPr="00542831">
        <w:rPr>
          <w:b/>
        </w:rPr>
        <w:t>)</w:t>
      </w:r>
      <w:r w:rsidR="00B644DA" w:rsidRPr="00542831">
        <w:rPr>
          <w:b/>
        </w:rPr>
        <w:t xml:space="preserve"> a pro </w:t>
      </w:r>
      <w:r w:rsidRPr="00542831">
        <w:rPr>
          <w:b/>
        </w:rPr>
        <w:t>Z</w:t>
      </w:r>
      <w:r w:rsidR="00B644DA" w:rsidRPr="00542831">
        <w:rPr>
          <w:b/>
        </w:rPr>
        <w:t>hotovení stavby VTP/R-F/1</w:t>
      </w:r>
      <w:r w:rsidR="00024120" w:rsidRPr="00542831">
        <w:rPr>
          <w:b/>
        </w:rPr>
        <w:t>4</w:t>
      </w:r>
      <w:r w:rsidR="00B644DA" w:rsidRPr="00542831">
        <w:rPr>
          <w:b/>
        </w:rPr>
        <w:t>/2</w:t>
      </w:r>
      <w:r w:rsidR="00024120" w:rsidRPr="00542831">
        <w:rPr>
          <w:b/>
        </w:rPr>
        <w:t>2</w:t>
      </w:r>
      <w:r w:rsidR="00B644DA" w:rsidRPr="0022166B">
        <w:rPr>
          <w:b/>
        </w:rPr>
        <w:t xml:space="preserve"> (dále jen </w:t>
      </w:r>
      <w:r w:rsidR="00135B43" w:rsidRPr="0022166B">
        <w:rPr>
          <w:b/>
        </w:rPr>
        <w:t>„</w:t>
      </w:r>
      <w:r w:rsidR="00B644DA" w:rsidRPr="0022166B">
        <w:rPr>
          <w:b/>
        </w:rPr>
        <w:t>VTP/R-F</w:t>
      </w:r>
      <w:r w:rsidR="00135B43" w:rsidRPr="0022166B">
        <w:rPr>
          <w:b/>
        </w:rPr>
        <w:t>“</w:t>
      </w:r>
      <w:r w:rsidR="00B644DA" w:rsidRPr="0022166B">
        <w:rPr>
          <w:b/>
        </w:rPr>
        <w:t>).</w:t>
      </w:r>
    </w:p>
    <w:p w14:paraId="595BE2F2" w14:textId="5F68E0DF" w:rsidR="003C225A" w:rsidRDefault="003C225A" w:rsidP="009610B1">
      <w:pPr>
        <w:pStyle w:val="Text2-1"/>
      </w:pPr>
      <w:r>
        <w:t xml:space="preserve">V zadávací dokumentaci uváděný pojem „Autorský dozor“ se rozumí pojem Dozor projektanta podle NSZ. </w:t>
      </w:r>
    </w:p>
    <w:p w14:paraId="379FF4F0" w14:textId="5ACDD8A6" w:rsidR="00542831" w:rsidRDefault="00542831" w:rsidP="003C225A">
      <w:pPr>
        <w:pStyle w:val="Text2-1"/>
      </w:pPr>
      <w:r w:rsidRPr="00542831">
        <w:t>Navržené řešení musí být v souladu s TSI pro jednotlivé dotčené subsystémy, a to u</w:t>
      </w:r>
      <w:r w:rsidR="00A372F8">
        <w:t> </w:t>
      </w:r>
      <w:r w:rsidRPr="00542831">
        <w:t>všech zařízení, která budou předmětem ucelené rekonstrukce.</w:t>
      </w:r>
    </w:p>
    <w:p w14:paraId="30636A8E" w14:textId="77777777" w:rsidR="00EE5578" w:rsidRPr="00811815" w:rsidRDefault="00EE5578" w:rsidP="00EE5578">
      <w:pPr>
        <w:pStyle w:val="Nadpis2-2"/>
      </w:pPr>
      <w:bookmarkStart w:id="21" w:name="_Toc12371206"/>
      <w:bookmarkStart w:id="22" w:name="_Toc181176654"/>
      <w:r w:rsidRPr="00811815">
        <w:t>Zhotovení dokumentace</w:t>
      </w:r>
      <w:bookmarkEnd w:id="21"/>
      <w:bookmarkEnd w:id="22"/>
    </w:p>
    <w:p w14:paraId="70FBA2AC" w14:textId="54D2751F" w:rsidR="00EE5578" w:rsidRPr="00EE5578" w:rsidRDefault="00CA6F9E" w:rsidP="00EE5578">
      <w:pPr>
        <w:pStyle w:val="Text2-1"/>
      </w:pPr>
      <w:r>
        <w:t>D</w:t>
      </w:r>
      <w:r w:rsidR="00EE5578" w:rsidRPr="00EE5578">
        <w:t xml:space="preserve">okumentace bude zpracována dle </w:t>
      </w:r>
      <w:r w:rsidR="00EE5578" w:rsidRPr="00FA5E7C">
        <w:t xml:space="preserve">schválené Dokumentace </w:t>
      </w:r>
      <w:r w:rsidR="00FA5E7C" w:rsidRPr="00FA5E7C">
        <w:t>pro společné povolení</w:t>
      </w:r>
      <w:r w:rsidR="00FA5E7C" w:rsidRPr="00FD4B80">
        <w:t xml:space="preserve"> podle liniového zákona (DUSL)</w:t>
      </w:r>
      <w:r w:rsidR="00EE5578" w:rsidRPr="00EE5578">
        <w:t xml:space="preserve">.  </w:t>
      </w:r>
    </w:p>
    <w:p w14:paraId="009C9F91" w14:textId="7D4D9996" w:rsidR="00EE5578" w:rsidRPr="00EE5578" w:rsidRDefault="00EE5578" w:rsidP="00EE5578">
      <w:pPr>
        <w:pStyle w:val="Text2-1"/>
      </w:pPr>
      <w:r w:rsidRPr="00EE5578">
        <w:t>Zhotovitel díla zajistí důsledné plnění požadavků vyplývající z vyjádření dotčených orgánů a osob uvedených v</w:t>
      </w:r>
      <w:r w:rsidR="00DE6A6A">
        <w:t xml:space="preserve"> </w:t>
      </w:r>
      <w:r w:rsidRPr="00EE5578">
        <w:t xml:space="preserve">dokladové části </w:t>
      </w:r>
      <w:r w:rsidR="00DE6A6A">
        <w:t>předchozího stupně dokumentace</w:t>
      </w:r>
      <w:r w:rsidRPr="00EE5578">
        <w:t xml:space="preserve"> a</w:t>
      </w:r>
      <w:r w:rsidR="001F1062">
        <w:t> </w:t>
      </w:r>
      <w:r w:rsidRPr="00EE5578">
        <w:t>související dokumentace</w:t>
      </w:r>
      <w:r w:rsidR="000E6CD3">
        <w:t>,</w:t>
      </w:r>
      <w:r w:rsidRPr="00EE5578">
        <w:t xml:space="preserve"> a to ve</w:t>
      </w:r>
      <w:r w:rsidR="00FA5F58">
        <w:t> </w:t>
      </w:r>
      <w:r w:rsidRPr="00EE5578">
        <w:t>vzájemné součinnosti a návaznosti.</w:t>
      </w:r>
    </w:p>
    <w:p w14:paraId="13A2338D" w14:textId="25FD4C38" w:rsidR="00EE5578" w:rsidRDefault="00105E6A" w:rsidP="00EE5578">
      <w:pPr>
        <w:pStyle w:val="Text2-1"/>
      </w:pPr>
      <w:r>
        <w:t>Zhotovení</w:t>
      </w:r>
      <w:r w:rsidRPr="00EE5578">
        <w:t xml:space="preserve"> </w:t>
      </w:r>
      <w:r w:rsidR="00EE5578" w:rsidRPr="00EE5578">
        <w:t>stavby lze zahájit až po schválení Projektové dokumentace Objednat</w:t>
      </w:r>
      <w:r w:rsidR="00EE5578">
        <w:t>elem a </w:t>
      </w:r>
      <w:r w:rsidR="00EE5578" w:rsidRPr="00811815">
        <w:t xml:space="preserve">nabytí právní moci </w:t>
      </w:r>
      <w:r w:rsidR="001F1062">
        <w:t xml:space="preserve">společného </w:t>
      </w:r>
      <w:r w:rsidR="00EE5578" w:rsidRPr="00811815">
        <w:t>povolení.</w:t>
      </w:r>
    </w:p>
    <w:p w14:paraId="50A072B4" w14:textId="77777777" w:rsidR="00DE213A" w:rsidRDefault="00DE213A" w:rsidP="0022166B">
      <w:pPr>
        <w:pStyle w:val="Text2-1"/>
      </w:pPr>
      <w:r w:rsidRPr="00DE213A">
        <w:t>Součástí plnění je i zajištění geodetické dokumentace stavby, geodetických a mapových podkladů, zajištění zpracování veškerých potřebných průzkumů (inženýrskogeologický, stavebně technický, korozní atd.) nezbytných k návrhu technického řešení.</w:t>
      </w:r>
    </w:p>
    <w:p w14:paraId="3126EC0A" w14:textId="77777777" w:rsidR="00B30839" w:rsidRPr="0002434E" w:rsidRDefault="00B30839" w:rsidP="00B30839">
      <w:pPr>
        <w:pStyle w:val="Text2-1"/>
        <w:numPr>
          <w:ilvl w:val="2"/>
          <w:numId w:val="7"/>
        </w:numPr>
      </w:pPr>
      <w:r w:rsidRPr="0002434E">
        <w:t xml:space="preserve">Součástí plnění u pozemních objektů je i zajištění fyzické ochrany </w:t>
      </w:r>
      <w:proofErr w:type="gramStart"/>
      <w:r w:rsidRPr="0002434E">
        <w:t>objektů</w:t>
      </w:r>
      <w:proofErr w:type="gramEnd"/>
      <w:r w:rsidRPr="0002434E">
        <w:t xml:space="preserve"> a to návrhem prvků fyzické ochrany (mechanické zábranné prostředky, poplachový zabezpečovací a tísňový systém, elektronické systémy kontroly vstupu, dohledový </w:t>
      </w:r>
      <w:proofErr w:type="spellStart"/>
      <w:r w:rsidRPr="0002434E">
        <w:t>videosystém</w:t>
      </w:r>
      <w:proofErr w:type="spellEnd"/>
      <w:r w:rsidRPr="0002434E">
        <w:t xml:space="preserve">, nouzové zvukové systémy a hlasové výstražné zařízení) v souladu s požadavky pro bezpečnostní kategorii objektu a bezpečnostních zón uvnitř pozemních objektů. </w:t>
      </w:r>
    </w:p>
    <w:p w14:paraId="744BC32F" w14:textId="6D93E6C6" w:rsidR="00B30839" w:rsidRPr="0002434E" w:rsidRDefault="00B30839" w:rsidP="00B30839">
      <w:pPr>
        <w:pStyle w:val="Text2-1"/>
        <w:numPr>
          <w:ilvl w:val="2"/>
          <w:numId w:val="7"/>
        </w:numPr>
      </w:pPr>
      <w:r w:rsidRPr="0002434E">
        <w:t>Definitivní předání Dokumentace dle odst. 3.4.18 VTP/DOKUMENTACE proběhne na médiu</w:t>
      </w:r>
      <w:r w:rsidR="007903E5" w:rsidRPr="0002434E">
        <w:t>:</w:t>
      </w:r>
      <w:r w:rsidRPr="0002434E">
        <w:t xml:space="preserve"> USB </w:t>
      </w:r>
      <w:proofErr w:type="spellStart"/>
      <w:r w:rsidRPr="0002434E">
        <w:t>flash</w:t>
      </w:r>
      <w:proofErr w:type="spellEnd"/>
      <w:r w:rsidRPr="0002434E">
        <w:t xml:space="preserve"> disk. </w:t>
      </w:r>
    </w:p>
    <w:p w14:paraId="6CD78883" w14:textId="77777777" w:rsidR="00EC2EA2" w:rsidRDefault="00EC2EA2" w:rsidP="00EC2EA2">
      <w:pPr>
        <w:pStyle w:val="Text2-1"/>
      </w:pPr>
      <w:r>
        <w:t>Odst. 3.4.15 VTP/</w:t>
      </w:r>
      <w:r w:rsidRPr="00AA061F">
        <w:t>DOKUMENTACE</w:t>
      </w:r>
      <w:r>
        <w:t xml:space="preserve"> se ruší a nahrazuje se následujícím textem:</w:t>
      </w:r>
    </w:p>
    <w:p w14:paraId="239D0599" w14:textId="77777777" w:rsidR="00D86441" w:rsidRDefault="00EC2EA2" w:rsidP="00563C4B">
      <w:pPr>
        <w:pStyle w:val="Textbezslovn"/>
        <w:ind w:left="1560" w:hanging="823"/>
      </w:pPr>
      <w:bookmarkStart w:id="23" w:name="_Ref33021304"/>
      <w:r>
        <w:t>„3.4.15</w:t>
      </w:r>
      <w:r>
        <w:tab/>
        <w:t>Součástí odevzdání Projektové dokumentace bude Souhrnný rozpočet a oceněný Soupis prací s výkazem výměr v otevřené a uzavřené formě dle odst. 3.4.19 těchto VTP v rozsahu a podrobnostech dle článku 6.3 těchto VTP.</w:t>
      </w:r>
      <w:bookmarkEnd w:id="23"/>
      <w:r>
        <w:t>“</w:t>
      </w:r>
    </w:p>
    <w:p w14:paraId="5DD5EE55" w14:textId="77777777" w:rsidR="003F4481" w:rsidRDefault="003F4481" w:rsidP="003F4481">
      <w:pPr>
        <w:pStyle w:val="Text2-1"/>
        <w:keepNext/>
        <w:numPr>
          <w:ilvl w:val="2"/>
          <w:numId w:val="7"/>
        </w:numPr>
      </w:pPr>
      <w:r>
        <w:t>V článku 5.3 VTP/</w:t>
      </w:r>
      <w:r w:rsidRPr="00AA061F">
        <w:t>DOKUMENTACE</w:t>
      </w:r>
      <w:r>
        <w:t xml:space="preserve"> se ruší odstavce 5.3.1, 5.3.2 a 5.35 a nahrazují se</w:t>
      </w:r>
      <w:r w:rsidDel="0014019D">
        <w:t xml:space="preserve"> </w:t>
      </w:r>
      <w:r>
        <w:t>následujícím textem:</w:t>
      </w:r>
    </w:p>
    <w:p w14:paraId="73252597" w14:textId="77777777" w:rsidR="003F4481" w:rsidRDefault="003F4481" w:rsidP="003F4481">
      <w:pPr>
        <w:pStyle w:val="Textbezslovn"/>
        <w:ind w:left="1560" w:hanging="823"/>
      </w:pPr>
      <w:r>
        <w:t>„5.3.1</w:t>
      </w:r>
      <w:r>
        <w:tab/>
        <w:t>Dokumentace bude zpracována tak, aby při odevzdání i v dílčích termínech dle harmonogramu dle Pod článku 8.3 [</w:t>
      </w:r>
      <w:r w:rsidRPr="0022166B">
        <w:rPr>
          <w:i/>
        </w:rPr>
        <w:t>Harmonogram</w:t>
      </w:r>
      <w:r>
        <w:t xml:space="preserve">] ZOP bylo možné zpracovat rozpočet stavby, v členění a rozsahu oceněných Soupisů prací jednotlivých objektů podle požadavků vyhlášky č. 169/2016 Sb. [46] a Směrnice SŽDC č. 20 [102], zahrnující veškeré stavební nebo montážní práce, dodávky, materiály a služby, včetně vedlejších rozpočtových nákladů nezbytných pro zhotovení všech objektů, tedy s rozklíčováním jednotlivých „Požadavků na výkon a funkci“ příslušných SO/PS. Tyto oceněné Soupisy prací slouží jako závazný podklad pro fakturaci v průběhu zhotovení stavby. Pro otevřenou formu bude použit formát *.XML a *.XLSX/*.XLSM (viz 3.4.19 těchto VTP). Vzor formuláře Soupisu prací / rozpočtu je přílohou Směrnice SŽDC č. 20 [102] (Formulář SO/PS ve stádiu 3 – Rozpočet, viz </w:t>
      </w:r>
      <w:r w:rsidRPr="0014019D">
        <w:t>https://www.spravazeleznic.cz/stavby-zakazky/podklady-pro-zhotovitele/stanoveni-nakladu-staveb</w:t>
      </w:r>
      <w:r>
        <w:t>). Souhrnný rozpočet stavby bude zpracován na závěr projektových příprav v dílčí části odevzdání dokumentace pro povolení záměru, a to samostatně v listinné a elektronické podobě.</w:t>
      </w:r>
    </w:p>
    <w:p w14:paraId="73201594" w14:textId="77777777" w:rsidR="003F4481" w:rsidRDefault="003F4481" w:rsidP="003F4481">
      <w:pPr>
        <w:pStyle w:val="Textbezslovn"/>
        <w:ind w:left="1560" w:hanging="823"/>
      </w:pPr>
      <w:r>
        <w:t>5.3.2</w:t>
      </w:r>
      <w:r>
        <w:tab/>
        <w:t xml:space="preserve">Samostatnou položkou uvedenou mimo položkový rozpočet jednotlivých objektů, budou dle vyhlášky č. 169/2016 Sb. [46] a Směrnice SŽDC č. 20 [102] </w:t>
      </w:r>
      <w:r>
        <w:lastRenderedPageBreak/>
        <w:t xml:space="preserve">ostatní rozpočtové náklady, tj. ostatní náklady spojené s plněním povinností Zhotovitele vyplývající z jiných podmínek neuvedených v položkových rozpočtech stavebních objektů nebo provozních souborů, a které jsou buď předmětem dodávky Zhotovitele a jsou vyčleněné zvlášť jako všeobecné položky zahrnuté do SO999.98.98 Všeobecný objekt, nebo budou předmětem jiného samostatného výběrového řízení (viz aktuální vzor Formulář SO 98-98,   </w:t>
      </w:r>
      <w:r w:rsidRPr="00E53C87">
        <w:t>https://www.spravazeleznic.cz/stavby-zakazky/podklady-pro-zhotovitele/stanoveni-nakladu-staveb</w:t>
      </w:r>
      <w:r>
        <w:t>). Zhotovitel poskytne podklady pro vyhotovení Souhrnného rozpočtu ve stádiu 4 a 5 (realizace) dle pokynů Objednatele.</w:t>
      </w:r>
    </w:p>
    <w:p w14:paraId="30E8B532" w14:textId="77777777" w:rsidR="003F4481" w:rsidRDefault="003F4481" w:rsidP="003F4481">
      <w:pPr>
        <w:pStyle w:val="Textbezslovn"/>
        <w:ind w:left="1560" w:hanging="823"/>
      </w:pPr>
      <w:r>
        <w:t>5.3.5</w:t>
      </w:r>
      <w:r>
        <w:tab/>
        <w:t>NEOBSAZENO“</w:t>
      </w:r>
    </w:p>
    <w:p w14:paraId="1B788663" w14:textId="77777777" w:rsidR="00CF1D4B" w:rsidRPr="0002434E" w:rsidRDefault="00CF1D4B" w:rsidP="00563C4B">
      <w:pPr>
        <w:pStyle w:val="Text2-1"/>
      </w:pPr>
      <w:r w:rsidRPr="0002434E">
        <w:t>Zhotovitel nebude zpracovávat 3D vizualizace, 3D zákresy vizualizací do fotografií a </w:t>
      </w:r>
      <w:proofErr w:type="spellStart"/>
      <w:r w:rsidRPr="0002434E">
        <w:t>videokompozice</w:t>
      </w:r>
      <w:proofErr w:type="spellEnd"/>
      <w:r w:rsidRPr="0002434E">
        <w:t xml:space="preserve"> dle kapitoly 9. Vizualizace, zákresy do fotografií a </w:t>
      </w:r>
      <w:proofErr w:type="spellStart"/>
      <w:proofErr w:type="gramStart"/>
      <w:r w:rsidRPr="0002434E">
        <w:t>videokompozice</w:t>
      </w:r>
      <w:proofErr w:type="spellEnd"/>
      <w:r w:rsidRPr="0002434E">
        <w:t xml:space="preserve">  VTP</w:t>
      </w:r>
      <w:proofErr w:type="gramEnd"/>
      <w:r w:rsidRPr="0002434E">
        <w:t>/DOKUMENTACE.</w:t>
      </w:r>
    </w:p>
    <w:p w14:paraId="2F3C5244" w14:textId="77777777" w:rsidR="00347A9C" w:rsidRDefault="00347A9C" w:rsidP="00347A9C">
      <w:pPr>
        <w:pStyle w:val="Text2-1"/>
      </w:pPr>
      <w:r>
        <w:t xml:space="preserve">Zhotovitel v případě jednání s provozovatelem distribuční soustavy </w:t>
      </w:r>
      <w:proofErr w:type="spellStart"/>
      <w:r>
        <w:t>GasNet</w:t>
      </w:r>
      <w:proofErr w:type="spellEnd"/>
      <w:r>
        <w:t xml:space="preserve">, s.r.o. bude postupovat dle metodického postupu uzavřeného mezi SŽ a </w:t>
      </w:r>
      <w:proofErr w:type="spellStart"/>
      <w:r>
        <w:t>GasNet</w:t>
      </w:r>
      <w:proofErr w:type="spellEnd"/>
      <w:r>
        <w:t>, s.r.o. Metodický postup bude poskytnut Objednatelem na vyžádání.</w:t>
      </w:r>
    </w:p>
    <w:p w14:paraId="239822C5" w14:textId="4840CAAE" w:rsidR="006027D8" w:rsidRPr="00811815" w:rsidRDefault="00A801A6" w:rsidP="0002434E">
      <w:pPr>
        <w:pStyle w:val="Text2-1"/>
      </w:pPr>
      <w:r w:rsidRPr="00A801A6">
        <w:t xml:space="preserve">Zhotovitel zpracuje vazbu na Jednotné záznamové prostředí železniční dopravní cesty (JZP ŽDC). Stavové informace (logy), doplňková data a záznamy zabezpečovacího, sdělovacího zařízení a DDTS budou ukládána v Jednotném záznamovém prostředí železniční dopravní cesty (JZP ŽDC) do vybraných užitných úložných oblastí (UÚO). Při návrhu vazby na JZP ŽDC bude postupováno dle dokumentu „Specifikace a zásady uchovávání a výměny dat mezi JZP a technologiemi ŽDC“ viz příloha </w:t>
      </w:r>
      <w:r>
        <w:fldChar w:fldCharType="begin"/>
      </w:r>
      <w:r>
        <w:instrText xml:space="preserve"> REF _Ref121839774 \r \h </w:instrText>
      </w:r>
      <w:r>
        <w:fldChar w:fldCharType="separate"/>
      </w:r>
      <w:r w:rsidR="00C41390">
        <w:t>8.1.1</w:t>
      </w:r>
      <w:r>
        <w:fldChar w:fldCharType="end"/>
      </w:r>
      <w:r>
        <w:t xml:space="preserve"> </w:t>
      </w:r>
      <w:r w:rsidRPr="00A801A6">
        <w:t>těchto ZTP.</w:t>
      </w:r>
      <w:bookmarkStart w:id="24" w:name="_Toc12371207"/>
    </w:p>
    <w:p w14:paraId="7B661CE8" w14:textId="77777777" w:rsidR="0037680E" w:rsidRDefault="0037680E" w:rsidP="0037680E">
      <w:pPr>
        <w:pStyle w:val="Text2-1"/>
      </w:pPr>
      <w:bookmarkStart w:id="25" w:name="_Toc161921007"/>
      <w:r>
        <w:rPr>
          <w:b/>
        </w:rPr>
        <w:t>Geodetická dokumentace</w:t>
      </w:r>
      <w:r>
        <w:t xml:space="preserve"> (Geodetický podklad pro projektovou činnost zpracovaný podle jiných právních předpisů)</w:t>
      </w:r>
      <w:bookmarkEnd w:id="25"/>
    </w:p>
    <w:p w14:paraId="383E5D7E" w14:textId="77777777" w:rsidR="0037680E" w:rsidRDefault="0037680E" w:rsidP="0037680E">
      <w:pPr>
        <w:pStyle w:val="Text2-2"/>
      </w:pPr>
      <w:bookmarkStart w:id="26" w:name="_Hlk158283429"/>
      <w:r>
        <w:t>Poskytování geodetických podkladů se řídí Pokynem generálního ředitele SŽ PO</w:t>
      </w:r>
      <w:r>
        <w:noBreakHyphen/>
        <w:t>06/2020-GŘ, Pokyn generálního ředitele k poskytování geodetických podkladů a činností pro přípravu a realizaci opravných a investičních akcí.</w:t>
      </w:r>
    </w:p>
    <w:p w14:paraId="4B956F2F" w14:textId="030E8189" w:rsidR="0037680E" w:rsidRDefault="0037680E" w:rsidP="0037680E">
      <w:pPr>
        <w:pStyle w:val="Text2-2"/>
      </w:pPr>
      <w:r>
        <w:t>Zhotovitel je povinen v případě prací na úplných mapových podkladech si alespoň 1 měsíc předem vyžádat mapové podklady na SŽG ve vazbě na stav DTMŽ.</w:t>
      </w:r>
    </w:p>
    <w:p w14:paraId="3ED731B2" w14:textId="73EAF781" w:rsidR="0037680E" w:rsidRDefault="0037680E" w:rsidP="0037680E">
      <w:pPr>
        <w:pStyle w:val="Text2-2"/>
      </w:pPr>
      <w:r>
        <w:t xml:space="preserve">Závazným formátem mapových podkladů a mapové geodetické dokumentace je ŽXML. Mapové podklady zajišťované SŽG do 30. 6. 2024 mohou být vydávány i ve formě, která je stanovena pro přechodné období DTMŽ </w:t>
      </w:r>
      <w:hyperlink r:id="rId11" w:history="1">
        <w:r>
          <w:rPr>
            <w:rStyle w:val="Hypertextovodkaz"/>
            <w:color w:val="auto"/>
          </w:rPr>
          <w:t>https://www.spravazeleznic.cz/stavby-zakazky/podklady-pro-zhotovitele/digitalni-technicka-mapa-zeleznice-technicke-standardy/prechodne-obdobi-dtmz-technicke-specifikace</w:t>
        </w:r>
      </w:hyperlink>
      <w:r>
        <w:t xml:space="preserve"> .</w:t>
      </w:r>
    </w:p>
    <w:bookmarkEnd w:id="26"/>
    <w:p w14:paraId="609A4869" w14:textId="50C8C793" w:rsidR="0037680E" w:rsidRDefault="0037680E" w:rsidP="0037680E">
      <w:pPr>
        <w:pStyle w:val="Text2-2"/>
      </w:pPr>
      <w:r>
        <w:t xml:space="preserve">Zhotovitel se zavazuje </w:t>
      </w:r>
      <w:bookmarkStart w:id="27" w:name="_Hlk158294561"/>
      <w:r>
        <w:t>předat doplněné a úplné mapové podklady</w:t>
      </w:r>
      <w:bookmarkEnd w:id="27"/>
      <w:r>
        <w:t xml:space="preserve"> podle pravidel uvedených v předpisu SŽ M20/MP014 ve formátu ŽXML. Zhotovitel se zavazuje data </w:t>
      </w:r>
      <w:r>
        <w:rPr>
          <w:rFonts w:ascii="Verdana-Bold" w:hAnsi="Verdana-Bold" w:cs="Verdana-Bold"/>
        </w:rPr>
        <w:t>ve formátu ŽXML předat plně navázána na stav v informačním sytému DTMŽ a DTM krajů</w:t>
      </w:r>
      <w:r>
        <w:t>.</w:t>
      </w:r>
    </w:p>
    <w:p w14:paraId="1E7A9930" w14:textId="77777777" w:rsidR="00EE5578" w:rsidRPr="00811815" w:rsidRDefault="00EE5578" w:rsidP="00EE5578">
      <w:pPr>
        <w:pStyle w:val="Nadpis2-2"/>
        <w:spacing w:before="240"/>
        <w:contextualSpacing/>
      </w:pPr>
      <w:bookmarkStart w:id="28" w:name="_Toc181176655"/>
      <w:r w:rsidRPr="00811815">
        <w:t>Zhotovení stavby</w:t>
      </w:r>
      <w:bookmarkEnd w:id="24"/>
      <w:bookmarkEnd w:id="28"/>
    </w:p>
    <w:p w14:paraId="61F4C3EF" w14:textId="77777777" w:rsidR="00EC49A1" w:rsidRPr="0022166B" w:rsidRDefault="008A0E06" w:rsidP="00EC49A1">
      <w:pPr>
        <w:pStyle w:val="Text2-1"/>
      </w:pPr>
      <w:r w:rsidRPr="00E61CCC">
        <w:rPr>
          <w:rStyle w:val="Tun"/>
        </w:rPr>
        <w:t>Zhotovitel je povinen vést elektronický stavební deník</w:t>
      </w:r>
      <w:r w:rsidRPr="00E61CCC">
        <w:t xml:space="preserve"> (dále jen "ESD") a to ode dne převzetí Staveniště do dne řádného předání a převzetí Díla nebo jeho části do</w:t>
      </w:r>
      <w:r w:rsidR="00823E8E">
        <w:t> </w:t>
      </w:r>
      <w:r w:rsidRPr="00E61CCC">
        <w:t>uvedení do provozu / Zkušebního provozu, popřípadě do dne odstranění poslední zjištěné vady nebo dokončení nedokončené práce, zjištěné při kontrolní prohlídce Díla. ESD je veden v aplikaci „</w:t>
      </w:r>
      <w:proofErr w:type="spellStart"/>
      <w:r w:rsidRPr="00E61CCC">
        <w:t>Buildary.</w:t>
      </w:r>
      <w:proofErr w:type="gramStart"/>
      <w:r w:rsidRPr="00E61CCC">
        <w:t>online</w:t>
      </w:r>
      <w:proofErr w:type="spellEnd"/>
      <w:r w:rsidRPr="00E61CCC">
        <w:t xml:space="preserve"> - elektronický</w:t>
      </w:r>
      <w:proofErr w:type="gramEnd"/>
      <w:r w:rsidRPr="00E61CCC">
        <w:t xml:space="preserve"> stavební deník“ (</w:t>
      </w:r>
      <w:hyperlink r:id="rId12" w:history="1">
        <w:r w:rsidRPr="00E61CCC">
          <w:rPr>
            <w:rStyle w:val="Hypertextovodkaz"/>
            <w:noProof w:val="0"/>
          </w:rPr>
          <w:t>https://www.buildary.online/cs/moduly/elektronicky-stavebni-denik</w:t>
        </w:r>
      </w:hyperlink>
      <w:r w:rsidRPr="00E61CCC">
        <w:t xml:space="preserve">). ESD se vede v českém jazyce. </w:t>
      </w:r>
      <w:r w:rsidRPr="0022166B">
        <w:t>Objednatel poskytne zdarma Zhotoviteli před Datem zahájení prací maximálně 1</w:t>
      </w:r>
      <w:r w:rsidR="00E61CCC" w:rsidRPr="0022166B">
        <w:t>0</w:t>
      </w:r>
      <w:r w:rsidRPr="0022166B">
        <w:t xml:space="preserve"> licenčních jednotek pro aplikaci </w:t>
      </w:r>
      <w:proofErr w:type="spellStart"/>
      <w:r w:rsidRPr="0022166B">
        <w:t>Buildary.online</w:t>
      </w:r>
      <w:proofErr w:type="spellEnd"/>
      <w:r w:rsidRPr="0022166B">
        <w:t xml:space="preserve"> pro vedení ESD</w:t>
      </w:r>
      <w:r w:rsidR="00823E8E">
        <w:t>,</w:t>
      </w:r>
      <w:r w:rsidRPr="0022166B">
        <w:t xml:space="preserve"> a to na celou dobu povinnosti vést stavební deník dle § 157 zákona č. 183/2006 Sb. stavební zákon, v platném znění. </w:t>
      </w:r>
    </w:p>
    <w:p w14:paraId="545E6CF0" w14:textId="63E4B60B" w:rsidR="00246FB0" w:rsidRDefault="00246FB0" w:rsidP="00246FB0">
      <w:pPr>
        <w:pStyle w:val="Text2-1"/>
      </w:pPr>
      <w:r w:rsidRPr="00246FB0">
        <w:lastRenderedPageBreak/>
        <w:t xml:space="preserve">Zhotovitel si zajistí již v průběhu projektové přípravy v součinnosti se správcem ŽBP, body ŽBP a hlavní výškové body, které jsou základem pro vytvoření vytyčovací sítě dle oddílu 1.7 Zeměměřická činnost Kapitoly 1 TKP a v rozsahu a kvalitě tak, jak je uvedeno v Projektové dokumentaci, Dokladové </w:t>
      </w:r>
      <w:r w:rsidR="001C190E" w:rsidRPr="00246FB0">
        <w:t>části – Geodetický</w:t>
      </w:r>
      <w:r w:rsidRPr="00246FB0">
        <w:t xml:space="preserve"> podklad pro projektovou činnost zpracovaný podle jiných právních předpisů. Tyto body musí Zhotovitel předložit při předání staveniště. Pro vytyčení stavby, která je předmětem Díla, je Zhotovitel povinen používat pouze body určené z předaného ŽBP nebo na něj navázané vytyčovací sítě, tak jak bylo schváleno v Projektové dokumentaci. Podrobný popis zeměměřických činností při předání a převzetí staveniště je popsán v Kapitole 1 TKP</w:t>
      </w:r>
      <w:r w:rsidR="00B63104">
        <w:t>.</w:t>
      </w:r>
    </w:p>
    <w:p w14:paraId="4274FF73" w14:textId="77777777" w:rsidR="004C08B8" w:rsidRPr="00811815" w:rsidRDefault="004C08B8" w:rsidP="004C08B8">
      <w:pPr>
        <w:pStyle w:val="Text2-1"/>
      </w:pPr>
      <w:r w:rsidRPr="00811815">
        <w:t>Odstavc</w:t>
      </w:r>
      <w:r>
        <w:t>e</w:t>
      </w:r>
      <w:r w:rsidRPr="00811815">
        <w:t xml:space="preserve"> </w:t>
      </w:r>
      <w:r w:rsidR="00F2158F">
        <w:t>v článku 6.</w:t>
      </w:r>
      <w:r w:rsidR="00DD2182">
        <w:t xml:space="preserve"> Realizační dokumentace stavby</w:t>
      </w:r>
      <w:r w:rsidR="00F2158F">
        <w:t xml:space="preserve"> </w:t>
      </w:r>
      <w:r w:rsidRPr="0022166B">
        <w:t>VTP/R-F</w:t>
      </w:r>
      <w:r w:rsidR="00573230" w:rsidRPr="0022166B">
        <w:t xml:space="preserve"> </w:t>
      </w:r>
      <w:r w:rsidRPr="0022166B">
        <w:t>se ruší</w:t>
      </w:r>
      <w:r w:rsidRPr="00811815">
        <w:t xml:space="preserve"> a nahrazuj</w:t>
      </w:r>
      <w:r>
        <w:t>í</w:t>
      </w:r>
      <w:r w:rsidRPr="00811815">
        <w:t xml:space="preserve"> se následujícím</w:t>
      </w:r>
      <w:r>
        <w:t>i</w:t>
      </w:r>
      <w:r w:rsidRPr="00811815">
        <w:t xml:space="preserve"> odstavc</w:t>
      </w:r>
      <w:r>
        <w:t>i</w:t>
      </w:r>
      <w:r w:rsidRPr="00811815">
        <w:t>:</w:t>
      </w:r>
    </w:p>
    <w:p w14:paraId="1D78A643" w14:textId="02A97CA5" w:rsidR="00DD3BA2" w:rsidRDefault="0066615D" w:rsidP="00DD3BA2">
      <w:pPr>
        <w:pStyle w:val="Textbezslovn"/>
        <w:ind w:left="1474" w:hanging="737"/>
      </w:pPr>
      <w:r>
        <w:t>„</w:t>
      </w:r>
      <w:r w:rsidR="00F2158F">
        <w:t>6</w:t>
      </w:r>
      <w:r w:rsidR="004C08B8" w:rsidRPr="00112AAE">
        <w:t>.1.</w:t>
      </w:r>
      <w:r w:rsidR="00DD3BA2">
        <w:t>1</w:t>
      </w:r>
      <w:r w:rsidR="004C08B8" w:rsidRPr="00112AAE">
        <w:tab/>
      </w:r>
      <w:r w:rsidR="00DD3BA2">
        <w:t>Podmínky a rozsah zpracování Projektové dokumentace v dílčích částech pro</w:t>
      </w:r>
      <w:r w:rsidR="00823E8E">
        <w:t> </w:t>
      </w:r>
      <w:proofErr w:type="gramStart"/>
      <w:r w:rsidR="00DD3BA2">
        <w:t>povolení</w:t>
      </w:r>
      <w:r w:rsidR="009C3252">
        <w:t>  záměru</w:t>
      </w:r>
      <w:proofErr w:type="gramEnd"/>
      <w:r w:rsidR="00DD3BA2">
        <w:t xml:space="preserve"> a provádění stavby jsou uvedené ve VTP/DOKUMENTACE. Zhotovitel se zavazuje zajistit pravomocné povolení </w:t>
      </w:r>
      <w:r w:rsidR="009C3252">
        <w:t xml:space="preserve">záměru (stavby) </w:t>
      </w:r>
      <w:r w:rsidR="00DD3BA2">
        <w:t xml:space="preserve">potřebná k zahájení a provádění Díla včetně pravomocného povolení </w:t>
      </w:r>
      <w:r w:rsidR="009C3252">
        <w:t xml:space="preserve">záměru (stavby) </w:t>
      </w:r>
      <w:r w:rsidR="00DD3BA2">
        <w:t xml:space="preserve">na Zařízení Staveniště. Zhotovitel zodpovídá za soulad povolení s dalšími navazujícími částmi Projektové dokumentace. </w:t>
      </w:r>
    </w:p>
    <w:p w14:paraId="388F16C2" w14:textId="42E91F61" w:rsidR="00DD3BA2" w:rsidRDefault="00DD2182" w:rsidP="00DD3BA2">
      <w:pPr>
        <w:pStyle w:val="Textbezslovn"/>
        <w:ind w:left="1474" w:hanging="737"/>
      </w:pPr>
      <w:r>
        <w:t>6</w:t>
      </w:r>
      <w:r w:rsidR="00DD3BA2">
        <w:t>.1.2</w:t>
      </w:r>
      <w:r w:rsidR="00DD3BA2">
        <w:tab/>
      </w:r>
      <w:r w:rsidR="00DD3BA2" w:rsidRPr="0022166B">
        <w:rPr>
          <w:b/>
        </w:rPr>
        <w:t xml:space="preserve">Zhotovitel je oprávněn zahájit stavební práce na příslušných částech Díla nejdříve po obdržení pravomocného </w:t>
      </w:r>
      <w:r w:rsidR="009C3252">
        <w:rPr>
          <w:b/>
        </w:rPr>
        <w:t>povolení záměru (stavby)</w:t>
      </w:r>
      <w:r w:rsidR="00DD3BA2" w:rsidRPr="0022166B">
        <w:rPr>
          <w:b/>
        </w:rPr>
        <w:t>, či jiného potřebného rozhodnutí příslušného správního orgánu a předání Staveniště Objednatelem</w:t>
      </w:r>
      <w:r w:rsidR="00DD3BA2">
        <w:t>, dále pak po dopracování následné dílčí části Projektové dokumentace ve stupni Projektové dokumentace pro provádění stavby, nejdříve však po schválení souhrnného rozpočtu stavby ze strany Objednatele, a to na základě vypracované dílčí části Projektové dokumentace (DUSP, DSP nebo DOS</w:t>
      </w:r>
      <w:r w:rsidR="00C42383">
        <w:t xml:space="preserve">, </w:t>
      </w:r>
      <w:r w:rsidR="00DD3BA2">
        <w:t xml:space="preserve">pokud není v ZTP uvedeno jinak v případě staveb prováděných po etapách viz </w:t>
      </w:r>
      <w:r>
        <w:t>6</w:t>
      </w:r>
      <w:r w:rsidR="00DD3BA2">
        <w:t>.1.4 těchto VTP).</w:t>
      </w:r>
    </w:p>
    <w:p w14:paraId="6468CFB7" w14:textId="77777777" w:rsidR="00DD3BA2" w:rsidRDefault="00DD2182" w:rsidP="00DD3BA2">
      <w:pPr>
        <w:pStyle w:val="Textbezslovn"/>
        <w:ind w:left="1474" w:hanging="737"/>
      </w:pPr>
      <w:r>
        <w:t>6</w:t>
      </w:r>
      <w:r w:rsidR="00DD3BA2">
        <w:t>.1.3</w:t>
      </w:r>
      <w:r w:rsidR="00DD3BA2">
        <w:tab/>
        <w:t xml:space="preserve">Před zahájením </w:t>
      </w:r>
      <w:r w:rsidR="00F2158F">
        <w:t xml:space="preserve">zhotovení </w:t>
      </w:r>
      <w:r w:rsidR="00DD3BA2">
        <w:t>stavby (jako dílčí část Díla) i v příslušných částech v postupné návaznosti (dle harmonogramu dle Pod-článku 8.3 [</w:t>
      </w:r>
      <w:r w:rsidR="00DD3BA2" w:rsidRPr="0022166B">
        <w:rPr>
          <w:i/>
        </w:rPr>
        <w:t>Harmonogram</w:t>
      </w:r>
      <w:r w:rsidR="00DD3BA2">
        <w:t xml:space="preserve">] Smluvních podmínek) nebo dle etapizace (viz </w:t>
      </w:r>
      <w:r>
        <w:t>6</w:t>
      </w:r>
      <w:r w:rsidR="00DD3BA2">
        <w:t>.1.4</w:t>
      </w:r>
      <w:r w:rsidR="00B63104">
        <w:t xml:space="preserve"> těchto VTP</w:t>
      </w:r>
      <w:r w:rsidR="00DD3BA2">
        <w:t>) bude vždy dopracována a schválena kompletní dokumentace v podrobnosti P</w:t>
      </w:r>
      <w:r w:rsidR="00F2158F">
        <w:t>DPS</w:t>
      </w:r>
      <w:r w:rsidR="00DD3BA2">
        <w:t>, včetně R</w:t>
      </w:r>
      <w:r w:rsidR="00F2158F">
        <w:t>DS</w:t>
      </w:r>
      <w:r w:rsidR="00DD3BA2">
        <w:t xml:space="preserve"> (tj. výrobní, montážní a dílenské)</w:t>
      </w:r>
      <w:r>
        <w:t>, dle přílohy P8 směrnice SŽ SM011,</w:t>
      </w:r>
      <w:r w:rsidR="00DD3BA2">
        <w:t xml:space="preserve"> včetně Soupisu prací jako podkladu pro Vyúčtování.</w:t>
      </w:r>
    </w:p>
    <w:p w14:paraId="23F58503" w14:textId="0465AC3A" w:rsidR="004C08B8" w:rsidRPr="00112AAE" w:rsidRDefault="00DD2182" w:rsidP="00DD3BA2">
      <w:pPr>
        <w:pStyle w:val="Textbezslovn"/>
        <w:ind w:left="1474" w:hanging="737"/>
      </w:pPr>
      <w:r>
        <w:t>6</w:t>
      </w:r>
      <w:r w:rsidR="00DD3BA2">
        <w:t>.1.4</w:t>
      </w:r>
      <w:r w:rsidR="00DD3BA2">
        <w:tab/>
        <w:t>Pokud je stavba prováděná po etapách, navzájem přímo nenavazujících a oddělitelných jak stavebně technicky, tak technologicky a současně jsou na</w:t>
      </w:r>
      <w:r w:rsidR="00316452">
        <w:t> </w:t>
      </w:r>
      <w:r w:rsidR="00DD3BA2">
        <w:t>tyto etapy vedená samostatná komplexní veřejnoprávní projednání a vydaná samostatná pravomocná povolení</w:t>
      </w:r>
      <w:r w:rsidR="00A94FC8">
        <w:t xml:space="preserve"> záměru (stavby)</w:t>
      </w:r>
      <w:r w:rsidR="00DD3BA2">
        <w:t xml:space="preserve">, lze provádět dílo dle příslušného rozdělení na etapizaci stavby, avšak vždy až po dopracování kompletní Projektové dokumentace na úrovni dokumentace zahrnující </w:t>
      </w:r>
      <w:r w:rsidR="00F2158F">
        <w:t>DSP</w:t>
      </w:r>
      <w:r>
        <w:t>/DUSP</w:t>
      </w:r>
      <w:r w:rsidR="00DD3BA2">
        <w:t xml:space="preserve"> a P</w:t>
      </w:r>
      <w:r w:rsidR="00F2158F">
        <w:t>DPS</w:t>
      </w:r>
      <w:r w:rsidR="00DD3BA2">
        <w:t>, vztahujícího se k příslušné etapě. Rozdělení na jednotlivé etapy je vždy uvedeno v ZTP a harmonogramu dle Pod-článku 8.3 [</w:t>
      </w:r>
      <w:r w:rsidR="00DD3BA2" w:rsidRPr="0022166B">
        <w:rPr>
          <w:i/>
        </w:rPr>
        <w:t>Harmonogram</w:t>
      </w:r>
      <w:r w:rsidR="00DD3BA2">
        <w:t>] Smluvních podmínek a toto rozdělení musí být již detailně technicky připraveno v průběhu projekčních prací.</w:t>
      </w:r>
      <w:r w:rsidR="0066615D">
        <w:t>“</w:t>
      </w:r>
    </w:p>
    <w:p w14:paraId="1CFC7C4A" w14:textId="77777777" w:rsidR="00D869FF" w:rsidRDefault="00D869FF" w:rsidP="00EE5578">
      <w:pPr>
        <w:pStyle w:val="Text2-1"/>
      </w:pPr>
      <w:r>
        <w:t xml:space="preserve">V článku </w:t>
      </w:r>
      <w:r w:rsidR="00DD2182">
        <w:t>6</w:t>
      </w:r>
      <w:r>
        <w:t>.2 Dokumentace skutečného provedení stavby VTP/R-F se přidává odst</w:t>
      </w:r>
      <w:r w:rsidR="003C3DDE">
        <w:t>avec </w:t>
      </w:r>
      <w:r w:rsidR="00DD2182">
        <w:t>6</w:t>
      </w:r>
      <w:r>
        <w:t>.2.</w:t>
      </w:r>
      <w:r w:rsidR="00DD2182">
        <w:t>5</w:t>
      </w:r>
      <w:r>
        <w:t>:</w:t>
      </w:r>
    </w:p>
    <w:p w14:paraId="1D38DF34" w14:textId="77777777" w:rsidR="00D869FF" w:rsidRDefault="0066615D" w:rsidP="0022166B">
      <w:pPr>
        <w:pStyle w:val="Textbezslovn"/>
        <w:ind w:left="1474" w:hanging="737"/>
      </w:pPr>
      <w:r>
        <w:t>„</w:t>
      </w:r>
      <w:r w:rsidR="00DD2182">
        <w:t>6</w:t>
      </w:r>
      <w:r w:rsidR="00D869FF">
        <w:t>.2.</w:t>
      </w:r>
      <w:r w:rsidR="00DD2182">
        <w:t>5</w:t>
      </w:r>
      <w:r w:rsidR="00D869FF">
        <w:tab/>
      </w:r>
      <w:r w:rsidR="00D869FF" w:rsidRPr="00D869FF">
        <w:t>Součástí DSPS budou podrobné Soupisy prací pro jednotlivé SO a PS v rozsahu oceněného Soupisu prací dle požadavků vyhlášky č. 169/2016 Sb. [4</w:t>
      </w:r>
      <w:r w:rsidR="00FA5F58">
        <w:t>8</w:t>
      </w:r>
      <w:r w:rsidR="00D869FF" w:rsidRPr="00D869FF">
        <w:t>] a</w:t>
      </w:r>
      <w:r w:rsidR="00634EF0">
        <w:t> </w:t>
      </w:r>
      <w:r w:rsidR="00D869FF" w:rsidRPr="00D869FF">
        <w:t xml:space="preserve">Směrnice </w:t>
      </w:r>
      <w:r w:rsidR="00634EF0">
        <w:t xml:space="preserve">SŽDC </w:t>
      </w:r>
      <w:r w:rsidR="00D869FF" w:rsidRPr="00D869FF">
        <w:t>č. 20 [</w:t>
      </w:r>
      <w:r w:rsidR="00634EF0">
        <w:t>7</w:t>
      </w:r>
      <w:r w:rsidR="00FA5F58">
        <w:t>7</w:t>
      </w:r>
      <w:r w:rsidR="00D869FF" w:rsidRPr="00D869FF">
        <w:t>] v otevřené a uzavřené formě.</w:t>
      </w:r>
      <w:r>
        <w:t>“</w:t>
      </w:r>
    </w:p>
    <w:p w14:paraId="29D789D6" w14:textId="77777777" w:rsidR="00634EF0" w:rsidRPr="00811815" w:rsidRDefault="00634EF0" w:rsidP="00634EF0">
      <w:pPr>
        <w:pStyle w:val="Text2-1"/>
      </w:pPr>
      <w:r w:rsidRPr="0022166B">
        <w:t xml:space="preserve">Odstavec </w:t>
      </w:r>
      <w:r w:rsidR="00DD2182">
        <w:t>7</w:t>
      </w:r>
      <w:r w:rsidRPr="0022166B">
        <w:t>.1.</w:t>
      </w:r>
      <w:r w:rsidR="00DD2182">
        <w:t>1</w:t>
      </w:r>
      <w:r w:rsidRPr="0022166B">
        <w:t xml:space="preserve"> VTP/R-F se ruší</w:t>
      </w:r>
      <w:r w:rsidRPr="00811815">
        <w:t xml:space="preserve"> a nahrazuje se následujícím odstavcem:</w:t>
      </w:r>
    </w:p>
    <w:p w14:paraId="4CCF9635" w14:textId="77777777" w:rsidR="00634EF0" w:rsidRDefault="0066615D" w:rsidP="00634EF0">
      <w:pPr>
        <w:pStyle w:val="Textbezslovn"/>
        <w:ind w:left="1474" w:hanging="737"/>
      </w:pPr>
      <w:r>
        <w:t>„</w:t>
      </w:r>
      <w:r w:rsidR="00DD2182">
        <w:t>7</w:t>
      </w:r>
      <w:r w:rsidR="00634EF0" w:rsidRPr="00634EF0">
        <w:t>.1.</w:t>
      </w:r>
      <w:r w:rsidR="00DD2182">
        <w:t>1</w:t>
      </w:r>
      <w:r w:rsidR="00634EF0" w:rsidRPr="00634EF0">
        <w:tab/>
        <w:t xml:space="preserve">Zhotovitel je plně odpovědný za případné vady a nedostatky Projektové dokumentace, které mohou mít vlivem stavební činnosti a veškeré činnosti Zhotovitele, spojené s prováděním Díla, negativní/škodlivý vliv na životní prostředí. Zhotovitel souhlasí s tím, že nahradí Objednateli veškeré následně vzniklé náklady spojené s opatřeními nutnými k ochraně životního prostředí před vlivem stavební činnosti a veškeré činnosti Zhotovitele a veškeré náklady </w:t>
      </w:r>
      <w:r w:rsidR="00634EF0" w:rsidRPr="00634EF0">
        <w:lastRenderedPageBreak/>
        <w:t>spojené s prováděním prací v souladu s Právními předpisy na ochranu životního prostředí, stejně tak jako i pokuty a poplatky uložené orgány veřejné správy během provádění Díla</w:t>
      </w:r>
      <w:r w:rsidR="00634EF0" w:rsidRPr="00112AAE">
        <w:t>.</w:t>
      </w:r>
      <w:r>
        <w:t>“</w:t>
      </w:r>
    </w:p>
    <w:p w14:paraId="52C24353" w14:textId="77777777" w:rsidR="004F5FC9" w:rsidRPr="004F5FC9" w:rsidRDefault="004F5FC9" w:rsidP="004F5FC9">
      <w:pPr>
        <w:pStyle w:val="Text2-1"/>
      </w:pPr>
      <w:r w:rsidRPr="004F5FC9">
        <w:t xml:space="preserve">Odstavec 7.3.2 a 7.3.3 ve VTP/R-F se ruší a nahrazuje se následujícími odstavci: </w:t>
      </w:r>
    </w:p>
    <w:p w14:paraId="019D995A" w14:textId="77777777" w:rsidR="000C717F" w:rsidRDefault="004F5FC9" w:rsidP="000C717F">
      <w:pPr>
        <w:pStyle w:val="Textbezslovn"/>
        <w:tabs>
          <w:tab w:val="left" w:pos="1701"/>
        </w:tabs>
        <w:ind w:left="1701" w:hanging="964"/>
      </w:pPr>
      <w:r>
        <w:t>„</w:t>
      </w:r>
      <w:r w:rsidR="00DD2182">
        <w:t>7.3.2</w:t>
      </w:r>
      <w:r w:rsidR="00DD2182">
        <w:tab/>
      </w:r>
      <w:r w:rsidR="000C717F">
        <w:t>Zhotovitel předloží Správci stavby v předstihu před převzetím části Díla, Sekce nebo Díla Závěrečnou zprávu odpadového hospodářství stavby dle směrnice SŽ SM096, podle závazné osnovy uvedené v příloze B.1 směrnice SŽ SM096, včetně Výkazu o předcházení vzniku odpadu a nakládání s odpady dle Přílohy B.2 směrnice SŽ SM096. Správce stavby zajistí kontrolu Závěrečné zprávy a</w:t>
      </w:r>
      <w:r w:rsidR="00695E52">
        <w:t> </w:t>
      </w:r>
      <w:r w:rsidR="000C717F">
        <w:t>Výkazu garantem za ŽP Objednatele. Po odsouhlasení Závěrečné zprávy a</w:t>
      </w:r>
      <w:r w:rsidR="00695E52">
        <w:t> </w:t>
      </w:r>
      <w:r w:rsidR="000C717F">
        <w:t xml:space="preserve">Výkazu garantem za ŽP Objednatele </w:t>
      </w:r>
      <w:r w:rsidR="005E3428">
        <w:t xml:space="preserve">bude </w:t>
      </w:r>
      <w:r w:rsidR="000C717F">
        <w:t>Závěrečn</w:t>
      </w:r>
      <w:r w:rsidR="005E3428">
        <w:t>á</w:t>
      </w:r>
      <w:r w:rsidR="000C717F">
        <w:t xml:space="preserve"> zpráv</w:t>
      </w:r>
      <w:r w:rsidR="005E3428">
        <w:t>a</w:t>
      </w:r>
      <w:r w:rsidR="000C717F">
        <w:t xml:space="preserve"> a Výkaz prokazatelně </w:t>
      </w:r>
      <w:r w:rsidR="005E3428">
        <w:t xml:space="preserve">předán </w:t>
      </w:r>
      <w:r w:rsidR="000C717F">
        <w:t xml:space="preserve">na GŘ O15. </w:t>
      </w:r>
    </w:p>
    <w:p w14:paraId="1610CF24" w14:textId="77777777" w:rsidR="00DD2182" w:rsidRDefault="000C717F" w:rsidP="000C717F">
      <w:pPr>
        <w:pStyle w:val="Textbezslovn"/>
        <w:ind w:left="1474" w:hanging="737"/>
      </w:pPr>
      <w:r>
        <w:t>7.3.3</w:t>
      </w:r>
      <w:r>
        <w:tab/>
        <w:t>Správce stavby nesmí potvrdit dokončení díla v Potvrzení o převzetí bez zajištění odevzdání Závěrečné zprávy a Výkazu.</w:t>
      </w:r>
      <w:r w:rsidR="00DD2182">
        <w:t>“</w:t>
      </w:r>
    </w:p>
    <w:p w14:paraId="1DE74976" w14:textId="77777777" w:rsidR="002A353D" w:rsidRDefault="002A353D" w:rsidP="008E7697">
      <w:pPr>
        <w:pStyle w:val="Text2-1"/>
      </w:pPr>
      <w:r>
        <w:t xml:space="preserve">Třetí odrážka odst. (6) </w:t>
      </w:r>
      <w:proofErr w:type="spellStart"/>
      <w:r w:rsidR="008E7697" w:rsidRPr="008E7697">
        <w:t>podčlánku</w:t>
      </w:r>
      <w:proofErr w:type="spellEnd"/>
      <w:r w:rsidR="008E7697" w:rsidRPr="008E7697">
        <w:t xml:space="preserve"> 1.11.5.1 </w:t>
      </w:r>
      <w:r>
        <w:t>v </w:t>
      </w:r>
      <w:r w:rsidRPr="001F4F1B">
        <w:t>Kapitole</w:t>
      </w:r>
      <w:r>
        <w:t xml:space="preserve"> 1 TKP se ruší a nahrazuje se následujícím textem:</w:t>
      </w:r>
    </w:p>
    <w:p w14:paraId="4CF9E761" w14:textId="77777777" w:rsidR="002A353D" w:rsidRDefault="002A353D" w:rsidP="002A353D">
      <w:pPr>
        <w:pStyle w:val="Textbezslovn"/>
      </w:pPr>
      <w:r>
        <w:t xml:space="preserve">„• kompletní </w:t>
      </w:r>
      <w:r w:rsidRPr="00C04D17">
        <w:t>dokumentace</w:t>
      </w:r>
      <w:r>
        <w:t xml:space="preserve"> Stavby ve struktuře </w:t>
      </w:r>
      <w:proofErr w:type="spellStart"/>
      <w:r>
        <w:t>TreeInfo</w:t>
      </w:r>
      <w:proofErr w:type="spellEnd"/>
      <w:r>
        <w:t xml:space="preserve">, resp. </w:t>
      </w:r>
      <w:proofErr w:type="spellStart"/>
      <w:r>
        <w:t>InvestDokument</w:t>
      </w:r>
      <w:proofErr w:type="spellEnd"/>
      <w:r>
        <w:t>, v otevřené a uzavřené formě,“</w:t>
      </w:r>
    </w:p>
    <w:p w14:paraId="168F478B" w14:textId="4B8CD455" w:rsidR="00A801A6" w:rsidRPr="00A94FC8" w:rsidRDefault="00A94FC8" w:rsidP="006C137A">
      <w:pPr>
        <w:pStyle w:val="Text2-1"/>
      </w:pPr>
      <w:r w:rsidRPr="00E10EF1">
        <w:t xml:space="preserve">Zhotovitel zajistí v místě a době plnění realizačních prací v obvodu Staveniště efektivní stálou ostrahu za účelem zajištění provozuschopnosti pracemi dotčené provozované infrastruktury, zaměřenou především na ochranu inženýrských sítí a majetku. Rozsah provedených bezpečnostních opatření je plně v gesci Zhotovitele s cílem maximální efektivity daného opatření (střežení proti vandalismu, poškození a zcizení jakýkoli částí SO/PS atd.) po dobu provádění Díla. Náklady na zajištění těchto opatření jsou součástí smluvní ceny. </w:t>
      </w:r>
    </w:p>
    <w:p w14:paraId="11B855BF" w14:textId="77777777" w:rsidR="007B4640" w:rsidRPr="0002434E" w:rsidRDefault="007B4640" w:rsidP="007B4640">
      <w:pPr>
        <w:pStyle w:val="Text2-1"/>
      </w:pPr>
      <w:r w:rsidRPr="0002434E">
        <w:t xml:space="preserve">Zhotovitel provede ruční kopané sondy za účelem ověření skutečného vedení inženýrských sítí před započetím zemních prací strojmo. </w:t>
      </w:r>
    </w:p>
    <w:p w14:paraId="67BE4757" w14:textId="77777777" w:rsidR="007B4640" w:rsidRPr="0002434E" w:rsidRDefault="007B4640" w:rsidP="007B4640">
      <w:pPr>
        <w:pStyle w:val="Text2-1"/>
      </w:pPr>
      <w:r w:rsidRPr="0002434E">
        <w:t xml:space="preserve">V rámci výkopových prací (zejména pro </w:t>
      </w:r>
      <w:proofErr w:type="spellStart"/>
      <w:r w:rsidRPr="0002434E">
        <w:t>kabelovod</w:t>
      </w:r>
      <w:proofErr w:type="spellEnd"/>
      <w:r w:rsidRPr="0002434E">
        <w:t>) bude kladen zvýšený důraz na ruční výkopy. Strojní mechanizace se bude moc použít až po odhalení všech kabelových vedení.</w:t>
      </w:r>
    </w:p>
    <w:p w14:paraId="09C3D556" w14:textId="77777777" w:rsidR="007B4640" w:rsidRPr="0002434E" w:rsidRDefault="007B4640" w:rsidP="007B4640">
      <w:pPr>
        <w:pStyle w:val="Text2-1"/>
      </w:pPr>
      <w:r w:rsidRPr="0002434E">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38DBF9F7" w14:textId="77777777" w:rsidR="007B4640" w:rsidRPr="0002434E" w:rsidRDefault="007B4640" w:rsidP="007B4640">
      <w:pPr>
        <w:pStyle w:val="Text2-1"/>
      </w:pPr>
      <w:r w:rsidRPr="0002434E">
        <w:t xml:space="preserve">Pro vyznačení všech stávajících, provizorních a nových kabelových tras Zhotovitel použije a bude pravidelně aktualizovat veřejně dostupnou mapovou mobilní aplikaci (např. Google </w:t>
      </w:r>
      <w:proofErr w:type="spellStart"/>
      <w:r w:rsidRPr="0002434E">
        <w:t>Maps</w:t>
      </w:r>
      <w:proofErr w:type="spellEnd"/>
      <w:r w:rsidRPr="0002434E">
        <w:t xml:space="preserve">, Mapy.cz), kterou bude mít každý podzhotovitel a TSD v k dispozici. Cílem je vytvoření vrstev vedení kabelových tras v mapovém podkladu v běžně </w:t>
      </w:r>
    </w:p>
    <w:p w14:paraId="6A115BA2" w14:textId="77777777" w:rsidR="00892B5B" w:rsidRDefault="00892B5B" w:rsidP="00892B5B">
      <w:pPr>
        <w:pStyle w:val="Text2-1"/>
      </w:pPr>
      <w:bookmarkStart w:id="29" w:name="_Ref147916882"/>
      <w:r w:rsidRPr="00535B20">
        <w:t>Vyhrazené objekty (stavební buňky) pro potřeby Objednatele dle odst. (2) článku 1.9.4 Kapitoly 1 TKP, budou označeny pouze logem SŽ. Označení, tj. instalace polepu, včetně vytvoření přesného grafického návrhu dle zadání Objednatele</w:t>
      </w:r>
      <w:r>
        <w:t xml:space="preserve"> (</w:t>
      </w:r>
      <w:r w:rsidRPr="00A535EA">
        <w:t>Manuál jednotného vizuálního stylu označení a prezentace staveb</w:t>
      </w:r>
      <w:r>
        <w:t xml:space="preserve"> – 04 označení staveb, Stavební buňka;</w:t>
      </w:r>
      <w:r w:rsidRPr="00A535EA">
        <w:t xml:space="preserve"> https://www.spravazeleznic.cz/stavby-zakazky/podklady-pro-zhotovitele/vizualni-styl-prezentace-staveb)</w:t>
      </w:r>
      <w:r w:rsidRPr="00535B20">
        <w:t>, zajistí Zhotovitel.</w:t>
      </w:r>
      <w:bookmarkEnd w:id="29"/>
    </w:p>
    <w:p w14:paraId="777F53F5" w14:textId="77777777" w:rsidR="006B3C00" w:rsidRPr="00335D1E" w:rsidRDefault="006B3C00" w:rsidP="006B3C00">
      <w:pPr>
        <w:pStyle w:val="Text2-1"/>
      </w:pPr>
      <w:bookmarkStart w:id="30" w:name="_Toc7077117"/>
      <w:r w:rsidRPr="00287AD3">
        <w:t>Zeměměřická činnost zhotovitele stavby</w:t>
      </w:r>
    </w:p>
    <w:p w14:paraId="6AC4DA3C" w14:textId="296A9166" w:rsidR="006B3C00" w:rsidRDefault="006B3C00" w:rsidP="006B3C00">
      <w:pPr>
        <w:pStyle w:val="Text2-2"/>
      </w:pPr>
      <w:r>
        <w:t xml:space="preserve">Zhotovitel zažádá jmenovaného </w:t>
      </w:r>
      <w:r w:rsidRPr="00F63E79">
        <w:t>Autorizovaného zeměměřického inženýra (AZI</w:t>
      </w:r>
      <w:r>
        <w:t xml:space="preserve">) Objednatele o zajištění dostupných podkladů a postupu vyplývajícího z požadavků uvedených v příslušných VTP a těchto ZTP pro provedení díla nejpozději do termínu předání Staveniště. </w:t>
      </w:r>
    </w:p>
    <w:p w14:paraId="1CF50FEF" w14:textId="77777777" w:rsidR="006B3C00" w:rsidRDefault="006B3C00" w:rsidP="006B3C00">
      <w:pPr>
        <w:pStyle w:val="Text2-2"/>
      </w:pPr>
      <w:r>
        <w:t>Zhotovitel zahájí vyhotovení podkladů pro majetkoprávní vypořádání stavby na základě zaměření skutečného provedení jednotlivých PS/SO bezodkladně po jejich dokončení, nejpozději do 3 měsíců od jejich dokončení.</w:t>
      </w:r>
    </w:p>
    <w:p w14:paraId="0070F91A" w14:textId="77777777" w:rsidR="006B3C00" w:rsidRDefault="006B3C00" w:rsidP="006B3C00">
      <w:pPr>
        <w:pStyle w:val="Text2-2"/>
      </w:pPr>
      <w:r w:rsidRPr="00D403AE">
        <w:lastRenderedPageBreak/>
        <w:t xml:space="preserve">Zhotovitel je povinen </w:t>
      </w:r>
      <w:r>
        <w:t xml:space="preserve">v případě </w:t>
      </w:r>
      <w:r w:rsidRPr="00D403AE">
        <w:t xml:space="preserve">prací </w:t>
      </w:r>
      <w:r>
        <w:t xml:space="preserve">na geodetické části DSPS jak jednotlivých SO a PS tak i souborného zpracování </w:t>
      </w:r>
      <w:r w:rsidRPr="00D403AE">
        <w:t>si alespoň 1 měsíc před</w:t>
      </w:r>
      <w:r>
        <w:t>em</w:t>
      </w:r>
      <w:r w:rsidRPr="00D403AE">
        <w:t xml:space="preserve"> vyžádat aktuální mapové podklady </w:t>
      </w:r>
      <w:r>
        <w:t>u</w:t>
      </w:r>
      <w:r w:rsidRPr="00D403AE">
        <w:t xml:space="preserve"> SŽG ve vazbě na stav </w:t>
      </w:r>
      <w:r>
        <w:t xml:space="preserve">informačního systému </w:t>
      </w:r>
      <w:r w:rsidRPr="00D403AE">
        <w:t>DTMŽ.</w:t>
      </w:r>
    </w:p>
    <w:p w14:paraId="0911138B" w14:textId="433656E9" w:rsidR="006B3C00" w:rsidRPr="00D403AE" w:rsidRDefault="006B3C00" w:rsidP="006B3C00">
      <w:pPr>
        <w:pStyle w:val="Text2-2"/>
      </w:pPr>
      <w:r>
        <w:t xml:space="preserve">Zhotovitel se zavazuje předat geodetickou část DSPS podle pravidel uvedených v předpisu SŽ M20/MP014 ve formátu ŽXML. Zhotovitel se zavazuje data </w:t>
      </w:r>
      <w:r w:rsidRPr="6890E902">
        <w:rPr>
          <w:rFonts w:ascii="Verdana-Bold" w:hAnsi="Verdana-Bold" w:cs="Verdana-Bold"/>
        </w:rPr>
        <w:t>ve formátu ŽXML předat plně navázána na stav v informačním sytému DTMŽ a DTM krajů</w:t>
      </w:r>
      <w:r>
        <w:t>.</w:t>
      </w:r>
    </w:p>
    <w:p w14:paraId="5873C3B5" w14:textId="45E87367" w:rsidR="00E61CCC" w:rsidRPr="006C33D8" w:rsidRDefault="006B3C00" w:rsidP="00FF4C12">
      <w:pPr>
        <w:pStyle w:val="Text2-2"/>
      </w:pPr>
      <w:r>
        <w:t>Geodetická část jednotlivých SO a PS a souborné zpracování geodetické části DSPS se předává samostatně a ve formátu ŽXML prostřednictvím informačního systému DTMŽ.</w:t>
      </w:r>
      <w:bookmarkEnd w:id="30"/>
    </w:p>
    <w:p w14:paraId="0F396155" w14:textId="77777777" w:rsidR="00F2312E" w:rsidRPr="00652EA5" w:rsidRDefault="00F2312E" w:rsidP="00F2312E">
      <w:pPr>
        <w:pStyle w:val="Nadpis2-2"/>
      </w:pPr>
      <w:bookmarkStart w:id="31" w:name="_Toc179892202"/>
      <w:bookmarkStart w:id="32" w:name="_Toc7077118"/>
      <w:bookmarkStart w:id="33" w:name="_Toc181176656"/>
      <w:bookmarkStart w:id="34" w:name="_Toc7077120"/>
      <w:r w:rsidRPr="00652EA5">
        <w:t>Doklady překládané zhotovitelem</w:t>
      </w:r>
      <w:bookmarkEnd w:id="31"/>
      <w:bookmarkEnd w:id="32"/>
      <w:bookmarkEnd w:id="33"/>
    </w:p>
    <w:p w14:paraId="2757AEEE" w14:textId="77777777" w:rsidR="00F2312E" w:rsidRPr="006C33D8" w:rsidRDefault="00F2312E" w:rsidP="00F2312E">
      <w:pPr>
        <w:pStyle w:val="Text2-1"/>
      </w:pPr>
      <w:r w:rsidRPr="00B34C36">
        <w:t>Pokud již Zhotovitel nepředložil dále uvedené doklady pře uzavřením SOD,</w:t>
      </w:r>
      <w:r>
        <w:t xml:space="preserve"> předloží p</w:t>
      </w:r>
      <w:r w:rsidRPr="006C33D8">
        <w:t>řed zahájením prací na objektech, jejichž součástí jsou „Určená technická zařízení“ ve</w:t>
      </w:r>
      <w:r>
        <w:t> </w:t>
      </w:r>
      <w:r w:rsidRPr="006C33D8">
        <w:t>smyslu vyhlášky MD č. 100/1995 Sb., kterou se stanoví podmínky pro provoz, konstrukci a</w:t>
      </w:r>
      <w:r>
        <w:t> </w:t>
      </w:r>
      <w:r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Pr="006C33D8">
        <w:t xml:space="preserve">zajištěnou spolupráci </w:t>
      </w:r>
      <w:r>
        <w:t>s </w:t>
      </w:r>
      <w:r w:rsidRPr="006C33D8">
        <w:t>právnick</w:t>
      </w:r>
      <w:r>
        <w:t xml:space="preserve">ou </w:t>
      </w:r>
      <w:r w:rsidRPr="006C33D8">
        <w:t>osob</w:t>
      </w:r>
      <w:r>
        <w:t>ou, která má pověření</w:t>
      </w:r>
      <w:r w:rsidRPr="006C33D8">
        <w:t xml:space="preserve"> podle ust</w:t>
      </w:r>
      <w:r>
        <w:t>anovení</w:t>
      </w:r>
      <w:r w:rsidRPr="006C33D8">
        <w:t xml:space="preserve"> §</w:t>
      </w:r>
      <w:r>
        <w:t> </w:t>
      </w:r>
      <w:r w:rsidRPr="006C33D8">
        <w:t>47 odst. 4 zákona č.</w:t>
      </w:r>
      <w:r>
        <w:t> </w:t>
      </w:r>
      <w:r w:rsidRPr="006C33D8">
        <w:t xml:space="preserve">266/1994 Sb. o drahách v platném znění pro všechny druhy „Určených technických zařízení“, dotčených výstavbou. Z tohoto dokladu musí být zřejmé, že se vztahuje k plnění předmětné zakázky a bez jeho předložení </w:t>
      </w:r>
      <w:r>
        <w:t xml:space="preserve">těchto dokladů </w:t>
      </w:r>
      <w:r w:rsidRPr="006C33D8">
        <w:t>nebude možné zahájit práce na výše uvedených objektech.</w:t>
      </w:r>
    </w:p>
    <w:p w14:paraId="2C059180" w14:textId="77777777" w:rsidR="0069470F" w:rsidRDefault="0069470F" w:rsidP="0069470F">
      <w:pPr>
        <w:pStyle w:val="Nadpis2-2"/>
      </w:pPr>
      <w:bookmarkStart w:id="35" w:name="_Toc181176657"/>
      <w:r>
        <w:t>Dokumentace skutečného provedení stavby</w:t>
      </w:r>
      <w:bookmarkEnd w:id="34"/>
      <w:bookmarkEnd w:id="35"/>
    </w:p>
    <w:p w14:paraId="6CABB7BC" w14:textId="77777777" w:rsidR="00B34C36" w:rsidRDefault="00B34C36" w:rsidP="00B34C36">
      <w:pPr>
        <w:pStyle w:val="Text2-1"/>
      </w:pPr>
      <w:r w:rsidRPr="00B34C36">
        <w:t>DSPS bude zpracována dle Přílohy P9 směrnice SŽ SM011.</w:t>
      </w:r>
    </w:p>
    <w:p w14:paraId="353D65D6" w14:textId="77777777" w:rsidR="0069470F" w:rsidRDefault="0069470F" w:rsidP="0069470F">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43372470" w14:textId="7B7FA047" w:rsidR="0002434E" w:rsidRDefault="0002434E" w:rsidP="0069470F">
      <w:pPr>
        <w:pStyle w:val="Text2-1"/>
      </w:pPr>
      <w:r w:rsidRPr="0002434E">
        <w:t xml:space="preserve">Předání DSPS dle článku 1.11.5 Kapitoly 1 TKP proběhne na médiu: USB </w:t>
      </w:r>
      <w:proofErr w:type="spellStart"/>
      <w:r w:rsidRPr="0002434E">
        <w:t>flash</w:t>
      </w:r>
      <w:proofErr w:type="spellEnd"/>
      <w:r w:rsidRPr="0002434E">
        <w:t xml:space="preserve"> disk.</w:t>
      </w:r>
    </w:p>
    <w:p w14:paraId="45FB216C" w14:textId="77777777" w:rsidR="00E61CCC" w:rsidRPr="0022166B" w:rsidRDefault="00E61CCC" w:rsidP="00AF3283">
      <w:pPr>
        <w:pStyle w:val="Text2-1"/>
        <w:keepNext/>
      </w:pPr>
      <w:bookmarkStart w:id="36" w:name="_Ref62136016"/>
      <w:bookmarkStart w:id="37" w:name="_Ref62143672"/>
      <w:r w:rsidRPr="0022166B">
        <w:rPr>
          <w:b/>
        </w:rPr>
        <w:t>ES prohlášení o ověření subsystému:</w:t>
      </w:r>
      <w:bookmarkEnd w:id="36"/>
      <w:bookmarkEnd w:id="37"/>
    </w:p>
    <w:p w14:paraId="4E3E09F8" w14:textId="77777777" w:rsidR="00E61CCC" w:rsidRPr="0022166B" w:rsidRDefault="00E61CCC" w:rsidP="00E61CCC">
      <w:pPr>
        <w:pStyle w:val="Text2-2"/>
      </w:pPr>
      <w:r w:rsidRPr="0022166B">
        <w:rPr>
          <w:b/>
        </w:rPr>
        <w:t xml:space="preserve">V případě, že stavba ovlivňuje již certifikovaný systém ERTMS </w:t>
      </w:r>
      <w:r w:rsidRPr="0022166B">
        <w:t>(tj. ETCS a/nebo GSM-R)</w:t>
      </w:r>
      <w:r w:rsidRPr="0022166B">
        <w:rPr>
          <w:b/>
        </w:rPr>
        <w:t xml:space="preserve">, musí Zhotovitel v souladu s TSI CCS zajistit buď vydání nového nebo aktualizaci stávajícího ES certifikátu o ověření subsystému nebo zajištění vydání Posouzení změny subsystému notifikovanou osobou </w:t>
      </w:r>
      <w:r w:rsidRPr="0022166B">
        <w:t>jako doplňku stávajícího ES certifikátu o ověření subsystému.</w:t>
      </w:r>
      <w:r w:rsidRPr="0022166B">
        <w:rPr>
          <w:b/>
        </w:rPr>
        <w:t xml:space="preserve"> </w:t>
      </w:r>
    </w:p>
    <w:p w14:paraId="3D1151DA" w14:textId="77777777" w:rsidR="00E61CCC" w:rsidRDefault="00E61CCC" w:rsidP="00E61CCC">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notifikovanou osobou.</w:t>
      </w:r>
    </w:p>
    <w:p w14:paraId="5C7DDB1B" w14:textId="77777777" w:rsidR="00E61CCC" w:rsidRDefault="00E61CCC" w:rsidP="00E61CCC">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634B7C83" w14:textId="77777777" w:rsidR="00E61CCC" w:rsidRDefault="00E61CCC" w:rsidP="00E61CCC">
      <w:pPr>
        <w:pStyle w:val="Text2-2"/>
      </w:pPr>
      <w:r>
        <w:t xml:space="preserve">Postup s vydáním Posouzení změny subsystému notifikovanou osobou lze použít při dílčích změnách subsystému bez změny jeho funkce (např. úpravy v topologii kolejiště, zřízení nového vstupu do oblasti ETCS, rekonfigurace BTS a pod). Přitom Zhotovitel nebo Objednatel může upřednostnit vydání nového </w:t>
      </w:r>
      <w:r>
        <w:lastRenderedPageBreak/>
        <w:t xml:space="preserve">nebo aktualizaci stávajícího ES certifikátu o ověření subsystému před vydáním Posouzení změny subsystému notifikovanou osobou. </w:t>
      </w:r>
    </w:p>
    <w:p w14:paraId="61F4A865" w14:textId="77777777" w:rsidR="00E61CCC" w:rsidRDefault="00E61CCC" w:rsidP="00E61CCC">
      <w:pPr>
        <w:pStyle w:val="Text2-2"/>
      </w:pPr>
      <w:r>
        <w:t>Ve sporných případech, kdy není možno určit, zda lze použít postup s vydáním Posouzení změny subsystému notifikovanou osobou, musí Zhotovitel postupovat podle stanoviska notifikované osoby.</w:t>
      </w:r>
    </w:p>
    <w:p w14:paraId="01ED1FBC" w14:textId="77777777" w:rsidR="00E61CCC" w:rsidRPr="009E728E" w:rsidRDefault="00E61CCC" w:rsidP="00E61CCC">
      <w:pPr>
        <w:pStyle w:val="Text2-2"/>
      </w:pPr>
      <w:r>
        <w:t>Zhotovitel musí rovněž zajistit aktualizaci nebo vydání nového průkazu způsobilosti UTZ.</w:t>
      </w:r>
    </w:p>
    <w:p w14:paraId="61571CC5" w14:textId="77777777" w:rsidR="0069470F" w:rsidRDefault="0069470F" w:rsidP="0069470F">
      <w:pPr>
        <w:pStyle w:val="Nadpis2-2"/>
      </w:pPr>
      <w:bookmarkStart w:id="38" w:name="_Toc7077121"/>
      <w:bookmarkStart w:id="39" w:name="_Toc181176658"/>
      <w:r>
        <w:t>Zabezpečovací zařízení</w:t>
      </w:r>
      <w:bookmarkEnd w:id="38"/>
      <w:bookmarkEnd w:id="39"/>
    </w:p>
    <w:p w14:paraId="65F79D16" w14:textId="77777777" w:rsidR="002E7F39" w:rsidRDefault="002E7F39" w:rsidP="002E7F39">
      <w:pPr>
        <w:pStyle w:val="Text2-1"/>
      </w:pPr>
      <w:r>
        <w:t>Součinnost Zhotovitele při přezkoušení zabezpečovacích zařízení</w:t>
      </w:r>
    </w:p>
    <w:p w14:paraId="675247EE" w14:textId="77777777" w:rsidR="00F215DC" w:rsidRDefault="00F215DC" w:rsidP="00F215DC">
      <w:pPr>
        <w:pStyle w:val="Text2-2"/>
      </w:pPr>
      <w:r w:rsidRPr="00F215DC">
        <w:t>Povinnosti zhotovitele při přezkoušení a uvádění zabezpečovacích zařízení do</w:t>
      </w:r>
      <w:r>
        <w:t> </w:t>
      </w:r>
      <w:r w:rsidRPr="00F215DC">
        <w:t xml:space="preserve">provozu se řídí </w:t>
      </w:r>
      <w:r>
        <w:t>K</w:t>
      </w:r>
      <w:r w:rsidRPr="00F215DC">
        <w:t>apitolou 27 TKP a předpisem SŽDC T200, Předpis pro vyzkoušení a uvádění železničních zabezpečovacích zařízení do provozu.</w:t>
      </w:r>
    </w:p>
    <w:p w14:paraId="5A9E67BA" w14:textId="77777777" w:rsidR="002E7F39" w:rsidRDefault="002E7F39" w:rsidP="00F215DC">
      <w:pPr>
        <w:pStyle w:val="Text2-2"/>
      </w:pPr>
      <w:r>
        <w:t xml:space="preserve">Zhotovitel je povinen do </w:t>
      </w:r>
      <w:r w:rsidRPr="0069186B">
        <w:t>aktualizovaného harmonogramu pro stavební práce na Díle předloženého</w:t>
      </w:r>
      <w:r w:rsidRPr="002E7F39">
        <w:t xml:space="preserve"> d</w:t>
      </w:r>
      <w:r>
        <w:t>le Pod-čl. 8.3 [</w:t>
      </w:r>
      <w:r w:rsidRPr="00E22657">
        <w:rPr>
          <w:i/>
        </w:rPr>
        <w:t>Harmonogram</w:t>
      </w:r>
      <w:r>
        <w:t xml:space="preserve">] u </w:t>
      </w:r>
      <w:r w:rsidRPr="000D2789">
        <w:t xml:space="preserve">příslušných PS </w:t>
      </w:r>
      <w:r>
        <w:t>zapracovat konkrétní časové požadavky (časový rozsah) na komplexní vyzkoušení zařízení, kterého se bude účastnit odborná komise.</w:t>
      </w:r>
    </w:p>
    <w:p w14:paraId="09FE247D" w14:textId="77777777" w:rsidR="002E7F39" w:rsidRDefault="002E7F39" w:rsidP="002E7F39">
      <w:pPr>
        <w:pStyle w:val="Text2-2"/>
      </w:pPr>
      <w:r>
        <w:t>Zhotovitel tyto konkrétní časové požadavky navýší o 20 % na vyhodnocení výsledků funkčních zkoušek provedených Zhotovitelem, popř. provedení vlastních funkčních zkoušek pro ověření kvality, funkčnosti a provozuschopnosti zařízení odbornou komisí.</w:t>
      </w:r>
    </w:p>
    <w:p w14:paraId="75CA81AF" w14:textId="77777777" w:rsidR="002E7F39" w:rsidRDefault="002E7F39" w:rsidP="002E7F39">
      <w:pPr>
        <w:pStyle w:val="Text2-2"/>
      </w:pPr>
      <w:r>
        <w:t>Potřebný časový rozsah komplexního vyzkoušení, včetně navýšení časového rozsahu dle předchozího odstavce, musí být zpracován pro každý PS obsahující zabezpečovací zařízení, a tato doba je součástí času potřebného na zhotovení daného PS. Uvažovanou časovou jednotkou je jeden pracovní den o délce jedné směny 8 hodin.</w:t>
      </w:r>
    </w:p>
    <w:p w14:paraId="764E289D" w14:textId="77777777" w:rsidR="0069470F" w:rsidRDefault="0069470F" w:rsidP="0069470F">
      <w:pPr>
        <w:pStyle w:val="Nadpis2-2"/>
      </w:pPr>
      <w:bookmarkStart w:id="40" w:name="_Toc7077123"/>
      <w:bookmarkStart w:id="41" w:name="_Toc181176659"/>
      <w:r>
        <w:t>Silnoproudá technologie včetně DŘT, trakční a energetická zařízení</w:t>
      </w:r>
      <w:bookmarkEnd w:id="40"/>
      <w:bookmarkEnd w:id="41"/>
    </w:p>
    <w:p w14:paraId="039A42C1" w14:textId="0A0C0EFB" w:rsidR="002A0218" w:rsidRPr="002A0218" w:rsidRDefault="002A0218" w:rsidP="000E3284">
      <w:pPr>
        <w:pStyle w:val="Text2-1"/>
      </w:pPr>
      <w:r w:rsidRPr="002A0218">
        <w:t>Bude řešena problematika EMC a EMI z pohledu vlivů napájecího systému (SFC) AC 25kV</w:t>
      </w:r>
      <w:r w:rsidR="000E3284">
        <w:t xml:space="preserve"> </w:t>
      </w:r>
      <w:r w:rsidRPr="002A0218">
        <w:t>na drážní infrastrukturu a mimodrážní subjekty, které lze předpokládat, že budou touto</w:t>
      </w:r>
      <w:r w:rsidR="000E3284">
        <w:t xml:space="preserve"> </w:t>
      </w:r>
      <w:r w:rsidRPr="002A0218">
        <w:t>výstavbou dotčeny.</w:t>
      </w:r>
    </w:p>
    <w:p w14:paraId="2F7900DA" w14:textId="56933F7F" w:rsidR="0069470F" w:rsidRDefault="002A0218" w:rsidP="000E3284">
      <w:pPr>
        <w:pStyle w:val="Text2-1"/>
      </w:pPr>
      <w:r w:rsidRPr="002A0218">
        <w:t>Veškerá navržená zařízení budou splňovat platné hlukové limity. Bude zpracována</w:t>
      </w:r>
      <w:r w:rsidR="000E3284">
        <w:t xml:space="preserve"> </w:t>
      </w:r>
      <w:r w:rsidRPr="002A0218">
        <w:t>aktualizace hlukové studie dle použitého technologického zařízení. Na základě</w:t>
      </w:r>
      <w:r w:rsidR="000E3284">
        <w:t xml:space="preserve"> </w:t>
      </w:r>
      <w:r w:rsidRPr="002A0218">
        <w:t>aktualizace hlukové studie zhotovitel případně navrhne taková protihluková opatření, aby</w:t>
      </w:r>
      <w:r w:rsidR="000E3284">
        <w:t xml:space="preserve"> </w:t>
      </w:r>
      <w:r w:rsidRPr="002A0218">
        <w:t>byly splněny příslušné hygienické hlukové limity v blízké obytné zástavbě. Dodatečná</w:t>
      </w:r>
      <w:r w:rsidR="000E3284">
        <w:t xml:space="preserve"> </w:t>
      </w:r>
      <w:r w:rsidRPr="002A0218">
        <w:t>opatření proti hluku vyplývající z konkrétního použitého zařízení je zhotovitel povinen na</w:t>
      </w:r>
      <w:r w:rsidR="000E3284">
        <w:t xml:space="preserve"> </w:t>
      </w:r>
      <w:r w:rsidRPr="002A0218">
        <w:t>základě svých zkušeností zohlednit v rámci předložené cenové nabídky.</w:t>
      </w:r>
    </w:p>
    <w:p w14:paraId="502281BD" w14:textId="77777777" w:rsidR="0069470F" w:rsidRDefault="0069470F" w:rsidP="0069470F">
      <w:pPr>
        <w:pStyle w:val="Nadpis2-2"/>
      </w:pPr>
      <w:bookmarkStart w:id="42" w:name="_Toc7077124"/>
      <w:bookmarkStart w:id="43" w:name="_Toc181176660"/>
      <w:r>
        <w:t>Ostatní technologická zařízení</w:t>
      </w:r>
      <w:bookmarkEnd w:id="42"/>
      <w:bookmarkEnd w:id="43"/>
    </w:p>
    <w:p w14:paraId="091665A4" w14:textId="6A28DDF1" w:rsidR="002A0218" w:rsidRPr="002A0218" w:rsidRDefault="002A0218" w:rsidP="00273944">
      <w:pPr>
        <w:pStyle w:val="Text2-1"/>
      </w:pPr>
      <w:r w:rsidRPr="002A0218">
        <w:t>Technologie statických frekvenčních měničů (SFC) bude v souladu s</w:t>
      </w:r>
      <w:r w:rsidR="00273944">
        <w:t> </w:t>
      </w:r>
      <w:r w:rsidRPr="002A0218">
        <w:t>Technickou</w:t>
      </w:r>
      <w:r w:rsidR="00273944">
        <w:t xml:space="preserve"> </w:t>
      </w:r>
      <w:r w:rsidRPr="002A0218">
        <w:t xml:space="preserve">specifikací statického frekvenčního měniče (SFC), viz příloha </w:t>
      </w:r>
      <w:r w:rsidR="00FF5A8B">
        <w:fldChar w:fldCharType="begin"/>
      </w:r>
      <w:r w:rsidR="00FF5A8B">
        <w:instrText xml:space="preserve"> REF _Ref179882615 \r \h </w:instrText>
      </w:r>
      <w:r w:rsidR="00FF5A8B">
        <w:fldChar w:fldCharType="separate"/>
      </w:r>
      <w:r w:rsidR="00C41390">
        <w:t>8.1.2</w:t>
      </w:r>
      <w:r w:rsidR="00FF5A8B">
        <w:fldChar w:fldCharType="end"/>
      </w:r>
      <w:r w:rsidR="00FF5A8B">
        <w:t xml:space="preserve"> </w:t>
      </w:r>
      <w:r w:rsidRPr="002A0218">
        <w:t>těchto ZTP.</w:t>
      </w:r>
    </w:p>
    <w:p w14:paraId="56D801A1" w14:textId="7968591F" w:rsidR="0069470F" w:rsidRDefault="002A0218" w:rsidP="00273944">
      <w:pPr>
        <w:pStyle w:val="Text2-1"/>
      </w:pPr>
      <w:r w:rsidRPr="002A0218">
        <w:t>Veškerá navržená zařízení budou splňovat platné hlukové limity. Bude zpracována</w:t>
      </w:r>
      <w:r w:rsidR="00273944">
        <w:t xml:space="preserve"> </w:t>
      </w:r>
      <w:r w:rsidRPr="002A0218">
        <w:t>aktualizace hlukové studie dle použitého technologického zařízení. Na základě</w:t>
      </w:r>
      <w:r w:rsidR="00273944">
        <w:t xml:space="preserve"> </w:t>
      </w:r>
      <w:r w:rsidRPr="002A0218">
        <w:t>aktualizace hlukové studie zhotovitel případně navrhne taková protihluková opatření, aby</w:t>
      </w:r>
      <w:r w:rsidR="00273944">
        <w:t xml:space="preserve"> </w:t>
      </w:r>
      <w:r w:rsidRPr="002A0218">
        <w:t>byly splněny příslušné hygienické hlukové limity v blízké obytné zástavbě. Dodatečná</w:t>
      </w:r>
      <w:r w:rsidR="00273944">
        <w:t xml:space="preserve"> </w:t>
      </w:r>
      <w:r w:rsidRPr="002A0218">
        <w:t>opatření proti hluku vyplývající z konkrétního použitého zařízení je zhotovitel povinen na</w:t>
      </w:r>
      <w:r w:rsidR="00273944">
        <w:t xml:space="preserve"> </w:t>
      </w:r>
      <w:r w:rsidRPr="002A0218">
        <w:t>základě svých zkušeností zohlednit v rámci předložené cenové nabídky.</w:t>
      </w:r>
    </w:p>
    <w:p w14:paraId="408E76B4" w14:textId="77777777" w:rsidR="0069470F" w:rsidRDefault="0069470F" w:rsidP="0069470F">
      <w:pPr>
        <w:pStyle w:val="Nadpis2-2"/>
      </w:pPr>
      <w:bookmarkStart w:id="44" w:name="_Toc7077130"/>
      <w:bookmarkStart w:id="45" w:name="_Toc181176661"/>
      <w:r>
        <w:t>Ostatní inženýrské objekty</w:t>
      </w:r>
      <w:bookmarkEnd w:id="44"/>
      <w:bookmarkEnd w:id="45"/>
    </w:p>
    <w:p w14:paraId="346CB7E7" w14:textId="1AD57840" w:rsidR="0069470F" w:rsidRDefault="002A0218" w:rsidP="00273944">
      <w:pPr>
        <w:pStyle w:val="Text2-1"/>
      </w:pPr>
      <w:r w:rsidRPr="002A0218">
        <w:t>Součástí stavby budou rovněž nezbytné další objekty nutné pro zhotovení díla, zejména</w:t>
      </w:r>
      <w:r w:rsidR="00273944">
        <w:t xml:space="preserve"> </w:t>
      </w:r>
      <w:r w:rsidRPr="002A0218">
        <w:t>přeložky a ochrana inženýrských sítí, úpravy pozemních komunikací nebo nové</w:t>
      </w:r>
      <w:r w:rsidR="00273944">
        <w:t xml:space="preserve"> </w:t>
      </w:r>
      <w:r w:rsidRPr="002A0218">
        <w:t>komunikace (k technologickým objektům nebo jako náhrada za rušené přejezdy),</w:t>
      </w:r>
      <w:r w:rsidR="00273944">
        <w:t xml:space="preserve"> </w:t>
      </w:r>
      <w:proofErr w:type="spellStart"/>
      <w:r w:rsidRPr="002A0218">
        <w:t>kabelovody</w:t>
      </w:r>
      <w:proofErr w:type="spellEnd"/>
      <w:r w:rsidRPr="002A0218">
        <w:t>, protihluková opatření podle závěrů hlukové studie a podobně.</w:t>
      </w:r>
    </w:p>
    <w:p w14:paraId="14F0D9C1" w14:textId="77777777" w:rsidR="0069470F" w:rsidRDefault="0069470F" w:rsidP="0069470F">
      <w:pPr>
        <w:pStyle w:val="Nadpis2-2"/>
      </w:pPr>
      <w:bookmarkStart w:id="46" w:name="_Toc7077135"/>
      <w:bookmarkStart w:id="47" w:name="_Ref78529088"/>
      <w:bookmarkStart w:id="48" w:name="_Toc181176662"/>
      <w:r>
        <w:lastRenderedPageBreak/>
        <w:t>Pozemní stavební objekty</w:t>
      </w:r>
      <w:bookmarkEnd w:id="46"/>
      <w:bookmarkEnd w:id="47"/>
      <w:bookmarkEnd w:id="48"/>
    </w:p>
    <w:p w14:paraId="4888134C" w14:textId="77777777" w:rsidR="00D02B22" w:rsidRPr="002A0218" w:rsidRDefault="00D02B22" w:rsidP="00D358DD">
      <w:pPr>
        <w:pStyle w:val="Text2-1"/>
      </w:pPr>
      <w:r w:rsidRPr="002A0218">
        <w:t>Zhotovitel je povinen si vyžádat bezpečnostní kategorii (pozemních objektů), která je součástí projektových prací u Objednatele (O30 – Odbor bezpečnosti a krizového řízení nebo u příslušné stavební správy). Zhotovitel zapracuje v ZP požadavek na zpracování Bezpečnostního projektu projekčního včetně ocenění pro objekty spadající do bezpečnostní kategorie I až III.</w:t>
      </w:r>
    </w:p>
    <w:p w14:paraId="27591B62" w14:textId="77777777" w:rsidR="00D02B22" w:rsidRPr="002A0218" w:rsidRDefault="00D02B22" w:rsidP="00D358DD">
      <w:pPr>
        <w:pStyle w:val="Text2-1"/>
      </w:pPr>
      <w:r w:rsidRPr="002A0218">
        <w:t xml:space="preserve">Zhotovitel ve spolupráci s Objednatelem (O30) prověří dopady do kategorizace vzhledem k navrhovanému stavu, identifikuje bezpečnostní zóny (třídy A až D) a zpracuje minimální standard zabezpečení a tento odhad ocení v rámci celkových investičních nákladů. Zhotovitel bude při návrhu systému technické ochrany objektu/ů pro jednotlivé bezpečnostní kategorie postupovat dle Samostatné přílohy F směrnice SŽ </w:t>
      </w:r>
      <w:proofErr w:type="gramStart"/>
      <w:r w:rsidRPr="002A0218">
        <w:t>SM07 - Standard</w:t>
      </w:r>
      <w:proofErr w:type="gramEnd"/>
      <w:r w:rsidRPr="002A0218">
        <w:t xml:space="preserve"> fyzické ochrany objektů a prostor S</w:t>
      </w:r>
      <w:r w:rsidR="004613CE" w:rsidRPr="002A0218">
        <w:t>právy železnic, státní organizace</w:t>
      </w:r>
      <w:r w:rsidRPr="002A0218">
        <w:t xml:space="preserve">. </w:t>
      </w:r>
    </w:p>
    <w:p w14:paraId="207C511A" w14:textId="77777777" w:rsidR="00D02B22" w:rsidRPr="002A0218" w:rsidRDefault="00D02B22" w:rsidP="00D358DD">
      <w:pPr>
        <w:pStyle w:val="Text2-1"/>
      </w:pPr>
      <w:r w:rsidRPr="002A0218">
        <w:t>Bezpečnostní projekt projekční se vypracovává jako samostatný podkladový dokument pro objekty bezpečnostní kategorie I až III nejpozději ve stupni DSP/DUSP a bude popisovat požadavky na technická opatření fyzické ochrany v závislosti na bezpečnostní kategorii objektu a dále bude popisovat jejich implementaci, včetně režimových opatření a fyzické ostrahy po realizaci technických opatření fyzické ochrany. Závazná osnova Bezpečnostního projektu projekčního je přílohou P16 směrnice SŽ SM011. V případě změn, které mohou mít dopad do změny bezpečnostní kategorizace objektu/ů nebo do změny třídy bezpečnostní zóny/zón v projektu, je nutné aktualizovat i Bezpečnostní projekt projekční. U objektu/ů zařazených do bezpečnostní kategorie IV a V, u kterých se nevyžaduje Bezpečnostní projekt projekční, musí Zhotovitel dodržet požadavek na min. zabezpečení pro jednotlivou kategorii dle Samostatné přílohy F směrnice SŽ SM07 a opět musí ve spolupráci s O30 určit bezpečnostní zónu/zóny v objektu.</w:t>
      </w:r>
    </w:p>
    <w:p w14:paraId="5C400565" w14:textId="77777777" w:rsidR="00D02B22" w:rsidRPr="002A0218" w:rsidRDefault="00D02B22" w:rsidP="00D358DD">
      <w:pPr>
        <w:pStyle w:val="Text2-1"/>
      </w:pPr>
      <w:r w:rsidRPr="002A0218">
        <w:t>Pouze projednaný a schválený Bezpečnostní projekt projekční, doplněný o Schvalovací protokol k Bezpečnostnímu projektu projekčnímu (vydaný O30) se stane podkladem pro další zpracování Dokumentace a bude rozpracován do podrobností jednotlivých profesních částí dle příslušného stupně dokumentace.</w:t>
      </w:r>
    </w:p>
    <w:p w14:paraId="0B9F89F1" w14:textId="77777777" w:rsidR="0059746D" w:rsidRPr="002A0218" w:rsidRDefault="0059746D" w:rsidP="00D358DD">
      <w:pPr>
        <w:pStyle w:val="Text2-1"/>
      </w:pPr>
      <w:r w:rsidRPr="002A0218">
        <w:t xml:space="preserve">Zhotovitel při návrhu bude klást důraz na optimalizaci a hospodárnost provozu s ohledem na dopad na životní prostředí – bude uvažováno využití „nových“ technologií a obnovitelných zdrojů energie (např. tepelná čerpadla, rekuperace, střešní FVE, odolné bezúdržbové pláště budov, předokenní rolety či žaluzie). Při návrhu těchto opatření bude prokázána efektivita, hospodárnost a účelnost vynaložených prostředků. </w:t>
      </w:r>
    </w:p>
    <w:p w14:paraId="748AEFD4" w14:textId="77777777" w:rsidR="0069470F" w:rsidRDefault="0069470F" w:rsidP="0069470F">
      <w:pPr>
        <w:pStyle w:val="Nadpis2-2"/>
      </w:pPr>
      <w:bookmarkStart w:id="49" w:name="_Toc181176663"/>
      <w:bookmarkStart w:id="50" w:name="_Toc7077138"/>
      <w:r>
        <w:t>Životní prostředí</w:t>
      </w:r>
      <w:bookmarkEnd w:id="49"/>
      <w:r>
        <w:t xml:space="preserve"> </w:t>
      </w:r>
      <w:bookmarkEnd w:id="50"/>
    </w:p>
    <w:p w14:paraId="111F93E0" w14:textId="77777777" w:rsidR="00B517EE" w:rsidRPr="00F2473E" w:rsidRDefault="00B517EE" w:rsidP="006C137A">
      <w:pPr>
        <w:pStyle w:val="Text2-1"/>
        <w:keepNext/>
      </w:pPr>
      <w:r w:rsidRPr="00F2473E">
        <w:rPr>
          <w:b/>
        </w:rPr>
        <w:t xml:space="preserve">Nakládání s odpady během zhotovení stavby </w:t>
      </w:r>
    </w:p>
    <w:p w14:paraId="0378B598" w14:textId="77777777" w:rsidR="00603F9F" w:rsidRPr="007444EC" w:rsidRDefault="00603F9F" w:rsidP="008974EE">
      <w:pPr>
        <w:pStyle w:val="Text2-2"/>
        <w:rPr>
          <w:rStyle w:val="Tun"/>
          <w:b w:val="0"/>
        </w:rPr>
      </w:pPr>
      <w:r w:rsidRPr="007444EC">
        <w:rPr>
          <w:rStyle w:val="Tun"/>
          <w:b w:val="0"/>
        </w:rPr>
        <w:t>Zhotovitel se zavazuje zajistit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v </w:t>
      </w:r>
      <w:r w:rsidR="00067017">
        <w:rPr>
          <w:rStyle w:val="Tun"/>
          <w:b w:val="0"/>
        </w:rPr>
        <w:t>D</w:t>
      </w:r>
      <w:r w:rsidRPr="007444EC">
        <w:rPr>
          <w:rStyle w:val="Tun"/>
          <w:b w:val="0"/>
        </w:rPr>
        <w:t>okumentac</w:t>
      </w:r>
      <w:r w:rsidR="00067017">
        <w:rPr>
          <w:rStyle w:val="Tun"/>
          <w:b w:val="0"/>
        </w:rPr>
        <w:t>i</w:t>
      </w:r>
      <w:r w:rsidRPr="007444EC">
        <w:rPr>
          <w:rStyle w:val="Tun"/>
          <w:b w:val="0"/>
        </w:rPr>
        <w:t xml:space="preserve"> a realizac</w:t>
      </w:r>
      <w:r w:rsidR="00067017">
        <w:rPr>
          <w:rStyle w:val="Tun"/>
          <w:b w:val="0"/>
        </w:rPr>
        <w:t>i</w:t>
      </w:r>
      <w:r w:rsidRPr="007444EC">
        <w:rPr>
          <w:rStyle w:val="Tun"/>
          <w:b w:val="0"/>
        </w:rPr>
        <w:t xml:space="preserve"> Zhotovitel zabezpečí maximální využití těžených materiálů kolejového lože a výkopových zemin v rámci provádění stavební činnosti (viz</w:t>
      </w:r>
      <w:r w:rsidRPr="007444EC">
        <w:t xml:space="preserve"> </w:t>
      </w:r>
      <w:r w:rsidRPr="007444EC">
        <w:rPr>
          <w:rStyle w:val="Tun"/>
          <w:b w:val="0"/>
        </w:rPr>
        <w:t>směrnice SŽ SM096, Směrnice pro nakládání s odpady). Vzorkování bude probíhat dle Metodického návodu Správy železnic k problematice vzorkování stavebních a demoličních odpadů v rámci přípravy a realizace staveb, který je přílohou B.3 směrnice SŽ SM096.</w:t>
      </w:r>
    </w:p>
    <w:p w14:paraId="3739A138" w14:textId="77777777" w:rsidR="00603F9F" w:rsidRPr="00ED616D" w:rsidRDefault="00603F9F" w:rsidP="00CD6260">
      <w:pPr>
        <w:pStyle w:val="Text2-2"/>
        <w:rPr>
          <w:rStyle w:val="Tun"/>
          <w:b w:val="0"/>
        </w:rPr>
      </w:pPr>
      <w:r w:rsidRPr="00ED616D">
        <w:rPr>
          <w:rStyle w:val="Tun"/>
        </w:rPr>
        <w:t xml:space="preserve">Zhotovitel </w:t>
      </w:r>
      <w:r w:rsidR="000A4D3F">
        <w:rPr>
          <w:rStyle w:val="Tun"/>
        </w:rPr>
        <w:t xml:space="preserve">bude </w:t>
      </w:r>
      <w:r w:rsidRPr="00ED616D">
        <w:rPr>
          <w:rStyle w:val="Tun"/>
        </w:rPr>
        <w:t xml:space="preserve">stavební a demoliční odpad </w:t>
      </w:r>
      <w:r w:rsidRPr="00B65ECD">
        <w:rPr>
          <w:rStyle w:val="Tun"/>
        </w:rPr>
        <w:t xml:space="preserve">(skupina katalogu odpadů č. 17) </w:t>
      </w:r>
      <w:r w:rsidRPr="00ED616D">
        <w:rPr>
          <w:rStyle w:val="Tun"/>
        </w:rPr>
        <w:t>v co největší možné míře recyklovat.</w:t>
      </w:r>
      <w:r w:rsidRPr="00ED616D">
        <w:rPr>
          <w:rStyle w:val="Tun"/>
          <w:b w:val="0"/>
        </w:rPr>
        <w:t xml:space="preserve"> </w:t>
      </w:r>
      <w:r w:rsidR="00E716C5" w:rsidRPr="00CC3280">
        <w:rPr>
          <w:rStyle w:val="Tun"/>
          <w:b w:val="0"/>
        </w:rPr>
        <w:t>Vytěžená zemina se recykluje, ale nespadá do procesu výpočtu pro recyklaci stavebního a demoličního odpadu.</w:t>
      </w:r>
      <w:r w:rsidRPr="00ED616D">
        <w:rPr>
          <w:rStyle w:val="Tun"/>
          <w:b w:val="0"/>
        </w:rPr>
        <w:t xml:space="preserve"> V rámci Odpadového hospodářství je v </w:t>
      </w:r>
      <w:r w:rsidR="00067017">
        <w:rPr>
          <w:rStyle w:val="Tun"/>
          <w:b w:val="0"/>
        </w:rPr>
        <w:t>D</w:t>
      </w:r>
      <w:r w:rsidRPr="00ED616D">
        <w:rPr>
          <w:rStyle w:val="Tun"/>
          <w:b w:val="0"/>
        </w:rPr>
        <w:t xml:space="preserve">okumentaci pro daný odpad většinou navržen způsob likvidace odvoz na skládku. </w:t>
      </w:r>
      <w:r w:rsidRPr="00ED616D">
        <w:rPr>
          <w:rStyle w:val="Tun"/>
        </w:rPr>
        <w:t xml:space="preserve">Zhotovitel </w:t>
      </w:r>
      <w:r>
        <w:rPr>
          <w:rStyle w:val="Tun"/>
        </w:rPr>
        <w:t xml:space="preserve">bude </w:t>
      </w:r>
      <w:r w:rsidRPr="00ED616D">
        <w:rPr>
          <w:rStyle w:val="Tun"/>
        </w:rPr>
        <w:t>se stavebním a demoličním odpadem</w:t>
      </w:r>
      <w:r w:rsidRPr="00ED616D">
        <w:rPr>
          <w:rStyle w:val="Tun"/>
          <w:b w:val="0"/>
        </w:rPr>
        <w:t xml:space="preserve"> </w:t>
      </w:r>
      <w:r w:rsidRPr="001E6925">
        <w:rPr>
          <w:rStyle w:val="Tun"/>
          <w:b w:val="0"/>
          <w:i/>
        </w:rPr>
        <w:t xml:space="preserve">(s katalogovými čísly odpadů: 17 01 01 Beton; 17 01 02 Cihly; 17 01 03 Tašky a keramické výrobky; 17 01 07 Směsi nebo oddělené frakce betonu, cihel, tašek a keramických výrobků neuvedené pod číslem 17 01 06; 17 02 01 Dřevo; 17 02 02 Sklo; 17 02 03 Plasty; </w:t>
      </w:r>
      <w:r w:rsidRPr="001E6925">
        <w:rPr>
          <w:rStyle w:val="Tun"/>
          <w:b w:val="0"/>
          <w:i/>
        </w:rPr>
        <w:lastRenderedPageBreak/>
        <w:t>17 03 02 Asfaltové směsi neuvedené pod číslem 17 03 01; 17 04 Kovy (včetně jejich slitin); 17 05 04 Zemina a</w:t>
      </w:r>
      <w:r w:rsidR="000A4D3F">
        <w:rPr>
          <w:rStyle w:val="Tun"/>
          <w:b w:val="0"/>
          <w:i/>
        </w:rPr>
        <w:t> </w:t>
      </w:r>
      <w:r w:rsidRPr="001E6925">
        <w:rPr>
          <w:rStyle w:val="Tun"/>
          <w:b w:val="0"/>
          <w:i/>
        </w:rPr>
        <w:t>kamení neuvedené pod číslem 17 05 03;  17 05 08 Štěrk ze železničního svršku neuvedený pod číslem 17 05 07; 17 06 04 Izolační materiály neuvedené pod čísly 17 06 01 a 17 06 03; 17 08 02 Stavební materiály na</w:t>
      </w:r>
      <w:r w:rsidR="000A4D3F">
        <w:rPr>
          <w:rStyle w:val="Tun"/>
          <w:b w:val="0"/>
          <w:i/>
        </w:rPr>
        <w:t> </w:t>
      </w:r>
      <w:r w:rsidRPr="008974EE">
        <w:rPr>
          <w:rStyle w:val="Tun"/>
          <w:b w:val="0"/>
          <w:i/>
        </w:rPr>
        <w:t>bázi sádry neuvedené pod číslem 17 08 01; 17 09 04 Směsné stavební a</w:t>
      </w:r>
      <w:r w:rsidR="000A4D3F">
        <w:rPr>
          <w:rStyle w:val="Tun"/>
          <w:b w:val="0"/>
          <w:i/>
        </w:rPr>
        <w:t> </w:t>
      </w:r>
      <w:r w:rsidRPr="008974EE">
        <w:rPr>
          <w:rStyle w:val="Tun"/>
          <w:b w:val="0"/>
          <w:i/>
        </w:rPr>
        <w:t>demoliční odpady neuvedené pod čísly 17 09 01, 17 09 02 a 17 09 03)</w:t>
      </w:r>
      <w:r w:rsidRPr="00ED616D">
        <w:rPr>
          <w:rStyle w:val="Tun"/>
        </w:rPr>
        <w:t xml:space="preserve"> nakládat jako s odpadem vhodným k dalšímu zpracování, resp. k recyklaci.</w:t>
      </w:r>
      <w:r w:rsidRPr="00ED616D">
        <w:t xml:space="preserve"> </w:t>
      </w:r>
      <w:r w:rsidRPr="00ED616D">
        <w:rPr>
          <w:b/>
        </w:rPr>
        <w:t xml:space="preserve">Tento </w:t>
      </w:r>
      <w:r w:rsidRPr="00ED616D">
        <w:rPr>
          <w:rStyle w:val="Tun"/>
        </w:rPr>
        <w:t>stavební a demoliční odpad, považovaný za vhodný k recyklaci</w:t>
      </w:r>
      <w:r w:rsidRPr="00ED616D">
        <w:rPr>
          <w:rStyle w:val="Tun"/>
          <w:b w:val="0"/>
        </w:rPr>
        <w:t xml:space="preserve"> </w:t>
      </w:r>
      <w:r w:rsidRPr="00ED616D">
        <w:rPr>
          <w:rStyle w:val="Tun"/>
        </w:rPr>
        <w:t>nebude odvážen na skládky odpadu</w:t>
      </w:r>
      <w:r w:rsidRPr="00ED616D">
        <w:rPr>
          <w:rStyle w:val="Tun"/>
          <w:b w:val="0"/>
        </w:rPr>
        <w:t xml:space="preserve">, nýbrž v </w:t>
      </w:r>
      <w:proofErr w:type="gramStart"/>
      <w:r w:rsidRPr="00ED616D">
        <w:rPr>
          <w:rStyle w:val="Tun"/>
          <w:b w:val="0"/>
        </w:rPr>
        <w:t>případě</w:t>
      </w:r>
      <w:proofErr w:type="gramEnd"/>
      <w:r w:rsidRPr="00ED616D">
        <w:rPr>
          <w:rStyle w:val="Tun"/>
          <w:b w:val="0"/>
        </w:rPr>
        <w:t xml:space="preserve"> kdy nedojde k jeho přípravě k opětovnému použití a jeho následného využití Zhotovitelem, bude předáván k dalšímu zpracování na nejbližší k tomu určená recyklační místa/centra</w:t>
      </w:r>
      <w:r w:rsidR="00C84ABA">
        <w:rPr>
          <w:rStyle w:val="Tun"/>
          <w:b w:val="0"/>
        </w:rPr>
        <w:t>.</w:t>
      </w:r>
      <w:r w:rsidR="006B4CCE">
        <w:rPr>
          <w:rStyle w:val="Tun"/>
          <w:b w:val="0"/>
        </w:rPr>
        <w:t xml:space="preserve"> </w:t>
      </w:r>
      <w:r w:rsidR="00C84ABA">
        <w:rPr>
          <w:rStyle w:val="Tun"/>
          <w:b w:val="0"/>
        </w:rPr>
        <w:t xml:space="preserve">Rozhodnutí o zřízení místní </w:t>
      </w:r>
      <w:proofErr w:type="spellStart"/>
      <w:r w:rsidR="00C84ABA">
        <w:rPr>
          <w:rStyle w:val="Tun"/>
          <w:b w:val="0"/>
        </w:rPr>
        <w:t>recykl</w:t>
      </w:r>
      <w:proofErr w:type="spellEnd"/>
      <w:r w:rsidR="00C84ABA">
        <w:rPr>
          <w:rStyle w:val="Tun"/>
          <w:b w:val="0"/>
        </w:rPr>
        <w:t xml:space="preserve">. zákl. nebo o odvozu na </w:t>
      </w:r>
      <w:proofErr w:type="spellStart"/>
      <w:r w:rsidR="00C84ABA">
        <w:rPr>
          <w:rStyle w:val="Tun"/>
          <w:b w:val="0"/>
        </w:rPr>
        <w:t>recykl</w:t>
      </w:r>
      <w:proofErr w:type="spellEnd"/>
      <w:r w:rsidR="00C84ABA">
        <w:rPr>
          <w:rStyle w:val="Tun"/>
          <w:b w:val="0"/>
        </w:rPr>
        <w:t>. místa/centra bude vždy provedeno na základě ekonomické efektivnosti a bude odsouhlaseno Správcem stavby</w:t>
      </w:r>
      <w:r w:rsidR="00C84ABA" w:rsidRPr="00ED616D">
        <w:rPr>
          <w:rStyle w:val="Tun"/>
          <w:b w:val="0"/>
        </w:rPr>
        <w:t>.</w:t>
      </w:r>
      <w:r w:rsidRPr="00ED616D">
        <w:rPr>
          <w:rStyle w:val="Tun"/>
          <w:b w:val="0"/>
        </w:rPr>
        <w:t xml:space="preserve"> Přehled recyklačních center v rámci České republiky je uveden např. na webových stránkách </w:t>
      </w:r>
      <w:hyperlink r:id="rId13" w:history="1">
        <w:r w:rsidR="00CD6260" w:rsidRPr="00B65ECD">
          <w:rPr>
            <w:rStyle w:val="Hypertextovodkaz"/>
            <w:noProof w:val="0"/>
          </w:rPr>
          <w:t>https://www.betonserver.cz/skladky-suti-recyklace/recyklacni-centra</w:t>
        </w:r>
      </w:hyperlink>
      <w:r w:rsidRPr="00ED616D">
        <w:rPr>
          <w:rStyle w:val="Tun"/>
          <w:b w:val="0"/>
        </w:rPr>
        <w:t>. Zhotovitel ocení položky odpadů v </w:t>
      </w:r>
      <w:r w:rsidR="00CD6260" w:rsidRPr="00CD6260">
        <w:rPr>
          <w:rStyle w:val="Tun"/>
          <w:b w:val="0"/>
        </w:rPr>
        <w:t xml:space="preserve">jednotlivých SO/PS </w:t>
      </w:r>
      <w:r w:rsidRPr="00ED616D">
        <w:rPr>
          <w:rStyle w:val="Tun"/>
          <w:b w:val="0"/>
        </w:rPr>
        <w:t xml:space="preserve">s výše uvedenými katalogovými čísly odpadů k recyklaci na jím navržená recyklační místa/centra. Do Závěrečné zprávy o nakládání s odpady je Zhotovitel povinen nad rámec </w:t>
      </w:r>
      <w:r w:rsidR="00067017">
        <w:rPr>
          <w:rStyle w:val="Tun"/>
          <w:b w:val="0"/>
        </w:rPr>
        <w:t>D</w:t>
      </w:r>
      <w:r w:rsidRPr="00ED616D">
        <w:rPr>
          <w:rStyle w:val="Tun"/>
          <w:b w:val="0"/>
        </w:rPr>
        <w:t xml:space="preserve">okumentace doplnit přehlednou tabulku nejen likvidovaných odpadů, ale i odpadů předaných k recyklaci, popřípadě k přípravě pro opětovné použití. </w:t>
      </w:r>
    </w:p>
    <w:p w14:paraId="38EAAFA5" w14:textId="77777777" w:rsidR="00B517EE" w:rsidRPr="00716B9F" w:rsidRDefault="00CD6260" w:rsidP="006C137A">
      <w:pPr>
        <w:pStyle w:val="Text2-2"/>
        <w:rPr>
          <w:rStyle w:val="Tun"/>
          <w:b w:val="0"/>
        </w:rPr>
      </w:pPr>
      <w:r w:rsidRPr="00716B9F">
        <w:rPr>
          <w:rStyle w:val="Tun"/>
          <w:b w:val="0"/>
        </w:rPr>
        <w:t>Demolice budou realizovány v souladu s Metodickým návodem odboru odpadů MŽP při řízení vzniku stavebních a demoličních odpadů a pro nakládání s nimi (srpen 2018). Zhotovitel zpracuje tzv. Demoliční plán, který předá ke kontrole Správci stavby a garantovi za ŽP Objednatele.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Správci stavby a garantovi za ŽP Objednatele přehled s uvedeným množstvím, se způsobem nakládání vzniklého stavebního a demoličního odpadu a mírou recyklace pro předmětné objekty.</w:t>
      </w:r>
    </w:p>
    <w:p w14:paraId="1E611FAA" w14:textId="77777777" w:rsidR="00B517EE" w:rsidRPr="00052DB3" w:rsidRDefault="00B517EE" w:rsidP="006C137A">
      <w:pPr>
        <w:pStyle w:val="Text2-2"/>
        <w:rPr>
          <w:rStyle w:val="Tun"/>
          <w:b w:val="0"/>
        </w:rPr>
      </w:pPr>
      <w:r w:rsidRPr="00052DB3">
        <w:rPr>
          <w:rStyle w:val="Tun"/>
          <w:b w:val="0"/>
        </w:rPr>
        <w:t xml:space="preserve">Zhotovitel předloží </w:t>
      </w:r>
      <w:r>
        <w:rPr>
          <w:rStyle w:val="Tun"/>
          <w:b w:val="0"/>
        </w:rPr>
        <w:t>Správci stavby</w:t>
      </w:r>
      <w:r w:rsidRPr="00052DB3">
        <w:rPr>
          <w:rStyle w:val="Tun"/>
          <w:b w:val="0"/>
        </w:rPr>
        <w:t xml:space="preserve"> a </w:t>
      </w:r>
      <w:r w:rsidR="005F6BC5">
        <w:rPr>
          <w:rStyle w:val="Tun"/>
          <w:b w:val="0"/>
        </w:rPr>
        <w:t>garantovi za</w:t>
      </w:r>
      <w:r w:rsidR="005F6BC5" w:rsidRPr="00052DB3">
        <w:rPr>
          <w:rStyle w:val="Tun"/>
          <w:b w:val="0"/>
        </w:rPr>
        <w:t xml:space="preserve"> </w:t>
      </w:r>
      <w:r w:rsidRPr="00052DB3">
        <w:rPr>
          <w:rStyle w:val="Tun"/>
          <w:b w:val="0"/>
        </w:rPr>
        <w:t xml:space="preserve">ŽP Objednatele návrh Plánu vzorkování těženého železničního svršku a spodku a výkopových zemin v ostatních konstrukčních vrstvách. Plán vzorkování bude zpracován dle postupu stavebních prací (dle ZOV). Následné vzorkování proběhne za účasti </w:t>
      </w:r>
      <w:r w:rsidR="005F6BC5">
        <w:rPr>
          <w:rStyle w:val="Tun"/>
          <w:b w:val="0"/>
        </w:rPr>
        <w:t xml:space="preserve">garanta </w:t>
      </w:r>
      <w:r w:rsidRPr="00052DB3">
        <w:rPr>
          <w:rStyle w:val="Tun"/>
          <w:b w:val="0"/>
        </w:rPr>
        <w:t>ŽP Objednatele a</w:t>
      </w:r>
      <w:r>
        <w:rPr>
          <w:rStyle w:val="Tun"/>
          <w:b w:val="0"/>
        </w:rPr>
        <w:t> </w:t>
      </w:r>
      <w:r w:rsidRPr="00052DB3">
        <w:rPr>
          <w:rStyle w:val="Tun"/>
          <w:b w:val="0"/>
        </w:rPr>
        <w:t>Správce trati.</w:t>
      </w:r>
    </w:p>
    <w:p w14:paraId="0A586852" w14:textId="52800E3A" w:rsidR="00E61CCC" w:rsidRDefault="00B517EE" w:rsidP="0061475E">
      <w:pPr>
        <w:pStyle w:val="Text2-2"/>
      </w:pPr>
      <w:r w:rsidRPr="00052DB3">
        <w:rPr>
          <w:rStyle w:val="Tun"/>
          <w:b w:val="0"/>
        </w:rPr>
        <w:t xml:space="preserve">Zhotovitel na základě závěrů ze vzorkování předá </w:t>
      </w:r>
      <w:r w:rsidR="003B38AE">
        <w:rPr>
          <w:rStyle w:val="Tun"/>
          <w:b w:val="0"/>
        </w:rPr>
        <w:t>s</w:t>
      </w:r>
      <w:r w:rsidRPr="00052DB3">
        <w:rPr>
          <w:rStyle w:val="Tun"/>
          <w:b w:val="0"/>
        </w:rPr>
        <w:t xml:space="preserve">pecialistovi ŽP Objednatele plán nakládání s vytěženým materiálem, respektive odpadem, který bude specifikovat změny oproti </w:t>
      </w:r>
      <w:r w:rsidR="00067017">
        <w:rPr>
          <w:rStyle w:val="Tun"/>
          <w:b w:val="0"/>
        </w:rPr>
        <w:t>D</w:t>
      </w:r>
      <w:r w:rsidRPr="00052DB3">
        <w:rPr>
          <w:rStyle w:val="Tun"/>
          <w:b w:val="0"/>
        </w:rPr>
        <w:t>okumentaci. Důraz bude kladen na</w:t>
      </w:r>
      <w:r>
        <w:rPr>
          <w:rStyle w:val="Tun"/>
          <w:b w:val="0"/>
        </w:rPr>
        <w:t> </w:t>
      </w:r>
      <w:r w:rsidRPr="00052DB3">
        <w:rPr>
          <w:rStyle w:val="Tun"/>
          <w:b w:val="0"/>
        </w:rPr>
        <w:t>maximální míru recyklace a dalšího využití materiálu, respektive odpadu.</w:t>
      </w:r>
    </w:p>
    <w:p w14:paraId="7CA6DAFE" w14:textId="77777777" w:rsidR="00E61CCC" w:rsidRPr="0061475E" w:rsidRDefault="00E61CCC" w:rsidP="00E61CCC">
      <w:pPr>
        <w:pStyle w:val="Nadpis2-2"/>
      </w:pPr>
      <w:bookmarkStart w:id="51" w:name="_Toc156460507"/>
      <w:bookmarkStart w:id="52" w:name="_Toc156460509"/>
      <w:bookmarkStart w:id="53" w:name="_Toc156460510"/>
      <w:bookmarkStart w:id="54" w:name="_Ref78271730"/>
      <w:bookmarkStart w:id="55" w:name="_Toc181176664"/>
      <w:bookmarkEnd w:id="51"/>
      <w:bookmarkEnd w:id="52"/>
      <w:bookmarkEnd w:id="53"/>
      <w:r w:rsidRPr="0061475E">
        <w:t>Publicita stavby</w:t>
      </w:r>
      <w:bookmarkEnd w:id="54"/>
      <w:bookmarkEnd w:id="55"/>
    </w:p>
    <w:p w14:paraId="2A8DB039" w14:textId="1471E448" w:rsidR="005C579A" w:rsidRPr="001F4F1B" w:rsidRDefault="005C579A" w:rsidP="0022166B">
      <w:pPr>
        <w:pStyle w:val="Text2-1"/>
        <w:rPr>
          <w:spacing w:val="-2"/>
        </w:rPr>
      </w:pPr>
      <w:r w:rsidRPr="001F4F1B">
        <w:rPr>
          <w:spacing w:val="-2"/>
        </w:rPr>
        <w:t xml:space="preserve">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Objednatele. Grafické návrhy, použitý materiál, umístění musí odsouhlasit vždy Objednatel </w:t>
      </w:r>
      <w:r w:rsidR="003C3DDE" w:rsidRPr="001F4F1B">
        <w:rPr>
          <w:spacing w:val="-2"/>
        </w:rPr>
        <w:t>(</w:t>
      </w:r>
      <w:r w:rsidR="0061475E" w:rsidRPr="00A2554B">
        <w:t>Kateřina Veselá, 724 240 718 a veselak@spravazeleznic.cz</w:t>
      </w:r>
      <w:r w:rsidR="0061475E" w:rsidRPr="00A2554B">
        <w:rPr>
          <w:spacing w:val="-2"/>
        </w:rPr>
        <w:t>)</w:t>
      </w:r>
      <w:r w:rsidR="00F64F1A" w:rsidRPr="001F4F1B">
        <w:rPr>
          <w:spacing w:val="-2"/>
        </w:rPr>
        <w:t>.</w:t>
      </w:r>
    </w:p>
    <w:p w14:paraId="18AE4FD4" w14:textId="70689152" w:rsidR="00C84ABA" w:rsidRPr="00E47C2E" w:rsidRDefault="00C84ABA" w:rsidP="008A6277">
      <w:pPr>
        <w:pStyle w:val="Text2-1"/>
      </w:pPr>
      <w:bookmarkStart w:id="56" w:name="_Ref131594633"/>
      <w:r w:rsidRPr="00E47C2E">
        <w:t xml:space="preserve">Veškerá zpracování prezenčních a propagačních materiálů pro stavbu bude v souladu s jednotným vizuálním stylem organizace dle Grafického manuálu jednotného vizuálního stylu SŽ </w:t>
      </w:r>
      <w:r w:rsidR="008A6277" w:rsidRPr="008A6277">
        <w:t>(https://www.spravazeleznic.cz/</w:t>
      </w:r>
      <w:proofErr w:type="spellStart"/>
      <w:r w:rsidR="008A6277" w:rsidRPr="008A6277">
        <w:t>press</w:t>
      </w:r>
      <w:proofErr w:type="spellEnd"/>
      <w:r w:rsidR="008A6277" w:rsidRPr="008A6277">
        <w:t>/</w:t>
      </w:r>
      <w:proofErr w:type="spellStart"/>
      <w:r w:rsidR="008A6277" w:rsidRPr="008A6277">
        <w:t>logomanual</w:t>
      </w:r>
      <w:proofErr w:type="spellEnd"/>
      <w:r w:rsidR="008A6277" w:rsidRPr="008A6277">
        <w:t xml:space="preserve">) </w:t>
      </w:r>
      <w:r w:rsidRPr="00E47C2E">
        <w:t xml:space="preserve">a Manuálu jednotného </w:t>
      </w:r>
      <w:r w:rsidRPr="00E47C2E">
        <w:lastRenderedPageBreak/>
        <w:t>vizuálního stylu označení a prezentace staveb (https://www.spravazeleznic.cz/stavby-zakazky/podklady-pro-zhotovitele/vizualni-styl-prezentace-staveb).</w:t>
      </w:r>
      <w:r w:rsidRPr="004D6756">
        <w:t xml:space="preserve"> </w:t>
      </w:r>
      <w:bookmarkEnd w:id="56"/>
    </w:p>
    <w:p w14:paraId="723938AD" w14:textId="77777777" w:rsidR="005C579A" w:rsidRPr="0061475E" w:rsidRDefault="005C579A" w:rsidP="000F0760">
      <w:pPr>
        <w:pStyle w:val="Text2-1"/>
      </w:pPr>
      <w:r w:rsidRPr="0061475E">
        <w:t>Typy informačních materiálů:</w:t>
      </w:r>
    </w:p>
    <w:p w14:paraId="733E85B5" w14:textId="227FE8F6" w:rsidR="005C579A" w:rsidRPr="0061475E" w:rsidRDefault="0061475E" w:rsidP="0061475E">
      <w:pPr>
        <w:pStyle w:val="Odrka1-1"/>
      </w:pPr>
      <w:r w:rsidRPr="0061475E">
        <w:t>Informační billboard, samostatně stojící, ve velikosti šíře 3 m × výška 2 m v počtu 1</w:t>
      </w:r>
      <w:r w:rsidR="008A6277">
        <w:t> </w:t>
      </w:r>
      <w:r w:rsidRPr="0061475E">
        <w:t>ks, dle rozsahu stavby;</w:t>
      </w:r>
    </w:p>
    <w:p w14:paraId="33DE20FD" w14:textId="77777777" w:rsidR="0061475E" w:rsidRPr="0061475E" w:rsidRDefault="0061475E" w:rsidP="0061475E">
      <w:pPr>
        <w:pStyle w:val="Odrka1-1"/>
      </w:pPr>
      <w:r w:rsidRPr="0061475E">
        <w:t xml:space="preserve">informační plachty, přebaly a </w:t>
      </w:r>
      <w:proofErr w:type="spellStart"/>
      <w:r w:rsidRPr="0061475E">
        <w:t>Dibond</w:t>
      </w:r>
      <w:proofErr w:type="spellEnd"/>
      <w:r w:rsidRPr="0061475E">
        <w:t xml:space="preserve"> desky na oplocení ve velikosti šíře 3 m × výška 2 m v počtu 1 ks, dle možnosti umístění.</w:t>
      </w:r>
    </w:p>
    <w:p w14:paraId="72CA2055" w14:textId="77777777" w:rsidR="005C579A" w:rsidRPr="00765B35" w:rsidRDefault="005C579A" w:rsidP="000F0760">
      <w:pPr>
        <w:pStyle w:val="Text2-1"/>
      </w:pPr>
      <w:r w:rsidRPr="00765B35">
        <w:t>Informační materiály budou instalovány ihned po předání staveniště a po celou dobu realizace stavby budou Zhotovitelem udržovány v bezvadném stavu. V</w:t>
      </w:r>
      <w:r w:rsidR="00316452" w:rsidRPr="00765B35">
        <w:t> </w:t>
      </w:r>
      <w:r w:rsidRPr="00765B35">
        <w:t xml:space="preserve">případě jejich poškození, nebo výrazném znečistění, budou nahrazeny novými identickými materiály. </w:t>
      </w:r>
    </w:p>
    <w:p w14:paraId="61F4C129" w14:textId="4459D79A" w:rsidR="00C379EB" w:rsidRDefault="005C579A" w:rsidP="0061475E">
      <w:pPr>
        <w:pStyle w:val="Text2-1"/>
      </w:pPr>
      <w:r w:rsidRPr="00765B35">
        <w:t>Umístění materiálů s logem Zhotovitele bude možné pouze po konzultaci a po</w:t>
      </w:r>
      <w:r w:rsidR="00316452" w:rsidRPr="00765B35">
        <w:t> </w:t>
      </w:r>
      <w:r w:rsidRPr="00765B35">
        <w:t>odsouhlasení Objednatelem.</w:t>
      </w:r>
      <w:bookmarkStart w:id="57" w:name="_Toc7077140"/>
    </w:p>
    <w:p w14:paraId="508376C0" w14:textId="77777777" w:rsidR="0069470F" w:rsidRDefault="0069470F" w:rsidP="0069470F">
      <w:pPr>
        <w:pStyle w:val="Nadpis2-1"/>
      </w:pPr>
      <w:bookmarkStart w:id="58" w:name="_Toc181176665"/>
      <w:r w:rsidRPr="00EC2E51">
        <w:t>ORGANIZACE</w:t>
      </w:r>
      <w:r>
        <w:t xml:space="preserve"> VÝSTAVBY, VÝLUKY</w:t>
      </w:r>
      <w:bookmarkEnd w:id="57"/>
      <w:bookmarkEnd w:id="58"/>
    </w:p>
    <w:p w14:paraId="7CFC418A" w14:textId="77777777" w:rsidR="00610F4E" w:rsidRPr="0061475E" w:rsidRDefault="00610F4E" w:rsidP="00610F4E">
      <w:pPr>
        <w:numPr>
          <w:ilvl w:val="2"/>
          <w:numId w:val="7"/>
        </w:numPr>
        <w:spacing w:after="120" w:line="264" w:lineRule="auto"/>
        <w:jc w:val="both"/>
        <w:rPr>
          <w:sz w:val="18"/>
          <w:szCs w:val="18"/>
        </w:rPr>
      </w:pPr>
      <w:r w:rsidRPr="0061475E">
        <w:rPr>
          <w:sz w:val="18"/>
          <w:szCs w:val="18"/>
        </w:rPr>
        <w:t xml:space="preserve">V rámci zpracování Dokumentace bude vypracován návrh postupu výstavby (stavební postupy a jejich </w:t>
      </w:r>
      <w:r w:rsidRPr="0061475E">
        <w:rPr>
          <w:rFonts w:asciiTheme="minorHAnsi" w:hAnsiTheme="minorHAnsi"/>
          <w:sz w:val="18"/>
          <w:szCs w:val="18"/>
        </w:rPr>
        <w:t>harmonogram, vč. vyznačení doby trvání rozhodujících objektů).</w:t>
      </w:r>
    </w:p>
    <w:p w14:paraId="746B3AC6" w14:textId="77777777" w:rsidR="00067017" w:rsidRPr="0061475E" w:rsidRDefault="00067017" w:rsidP="00067017">
      <w:pPr>
        <w:numPr>
          <w:ilvl w:val="2"/>
          <w:numId w:val="7"/>
        </w:numPr>
        <w:spacing w:after="120" w:line="264" w:lineRule="auto"/>
        <w:jc w:val="both"/>
        <w:rPr>
          <w:sz w:val="18"/>
          <w:szCs w:val="18"/>
        </w:rPr>
      </w:pPr>
      <w:r w:rsidRPr="0061475E">
        <w:rPr>
          <w:sz w:val="18"/>
          <w:szCs w:val="18"/>
        </w:rPr>
        <w:t>Bude navržena kumulace prací vyžadující zastavení provozu a délka a počet těchto období budou minimalizovány.</w:t>
      </w:r>
    </w:p>
    <w:p w14:paraId="50BAB0A5" w14:textId="77777777" w:rsidR="00610F4E" w:rsidRPr="0061475E" w:rsidRDefault="00610F4E" w:rsidP="00610F4E">
      <w:pPr>
        <w:numPr>
          <w:ilvl w:val="2"/>
          <w:numId w:val="7"/>
        </w:numPr>
        <w:spacing w:after="120" w:line="264" w:lineRule="auto"/>
        <w:jc w:val="both"/>
        <w:rPr>
          <w:sz w:val="18"/>
          <w:szCs w:val="18"/>
        </w:rPr>
      </w:pPr>
      <w:r w:rsidRPr="0061475E">
        <w:rPr>
          <w:rFonts w:asciiTheme="minorHAnsi" w:hAnsiTheme="minorHAnsi"/>
          <w:sz w:val="18"/>
          <w:szCs w:val="18"/>
        </w:rPr>
        <w:t xml:space="preserve">Návrh </w:t>
      </w:r>
      <w:r w:rsidRPr="0061475E">
        <w:rPr>
          <w:iCs/>
          <w:sz w:val="18"/>
          <w:szCs w:val="18"/>
        </w:rPr>
        <w:t>výlukových prací a opatření bude projednán za účasti zástupce odboru operativního řízení a výluk</w:t>
      </w:r>
      <w:r w:rsidR="006118EB" w:rsidRPr="0061475E">
        <w:rPr>
          <w:iCs/>
          <w:sz w:val="18"/>
          <w:szCs w:val="18"/>
        </w:rPr>
        <w:t xml:space="preserve"> (O12)</w:t>
      </w:r>
      <w:r w:rsidRPr="0061475E">
        <w:rPr>
          <w:iCs/>
          <w:sz w:val="18"/>
          <w:szCs w:val="18"/>
        </w:rPr>
        <w:t>, zástupce dopravců a zástupce SŽ pro dopravní technologii a výlukovou činnost.</w:t>
      </w:r>
    </w:p>
    <w:p w14:paraId="25178761" w14:textId="631D559B" w:rsidR="00610F4E" w:rsidRPr="0061475E" w:rsidRDefault="00610F4E" w:rsidP="00610F4E">
      <w:pPr>
        <w:numPr>
          <w:ilvl w:val="2"/>
          <w:numId w:val="7"/>
        </w:numPr>
        <w:spacing w:after="120" w:line="264" w:lineRule="auto"/>
        <w:jc w:val="both"/>
        <w:rPr>
          <w:rFonts w:asciiTheme="minorHAnsi" w:hAnsiTheme="minorHAnsi"/>
          <w:sz w:val="18"/>
          <w:szCs w:val="18"/>
        </w:rPr>
      </w:pPr>
      <w:r w:rsidRPr="0061475E">
        <w:rPr>
          <w:rFonts w:asciiTheme="minorHAnsi" w:hAnsiTheme="minorHAnsi"/>
          <w:sz w:val="18"/>
          <w:szCs w:val="18"/>
        </w:rPr>
        <w:t xml:space="preserve">Pro </w:t>
      </w:r>
      <w:r w:rsidRPr="0061475E">
        <w:rPr>
          <w:sz w:val="18"/>
          <w:szCs w:val="18"/>
        </w:rPr>
        <w:t>jednotlivé stavební postupy</w:t>
      </w:r>
      <w:r w:rsidR="00067017" w:rsidRPr="0061475E">
        <w:rPr>
          <w:sz w:val="18"/>
          <w:szCs w:val="18"/>
        </w:rPr>
        <w:t> / Sekce</w:t>
      </w:r>
      <w:r w:rsidRPr="0061475E">
        <w:rPr>
          <w:sz w:val="18"/>
          <w:szCs w:val="18"/>
        </w:rPr>
        <w:t xml:space="preserve"> budou zpracována schémata s vyznačením vyloučených částí kolejí, popř. napěťových výluk a výluk zabezpečovacího zařízení. Každé schéma bude zachycovat výluky vždy v celém řešeném úseku v daném stavebním postupu</w:t>
      </w:r>
      <w:r w:rsidR="00067017" w:rsidRPr="0061475E">
        <w:rPr>
          <w:sz w:val="18"/>
          <w:szCs w:val="18"/>
        </w:rPr>
        <w:t> / </w:t>
      </w:r>
      <w:r w:rsidR="0010147E" w:rsidRPr="0061475E">
        <w:rPr>
          <w:sz w:val="18"/>
          <w:szCs w:val="18"/>
        </w:rPr>
        <w:t>Sekci – časovém</w:t>
      </w:r>
      <w:r w:rsidRPr="0061475E">
        <w:rPr>
          <w:sz w:val="18"/>
          <w:szCs w:val="18"/>
        </w:rPr>
        <w:t xml:space="preserve"> období.</w:t>
      </w:r>
    </w:p>
    <w:p w14:paraId="12B15B20" w14:textId="77777777" w:rsidR="00610F4E" w:rsidRPr="0061475E" w:rsidRDefault="00610F4E" w:rsidP="00610F4E">
      <w:pPr>
        <w:pStyle w:val="Text2-1"/>
        <w:keepNext/>
        <w:numPr>
          <w:ilvl w:val="2"/>
          <w:numId w:val="7"/>
        </w:numPr>
      </w:pPr>
      <w:r w:rsidRPr="0061475E">
        <w:t xml:space="preserve">Závazným pro Zhotovitele jsou Sekce a Postupné závazné milníky, které jsou uvedeny v následující tabulce: </w:t>
      </w:r>
    </w:p>
    <w:p w14:paraId="390187A8" w14:textId="77777777" w:rsidR="00610F4E" w:rsidRPr="00781E57" w:rsidRDefault="00610F4E" w:rsidP="00610F4E">
      <w:pPr>
        <w:pStyle w:val="TabulkaNadpis"/>
      </w:pPr>
      <w:r w:rsidRPr="00781E57">
        <w:t>Specifikace jednotlivých Sekcí</w:t>
      </w:r>
    </w:p>
    <w:tbl>
      <w:tblPr>
        <w:tblStyle w:val="Tabulka10"/>
        <w:tblW w:w="8051" w:type="dxa"/>
        <w:tblLook w:val="04A0" w:firstRow="1" w:lastRow="0" w:firstColumn="1" w:lastColumn="0" w:noHBand="0" w:noVBand="1"/>
      </w:tblPr>
      <w:tblGrid>
        <w:gridCol w:w="1320"/>
        <w:gridCol w:w="3073"/>
        <w:gridCol w:w="1694"/>
        <w:gridCol w:w="1964"/>
      </w:tblGrid>
      <w:tr w:rsidR="00610F4E" w:rsidRPr="00781E57" w14:paraId="2579211F" w14:textId="77777777" w:rsidTr="000C2E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0ABE183E" w14:textId="77777777" w:rsidR="00610F4E" w:rsidRPr="00781E57" w:rsidRDefault="00327B9B" w:rsidP="000C2EAB">
            <w:pPr>
              <w:pStyle w:val="Tabulka-7"/>
              <w:keepNext/>
              <w:rPr>
                <w:b/>
              </w:rPr>
            </w:pPr>
            <w:r w:rsidRPr="00781E57">
              <w:rPr>
                <w:b/>
              </w:rPr>
              <w:t>Sekce</w:t>
            </w:r>
          </w:p>
        </w:tc>
        <w:tc>
          <w:tcPr>
            <w:tcW w:w="3073" w:type="dxa"/>
          </w:tcPr>
          <w:p w14:paraId="39B4BEB1" w14:textId="77777777" w:rsidR="00610F4E" w:rsidRPr="00781E57" w:rsidRDefault="00610F4E" w:rsidP="000C2EAB">
            <w:pPr>
              <w:pStyle w:val="Tabulka-7"/>
              <w:cnfStyle w:val="100000000000" w:firstRow="1" w:lastRow="0" w:firstColumn="0" w:lastColumn="0" w:oddVBand="0" w:evenVBand="0" w:oddHBand="0" w:evenHBand="0" w:firstRowFirstColumn="0" w:firstRowLastColumn="0" w:lastRowFirstColumn="0" w:lastRowLastColumn="0"/>
              <w:rPr>
                <w:b/>
              </w:rPr>
            </w:pPr>
            <w:r w:rsidRPr="00781E57">
              <w:rPr>
                <w:b/>
              </w:rPr>
              <w:t>Činnosti</w:t>
            </w:r>
          </w:p>
        </w:tc>
        <w:tc>
          <w:tcPr>
            <w:tcW w:w="1694" w:type="dxa"/>
          </w:tcPr>
          <w:p w14:paraId="660460AB" w14:textId="77777777" w:rsidR="00610F4E" w:rsidRPr="00781E57" w:rsidRDefault="00610F4E" w:rsidP="000C2EAB">
            <w:pPr>
              <w:pStyle w:val="Tabulka-7"/>
              <w:cnfStyle w:val="100000000000" w:firstRow="1" w:lastRow="0" w:firstColumn="0" w:lastColumn="0" w:oddVBand="0" w:evenVBand="0" w:oddHBand="0" w:evenHBand="0" w:firstRowFirstColumn="0" w:firstRowLastColumn="0" w:lastRowFirstColumn="0" w:lastRowLastColumn="0"/>
              <w:rPr>
                <w:b/>
              </w:rPr>
            </w:pPr>
            <w:r w:rsidRPr="00781E57">
              <w:rPr>
                <w:b/>
              </w:rPr>
              <w:t>Typ výluky</w:t>
            </w:r>
          </w:p>
        </w:tc>
        <w:tc>
          <w:tcPr>
            <w:tcW w:w="1964" w:type="dxa"/>
          </w:tcPr>
          <w:p w14:paraId="50FD6E31" w14:textId="77777777" w:rsidR="00610F4E" w:rsidRPr="00781E57" w:rsidRDefault="00610F4E" w:rsidP="000C2EAB">
            <w:pPr>
              <w:pStyle w:val="Tabulka-7"/>
              <w:cnfStyle w:val="100000000000" w:firstRow="1" w:lastRow="0" w:firstColumn="0" w:lastColumn="0" w:oddVBand="0" w:evenVBand="0" w:oddHBand="0" w:evenHBand="0" w:firstRowFirstColumn="0" w:firstRowLastColumn="0" w:lastRowFirstColumn="0" w:lastRowLastColumn="0"/>
              <w:rPr>
                <w:b/>
              </w:rPr>
            </w:pPr>
            <w:r w:rsidRPr="00781E57">
              <w:rPr>
                <w:b/>
              </w:rPr>
              <w:t>Doba pro dokončení</w:t>
            </w:r>
          </w:p>
        </w:tc>
      </w:tr>
      <w:tr w:rsidR="00610F4E" w:rsidRPr="00781E57" w14:paraId="02596684" w14:textId="77777777" w:rsidTr="000C2EAB">
        <w:tc>
          <w:tcPr>
            <w:cnfStyle w:val="001000000000" w:firstRow="0" w:lastRow="0" w:firstColumn="1" w:lastColumn="0" w:oddVBand="0" w:evenVBand="0" w:oddHBand="0" w:evenHBand="0" w:firstRowFirstColumn="0" w:firstRowLastColumn="0" w:lastRowFirstColumn="0" w:lastRowLastColumn="0"/>
            <w:tcW w:w="1320" w:type="dxa"/>
          </w:tcPr>
          <w:p w14:paraId="32F87B81" w14:textId="77777777" w:rsidR="00610F4E" w:rsidRPr="00781E57" w:rsidRDefault="00610F4E" w:rsidP="006118EB">
            <w:pPr>
              <w:pStyle w:val="Tabulka-7"/>
            </w:pPr>
            <w:r w:rsidRPr="00781E57">
              <w:t xml:space="preserve">Sekce 1 </w:t>
            </w:r>
            <w:r w:rsidR="006118EB" w:rsidRPr="00781E57">
              <w:t>(p</w:t>
            </w:r>
            <w:r w:rsidRPr="00781E57">
              <w:t xml:space="preserve">rojekční </w:t>
            </w:r>
            <w:r w:rsidR="006118EB" w:rsidRPr="00781E57">
              <w:t>část)</w:t>
            </w:r>
          </w:p>
        </w:tc>
        <w:tc>
          <w:tcPr>
            <w:tcW w:w="3073" w:type="dxa"/>
          </w:tcPr>
          <w:p w14:paraId="01A6C428" w14:textId="1C1DC7C8" w:rsidR="00610F4E" w:rsidRPr="00781E57" w:rsidRDefault="00610F4E" w:rsidP="000D4257">
            <w:pPr>
              <w:pStyle w:val="Tabulka-7"/>
              <w:cnfStyle w:val="000000000000" w:firstRow="0" w:lastRow="0" w:firstColumn="0" w:lastColumn="0" w:oddVBand="0" w:evenVBand="0" w:oddHBand="0" w:evenHBand="0" w:firstRowFirstColumn="0" w:firstRowLastColumn="0" w:lastRowFirstColumn="0" w:lastRowLastColumn="0"/>
            </w:pPr>
            <w:r w:rsidRPr="00781E57">
              <w:t xml:space="preserve">Zhotovení </w:t>
            </w:r>
            <w:r w:rsidR="006118EB" w:rsidRPr="00781E57">
              <w:t>D</w:t>
            </w:r>
            <w:r w:rsidRPr="00781E57">
              <w:t>okumentace PDPS</w:t>
            </w:r>
          </w:p>
        </w:tc>
        <w:tc>
          <w:tcPr>
            <w:tcW w:w="1694" w:type="dxa"/>
          </w:tcPr>
          <w:p w14:paraId="75BFE029" w14:textId="77777777" w:rsidR="00610F4E" w:rsidRPr="00781E57" w:rsidRDefault="00610F4E" w:rsidP="000C2EAB">
            <w:pPr>
              <w:pStyle w:val="Tabulka-7"/>
              <w:cnfStyle w:val="000000000000" w:firstRow="0" w:lastRow="0" w:firstColumn="0" w:lastColumn="0" w:oddVBand="0" w:evenVBand="0" w:oddHBand="0" w:evenHBand="0" w:firstRowFirstColumn="0" w:firstRowLastColumn="0" w:lastRowFirstColumn="0" w:lastRowLastColumn="0"/>
            </w:pPr>
          </w:p>
        </w:tc>
        <w:tc>
          <w:tcPr>
            <w:tcW w:w="1964" w:type="dxa"/>
          </w:tcPr>
          <w:p w14:paraId="5D07767C" w14:textId="0D958E26" w:rsidR="00610F4E" w:rsidRPr="00781E57" w:rsidRDefault="00781E57" w:rsidP="000D4257">
            <w:pPr>
              <w:pStyle w:val="Tabulka-7"/>
              <w:cnfStyle w:val="000000000000" w:firstRow="0" w:lastRow="0" w:firstColumn="0" w:lastColumn="0" w:oddVBand="0" w:evenVBand="0" w:oddHBand="0" w:evenHBand="0" w:firstRowFirstColumn="0" w:firstRowLastColumn="0" w:lastRowFirstColumn="0" w:lastRowLastColumn="0"/>
            </w:pPr>
            <w:r>
              <w:t>6</w:t>
            </w:r>
            <w:r w:rsidR="00610F4E" w:rsidRPr="00781E57">
              <w:t xml:space="preserve"> měsíců od Data zahájení prací (předpokládané zahájení </w:t>
            </w:r>
            <w:r>
              <w:t>03</w:t>
            </w:r>
            <w:r w:rsidR="00EB41A2" w:rsidRPr="00781E57">
              <w:t>/</w:t>
            </w:r>
            <w:r>
              <w:t>2025</w:t>
            </w:r>
            <w:r w:rsidR="00610F4E" w:rsidRPr="00781E57">
              <w:t>)</w:t>
            </w:r>
          </w:p>
        </w:tc>
      </w:tr>
      <w:tr w:rsidR="00610F4E" w:rsidRPr="00781E57" w14:paraId="7AD73597" w14:textId="77777777" w:rsidTr="000C2EAB">
        <w:tc>
          <w:tcPr>
            <w:cnfStyle w:val="001000000000" w:firstRow="0" w:lastRow="0" w:firstColumn="1" w:lastColumn="0" w:oddVBand="0" w:evenVBand="0" w:oddHBand="0" w:evenHBand="0" w:firstRowFirstColumn="0" w:firstRowLastColumn="0" w:lastRowFirstColumn="0" w:lastRowLastColumn="0"/>
            <w:tcW w:w="1320" w:type="dxa"/>
          </w:tcPr>
          <w:p w14:paraId="3ABE85E8" w14:textId="77777777" w:rsidR="00610F4E" w:rsidRPr="00781E57" w:rsidRDefault="00610F4E" w:rsidP="000D4257">
            <w:pPr>
              <w:pStyle w:val="Tabulka-7"/>
            </w:pPr>
            <w:r w:rsidRPr="00781E57">
              <w:t xml:space="preserve">Sekce 2 </w:t>
            </w:r>
            <w:r w:rsidR="00A45B6C" w:rsidRPr="00781E57">
              <w:t>(stavební část)</w:t>
            </w:r>
          </w:p>
        </w:tc>
        <w:tc>
          <w:tcPr>
            <w:tcW w:w="3073" w:type="dxa"/>
          </w:tcPr>
          <w:p w14:paraId="3A23F8B7" w14:textId="113F0416" w:rsidR="00610F4E" w:rsidRPr="00781E57" w:rsidRDefault="00A45B6C" w:rsidP="000D4257">
            <w:pPr>
              <w:pStyle w:val="Tabulka-7"/>
              <w:cnfStyle w:val="000000000000" w:firstRow="0" w:lastRow="0" w:firstColumn="0" w:lastColumn="0" w:oddVBand="0" w:evenVBand="0" w:oddHBand="0" w:evenHBand="0" w:firstRowFirstColumn="0" w:firstRowLastColumn="0" w:lastRowFirstColumn="0" w:lastRowLastColumn="0"/>
            </w:pPr>
            <w:r w:rsidRPr="00781E57">
              <w:t xml:space="preserve">Zhotovení stavby </w:t>
            </w:r>
            <w:r w:rsidR="00610F4E" w:rsidRPr="00781E57">
              <w:t>včetně uvedení do Zkušebního provozu, kromě položek</w:t>
            </w:r>
            <w:r w:rsidR="00FA76EE">
              <w:t xml:space="preserve"> 1, 2, a 3 </w:t>
            </w:r>
            <w:r w:rsidR="00610F4E" w:rsidRPr="00781E57">
              <w:t>objektu SO 98-98 Všeobecný objekt, které budou prov</w:t>
            </w:r>
            <w:r w:rsidRPr="00781E57">
              <w:t xml:space="preserve">edeny </w:t>
            </w:r>
            <w:r w:rsidR="00610F4E" w:rsidRPr="00781E57">
              <w:t>až po dokončení Sekc</w:t>
            </w:r>
            <w:r w:rsidRPr="00781E57">
              <w:t>e</w:t>
            </w:r>
            <w:r w:rsidR="00610F4E" w:rsidRPr="00781E57">
              <w:t xml:space="preserve"> 2 </w:t>
            </w:r>
          </w:p>
        </w:tc>
        <w:tc>
          <w:tcPr>
            <w:tcW w:w="1694" w:type="dxa"/>
          </w:tcPr>
          <w:p w14:paraId="11095063" w14:textId="77777777" w:rsidR="00610F4E" w:rsidRPr="00781E57" w:rsidRDefault="00610F4E" w:rsidP="000C2EAB">
            <w:pPr>
              <w:pStyle w:val="Tabulka-7"/>
              <w:cnfStyle w:val="000000000000" w:firstRow="0" w:lastRow="0" w:firstColumn="0" w:lastColumn="0" w:oddVBand="0" w:evenVBand="0" w:oddHBand="0" w:evenHBand="0" w:firstRowFirstColumn="0" w:firstRowLastColumn="0" w:lastRowFirstColumn="0" w:lastRowLastColumn="0"/>
            </w:pPr>
            <w:r w:rsidRPr="00781E57">
              <w:t>Výluky dle ZOV</w:t>
            </w:r>
          </w:p>
        </w:tc>
        <w:tc>
          <w:tcPr>
            <w:tcW w:w="1964" w:type="dxa"/>
          </w:tcPr>
          <w:p w14:paraId="2D5D9984" w14:textId="37D95754" w:rsidR="00610F4E" w:rsidRPr="00781E57" w:rsidRDefault="00781E57" w:rsidP="000D4257">
            <w:pPr>
              <w:pStyle w:val="Tabulka-7"/>
              <w:cnfStyle w:val="000000000000" w:firstRow="0" w:lastRow="0" w:firstColumn="0" w:lastColumn="0" w:oddVBand="0" w:evenVBand="0" w:oddHBand="0" w:evenHBand="0" w:firstRowFirstColumn="0" w:firstRowLastColumn="0" w:lastRowFirstColumn="0" w:lastRowLastColumn="0"/>
            </w:pPr>
            <w:r>
              <w:t>27</w:t>
            </w:r>
            <w:r w:rsidR="00610F4E" w:rsidRPr="00781E57">
              <w:t xml:space="preserve"> měsíců od Data zahájení prací</w:t>
            </w:r>
          </w:p>
        </w:tc>
      </w:tr>
      <w:tr w:rsidR="00610F4E" w:rsidRPr="000D4257" w14:paraId="6C0534D7" w14:textId="77777777" w:rsidTr="000C2EAB">
        <w:tc>
          <w:tcPr>
            <w:cnfStyle w:val="001000000000" w:firstRow="0" w:lastRow="0" w:firstColumn="1" w:lastColumn="0" w:oddVBand="0" w:evenVBand="0" w:oddHBand="0" w:evenHBand="0" w:firstRowFirstColumn="0" w:firstRowLastColumn="0" w:lastRowFirstColumn="0" w:lastRowLastColumn="0"/>
            <w:tcW w:w="1320" w:type="dxa"/>
          </w:tcPr>
          <w:p w14:paraId="2D2FDD7D" w14:textId="77777777" w:rsidR="00610F4E" w:rsidRPr="00781E57" w:rsidRDefault="00610F4E" w:rsidP="000C2EAB">
            <w:pPr>
              <w:pStyle w:val="Tabulka-7"/>
            </w:pPr>
            <w:r w:rsidRPr="00781E57">
              <w:t>Dokončení díla</w:t>
            </w:r>
          </w:p>
        </w:tc>
        <w:tc>
          <w:tcPr>
            <w:tcW w:w="3073" w:type="dxa"/>
          </w:tcPr>
          <w:p w14:paraId="2050D329" w14:textId="77777777" w:rsidR="00610F4E" w:rsidRPr="00781E57" w:rsidRDefault="00610F4E" w:rsidP="000C2EAB">
            <w:pPr>
              <w:pStyle w:val="Tabulka-7"/>
              <w:cnfStyle w:val="000000000000" w:firstRow="0" w:lastRow="0" w:firstColumn="0" w:lastColumn="0" w:oddVBand="0" w:evenVBand="0" w:oddHBand="0" w:evenHBand="0" w:firstRowFirstColumn="0" w:firstRowLastColumn="0" w:lastRowFirstColumn="0" w:lastRowLastColumn="0"/>
            </w:pPr>
            <w:r w:rsidRPr="00781E57">
              <w:t xml:space="preserve">Položky z objektu SO 98-98, které nebyly provedeny v Sekci 2 Stavební </w:t>
            </w:r>
          </w:p>
        </w:tc>
        <w:tc>
          <w:tcPr>
            <w:tcW w:w="1694" w:type="dxa"/>
          </w:tcPr>
          <w:p w14:paraId="57C1A210" w14:textId="77777777" w:rsidR="00610F4E" w:rsidRPr="00781E57" w:rsidRDefault="00610F4E" w:rsidP="000C2EAB">
            <w:pPr>
              <w:pStyle w:val="Tabulka-7"/>
              <w:cnfStyle w:val="000000000000" w:firstRow="0" w:lastRow="0" w:firstColumn="0" w:lastColumn="0" w:oddVBand="0" w:evenVBand="0" w:oddHBand="0" w:evenHBand="0" w:firstRowFirstColumn="0" w:firstRowLastColumn="0" w:lastRowFirstColumn="0" w:lastRowLastColumn="0"/>
            </w:pPr>
            <w:r w:rsidRPr="00781E57">
              <w:t>Bez výluk</w:t>
            </w:r>
          </w:p>
        </w:tc>
        <w:tc>
          <w:tcPr>
            <w:tcW w:w="1964" w:type="dxa"/>
          </w:tcPr>
          <w:p w14:paraId="3A73154E" w14:textId="4CE8DD77" w:rsidR="00610F4E" w:rsidRPr="00781E57" w:rsidRDefault="00FA76EE" w:rsidP="000D4257">
            <w:pPr>
              <w:pStyle w:val="Tabulka-7"/>
              <w:cnfStyle w:val="000000000000" w:firstRow="0" w:lastRow="0" w:firstColumn="0" w:lastColumn="0" w:oddVBand="0" w:evenVBand="0" w:oddHBand="0" w:evenHBand="0" w:firstRowFirstColumn="0" w:firstRowLastColumn="0" w:lastRowFirstColumn="0" w:lastRowLastColumn="0"/>
            </w:pPr>
            <w:r w:rsidRPr="00FA76EE">
              <w:t>3</w:t>
            </w:r>
            <w:r w:rsidR="00923F99">
              <w:t>3</w:t>
            </w:r>
            <w:r w:rsidRPr="00FA76EE">
              <w:t xml:space="preserve"> měsíců od Data zahájení</w:t>
            </w:r>
            <w:r>
              <w:t xml:space="preserve"> prací</w:t>
            </w:r>
          </w:p>
        </w:tc>
      </w:tr>
    </w:tbl>
    <w:p w14:paraId="1EC8FE57" w14:textId="77777777" w:rsidR="00610F4E" w:rsidRPr="00D358DD" w:rsidRDefault="00610F4E" w:rsidP="00610F4E">
      <w:pPr>
        <w:pStyle w:val="Text2-1"/>
        <w:numPr>
          <w:ilvl w:val="0"/>
          <w:numId w:val="0"/>
        </w:numPr>
        <w:ind w:left="737"/>
        <w:rPr>
          <w:highlight w:val="green"/>
        </w:rPr>
      </w:pPr>
    </w:p>
    <w:p w14:paraId="1FD2082E" w14:textId="77777777" w:rsidR="00610F4E" w:rsidRPr="00781E57" w:rsidRDefault="00610F4E" w:rsidP="00610F4E">
      <w:pPr>
        <w:pStyle w:val="TabulkaNadpis"/>
      </w:pPr>
      <w:r w:rsidRPr="00781E57">
        <w:t>Specifikace jednotlivých Postupných závazných milníků</w:t>
      </w:r>
    </w:p>
    <w:tbl>
      <w:tblPr>
        <w:tblStyle w:val="Tabulka10"/>
        <w:tblW w:w="8109" w:type="dxa"/>
        <w:tblLook w:val="04A0" w:firstRow="1" w:lastRow="0" w:firstColumn="1" w:lastColumn="0" w:noHBand="0" w:noVBand="1"/>
      </w:tblPr>
      <w:tblGrid>
        <w:gridCol w:w="1320"/>
        <w:gridCol w:w="3954"/>
        <w:gridCol w:w="2835"/>
      </w:tblGrid>
      <w:tr w:rsidR="00610F4E" w:rsidRPr="00781E57" w14:paraId="41DF7AEF" w14:textId="77777777" w:rsidTr="007C0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57908581" w14:textId="77777777" w:rsidR="00610F4E" w:rsidRPr="00781E57" w:rsidRDefault="00327B9B" w:rsidP="000C2EAB">
            <w:pPr>
              <w:pStyle w:val="Tabulka-7"/>
              <w:rPr>
                <w:b/>
              </w:rPr>
            </w:pPr>
            <w:r w:rsidRPr="00781E57">
              <w:rPr>
                <w:b/>
              </w:rPr>
              <w:t>Milník</w:t>
            </w:r>
          </w:p>
        </w:tc>
        <w:tc>
          <w:tcPr>
            <w:tcW w:w="3954" w:type="dxa"/>
          </w:tcPr>
          <w:p w14:paraId="5E5E99ED" w14:textId="77777777" w:rsidR="00610F4E" w:rsidRPr="00781E57" w:rsidRDefault="00610F4E" w:rsidP="000C2EAB">
            <w:pPr>
              <w:pStyle w:val="Tabulka-7"/>
              <w:cnfStyle w:val="100000000000" w:firstRow="1" w:lastRow="0" w:firstColumn="0" w:lastColumn="0" w:oddVBand="0" w:evenVBand="0" w:oddHBand="0" w:evenHBand="0" w:firstRowFirstColumn="0" w:firstRowLastColumn="0" w:lastRowFirstColumn="0" w:lastRowLastColumn="0"/>
              <w:rPr>
                <w:b/>
              </w:rPr>
            </w:pPr>
            <w:r w:rsidRPr="00781E57">
              <w:rPr>
                <w:b/>
              </w:rPr>
              <w:t>Činnosti</w:t>
            </w:r>
          </w:p>
        </w:tc>
        <w:tc>
          <w:tcPr>
            <w:tcW w:w="2835" w:type="dxa"/>
          </w:tcPr>
          <w:p w14:paraId="6E4400CC" w14:textId="77777777" w:rsidR="00610F4E" w:rsidRPr="00781E57" w:rsidRDefault="00610F4E" w:rsidP="000C2EAB">
            <w:pPr>
              <w:pStyle w:val="Tabulka-7"/>
              <w:cnfStyle w:val="100000000000" w:firstRow="1" w:lastRow="0" w:firstColumn="0" w:lastColumn="0" w:oddVBand="0" w:evenVBand="0" w:oddHBand="0" w:evenHBand="0" w:firstRowFirstColumn="0" w:firstRowLastColumn="0" w:lastRowFirstColumn="0" w:lastRowLastColumn="0"/>
              <w:rPr>
                <w:b/>
              </w:rPr>
            </w:pPr>
            <w:r w:rsidRPr="00781E57">
              <w:rPr>
                <w:b/>
              </w:rPr>
              <w:t>Doba pro dokončení</w:t>
            </w:r>
          </w:p>
        </w:tc>
      </w:tr>
      <w:tr w:rsidR="007C04F8" w:rsidRPr="00781E57" w14:paraId="3CFEC729" w14:textId="77777777" w:rsidTr="007C04F8">
        <w:tc>
          <w:tcPr>
            <w:cnfStyle w:val="001000000000" w:firstRow="0" w:lastRow="0" w:firstColumn="1" w:lastColumn="0" w:oddVBand="0" w:evenVBand="0" w:oddHBand="0" w:evenHBand="0" w:firstRowFirstColumn="0" w:firstRowLastColumn="0" w:lastRowFirstColumn="0" w:lastRowLastColumn="0"/>
            <w:tcW w:w="1320" w:type="dxa"/>
          </w:tcPr>
          <w:p w14:paraId="357C0129" w14:textId="77777777" w:rsidR="007C04F8" w:rsidRPr="00781E57" w:rsidRDefault="007C04F8" w:rsidP="007C04F8">
            <w:pPr>
              <w:pStyle w:val="Tabulka-7"/>
            </w:pPr>
            <w:r w:rsidRPr="00781E57">
              <w:t xml:space="preserve">Milník 1 </w:t>
            </w:r>
          </w:p>
        </w:tc>
        <w:tc>
          <w:tcPr>
            <w:tcW w:w="3954" w:type="dxa"/>
            <w:vAlign w:val="top"/>
          </w:tcPr>
          <w:p w14:paraId="71454FAB" w14:textId="62388BBE" w:rsidR="007C04F8" w:rsidRPr="007C04F8" w:rsidRDefault="007C04F8" w:rsidP="007C04F8">
            <w:pPr>
              <w:pStyle w:val="Tabulka-7"/>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7C04F8">
              <w:rPr>
                <w:rFonts w:asciiTheme="minorHAnsi" w:hAnsiTheme="minorHAnsi" w:cs="CIDFont+F2"/>
                <w:szCs w:val="14"/>
              </w:rPr>
              <w:t>Předložení podkladů pro technologii SFC</w:t>
            </w:r>
          </w:p>
        </w:tc>
        <w:tc>
          <w:tcPr>
            <w:tcW w:w="2835" w:type="dxa"/>
            <w:vAlign w:val="top"/>
          </w:tcPr>
          <w:p w14:paraId="10B0AB40" w14:textId="06FBC499" w:rsidR="007C04F8" w:rsidRPr="007C04F8" w:rsidRDefault="007C04F8" w:rsidP="007C04F8">
            <w:pPr>
              <w:pStyle w:val="Tabulka-7"/>
              <w:cnfStyle w:val="000000000000" w:firstRow="0" w:lastRow="0" w:firstColumn="0" w:lastColumn="0" w:oddVBand="0" w:evenVBand="0" w:oddHBand="0" w:evenHBand="0" w:firstRowFirstColumn="0" w:firstRowLastColumn="0" w:lastRowFirstColumn="0" w:lastRowLastColumn="0"/>
              <w:rPr>
                <w:rFonts w:asciiTheme="minorHAnsi" w:hAnsiTheme="minorHAnsi" w:cs="CIDFont+F2"/>
                <w:szCs w:val="14"/>
              </w:rPr>
            </w:pPr>
            <w:r w:rsidRPr="007C04F8">
              <w:rPr>
                <w:rFonts w:asciiTheme="minorHAnsi" w:hAnsiTheme="minorHAnsi" w:cs="CIDFont+F2"/>
                <w:szCs w:val="14"/>
              </w:rPr>
              <w:t>2 měsíce od Data</w:t>
            </w:r>
            <w:r>
              <w:rPr>
                <w:rFonts w:asciiTheme="minorHAnsi" w:hAnsiTheme="minorHAnsi" w:cs="CIDFont+F2"/>
                <w:szCs w:val="14"/>
              </w:rPr>
              <w:t xml:space="preserve"> </w:t>
            </w:r>
            <w:r w:rsidRPr="007C04F8">
              <w:rPr>
                <w:rFonts w:asciiTheme="minorHAnsi" w:hAnsiTheme="minorHAnsi" w:cs="CIDFont+F2"/>
                <w:szCs w:val="14"/>
              </w:rPr>
              <w:t>zahájení prací</w:t>
            </w:r>
          </w:p>
          <w:p w14:paraId="0B0E41CB" w14:textId="4E303666" w:rsidR="007C04F8" w:rsidRPr="007C04F8" w:rsidRDefault="007C04F8" w:rsidP="007C04F8">
            <w:pPr>
              <w:pStyle w:val="Tabulka-7"/>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7C04F8">
              <w:rPr>
                <w:rFonts w:asciiTheme="minorHAnsi" w:hAnsiTheme="minorHAnsi" w:cs="CIDFont+F2"/>
                <w:szCs w:val="14"/>
              </w:rPr>
              <w:t>(předpokládané zahájení</w:t>
            </w:r>
            <w:r>
              <w:rPr>
                <w:rFonts w:asciiTheme="minorHAnsi" w:hAnsiTheme="minorHAnsi" w:cs="CIDFont+F2"/>
                <w:szCs w:val="14"/>
              </w:rPr>
              <w:t xml:space="preserve"> </w:t>
            </w:r>
            <w:r w:rsidRPr="007C04F8">
              <w:rPr>
                <w:rFonts w:asciiTheme="minorHAnsi" w:hAnsiTheme="minorHAnsi" w:cs="CIDFont+F2"/>
                <w:szCs w:val="14"/>
              </w:rPr>
              <w:t>0</w:t>
            </w:r>
            <w:r>
              <w:rPr>
                <w:rFonts w:asciiTheme="minorHAnsi" w:hAnsiTheme="minorHAnsi" w:cs="CIDFont+F2"/>
                <w:szCs w:val="14"/>
              </w:rPr>
              <w:t>3</w:t>
            </w:r>
            <w:r w:rsidRPr="007C04F8">
              <w:rPr>
                <w:rFonts w:asciiTheme="minorHAnsi" w:hAnsiTheme="minorHAnsi" w:cs="CIDFont+F2"/>
                <w:szCs w:val="14"/>
              </w:rPr>
              <w:t>/202</w:t>
            </w:r>
            <w:r>
              <w:rPr>
                <w:rFonts w:asciiTheme="minorHAnsi" w:hAnsiTheme="minorHAnsi" w:cs="CIDFont+F2"/>
                <w:szCs w:val="14"/>
              </w:rPr>
              <w:t>5</w:t>
            </w:r>
            <w:r w:rsidRPr="007C04F8">
              <w:rPr>
                <w:rFonts w:asciiTheme="minorHAnsi" w:hAnsiTheme="minorHAnsi" w:cs="CIDFont+F2"/>
                <w:szCs w:val="14"/>
              </w:rPr>
              <w:t>)</w:t>
            </w:r>
          </w:p>
        </w:tc>
      </w:tr>
      <w:tr w:rsidR="00610F4E" w:rsidRPr="00781E57" w14:paraId="2D61BC1C" w14:textId="77777777" w:rsidTr="007C04F8">
        <w:tc>
          <w:tcPr>
            <w:cnfStyle w:val="001000000000" w:firstRow="0" w:lastRow="0" w:firstColumn="1" w:lastColumn="0" w:oddVBand="0" w:evenVBand="0" w:oddHBand="0" w:evenHBand="0" w:firstRowFirstColumn="0" w:firstRowLastColumn="0" w:lastRowFirstColumn="0" w:lastRowLastColumn="0"/>
            <w:tcW w:w="1320" w:type="dxa"/>
          </w:tcPr>
          <w:p w14:paraId="152B5580" w14:textId="77777777" w:rsidR="00610F4E" w:rsidRPr="00781E57" w:rsidRDefault="00610F4E" w:rsidP="000C2EAB">
            <w:pPr>
              <w:pStyle w:val="Tabulka-7"/>
            </w:pPr>
            <w:r w:rsidRPr="00781E57">
              <w:t>Milník 2</w:t>
            </w:r>
          </w:p>
        </w:tc>
        <w:tc>
          <w:tcPr>
            <w:tcW w:w="3954" w:type="dxa"/>
          </w:tcPr>
          <w:p w14:paraId="3A7BCEAA" w14:textId="4AAADE3A" w:rsidR="00610F4E" w:rsidRPr="00781E57" w:rsidRDefault="00610F4E" w:rsidP="000D4257">
            <w:pPr>
              <w:pStyle w:val="Tabulka-7"/>
              <w:cnfStyle w:val="000000000000" w:firstRow="0" w:lastRow="0" w:firstColumn="0" w:lastColumn="0" w:oddVBand="0" w:evenVBand="0" w:oddHBand="0" w:evenHBand="0" w:firstRowFirstColumn="0" w:firstRowLastColumn="0" w:lastRowFirstColumn="0" w:lastRowLastColumn="0"/>
            </w:pPr>
            <w:r w:rsidRPr="00781E57">
              <w:t xml:space="preserve">Předložení </w:t>
            </w:r>
            <w:r w:rsidR="00A45B6C" w:rsidRPr="00781E57">
              <w:t>PDPS</w:t>
            </w:r>
            <w:r w:rsidRPr="00781E57">
              <w:t xml:space="preserve"> k připomínkám</w:t>
            </w:r>
          </w:p>
        </w:tc>
        <w:tc>
          <w:tcPr>
            <w:tcW w:w="2835" w:type="dxa"/>
          </w:tcPr>
          <w:p w14:paraId="3AB42E51" w14:textId="56C66DA3" w:rsidR="00610F4E" w:rsidRPr="00781E57" w:rsidRDefault="007C04F8" w:rsidP="000D4257">
            <w:pPr>
              <w:pStyle w:val="Tabulka-7"/>
              <w:cnfStyle w:val="000000000000" w:firstRow="0" w:lastRow="0" w:firstColumn="0" w:lastColumn="0" w:oddVBand="0" w:evenVBand="0" w:oddHBand="0" w:evenHBand="0" w:firstRowFirstColumn="0" w:firstRowLastColumn="0" w:lastRowFirstColumn="0" w:lastRowLastColumn="0"/>
            </w:pPr>
            <w:r>
              <w:t>4</w:t>
            </w:r>
            <w:r w:rsidR="00610F4E" w:rsidRPr="00781E57">
              <w:t xml:space="preserve"> měsíců od Data zahájení prací</w:t>
            </w:r>
          </w:p>
        </w:tc>
      </w:tr>
      <w:tr w:rsidR="00610F4E" w:rsidRPr="007E040C" w14:paraId="25B7218A" w14:textId="77777777" w:rsidTr="007C04F8">
        <w:trPr>
          <w:trHeight w:val="41"/>
        </w:trPr>
        <w:tc>
          <w:tcPr>
            <w:cnfStyle w:val="001000000000" w:firstRow="0" w:lastRow="0" w:firstColumn="1" w:lastColumn="0" w:oddVBand="0" w:evenVBand="0" w:oddHBand="0" w:evenHBand="0" w:firstRowFirstColumn="0" w:firstRowLastColumn="0" w:lastRowFirstColumn="0" w:lastRowLastColumn="0"/>
            <w:tcW w:w="1320" w:type="dxa"/>
          </w:tcPr>
          <w:p w14:paraId="1BCFBD6B" w14:textId="6B14917F" w:rsidR="00610F4E" w:rsidRPr="00781E57" w:rsidRDefault="00610F4E" w:rsidP="000C2EAB">
            <w:pPr>
              <w:pStyle w:val="Tabulka-7"/>
            </w:pPr>
            <w:r w:rsidRPr="00781E57">
              <w:t xml:space="preserve">Milník </w:t>
            </w:r>
            <w:r w:rsidR="00FA76EE">
              <w:t>3</w:t>
            </w:r>
          </w:p>
        </w:tc>
        <w:tc>
          <w:tcPr>
            <w:tcW w:w="3954" w:type="dxa"/>
          </w:tcPr>
          <w:p w14:paraId="0BA26A4C" w14:textId="77777777" w:rsidR="00610F4E" w:rsidRPr="00781E57" w:rsidRDefault="00610F4E" w:rsidP="000C2EAB">
            <w:pPr>
              <w:pStyle w:val="Tabulka-7"/>
              <w:cnfStyle w:val="000000000000" w:firstRow="0" w:lastRow="0" w:firstColumn="0" w:lastColumn="0" w:oddVBand="0" w:evenVBand="0" w:oddHBand="0" w:evenHBand="0" w:firstRowFirstColumn="0" w:firstRowLastColumn="0" w:lastRowFirstColumn="0" w:lastRowLastColumn="0"/>
            </w:pPr>
            <w:r w:rsidRPr="00781E57">
              <w:t xml:space="preserve">Zahájení stavebních prací </w:t>
            </w:r>
          </w:p>
        </w:tc>
        <w:tc>
          <w:tcPr>
            <w:tcW w:w="2835" w:type="dxa"/>
          </w:tcPr>
          <w:p w14:paraId="70D49077" w14:textId="4A616F04" w:rsidR="00610F4E" w:rsidRPr="00345FC7" w:rsidRDefault="007C04F8" w:rsidP="000D4257">
            <w:pPr>
              <w:pStyle w:val="Tabulka-7"/>
              <w:cnfStyle w:val="000000000000" w:firstRow="0" w:lastRow="0" w:firstColumn="0" w:lastColumn="0" w:oddVBand="0" w:evenVBand="0" w:oddHBand="0" w:evenHBand="0" w:firstRowFirstColumn="0" w:firstRowLastColumn="0" w:lastRowFirstColumn="0" w:lastRowLastColumn="0"/>
            </w:pPr>
            <w:r>
              <w:t>6</w:t>
            </w:r>
            <w:r w:rsidR="00610F4E" w:rsidRPr="00781E57">
              <w:t xml:space="preserve"> měsíců od Data zahájení prací</w:t>
            </w:r>
            <w:r w:rsidR="00610F4E" w:rsidRPr="00345FC7">
              <w:t xml:space="preserve"> </w:t>
            </w:r>
          </w:p>
        </w:tc>
      </w:tr>
    </w:tbl>
    <w:p w14:paraId="7942CE43" w14:textId="77777777" w:rsidR="00DA6953" w:rsidRPr="00811815" w:rsidRDefault="00DA6953" w:rsidP="00DA6953">
      <w:pPr>
        <w:pStyle w:val="Nadpis2-1"/>
      </w:pPr>
      <w:bookmarkStart w:id="59" w:name="_Toc12371215"/>
      <w:bookmarkStart w:id="60" w:name="_Toc181176666"/>
      <w:r w:rsidRPr="00811815">
        <w:t>SPECIFICKÉ POŽADAVKY</w:t>
      </w:r>
      <w:bookmarkEnd w:id="59"/>
      <w:bookmarkEnd w:id="60"/>
    </w:p>
    <w:p w14:paraId="76CD2E88" w14:textId="15A16551" w:rsidR="00DA6953" w:rsidRDefault="007C04F8" w:rsidP="00273944">
      <w:pPr>
        <w:pStyle w:val="Text2-1"/>
      </w:pPr>
      <w:r>
        <w:t>Zhotovitel zajistí kontrolní měření bludných proudů před zahájením stavby, a po ukončení</w:t>
      </w:r>
      <w:r w:rsidR="00273944">
        <w:t xml:space="preserve"> </w:t>
      </w:r>
      <w:r>
        <w:t>stavby, bude provedeno kontrolní měření dotykového napětí na kolejnici po ukončení</w:t>
      </w:r>
      <w:r w:rsidR="00273944">
        <w:t xml:space="preserve"> </w:t>
      </w:r>
      <w:r>
        <w:t>stavby, měření EMC a EMI.</w:t>
      </w:r>
    </w:p>
    <w:p w14:paraId="4035FA81" w14:textId="4DB8AF52" w:rsidR="007C04F8" w:rsidRDefault="007C04F8" w:rsidP="00273944">
      <w:pPr>
        <w:pStyle w:val="Text2-1"/>
      </w:pPr>
      <w:r w:rsidRPr="007C04F8">
        <w:lastRenderedPageBreak/>
        <w:t>Zhotovitel zajistí výpočty nastavení elektrických ochran, systému ochran napájení</w:t>
      </w:r>
      <w:r w:rsidR="00273944">
        <w:t xml:space="preserve"> </w:t>
      </w:r>
      <w:r w:rsidRPr="007C04F8">
        <w:t>trakčního vedení, pro jednotlivé rozhodující stavební postupy kvůli přechodovým stavům</w:t>
      </w:r>
      <w:r w:rsidR="00273944">
        <w:t xml:space="preserve"> </w:t>
      </w:r>
      <w:r w:rsidRPr="007C04F8">
        <w:t>trakčního vedení.</w:t>
      </w:r>
    </w:p>
    <w:p w14:paraId="2167DF9F" w14:textId="47A4D057" w:rsidR="007C04F8" w:rsidRDefault="007C04F8" w:rsidP="00273944">
      <w:pPr>
        <w:pStyle w:val="Text2-1"/>
      </w:pPr>
      <w:r w:rsidRPr="007C04F8">
        <w:t xml:space="preserve">Variantní řešení – </w:t>
      </w:r>
      <w:r w:rsidR="009610B1">
        <w:t>N</w:t>
      </w:r>
      <w:r w:rsidRPr="007C04F8">
        <w:t>áhrada SFC</w:t>
      </w:r>
      <w:r w:rsidR="00273944">
        <w:t xml:space="preserve"> </w:t>
      </w:r>
      <w:r w:rsidRPr="007C04F8">
        <w:t xml:space="preserve">technologie technologií </w:t>
      </w:r>
      <w:r w:rsidR="00EC319B" w:rsidRPr="007C04F8">
        <w:t>jinou – je</w:t>
      </w:r>
      <w:r w:rsidRPr="007C04F8">
        <w:t xml:space="preserve"> vyloučeno.</w:t>
      </w:r>
    </w:p>
    <w:p w14:paraId="387F0A6C" w14:textId="77777777" w:rsidR="0069470F" w:rsidRDefault="0069470F" w:rsidP="0069470F">
      <w:pPr>
        <w:pStyle w:val="Nadpis2-1"/>
      </w:pPr>
      <w:bookmarkStart w:id="61" w:name="_Toc7077141"/>
      <w:bookmarkStart w:id="62" w:name="_Toc181176667"/>
      <w:r w:rsidRPr="00EC2E51">
        <w:t>SOUVISEJÍCÍ</w:t>
      </w:r>
      <w:r>
        <w:t xml:space="preserve"> DOKUMENTY A PŘEDPISY</w:t>
      </w:r>
      <w:bookmarkEnd w:id="61"/>
      <w:bookmarkEnd w:id="62"/>
    </w:p>
    <w:p w14:paraId="7CBFA42D" w14:textId="77777777" w:rsidR="00072119" w:rsidRPr="007D016E" w:rsidRDefault="00072119" w:rsidP="00072119">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16D2416B" w14:textId="77777777" w:rsidR="009610B1" w:rsidRDefault="009610B1" w:rsidP="009610B1">
      <w:pPr>
        <w:pStyle w:val="Text2-1"/>
      </w:pPr>
      <w:r>
        <w:t>Technické požadavky na výrobky, zařízení a technologie pro ŽDC (dle směrnic SŽDC č. 34 a č. 67 jsou uvedeny na webových stránkách:</w:t>
      </w:r>
    </w:p>
    <w:p w14:paraId="1B24729A" w14:textId="77777777" w:rsidR="009610B1" w:rsidRDefault="009610B1" w:rsidP="009610B1">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w:t>
      </w:r>
      <w:r>
        <w:rPr>
          <w:rStyle w:val="Tun"/>
        </w:rPr>
        <w:t xml:space="preserve">Dodavatelé/Odběratelé </w:t>
      </w:r>
      <w:r w:rsidRPr="003846BE">
        <w:rPr>
          <w:rStyle w:val="Tun"/>
        </w:rPr>
        <w:t xml:space="preserve">/ </w:t>
      </w:r>
      <w:r w:rsidRPr="005B2C4E">
        <w:rPr>
          <w:rStyle w:val="Tun"/>
        </w:rPr>
        <w:t xml:space="preserve">Technické požadavky </w:t>
      </w:r>
      <w:r w:rsidRPr="00B319BD">
        <w:rPr>
          <w:rStyle w:val="Tun"/>
          <w:spacing w:val="-2"/>
        </w:rPr>
        <w:t>na výrobky, zařízení a technologie pro ŽDC“</w:t>
      </w:r>
      <w:r w:rsidRPr="00B319BD">
        <w:rPr>
          <w:spacing w:val="-2"/>
        </w:rPr>
        <w:t xml:space="preserve"> </w:t>
      </w:r>
      <w:hyperlink r:id="rId14" w:history="1">
        <w:r w:rsidRPr="00B319BD">
          <w:rPr>
            <w:rStyle w:val="Hypertextovodkaz"/>
            <w:noProof w:val="0"/>
            <w:color w:val="auto"/>
            <w:spacing w:val="-2"/>
            <w:u w:val="none"/>
          </w:rPr>
          <w:t>(https://www.spravazeleznic.cz/</w:t>
        </w:r>
        <w:r w:rsidRPr="00B319BD">
          <w:rPr>
            <w:rStyle w:val="Hypertextovodkaz"/>
            <w:noProof w:val="0"/>
            <w:color w:val="auto"/>
            <w:spacing w:val="-2"/>
            <w:u w:val="none"/>
          </w:rPr>
          <w:br/>
          <w:t>dodavatele-odberatele/technicke-pozadavky-na-vyrobky-zarizeni-a-technologie-pro-zdc.</w:t>
        </w:r>
      </w:hyperlink>
    </w:p>
    <w:p w14:paraId="5F0A5578" w14:textId="77777777" w:rsidR="00072119" w:rsidRDefault="00072119" w:rsidP="00072119">
      <w:pPr>
        <w:pStyle w:val="Text2-1"/>
      </w:pPr>
      <w:r w:rsidRPr="007D016E">
        <w:t>Objednatel umožňuje Zhotoviteli přístup ke</w:t>
      </w:r>
      <w:r>
        <w:t xml:space="preserve"> svým dokumentům a vnitřním předpisům na</w:t>
      </w:r>
      <w:r w:rsidR="009966D4">
        <w:t> </w:t>
      </w:r>
      <w:r>
        <w:t xml:space="preserve">svých webových stránkách: </w:t>
      </w:r>
    </w:p>
    <w:p w14:paraId="2A7DD801" w14:textId="77777777" w:rsidR="00F64F1A" w:rsidRDefault="00F64F1A" w:rsidP="00F64F1A">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w:t>
      </w:r>
      <w:r w:rsidRPr="009B5292">
        <w:rPr>
          <w:spacing w:val="2"/>
        </w:rPr>
        <w:br/>
        <w:t>dokumenty-a-</w:t>
      </w:r>
      <w:proofErr w:type="spellStart"/>
      <w:r w:rsidRPr="009B5292">
        <w:rPr>
          <w:spacing w:val="2"/>
        </w:rPr>
        <w:t>predpisy</w:t>
      </w:r>
      <w:proofErr w:type="spellEnd"/>
      <w:r w:rsidRPr="009B5292">
        <w:rPr>
          <w:spacing w:val="2"/>
        </w:rPr>
        <w:t>)</w:t>
      </w:r>
      <w:r w:rsidRPr="00362D1E">
        <w:t xml:space="preserve"> a </w:t>
      </w:r>
      <w:r w:rsidRPr="009B5292">
        <w:rPr>
          <w:b/>
        </w:rPr>
        <w:t>https://typdok.tudc.cz/ v sekci „archiv TD“</w:t>
      </w:r>
      <w:r w:rsidRPr="00362D1E">
        <w:t>.</w:t>
      </w:r>
    </w:p>
    <w:p w14:paraId="38D4580F" w14:textId="77777777" w:rsidR="00072119" w:rsidRPr="007D016E" w:rsidRDefault="00072119" w:rsidP="00072119">
      <w:pPr>
        <w:pStyle w:val="Textbezslovn"/>
      </w:pPr>
      <w:r>
        <w:t>Pokud je dokument nebo vnitřní předpis veřejně dostupný je umožněno jeho stažení. Ostatní dokumenty a vnitřní předpisy jsou poskytovány v souladu s právními předpisy na</w:t>
      </w:r>
      <w:r w:rsidR="009966D4">
        <w:t> </w:t>
      </w:r>
      <w:r>
        <w:t>základě podané žádosti na níže uvedených kontaktech</w:t>
      </w:r>
      <w:r w:rsidRPr="007D016E">
        <w:t>:</w:t>
      </w:r>
    </w:p>
    <w:p w14:paraId="45430C0B" w14:textId="77777777" w:rsidR="00072119" w:rsidRPr="00E85446" w:rsidRDefault="00072119" w:rsidP="00072119">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3831DE9C" w14:textId="77777777" w:rsidR="00072119" w:rsidRPr="00E85446" w:rsidRDefault="00072119" w:rsidP="00072119">
      <w:pPr>
        <w:pStyle w:val="Textbezslovn"/>
        <w:keepNext/>
        <w:spacing w:after="0"/>
        <w:rPr>
          <w:rStyle w:val="Tun"/>
        </w:rPr>
      </w:pPr>
      <w:r>
        <w:rPr>
          <w:rStyle w:val="Tun"/>
        </w:rPr>
        <w:t>Centrum te</w:t>
      </w:r>
      <w:r w:rsidR="00F40512">
        <w:rPr>
          <w:rStyle w:val="Tun"/>
        </w:rPr>
        <w:t>chn</w:t>
      </w:r>
      <w:r>
        <w:rPr>
          <w:rStyle w:val="Tun"/>
        </w:rPr>
        <w:t>iky a diagnostiky</w:t>
      </w:r>
      <w:r w:rsidRPr="00E85446">
        <w:rPr>
          <w:rStyle w:val="Tun"/>
        </w:rPr>
        <w:t xml:space="preserve"> </w:t>
      </w:r>
    </w:p>
    <w:p w14:paraId="6C35CDA0" w14:textId="77777777" w:rsidR="00072119" w:rsidRPr="007D7A4E" w:rsidRDefault="00E24921" w:rsidP="00072119">
      <w:pPr>
        <w:pStyle w:val="Textbezslovn"/>
        <w:keepNext/>
        <w:spacing w:after="0"/>
        <w:rPr>
          <w:b/>
        </w:rPr>
      </w:pPr>
      <w:r>
        <w:rPr>
          <w:rStyle w:val="Tun"/>
        </w:rPr>
        <w:t>Odbor servisních služeb</w:t>
      </w:r>
      <w:r w:rsidR="000A4D3F">
        <w:rPr>
          <w:rStyle w:val="Tun"/>
        </w:rPr>
        <w:t>, OHČ</w:t>
      </w:r>
      <w:r w:rsidR="000A4D3F" w:rsidRPr="007D7A4E" w:rsidDel="000A4D3F">
        <w:rPr>
          <w:b/>
        </w:rPr>
        <w:t xml:space="preserve"> </w:t>
      </w:r>
    </w:p>
    <w:p w14:paraId="671E73DA" w14:textId="77777777" w:rsidR="00072119" w:rsidRPr="007D016E" w:rsidRDefault="00072119" w:rsidP="00072119">
      <w:pPr>
        <w:pStyle w:val="Textbezslovn"/>
        <w:keepNext/>
        <w:spacing w:after="0"/>
      </w:pPr>
      <w:r>
        <w:t>Jeremenkova 103/23</w:t>
      </w:r>
    </w:p>
    <w:p w14:paraId="164F4E6F" w14:textId="77777777" w:rsidR="00072119" w:rsidRDefault="00072119" w:rsidP="00072119">
      <w:pPr>
        <w:pStyle w:val="Textbezslovn"/>
      </w:pPr>
      <w:r w:rsidRPr="007D016E">
        <w:t>77</w:t>
      </w:r>
      <w:r>
        <w:t>9 00</w:t>
      </w:r>
      <w:r w:rsidRPr="007D016E">
        <w:t xml:space="preserve"> </w:t>
      </w:r>
      <w:r w:rsidRPr="00BA22D4">
        <w:t>Olomouc</w:t>
      </w:r>
    </w:p>
    <w:p w14:paraId="7B80C2CD" w14:textId="77777777" w:rsidR="00072119" w:rsidRDefault="00072119" w:rsidP="00072119">
      <w:pPr>
        <w:pStyle w:val="Textbezslovn"/>
      </w:pPr>
      <w:r>
        <w:t xml:space="preserve">nebo </w:t>
      </w:r>
      <w:r w:rsidRPr="007D016E">
        <w:t>e-</w:t>
      </w:r>
      <w:r w:rsidRPr="00BA22D4">
        <w:t>mail</w:t>
      </w:r>
      <w:r w:rsidRPr="007D016E">
        <w:t xml:space="preserve">: </w:t>
      </w:r>
      <w:r w:rsidRPr="003846BE">
        <w:rPr>
          <w:rStyle w:val="Tun"/>
        </w:rPr>
        <w:t>typdok@</w:t>
      </w:r>
      <w:r w:rsidR="00E24921">
        <w:rPr>
          <w:rStyle w:val="Tun"/>
        </w:rPr>
        <w:t>spravazeleznic</w:t>
      </w:r>
      <w:r w:rsidRPr="003846BE">
        <w:rPr>
          <w:rStyle w:val="Tun"/>
        </w:rPr>
        <w:t>.cz</w:t>
      </w:r>
    </w:p>
    <w:p w14:paraId="15BE2172" w14:textId="77777777" w:rsidR="00072119" w:rsidRDefault="00072119" w:rsidP="00072119">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3A15C657" w14:textId="77777777" w:rsidR="00072119" w:rsidRDefault="00072119" w:rsidP="00072119">
      <w:pPr>
        <w:pStyle w:val="Textbezslovn"/>
      </w:pPr>
      <w:r>
        <w:t xml:space="preserve">Ceníky: </w:t>
      </w:r>
      <w:r w:rsidRPr="00E64846">
        <w:t>https://typdok.</w:t>
      </w:r>
      <w:r w:rsidRPr="00072119">
        <w:t>tudc</w:t>
      </w:r>
      <w:r w:rsidRPr="00E64846">
        <w:t>.cz/</w:t>
      </w:r>
    </w:p>
    <w:p w14:paraId="7066CCB9" w14:textId="77777777" w:rsidR="0069470F" w:rsidRDefault="0069470F" w:rsidP="0069470F">
      <w:pPr>
        <w:pStyle w:val="Nadpis2-1"/>
      </w:pPr>
      <w:bookmarkStart w:id="63" w:name="_Toc7077142"/>
      <w:bookmarkStart w:id="64" w:name="_Toc181176668"/>
      <w:r>
        <w:t>PŘÍLOHY</w:t>
      </w:r>
      <w:bookmarkEnd w:id="63"/>
      <w:bookmarkEnd w:id="64"/>
    </w:p>
    <w:p w14:paraId="5F54B748" w14:textId="77777777" w:rsidR="00A801A6" w:rsidRPr="005A5D09" w:rsidRDefault="00A801A6" w:rsidP="00A801A6">
      <w:pPr>
        <w:pStyle w:val="Text2-1"/>
      </w:pPr>
      <w:bookmarkStart w:id="65" w:name="_Ref121495527"/>
      <w:bookmarkStart w:id="66" w:name="_Ref121839774"/>
      <w:r w:rsidRPr="005A5D09">
        <w:t>Specifikace a zásady uchovávání a výměny dat mezi JZP a technologiemi ŽDC, v. 1.00 – 07/2022</w:t>
      </w:r>
      <w:bookmarkEnd w:id="65"/>
      <w:bookmarkEnd w:id="66"/>
    </w:p>
    <w:p w14:paraId="4F5BF6D7" w14:textId="0F187497" w:rsidR="00652EA5" w:rsidRDefault="0010147E" w:rsidP="00FF4C12">
      <w:pPr>
        <w:pStyle w:val="Text2-1"/>
      </w:pPr>
      <w:bookmarkStart w:id="67" w:name="_Ref179882615"/>
      <w:r w:rsidRPr="0010147E">
        <w:t>Technická specifikace Statického frekvenčního měniče (SFC) – autor SUDOP Brno</w:t>
      </w:r>
      <w:bookmarkEnd w:id="67"/>
    </w:p>
    <w:sectPr w:rsidR="00652EA5" w:rsidSect="00F73A5A">
      <w:footerReference w:type="even" r:id="rId15"/>
      <w:footerReference w:type="default" r:id="rId16"/>
      <w:headerReference w:type="first" r:id="rId17"/>
      <w:foot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7D462E" w14:textId="77777777" w:rsidR="00DF14FB" w:rsidRDefault="00DF14FB" w:rsidP="00962258">
      <w:pPr>
        <w:spacing w:after="0" w:line="240" w:lineRule="auto"/>
      </w:pPr>
      <w:r>
        <w:separator/>
      </w:r>
    </w:p>
  </w:endnote>
  <w:endnote w:type="continuationSeparator" w:id="0">
    <w:p w14:paraId="3A280176" w14:textId="77777777" w:rsidR="00DF14FB" w:rsidRDefault="00DF14F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Verdana-Bold">
    <w:altName w:val="Verdana"/>
    <w:panose1 w:val="00000000000000000000"/>
    <w:charset w:val="00"/>
    <w:family w:val="swiss"/>
    <w:notTrueType/>
    <w:pitch w:val="default"/>
    <w:sig w:usb0="00000007" w:usb1="00000000" w:usb2="00000000" w:usb3="00000000" w:csb0="00000003" w:csb1="00000000"/>
  </w:font>
  <w:font w:name="CIDFont+F2">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9610B1" w:rsidRPr="003462EB" w14:paraId="40FB30B4" w14:textId="77777777" w:rsidTr="00633336">
      <w:tc>
        <w:tcPr>
          <w:tcW w:w="907" w:type="dxa"/>
          <w:tcMar>
            <w:left w:w="0" w:type="dxa"/>
            <w:right w:w="0" w:type="dxa"/>
          </w:tcMar>
          <w:vAlign w:val="bottom"/>
        </w:tcPr>
        <w:p w14:paraId="7BC77DC3" w14:textId="0CC8F379" w:rsidR="009610B1" w:rsidRPr="00B8518B" w:rsidRDefault="009610B1"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F08D5">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F08D5">
            <w:rPr>
              <w:rStyle w:val="slostrnky"/>
              <w:noProof/>
            </w:rPr>
            <w:t>14</w:t>
          </w:r>
          <w:r w:rsidRPr="00B8518B">
            <w:rPr>
              <w:rStyle w:val="slostrnky"/>
            </w:rPr>
            <w:fldChar w:fldCharType="end"/>
          </w:r>
        </w:p>
      </w:tc>
      <w:tc>
        <w:tcPr>
          <w:tcW w:w="0" w:type="auto"/>
          <w:vAlign w:val="bottom"/>
        </w:tcPr>
        <w:p w14:paraId="2F308DAA" w14:textId="7BB0E894" w:rsidR="009610B1" w:rsidRPr="003462EB" w:rsidRDefault="00923F99" w:rsidP="008664BF">
          <w:pPr>
            <w:pStyle w:val="Zpatvlevo"/>
          </w:pPr>
          <w:fldSimple w:instr=" STYLEREF  _Název_akce  \* MERGEFORMAT ">
            <w:r w:rsidR="00027E40">
              <w:rPr>
                <w:noProof/>
              </w:rPr>
              <w:t>Zvýšení disponibility výkonu TNS Nedakonice v systému AC 25 kV</w:t>
            </w:r>
          </w:fldSimple>
        </w:p>
        <w:p w14:paraId="74B774EB" w14:textId="77777777" w:rsidR="009610B1" w:rsidRDefault="009610B1" w:rsidP="00477CAC">
          <w:pPr>
            <w:pStyle w:val="Zpatvlevo"/>
          </w:pPr>
          <w:r>
            <w:t xml:space="preserve">Požadavky </w:t>
          </w:r>
          <w:proofErr w:type="gramStart"/>
          <w:r>
            <w:t>Objednatele - Zvláštní</w:t>
          </w:r>
          <w:proofErr w:type="gramEnd"/>
          <w:r w:rsidRPr="003462EB">
            <w:t xml:space="preserve"> technické podmínky</w:t>
          </w:r>
          <w:r>
            <w:t xml:space="preserve"> </w:t>
          </w:r>
        </w:p>
        <w:p w14:paraId="3D0D441F" w14:textId="77777777" w:rsidR="009610B1" w:rsidRPr="003462EB" w:rsidRDefault="009610B1" w:rsidP="008C6E84">
          <w:pPr>
            <w:pStyle w:val="Zpatvlevo"/>
          </w:pPr>
          <w:r>
            <w:t xml:space="preserve">Zhotovení Projektová dokumentace a </w:t>
          </w:r>
          <w:r w:rsidRPr="003462EB">
            <w:t>Zhotovení stavby</w:t>
          </w:r>
          <w:r>
            <w:t xml:space="preserve"> (ZTP D+B-F)</w:t>
          </w:r>
        </w:p>
      </w:tc>
    </w:tr>
  </w:tbl>
  <w:p w14:paraId="7F884241" w14:textId="77777777" w:rsidR="009610B1" w:rsidRPr="00614E71" w:rsidRDefault="009610B1">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9610B1" w:rsidRPr="009E09BE" w14:paraId="0EFB9E5F" w14:textId="77777777" w:rsidTr="00633336">
      <w:tc>
        <w:tcPr>
          <w:tcW w:w="0" w:type="auto"/>
          <w:tcMar>
            <w:left w:w="0" w:type="dxa"/>
            <w:right w:w="0" w:type="dxa"/>
          </w:tcMar>
          <w:vAlign w:val="bottom"/>
        </w:tcPr>
        <w:p w14:paraId="47E584B2" w14:textId="0C69C9C2" w:rsidR="009610B1" w:rsidRDefault="00923F99" w:rsidP="00722CCE">
          <w:pPr>
            <w:pStyle w:val="Zpatvpravo"/>
          </w:pPr>
          <w:fldSimple w:instr=" STYLEREF  _Název_akce  \* MERGEFORMAT ">
            <w:r w:rsidR="00027E40">
              <w:rPr>
                <w:noProof/>
              </w:rPr>
              <w:t>Zvýšení disponibility výkonu TNS Nedakonice v systému AC 25 kV</w:t>
            </w:r>
          </w:fldSimple>
        </w:p>
        <w:p w14:paraId="4B2070FD" w14:textId="77777777" w:rsidR="009610B1" w:rsidRDefault="009610B1" w:rsidP="00686013">
          <w:pPr>
            <w:pStyle w:val="Zpatvpravo"/>
          </w:pPr>
          <w:r>
            <w:t xml:space="preserve">Požadavky </w:t>
          </w:r>
          <w:proofErr w:type="gramStart"/>
          <w:r>
            <w:t>Objednatele - Zvláštní</w:t>
          </w:r>
          <w:proofErr w:type="gramEnd"/>
          <w:r w:rsidRPr="003462EB">
            <w:t xml:space="preserve"> technické podmínky</w:t>
          </w:r>
        </w:p>
        <w:p w14:paraId="369B68F6" w14:textId="77777777" w:rsidR="009610B1" w:rsidRPr="003462EB" w:rsidRDefault="009610B1" w:rsidP="008C6E84">
          <w:pPr>
            <w:pStyle w:val="Zpatvpravo"/>
            <w:rPr>
              <w:rStyle w:val="slostrnky"/>
              <w:b w:val="0"/>
              <w:color w:val="auto"/>
              <w:sz w:val="12"/>
            </w:rPr>
          </w:pPr>
          <w:r>
            <w:t xml:space="preserve"> Zhotovení Projektová dokumentace a </w:t>
          </w:r>
          <w:r w:rsidRPr="003462EB">
            <w:t>Zhotovení stavby</w:t>
          </w:r>
          <w:r>
            <w:t xml:space="preserve"> (ZTP/D+B-F) </w:t>
          </w:r>
        </w:p>
      </w:tc>
      <w:tc>
        <w:tcPr>
          <w:tcW w:w="907" w:type="dxa"/>
          <w:vAlign w:val="bottom"/>
        </w:tcPr>
        <w:p w14:paraId="0316710C" w14:textId="7F4FA527" w:rsidR="009610B1" w:rsidRPr="009E09BE" w:rsidRDefault="009610B1"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5F08D5">
            <w:rPr>
              <w:rStyle w:val="slostrnky"/>
              <w:noProof/>
            </w:rPr>
            <w:t>13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F08D5">
            <w:rPr>
              <w:rStyle w:val="slostrnky"/>
              <w:noProof/>
            </w:rPr>
            <w:t>14</w:t>
          </w:r>
          <w:r w:rsidRPr="00B8518B">
            <w:rPr>
              <w:rStyle w:val="slostrnky"/>
            </w:rPr>
            <w:fldChar w:fldCharType="end"/>
          </w:r>
        </w:p>
      </w:tc>
    </w:tr>
  </w:tbl>
  <w:p w14:paraId="65F76127" w14:textId="77777777" w:rsidR="009610B1" w:rsidRPr="00B8518B" w:rsidRDefault="009610B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2CEEB1" w14:textId="77777777" w:rsidR="009610B1" w:rsidRPr="00B8518B" w:rsidRDefault="009610B1" w:rsidP="00460660">
    <w:pPr>
      <w:pStyle w:val="Zpat"/>
      <w:rPr>
        <w:sz w:val="2"/>
        <w:szCs w:val="2"/>
      </w:rPr>
    </w:pPr>
  </w:p>
  <w:p w14:paraId="28CE01C0" w14:textId="77777777" w:rsidR="009610B1" w:rsidRDefault="009610B1" w:rsidP="00F73A5A">
    <w:pPr>
      <w:pStyle w:val="Zpatvlevo"/>
      <w:rPr>
        <w:rFonts w:cs="Calibri"/>
        <w:szCs w:val="12"/>
      </w:rPr>
    </w:pPr>
  </w:p>
  <w:p w14:paraId="0225E990" w14:textId="77777777" w:rsidR="009610B1" w:rsidRPr="00460660" w:rsidRDefault="009610B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2DF3E1" w14:textId="77777777" w:rsidR="00DF14FB" w:rsidRDefault="00DF14FB" w:rsidP="00962258">
      <w:pPr>
        <w:spacing w:after="0" w:line="240" w:lineRule="auto"/>
      </w:pPr>
      <w:r>
        <w:separator/>
      </w:r>
    </w:p>
  </w:footnote>
  <w:footnote w:type="continuationSeparator" w:id="0">
    <w:p w14:paraId="12B914DF" w14:textId="77777777" w:rsidR="00DF14FB" w:rsidRDefault="00DF14F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610B1" w14:paraId="2BD993A5" w14:textId="77777777" w:rsidTr="00B22106">
      <w:trPr>
        <w:trHeight w:hRule="exact" w:val="936"/>
      </w:trPr>
      <w:tc>
        <w:tcPr>
          <w:tcW w:w="1361" w:type="dxa"/>
          <w:tcMar>
            <w:left w:w="0" w:type="dxa"/>
            <w:right w:w="0" w:type="dxa"/>
          </w:tcMar>
        </w:tcPr>
        <w:p w14:paraId="4AB3F386" w14:textId="77777777" w:rsidR="009610B1" w:rsidRPr="00B8518B" w:rsidRDefault="009610B1" w:rsidP="00FC6389">
          <w:pPr>
            <w:pStyle w:val="Zpat"/>
            <w:rPr>
              <w:rStyle w:val="slostrnky"/>
            </w:rPr>
          </w:pPr>
        </w:p>
      </w:tc>
      <w:tc>
        <w:tcPr>
          <w:tcW w:w="3458" w:type="dxa"/>
          <w:shd w:val="clear" w:color="auto" w:fill="auto"/>
          <w:tcMar>
            <w:left w:w="0" w:type="dxa"/>
            <w:right w:w="0" w:type="dxa"/>
          </w:tcMar>
        </w:tcPr>
        <w:p w14:paraId="74923C2F" w14:textId="77777777" w:rsidR="009610B1" w:rsidRDefault="009610B1" w:rsidP="00FC6389">
          <w:pPr>
            <w:pStyle w:val="Zpat"/>
          </w:pPr>
          <w:r>
            <w:rPr>
              <w:noProof/>
              <w:lang w:eastAsia="cs-CZ"/>
            </w:rPr>
            <w:drawing>
              <wp:anchor distT="0" distB="0" distL="114300" distR="114300" simplePos="0" relativeHeight="251674624" behindDoc="0" locked="1" layoutInCell="1" allowOverlap="1" wp14:anchorId="0CFEA60B" wp14:editId="2034B393">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91BD57B" w14:textId="77777777" w:rsidR="009610B1" w:rsidRPr="00D6163D" w:rsidRDefault="009610B1" w:rsidP="00FC6389">
          <w:pPr>
            <w:pStyle w:val="Druhdokumentu"/>
          </w:pPr>
        </w:p>
      </w:tc>
    </w:tr>
    <w:tr w:rsidR="009610B1" w14:paraId="7486F759" w14:textId="77777777" w:rsidTr="00B22106">
      <w:trPr>
        <w:trHeight w:hRule="exact" w:val="936"/>
      </w:trPr>
      <w:tc>
        <w:tcPr>
          <w:tcW w:w="1361" w:type="dxa"/>
          <w:tcMar>
            <w:left w:w="0" w:type="dxa"/>
            <w:right w:w="0" w:type="dxa"/>
          </w:tcMar>
        </w:tcPr>
        <w:p w14:paraId="5501F11D" w14:textId="77777777" w:rsidR="009610B1" w:rsidRPr="00B8518B" w:rsidRDefault="009610B1" w:rsidP="00FC6389">
          <w:pPr>
            <w:pStyle w:val="Zpat"/>
            <w:rPr>
              <w:rStyle w:val="slostrnky"/>
            </w:rPr>
          </w:pPr>
        </w:p>
      </w:tc>
      <w:tc>
        <w:tcPr>
          <w:tcW w:w="3458" w:type="dxa"/>
          <w:shd w:val="clear" w:color="auto" w:fill="auto"/>
          <w:tcMar>
            <w:left w:w="0" w:type="dxa"/>
            <w:right w:w="0" w:type="dxa"/>
          </w:tcMar>
        </w:tcPr>
        <w:p w14:paraId="468BCD03" w14:textId="77777777" w:rsidR="009610B1" w:rsidRDefault="009610B1" w:rsidP="00FC6389">
          <w:pPr>
            <w:pStyle w:val="Zpat"/>
          </w:pPr>
        </w:p>
      </w:tc>
      <w:tc>
        <w:tcPr>
          <w:tcW w:w="5756" w:type="dxa"/>
          <w:shd w:val="clear" w:color="auto" w:fill="auto"/>
          <w:tcMar>
            <w:left w:w="0" w:type="dxa"/>
            <w:right w:w="0" w:type="dxa"/>
          </w:tcMar>
        </w:tcPr>
        <w:p w14:paraId="7C44C002" w14:textId="77777777" w:rsidR="009610B1" w:rsidRPr="00D6163D" w:rsidRDefault="009610B1" w:rsidP="00FC6389">
          <w:pPr>
            <w:pStyle w:val="Druhdokumentu"/>
          </w:pPr>
        </w:p>
      </w:tc>
    </w:tr>
  </w:tbl>
  <w:p w14:paraId="78CBFD73" w14:textId="77777777" w:rsidR="009610B1" w:rsidRPr="00D6163D" w:rsidRDefault="009610B1" w:rsidP="00FC6389">
    <w:pPr>
      <w:pStyle w:val="Zhlav"/>
      <w:rPr>
        <w:sz w:val="8"/>
        <w:szCs w:val="8"/>
      </w:rPr>
    </w:pPr>
  </w:p>
  <w:p w14:paraId="44C7292D" w14:textId="77777777" w:rsidR="009610B1" w:rsidRPr="00460660" w:rsidRDefault="009610B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C922E0"/>
    <w:multiLevelType w:val="hybridMultilevel"/>
    <w:tmpl w:val="2C7A9C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5BB46D0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C6B4A9C"/>
    <w:multiLevelType w:val="hybridMultilevel"/>
    <w:tmpl w:val="29B459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5654943">
    <w:abstractNumId w:val="6"/>
  </w:num>
  <w:num w:numId="2" w16cid:durableId="2099907227">
    <w:abstractNumId w:val="5"/>
  </w:num>
  <w:num w:numId="3" w16cid:durableId="166484468">
    <w:abstractNumId w:val="3"/>
  </w:num>
  <w:num w:numId="4" w16cid:durableId="1626277236">
    <w:abstractNumId w:val="7"/>
  </w:num>
  <w:num w:numId="5" w16cid:durableId="783698466">
    <w:abstractNumId w:val="8"/>
  </w:num>
  <w:num w:numId="6" w16cid:durableId="318732888">
    <w:abstractNumId w:val="0"/>
  </w:num>
  <w:num w:numId="7" w16cid:durableId="680427059">
    <w:abstractNumId w:val="4"/>
  </w:num>
  <w:num w:numId="8" w16cid:durableId="396442249">
    <w:abstractNumId w:val="11"/>
  </w:num>
  <w:num w:numId="9" w16cid:durableId="347023691">
    <w:abstractNumId w:val="4"/>
  </w:num>
  <w:num w:numId="10" w16cid:durableId="1827546903">
    <w:abstractNumId w:val="7"/>
  </w:num>
  <w:num w:numId="11" w16cid:durableId="1713269382">
    <w:abstractNumId w:val="8"/>
  </w:num>
  <w:num w:numId="12" w16cid:durableId="498543134">
    <w:abstractNumId w:val="10"/>
  </w:num>
  <w:num w:numId="13" w16cid:durableId="200020324">
    <w:abstractNumId w:val="2"/>
  </w:num>
  <w:num w:numId="14" w16cid:durableId="1324505297">
    <w:abstractNumId w:val="4"/>
  </w:num>
  <w:num w:numId="15" w16cid:durableId="1665860181">
    <w:abstractNumId w:val="11"/>
  </w:num>
  <w:num w:numId="16" w16cid:durableId="11852423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3769914">
    <w:abstractNumId w:val="11"/>
  </w:num>
  <w:num w:numId="18" w16cid:durableId="13157990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71035895">
    <w:abstractNumId w:val="11"/>
  </w:num>
  <w:num w:numId="20" w16cid:durableId="1391883117">
    <w:abstractNumId w:val="9"/>
  </w:num>
  <w:num w:numId="21" w16cid:durableId="490829503">
    <w:abstractNumId w:val="1"/>
  </w:num>
  <w:num w:numId="22" w16cid:durableId="38418709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5444846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25170833">
    <w:abstractNumId w:val="8"/>
    <w:lvlOverride w:ilvl="0">
      <w:startOverride w:val="2"/>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512"/>
    <w:rsid w:val="00002228"/>
    <w:rsid w:val="00007BA4"/>
    <w:rsid w:val="00012EC4"/>
    <w:rsid w:val="0001589F"/>
    <w:rsid w:val="00016692"/>
    <w:rsid w:val="000176B1"/>
    <w:rsid w:val="00017F3C"/>
    <w:rsid w:val="0002289B"/>
    <w:rsid w:val="00024120"/>
    <w:rsid w:val="0002434E"/>
    <w:rsid w:val="000252E2"/>
    <w:rsid w:val="00025972"/>
    <w:rsid w:val="00027E40"/>
    <w:rsid w:val="00034059"/>
    <w:rsid w:val="00041EC8"/>
    <w:rsid w:val="000452F2"/>
    <w:rsid w:val="0005426C"/>
    <w:rsid w:val="00054FC6"/>
    <w:rsid w:val="00061650"/>
    <w:rsid w:val="000619A3"/>
    <w:rsid w:val="00063B66"/>
    <w:rsid w:val="000645A8"/>
    <w:rsid w:val="0006465A"/>
    <w:rsid w:val="0006588D"/>
    <w:rsid w:val="00066104"/>
    <w:rsid w:val="00067017"/>
    <w:rsid w:val="00067A5E"/>
    <w:rsid w:val="000719BB"/>
    <w:rsid w:val="00072119"/>
    <w:rsid w:val="00072A65"/>
    <w:rsid w:val="00072C1E"/>
    <w:rsid w:val="000738BF"/>
    <w:rsid w:val="00076B14"/>
    <w:rsid w:val="00080DD6"/>
    <w:rsid w:val="00081DAC"/>
    <w:rsid w:val="0008461A"/>
    <w:rsid w:val="000867E6"/>
    <w:rsid w:val="000911EE"/>
    <w:rsid w:val="000949B3"/>
    <w:rsid w:val="00096198"/>
    <w:rsid w:val="00096307"/>
    <w:rsid w:val="000A146D"/>
    <w:rsid w:val="000A4D3F"/>
    <w:rsid w:val="000A5EE1"/>
    <w:rsid w:val="000A6E75"/>
    <w:rsid w:val="000B213B"/>
    <w:rsid w:val="000B408F"/>
    <w:rsid w:val="000B433D"/>
    <w:rsid w:val="000B4EB8"/>
    <w:rsid w:val="000B6CAC"/>
    <w:rsid w:val="000B7AE8"/>
    <w:rsid w:val="000C2EAB"/>
    <w:rsid w:val="000C41F2"/>
    <w:rsid w:val="000C717F"/>
    <w:rsid w:val="000D22C4"/>
    <w:rsid w:val="000D27D1"/>
    <w:rsid w:val="000D387B"/>
    <w:rsid w:val="000D4257"/>
    <w:rsid w:val="000D4A0D"/>
    <w:rsid w:val="000E1A7F"/>
    <w:rsid w:val="000E1B6E"/>
    <w:rsid w:val="000E3284"/>
    <w:rsid w:val="000E340E"/>
    <w:rsid w:val="000E6CD3"/>
    <w:rsid w:val="000F0760"/>
    <w:rsid w:val="000F0E23"/>
    <w:rsid w:val="000F15F1"/>
    <w:rsid w:val="000F160C"/>
    <w:rsid w:val="000F1724"/>
    <w:rsid w:val="000F31E9"/>
    <w:rsid w:val="000F4B80"/>
    <w:rsid w:val="0010147E"/>
    <w:rsid w:val="00105E6A"/>
    <w:rsid w:val="001126D8"/>
    <w:rsid w:val="00112864"/>
    <w:rsid w:val="00112AAE"/>
    <w:rsid w:val="00113187"/>
    <w:rsid w:val="00114472"/>
    <w:rsid w:val="00114988"/>
    <w:rsid w:val="00114DE9"/>
    <w:rsid w:val="00115069"/>
    <w:rsid w:val="001150F2"/>
    <w:rsid w:val="00117295"/>
    <w:rsid w:val="00120A57"/>
    <w:rsid w:val="0013457F"/>
    <w:rsid w:val="001357B7"/>
    <w:rsid w:val="00135B43"/>
    <w:rsid w:val="00136398"/>
    <w:rsid w:val="0014536A"/>
    <w:rsid w:val="00146BCB"/>
    <w:rsid w:val="0015027B"/>
    <w:rsid w:val="00153B6C"/>
    <w:rsid w:val="00155EB1"/>
    <w:rsid w:val="0016034B"/>
    <w:rsid w:val="00163499"/>
    <w:rsid w:val="001656A2"/>
    <w:rsid w:val="00167B1D"/>
    <w:rsid w:val="00170EC5"/>
    <w:rsid w:val="00172AAF"/>
    <w:rsid w:val="001747C1"/>
    <w:rsid w:val="001770B1"/>
    <w:rsid w:val="00177D6B"/>
    <w:rsid w:val="001843C2"/>
    <w:rsid w:val="001903CF"/>
    <w:rsid w:val="00191F90"/>
    <w:rsid w:val="001A0424"/>
    <w:rsid w:val="001A107F"/>
    <w:rsid w:val="001A2D82"/>
    <w:rsid w:val="001A3B3C"/>
    <w:rsid w:val="001A64B9"/>
    <w:rsid w:val="001B2448"/>
    <w:rsid w:val="001B4180"/>
    <w:rsid w:val="001B4E74"/>
    <w:rsid w:val="001B652B"/>
    <w:rsid w:val="001B7668"/>
    <w:rsid w:val="001C190E"/>
    <w:rsid w:val="001C29CE"/>
    <w:rsid w:val="001C3C58"/>
    <w:rsid w:val="001C645F"/>
    <w:rsid w:val="001C71F2"/>
    <w:rsid w:val="001D301F"/>
    <w:rsid w:val="001D4537"/>
    <w:rsid w:val="001D4BFC"/>
    <w:rsid w:val="001D6BC5"/>
    <w:rsid w:val="001D7275"/>
    <w:rsid w:val="001E042E"/>
    <w:rsid w:val="001E071E"/>
    <w:rsid w:val="001E0FE7"/>
    <w:rsid w:val="001E3C6D"/>
    <w:rsid w:val="001E678E"/>
    <w:rsid w:val="001E6925"/>
    <w:rsid w:val="001F1062"/>
    <w:rsid w:val="001F4F1B"/>
    <w:rsid w:val="002007BA"/>
    <w:rsid w:val="002038C9"/>
    <w:rsid w:val="002071BB"/>
    <w:rsid w:val="00207DF5"/>
    <w:rsid w:val="00212EF3"/>
    <w:rsid w:val="0021452A"/>
    <w:rsid w:val="00214F9F"/>
    <w:rsid w:val="0022090C"/>
    <w:rsid w:val="0022166B"/>
    <w:rsid w:val="00231907"/>
    <w:rsid w:val="00232000"/>
    <w:rsid w:val="00240B81"/>
    <w:rsid w:val="00241C3C"/>
    <w:rsid w:val="002432A7"/>
    <w:rsid w:val="00246FB0"/>
    <w:rsid w:val="00247D01"/>
    <w:rsid w:val="0025030F"/>
    <w:rsid w:val="002517D7"/>
    <w:rsid w:val="00251879"/>
    <w:rsid w:val="0025398F"/>
    <w:rsid w:val="00254EE7"/>
    <w:rsid w:val="0025793F"/>
    <w:rsid w:val="0026147F"/>
    <w:rsid w:val="00261A5B"/>
    <w:rsid w:val="00262E5B"/>
    <w:rsid w:val="0026409B"/>
    <w:rsid w:val="00270B08"/>
    <w:rsid w:val="00273944"/>
    <w:rsid w:val="00276AFE"/>
    <w:rsid w:val="00280B3E"/>
    <w:rsid w:val="00281143"/>
    <w:rsid w:val="00282829"/>
    <w:rsid w:val="00291512"/>
    <w:rsid w:val="00292B1E"/>
    <w:rsid w:val="002A0218"/>
    <w:rsid w:val="002A353D"/>
    <w:rsid w:val="002A355D"/>
    <w:rsid w:val="002A3B57"/>
    <w:rsid w:val="002A61DF"/>
    <w:rsid w:val="002B13E7"/>
    <w:rsid w:val="002B2AF2"/>
    <w:rsid w:val="002B5B07"/>
    <w:rsid w:val="002B6B58"/>
    <w:rsid w:val="002C1D26"/>
    <w:rsid w:val="002C31BF"/>
    <w:rsid w:val="002C389C"/>
    <w:rsid w:val="002C518B"/>
    <w:rsid w:val="002D0011"/>
    <w:rsid w:val="002D2102"/>
    <w:rsid w:val="002D4F27"/>
    <w:rsid w:val="002D7FD6"/>
    <w:rsid w:val="002E0CD7"/>
    <w:rsid w:val="002E0CFB"/>
    <w:rsid w:val="002E12BF"/>
    <w:rsid w:val="002E47F3"/>
    <w:rsid w:val="002E5C7B"/>
    <w:rsid w:val="002E7F39"/>
    <w:rsid w:val="002F02D1"/>
    <w:rsid w:val="002F06BD"/>
    <w:rsid w:val="002F2943"/>
    <w:rsid w:val="002F2AE7"/>
    <w:rsid w:val="002F4333"/>
    <w:rsid w:val="002F60E3"/>
    <w:rsid w:val="002F71D2"/>
    <w:rsid w:val="00302D6C"/>
    <w:rsid w:val="0030303F"/>
    <w:rsid w:val="003035E8"/>
    <w:rsid w:val="00304DAF"/>
    <w:rsid w:val="00307207"/>
    <w:rsid w:val="00311473"/>
    <w:rsid w:val="00311CDE"/>
    <w:rsid w:val="003130A4"/>
    <w:rsid w:val="00316452"/>
    <w:rsid w:val="00316820"/>
    <w:rsid w:val="003229ED"/>
    <w:rsid w:val="003238DE"/>
    <w:rsid w:val="003254A3"/>
    <w:rsid w:val="00327B9B"/>
    <w:rsid w:val="00327EEF"/>
    <w:rsid w:val="00330D25"/>
    <w:rsid w:val="0033239F"/>
    <w:rsid w:val="00334918"/>
    <w:rsid w:val="00334C18"/>
    <w:rsid w:val="003418A3"/>
    <w:rsid w:val="0034274B"/>
    <w:rsid w:val="003462EB"/>
    <w:rsid w:val="0034719F"/>
    <w:rsid w:val="003475AA"/>
    <w:rsid w:val="00347746"/>
    <w:rsid w:val="00347A9C"/>
    <w:rsid w:val="00350A35"/>
    <w:rsid w:val="003541F2"/>
    <w:rsid w:val="00356A54"/>
    <w:rsid w:val="003571D8"/>
    <w:rsid w:val="00357BC6"/>
    <w:rsid w:val="00357E8E"/>
    <w:rsid w:val="00361422"/>
    <w:rsid w:val="00362F26"/>
    <w:rsid w:val="0036523F"/>
    <w:rsid w:val="00366262"/>
    <w:rsid w:val="003707C6"/>
    <w:rsid w:val="0037545D"/>
    <w:rsid w:val="0037680E"/>
    <w:rsid w:val="00384DDD"/>
    <w:rsid w:val="0038531D"/>
    <w:rsid w:val="00386FF1"/>
    <w:rsid w:val="00387301"/>
    <w:rsid w:val="00392EB6"/>
    <w:rsid w:val="003956C6"/>
    <w:rsid w:val="00397FE8"/>
    <w:rsid w:val="003A4000"/>
    <w:rsid w:val="003A4B4B"/>
    <w:rsid w:val="003A5B16"/>
    <w:rsid w:val="003B111D"/>
    <w:rsid w:val="003B3764"/>
    <w:rsid w:val="003B38AE"/>
    <w:rsid w:val="003B41BC"/>
    <w:rsid w:val="003B4CD9"/>
    <w:rsid w:val="003C225A"/>
    <w:rsid w:val="003C2A18"/>
    <w:rsid w:val="003C33F2"/>
    <w:rsid w:val="003C3DDE"/>
    <w:rsid w:val="003C6550"/>
    <w:rsid w:val="003C6679"/>
    <w:rsid w:val="003C6CD0"/>
    <w:rsid w:val="003C7400"/>
    <w:rsid w:val="003D084E"/>
    <w:rsid w:val="003D6E72"/>
    <w:rsid w:val="003D756E"/>
    <w:rsid w:val="003D7E0C"/>
    <w:rsid w:val="003E1530"/>
    <w:rsid w:val="003E40BD"/>
    <w:rsid w:val="003E420D"/>
    <w:rsid w:val="003E4C13"/>
    <w:rsid w:val="003F4481"/>
    <w:rsid w:val="00400FEA"/>
    <w:rsid w:val="00401C14"/>
    <w:rsid w:val="00404FCA"/>
    <w:rsid w:val="004078F3"/>
    <w:rsid w:val="00411B6F"/>
    <w:rsid w:val="00422A8F"/>
    <w:rsid w:val="00427794"/>
    <w:rsid w:val="00430D82"/>
    <w:rsid w:val="00433506"/>
    <w:rsid w:val="00443BB9"/>
    <w:rsid w:val="00443C6D"/>
    <w:rsid w:val="004449EE"/>
    <w:rsid w:val="00450B00"/>
    <w:rsid w:val="00450F07"/>
    <w:rsid w:val="00453CD3"/>
    <w:rsid w:val="00460660"/>
    <w:rsid w:val="004613CE"/>
    <w:rsid w:val="00461654"/>
    <w:rsid w:val="00462FB5"/>
    <w:rsid w:val="00463BD5"/>
    <w:rsid w:val="00464BA9"/>
    <w:rsid w:val="00465059"/>
    <w:rsid w:val="00465BC4"/>
    <w:rsid w:val="00467F7D"/>
    <w:rsid w:val="00471EA2"/>
    <w:rsid w:val="00474D13"/>
    <w:rsid w:val="00476F2F"/>
    <w:rsid w:val="004775FA"/>
    <w:rsid w:val="00477CAC"/>
    <w:rsid w:val="004825D7"/>
    <w:rsid w:val="00483969"/>
    <w:rsid w:val="00486107"/>
    <w:rsid w:val="00486490"/>
    <w:rsid w:val="004868E7"/>
    <w:rsid w:val="00487210"/>
    <w:rsid w:val="004879D2"/>
    <w:rsid w:val="004917A5"/>
    <w:rsid w:val="00491827"/>
    <w:rsid w:val="004946CB"/>
    <w:rsid w:val="004A04B5"/>
    <w:rsid w:val="004A634F"/>
    <w:rsid w:val="004C08B8"/>
    <w:rsid w:val="004C328F"/>
    <w:rsid w:val="004C4399"/>
    <w:rsid w:val="004C787C"/>
    <w:rsid w:val="004D0A78"/>
    <w:rsid w:val="004D153A"/>
    <w:rsid w:val="004D1752"/>
    <w:rsid w:val="004D26E6"/>
    <w:rsid w:val="004D3892"/>
    <w:rsid w:val="004D49B6"/>
    <w:rsid w:val="004D7D8C"/>
    <w:rsid w:val="004E4D23"/>
    <w:rsid w:val="004E79FE"/>
    <w:rsid w:val="004E7A1F"/>
    <w:rsid w:val="004F4B9B"/>
    <w:rsid w:val="004F5FC9"/>
    <w:rsid w:val="004F70CD"/>
    <w:rsid w:val="0050096A"/>
    <w:rsid w:val="00504EFD"/>
    <w:rsid w:val="005057FD"/>
    <w:rsid w:val="0050666E"/>
    <w:rsid w:val="0050764F"/>
    <w:rsid w:val="00511AB9"/>
    <w:rsid w:val="00513E85"/>
    <w:rsid w:val="005222A4"/>
    <w:rsid w:val="005227B9"/>
    <w:rsid w:val="0052370D"/>
    <w:rsid w:val="00523BB5"/>
    <w:rsid w:val="00523EA7"/>
    <w:rsid w:val="00524C6F"/>
    <w:rsid w:val="00531CB9"/>
    <w:rsid w:val="00535ABB"/>
    <w:rsid w:val="005403D3"/>
    <w:rsid w:val="005406EB"/>
    <w:rsid w:val="00542831"/>
    <w:rsid w:val="00543631"/>
    <w:rsid w:val="00545AD1"/>
    <w:rsid w:val="00547D60"/>
    <w:rsid w:val="00553375"/>
    <w:rsid w:val="00555884"/>
    <w:rsid w:val="005564E4"/>
    <w:rsid w:val="00563C4B"/>
    <w:rsid w:val="00564E35"/>
    <w:rsid w:val="00572A42"/>
    <w:rsid w:val="00573230"/>
    <w:rsid w:val="005736B7"/>
    <w:rsid w:val="0057469F"/>
    <w:rsid w:val="00574ED9"/>
    <w:rsid w:val="00575E5A"/>
    <w:rsid w:val="00580245"/>
    <w:rsid w:val="00581482"/>
    <w:rsid w:val="00584E09"/>
    <w:rsid w:val="0058742A"/>
    <w:rsid w:val="00587938"/>
    <w:rsid w:val="00590BAF"/>
    <w:rsid w:val="00591DC0"/>
    <w:rsid w:val="0059746D"/>
    <w:rsid w:val="005A1F44"/>
    <w:rsid w:val="005A5345"/>
    <w:rsid w:val="005A573B"/>
    <w:rsid w:val="005B0A80"/>
    <w:rsid w:val="005B3477"/>
    <w:rsid w:val="005C579A"/>
    <w:rsid w:val="005C655C"/>
    <w:rsid w:val="005C6BBA"/>
    <w:rsid w:val="005D2F2E"/>
    <w:rsid w:val="005D2F9B"/>
    <w:rsid w:val="005D3C39"/>
    <w:rsid w:val="005D528F"/>
    <w:rsid w:val="005D7706"/>
    <w:rsid w:val="005D7A71"/>
    <w:rsid w:val="005E2F7E"/>
    <w:rsid w:val="005E3428"/>
    <w:rsid w:val="005E453A"/>
    <w:rsid w:val="005E5CAF"/>
    <w:rsid w:val="005E6A59"/>
    <w:rsid w:val="005F08D5"/>
    <w:rsid w:val="005F5074"/>
    <w:rsid w:val="005F6BC5"/>
    <w:rsid w:val="00601A8C"/>
    <w:rsid w:val="006027D8"/>
    <w:rsid w:val="00603F9F"/>
    <w:rsid w:val="0061068E"/>
    <w:rsid w:val="00610F4E"/>
    <w:rsid w:val="006115D3"/>
    <w:rsid w:val="006118EB"/>
    <w:rsid w:val="00611B7F"/>
    <w:rsid w:val="0061475E"/>
    <w:rsid w:val="00614E71"/>
    <w:rsid w:val="0061610E"/>
    <w:rsid w:val="006208DF"/>
    <w:rsid w:val="00633336"/>
    <w:rsid w:val="00633AAE"/>
    <w:rsid w:val="00634EF0"/>
    <w:rsid w:val="00643E29"/>
    <w:rsid w:val="0064572A"/>
    <w:rsid w:val="00645CEC"/>
    <w:rsid w:val="00652CF1"/>
    <w:rsid w:val="00652EA5"/>
    <w:rsid w:val="00655976"/>
    <w:rsid w:val="0065610E"/>
    <w:rsid w:val="00657F60"/>
    <w:rsid w:val="0066071F"/>
    <w:rsid w:val="00660AD3"/>
    <w:rsid w:val="00660F11"/>
    <w:rsid w:val="006646BC"/>
    <w:rsid w:val="0066615D"/>
    <w:rsid w:val="00666AE8"/>
    <w:rsid w:val="00673449"/>
    <w:rsid w:val="00676948"/>
    <w:rsid w:val="006776B6"/>
    <w:rsid w:val="00686013"/>
    <w:rsid w:val="0069136C"/>
    <w:rsid w:val="0069186B"/>
    <w:rsid w:val="00693150"/>
    <w:rsid w:val="0069470F"/>
    <w:rsid w:val="00695E52"/>
    <w:rsid w:val="006A019B"/>
    <w:rsid w:val="006A5570"/>
    <w:rsid w:val="006A558D"/>
    <w:rsid w:val="006A5E9E"/>
    <w:rsid w:val="006A689C"/>
    <w:rsid w:val="006A6FCD"/>
    <w:rsid w:val="006B117C"/>
    <w:rsid w:val="006B2318"/>
    <w:rsid w:val="006B3C00"/>
    <w:rsid w:val="006B3D79"/>
    <w:rsid w:val="006B4CCE"/>
    <w:rsid w:val="006B6FE4"/>
    <w:rsid w:val="006C137A"/>
    <w:rsid w:val="006C16E1"/>
    <w:rsid w:val="006C2019"/>
    <w:rsid w:val="006C2343"/>
    <w:rsid w:val="006C2ED0"/>
    <w:rsid w:val="006C31D3"/>
    <w:rsid w:val="006C3A3A"/>
    <w:rsid w:val="006C442A"/>
    <w:rsid w:val="006C7B1D"/>
    <w:rsid w:val="006D47DE"/>
    <w:rsid w:val="006E0578"/>
    <w:rsid w:val="006E0B4B"/>
    <w:rsid w:val="006E294F"/>
    <w:rsid w:val="006E2B8C"/>
    <w:rsid w:val="006E314D"/>
    <w:rsid w:val="006E6728"/>
    <w:rsid w:val="006E68AB"/>
    <w:rsid w:val="006E7A34"/>
    <w:rsid w:val="006F249D"/>
    <w:rsid w:val="006F51C0"/>
    <w:rsid w:val="006F658F"/>
    <w:rsid w:val="006F6FD5"/>
    <w:rsid w:val="006F78D2"/>
    <w:rsid w:val="00700575"/>
    <w:rsid w:val="00702F43"/>
    <w:rsid w:val="00704C79"/>
    <w:rsid w:val="00710723"/>
    <w:rsid w:val="00710ABE"/>
    <w:rsid w:val="0071104F"/>
    <w:rsid w:val="00712BBB"/>
    <w:rsid w:val="007135BE"/>
    <w:rsid w:val="007140FC"/>
    <w:rsid w:val="007149AC"/>
    <w:rsid w:val="00716B9F"/>
    <w:rsid w:val="00720802"/>
    <w:rsid w:val="00722CCE"/>
    <w:rsid w:val="00723ED1"/>
    <w:rsid w:val="007259B4"/>
    <w:rsid w:val="00731AF6"/>
    <w:rsid w:val="00733AD8"/>
    <w:rsid w:val="007349C2"/>
    <w:rsid w:val="007357E9"/>
    <w:rsid w:val="00735BC5"/>
    <w:rsid w:val="00740AF5"/>
    <w:rsid w:val="007418A0"/>
    <w:rsid w:val="00743525"/>
    <w:rsid w:val="00745318"/>
    <w:rsid w:val="00745555"/>
    <w:rsid w:val="00745B7E"/>
    <w:rsid w:val="00745F94"/>
    <w:rsid w:val="0075171E"/>
    <w:rsid w:val="007524C4"/>
    <w:rsid w:val="007531DF"/>
    <w:rsid w:val="007541A2"/>
    <w:rsid w:val="00755818"/>
    <w:rsid w:val="0076008E"/>
    <w:rsid w:val="0076286B"/>
    <w:rsid w:val="007641A4"/>
    <w:rsid w:val="00765B35"/>
    <w:rsid w:val="00766846"/>
    <w:rsid w:val="007677E6"/>
    <w:rsid w:val="0076790E"/>
    <w:rsid w:val="00770601"/>
    <w:rsid w:val="007726E6"/>
    <w:rsid w:val="007730CF"/>
    <w:rsid w:val="00774B69"/>
    <w:rsid w:val="00775CFC"/>
    <w:rsid w:val="007762A4"/>
    <w:rsid w:val="0077673A"/>
    <w:rsid w:val="00781E57"/>
    <w:rsid w:val="007846E1"/>
    <w:rsid w:val="007847D6"/>
    <w:rsid w:val="007903E5"/>
    <w:rsid w:val="007A202B"/>
    <w:rsid w:val="007A2ABD"/>
    <w:rsid w:val="007A3634"/>
    <w:rsid w:val="007A5172"/>
    <w:rsid w:val="007A67A0"/>
    <w:rsid w:val="007A78D3"/>
    <w:rsid w:val="007B1404"/>
    <w:rsid w:val="007B4640"/>
    <w:rsid w:val="007B570C"/>
    <w:rsid w:val="007B69BB"/>
    <w:rsid w:val="007B78F1"/>
    <w:rsid w:val="007C04F8"/>
    <w:rsid w:val="007C1735"/>
    <w:rsid w:val="007C1D0D"/>
    <w:rsid w:val="007C5380"/>
    <w:rsid w:val="007C597D"/>
    <w:rsid w:val="007C7951"/>
    <w:rsid w:val="007D6587"/>
    <w:rsid w:val="007E0879"/>
    <w:rsid w:val="007E3EE7"/>
    <w:rsid w:val="007E4797"/>
    <w:rsid w:val="007E4A6E"/>
    <w:rsid w:val="007E6519"/>
    <w:rsid w:val="007E7989"/>
    <w:rsid w:val="007F56A7"/>
    <w:rsid w:val="00800851"/>
    <w:rsid w:val="0080171C"/>
    <w:rsid w:val="00801857"/>
    <w:rsid w:val="008028FD"/>
    <w:rsid w:val="0080306F"/>
    <w:rsid w:val="00803BF3"/>
    <w:rsid w:val="0080795A"/>
    <w:rsid w:val="00807DD0"/>
    <w:rsid w:val="00810884"/>
    <w:rsid w:val="00810E5C"/>
    <w:rsid w:val="00816930"/>
    <w:rsid w:val="00821D01"/>
    <w:rsid w:val="00823E8E"/>
    <w:rsid w:val="00826B7B"/>
    <w:rsid w:val="00826EEC"/>
    <w:rsid w:val="00831105"/>
    <w:rsid w:val="00831846"/>
    <w:rsid w:val="0083197D"/>
    <w:rsid w:val="00834146"/>
    <w:rsid w:val="00845390"/>
    <w:rsid w:val="00846789"/>
    <w:rsid w:val="00850064"/>
    <w:rsid w:val="00860728"/>
    <w:rsid w:val="008633B5"/>
    <w:rsid w:val="00863850"/>
    <w:rsid w:val="00864007"/>
    <w:rsid w:val="008664BF"/>
    <w:rsid w:val="00873809"/>
    <w:rsid w:val="00873919"/>
    <w:rsid w:val="00875B8C"/>
    <w:rsid w:val="0087729F"/>
    <w:rsid w:val="00887311"/>
    <w:rsid w:val="00887F36"/>
    <w:rsid w:val="00890A4F"/>
    <w:rsid w:val="008929BC"/>
    <w:rsid w:val="00892B5B"/>
    <w:rsid w:val="00893666"/>
    <w:rsid w:val="008974EE"/>
    <w:rsid w:val="008A01EA"/>
    <w:rsid w:val="008A0E06"/>
    <w:rsid w:val="008A3568"/>
    <w:rsid w:val="008A4451"/>
    <w:rsid w:val="008A588A"/>
    <w:rsid w:val="008A6277"/>
    <w:rsid w:val="008A665E"/>
    <w:rsid w:val="008A710A"/>
    <w:rsid w:val="008B0984"/>
    <w:rsid w:val="008B1599"/>
    <w:rsid w:val="008B16A8"/>
    <w:rsid w:val="008B1BDF"/>
    <w:rsid w:val="008B4718"/>
    <w:rsid w:val="008B6C6F"/>
    <w:rsid w:val="008B7E06"/>
    <w:rsid w:val="008C24A8"/>
    <w:rsid w:val="008C50F3"/>
    <w:rsid w:val="008C51A4"/>
    <w:rsid w:val="008C6204"/>
    <w:rsid w:val="008C6E84"/>
    <w:rsid w:val="008C72EB"/>
    <w:rsid w:val="008C7EFE"/>
    <w:rsid w:val="008D03B9"/>
    <w:rsid w:val="008D30C7"/>
    <w:rsid w:val="008D3105"/>
    <w:rsid w:val="008D7F2D"/>
    <w:rsid w:val="008E6D90"/>
    <w:rsid w:val="008E7697"/>
    <w:rsid w:val="008F0052"/>
    <w:rsid w:val="008F18D6"/>
    <w:rsid w:val="008F1920"/>
    <w:rsid w:val="008F2C9B"/>
    <w:rsid w:val="008F34FC"/>
    <w:rsid w:val="008F50F3"/>
    <w:rsid w:val="008F797B"/>
    <w:rsid w:val="00904780"/>
    <w:rsid w:val="0090635B"/>
    <w:rsid w:val="009113CD"/>
    <w:rsid w:val="00913415"/>
    <w:rsid w:val="00914F81"/>
    <w:rsid w:val="009162B2"/>
    <w:rsid w:val="00920CA4"/>
    <w:rsid w:val="00922385"/>
    <w:rsid w:val="009223DF"/>
    <w:rsid w:val="009226C1"/>
    <w:rsid w:val="00923406"/>
    <w:rsid w:val="00923F99"/>
    <w:rsid w:val="009311D3"/>
    <w:rsid w:val="00935624"/>
    <w:rsid w:val="00936091"/>
    <w:rsid w:val="00940206"/>
    <w:rsid w:val="00940D8A"/>
    <w:rsid w:val="00942BF8"/>
    <w:rsid w:val="00950944"/>
    <w:rsid w:val="00951B3B"/>
    <w:rsid w:val="009525B9"/>
    <w:rsid w:val="009572C0"/>
    <w:rsid w:val="00957F1F"/>
    <w:rsid w:val="009610B1"/>
    <w:rsid w:val="00962258"/>
    <w:rsid w:val="00966455"/>
    <w:rsid w:val="009669B6"/>
    <w:rsid w:val="009678B7"/>
    <w:rsid w:val="0097098D"/>
    <w:rsid w:val="0097239D"/>
    <w:rsid w:val="009743A0"/>
    <w:rsid w:val="00976B9F"/>
    <w:rsid w:val="0098333B"/>
    <w:rsid w:val="0099258A"/>
    <w:rsid w:val="00992D9C"/>
    <w:rsid w:val="00994FCB"/>
    <w:rsid w:val="009966D4"/>
    <w:rsid w:val="00996CB8"/>
    <w:rsid w:val="009A13DE"/>
    <w:rsid w:val="009A14BA"/>
    <w:rsid w:val="009A404E"/>
    <w:rsid w:val="009A40B0"/>
    <w:rsid w:val="009A6F61"/>
    <w:rsid w:val="009B2E97"/>
    <w:rsid w:val="009B4F1C"/>
    <w:rsid w:val="009B5146"/>
    <w:rsid w:val="009B5555"/>
    <w:rsid w:val="009B7E32"/>
    <w:rsid w:val="009C3252"/>
    <w:rsid w:val="009C418E"/>
    <w:rsid w:val="009C442C"/>
    <w:rsid w:val="009D2734"/>
    <w:rsid w:val="009D2FC5"/>
    <w:rsid w:val="009D6B0E"/>
    <w:rsid w:val="009D709E"/>
    <w:rsid w:val="009D73AD"/>
    <w:rsid w:val="009E07F4"/>
    <w:rsid w:val="009E09BE"/>
    <w:rsid w:val="009E1779"/>
    <w:rsid w:val="009E64F8"/>
    <w:rsid w:val="009E6B17"/>
    <w:rsid w:val="009F25DD"/>
    <w:rsid w:val="009F309B"/>
    <w:rsid w:val="009F392E"/>
    <w:rsid w:val="009F451A"/>
    <w:rsid w:val="009F53C5"/>
    <w:rsid w:val="00A0054C"/>
    <w:rsid w:val="00A01D9D"/>
    <w:rsid w:val="00A02025"/>
    <w:rsid w:val="00A0450D"/>
    <w:rsid w:val="00A04D7F"/>
    <w:rsid w:val="00A06223"/>
    <w:rsid w:val="00A0740E"/>
    <w:rsid w:val="00A22CB6"/>
    <w:rsid w:val="00A27B5D"/>
    <w:rsid w:val="00A34A5F"/>
    <w:rsid w:val="00A360CB"/>
    <w:rsid w:val="00A372F8"/>
    <w:rsid w:val="00A4050F"/>
    <w:rsid w:val="00A4177A"/>
    <w:rsid w:val="00A45B6C"/>
    <w:rsid w:val="00A50641"/>
    <w:rsid w:val="00A530BF"/>
    <w:rsid w:val="00A54786"/>
    <w:rsid w:val="00A6177B"/>
    <w:rsid w:val="00A62C79"/>
    <w:rsid w:val="00A62E74"/>
    <w:rsid w:val="00A654B8"/>
    <w:rsid w:val="00A66136"/>
    <w:rsid w:val="00A66FE5"/>
    <w:rsid w:val="00A70516"/>
    <w:rsid w:val="00A70FB4"/>
    <w:rsid w:val="00A71189"/>
    <w:rsid w:val="00A71CA8"/>
    <w:rsid w:val="00A7364A"/>
    <w:rsid w:val="00A74807"/>
    <w:rsid w:val="00A74DCC"/>
    <w:rsid w:val="00A753ED"/>
    <w:rsid w:val="00A76D22"/>
    <w:rsid w:val="00A77512"/>
    <w:rsid w:val="00A801A6"/>
    <w:rsid w:val="00A81FCD"/>
    <w:rsid w:val="00A8227E"/>
    <w:rsid w:val="00A877E9"/>
    <w:rsid w:val="00A90838"/>
    <w:rsid w:val="00A94C2F"/>
    <w:rsid w:val="00A94FC8"/>
    <w:rsid w:val="00A9568C"/>
    <w:rsid w:val="00A979A6"/>
    <w:rsid w:val="00AA447C"/>
    <w:rsid w:val="00AA4BA9"/>
    <w:rsid w:val="00AA4CBB"/>
    <w:rsid w:val="00AA51A7"/>
    <w:rsid w:val="00AA5C09"/>
    <w:rsid w:val="00AA65FA"/>
    <w:rsid w:val="00AA6B46"/>
    <w:rsid w:val="00AA7351"/>
    <w:rsid w:val="00AB0D64"/>
    <w:rsid w:val="00AC15E7"/>
    <w:rsid w:val="00AC3E83"/>
    <w:rsid w:val="00AC5213"/>
    <w:rsid w:val="00AC59BD"/>
    <w:rsid w:val="00AD056F"/>
    <w:rsid w:val="00AD0C7B"/>
    <w:rsid w:val="00AD15FC"/>
    <w:rsid w:val="00AD1B32"/>
    <w:rsid w:val="00AD38D0"/>
    <w:rsid w:val="00AD54AF"/>
    <w:rsid w:val="00AD5F1A"/>
    <w:rsid w:val="00AD6731"/>
    <w:rsid w:val="00AE252C"/>
    <w:rsid w:val="00AE4B98"/>
    <w:rsid w:val="00AE7160"/>
    <w:rsid w:val="00AE736B"/>
    <w:rsid w:val="00AF01A1"/>
    <w:rsid w:val="00AF100B"/>
    <w:rsid w:val="00AF2E9E"/>
    <w:rsid w:val="00AF3283"/>
    <w:rsid w:val="00AF4E0B"/>
    <w:rsid w:val="00AF5943"/>
    <w:rsid w:val="00AF72EB"/>
    <w:rsid w:val="00B008D5"/>
    <w:rsid w:val="00B00CFD"/>
    <w:rsid w:val="00B02EFA"/>
    <w:rsid w:val="00B02F73"/>
    <w:rsid w:val="00B0619F"/>
    <w:rsid w:val="00B101FD"/>
    <w:rsid w:val="00B10ADF"/>
    <w:rsid w:val="00B11E62"/>
    <w:rsid w:val="00B13A26"/>
    <w:rsid w:val="00B147A2"/>
    <w:rsid w:val="00B15D0D"/>
    <w:rsid w:val="00B17BBA"/>
    <w:rsid w:val="00B2032F"/>
    <w:rsid w:val="00B22106"/>
    <w:rsid w:val="00B23078"/>
    <w:rsid w:val="00B24F6D"/>
    <w:rsid w:val="00B30839"/>
    <w:rsid w:val="00B31D98"/>
    <w:rsid w:val="00B33BFE"/>
    <w:rsid w:val="00B34C36"/>
    <w:rsid w:val="00B42273"/>
    <w:rsid w:val="00B428BA"/>
    <w:rsid w:val="00B45BA5"/>
    <w:rsid w:val="00B47E58"/>
    <w:rsid w:val="00B50AB2"/>
    <w:rsid w:val="00B50D9D"/>
    <w:rsid w:val="00B517EE"/>
    <w:rsid w:val="00B53E91"/>
    <w:rsid w:val="00B5431A"/>
    <w:rsid w:val="00B54A61"/>
    <w:rsid w:val="00B56EB2"/>
    <w:rsid w:val="00B63104"/>
    <w:rsid w:val="00B644DA"/>
    <w:rsid w:val="00B64729"/>
    <w:rsid w:val="00B65ECD"/>
    <w:rsid w:val="00B66321"/>
    <w:rsid w:val="00B70199"/>
    <w:rsid w:val="00B75EE1"/>
    <w:rsid w:val="00B76739"/>
    <w:rsid w:val="00B77481"/>
    <w:rsid w:val="00B83936"/>
    <w:rsid w:val="00B8518B"/>
    <w:rsid w:val="00B90839"/>
    <w:rsid w:val="00B90AB1"/>
    <w:rsid w:val="00B93E97"/>
    <w:rsid w:val="00B96264"/>
    <w:rsid w:val="00B963F3"/>
    <w:rsid w:val="00B97CC3"/>
    <w:rsid w:val="00BA0B2F"/>
    <w:rsid w:val="00BA27FE"/>
    <w:rsid w:val="00BA6B37"/>
    <w:rsid w:val="00BA7461"/>
    <w:rsid w:val="00BB2E9F"/>
    <w:rsid w:val="00BB7E37"/>
    <w:rsid w:val="00BC06C4"/>
    <w:rsid w:val="00BC0FA5"/>
    <w:rsid w:val="00BC4086"/>
    <w:rsid w:val="00BC77A1"/>
    <w:rsid w:val="00BD0D63"/>
    <w:rsid w:val="00BD4E74"/>
    <w:rsid w:val="00BD7E91"/>
    <w:rsid w:val="00BD7F0D"/>
    <w:rsid w:val="00BE06DC"/>
    <w:rsid w:val="00BE12E1"/>
    <w:rsid w:val="00BE5F2C"/>
    <w:rsid w:val="00BF2F30"/>
    <w:rsid w:val="00BF405B"/>
    <w:rsid w:val="00BF54FE"/>
    <w:rsid w:val="00C01458"/>
    <w:rsid w:val="00C02D0A"/>
    <w:rsid w:val="00C03A6E"/>
    <w:rsid w:val="00C1001C"/>
    <w:rsid w:val="00C12DB5"/>
    <w:rsid w:val="00C13860"/>
    <w:rsid w:val="00C148F2"/>
    <w:rsid w:val="00C226C0"/>
    <w:rsid w:val="00C24A6A"/>
    <w:rsid w:val="00C26AD7"/>
    <w:rsid w:val="00C30CA8"/>
    <w:rsid w:val="00C31641"/>
    <w:rsid w:val="00C32686"/>
    <w:rsid w:val="00C340A0"/>
    <w:rsid w:val="00C3503D"/>
    <w:rsid w:val="00C360D3"/>
    <w:rsid w:val="00C379EB"/>
    <w:rsid w:val="00C4052E"/>
    <w:rsid w:val="00C41390"/>
    <w:rsid w:val="00C416E3"/>
    <w:rsid w:val="00C42383"/>
    <w:rsid w:val="00C42A52"/>
    <w:rsid w:val="00C42FE6"/>
    <w:rsid w:val="00C44F6A"/>
    <w:rsid w:val="00C5330E"/>
    <w:rsid w:val="00C56350"/>
    <w:rsid w:val="00C5740B"/>
    <w:rsid w:val="00C6198E"/>
    <w:rsid w:val="00C61BED"/>
    <w:rsid w:val="00C675FA"/>
    <w:rsid w:val="00C708EA"/>
    <w:rsid w:val="00C71821"/>
    <w:rsid w:val="00C71A1B"/>
    <w:rsid w:val="00C7587D"/>
    <w:rsid w:val="00C773F8"/>
    <w:rsid w:val="00C778A5"/>
    <w:rsid w:val="00C82461"/>
    <w:rsid w:val="00C84ABA"/>
    <w:rsid w:val="00C93A22"/>
    <w:rsid w:val="00C95162"/>
    <w:rsid w:val="00C97697"/>
    <w:rsid w:val="00CA2F58"/>
    <w:rsid w:val="00CA566B"/>
    <w:rsid w:val="00CA6F9E"/>
    <w:rsid w:val="00CB38BE"/>
    <w:rsid w:val="00CB69C1"/>
    <w:rsid w:val="00CB6A37"/>
    <w:rsid w:val="00CB7684"/>
    <w:rsid w:val="00CC01A6"/>
    <w:rsid w:val="00CC036C"/>
    <w:rsid w:val="00CC19A7"/>
    <w:rsid w:val="00CC396D"/>
    <w:rsid w:val="00CC3D73"/>
    <w:rsid w:val="00CC4590"/>
    <w:rsid w:val="00CC47CE"/>
    <w:rsid w:val="00CC5FDB"/>
    <w:rsid w:val="00CC780C"/>
    <w:rsid w:val="00CC7C8F"/>
    <w:rsid w:val="00CD1D0B"/>
    <w:rsid w:val="00CD1E30"/>
    <w:rsid w:val="00CD1FC4"/>
    <w:rsid w:val="00CD3C8C"/>
    <w:rsid w:val="00CD6260"/>
    <w:rsid w:val="00CE5EF4"/>
    <w:rsid w:val="00CF1D4B"/>
    <w:rsid w:val="00CF3437"/>
    <w:rsid w:val="00D02B22"/>
    <w:rsid w:val="00D034A0"/>
    <w:rsid w:val="00D035E0"/>
    <w:rsid w:val="00D0732C"/>
    <w:rsid w:val="00D20655"/>
    <w:rsid w:val="00D21061"/>
    <w:rsid w:val="00D2300B"/>
    <w:rsid w:val="00D26E28"/>
    <w:rsid w:val="00D27A3A"/>
    <w:rsid w:val="00D3081E"/>
    <w:rsid w:val="00D322B7"/>
    <w:rsid w:val="00D358DD"/>
    <w:rsid w:val="00D40622"/>
    <w:rsid w:val="00D4108E"/>
    <w:rsid w:val="00D442F1"/>
    <w:rsid w:val="00D521D0"/>
    <w:rsid w:val="00D5384C"/>
    <w:rsid w:val="00D6163D"/>
    <w:rsid w:val="00D6283F"/>
    <w:rsid w:val="00D63DF2"/>
    <w:rsid w:val="00D65C00"/>
    <w:rsid w:val="00D667A5"/>
    <w:rsid w:val="00D70AA8"/>
    <w:rsid w:val="00D80E28"/>
    <w:rsid w:val="00D8104F"/>
    <w:rsid w:val="00D831A3"/>
    <w:rsid w:val="00D85204"/>
    <w:rsid w:val="00D86441"/>
    <w:rsid w:val="00D869FF"/>
    <w:rsid w:val="00D9063E"/>
    <w:rsid w:val="00D90C8B"/>
    <w:rsid w:val="00D945E9"/>
    <w:rsid w:val="00D94AFA"/>
    <w:rsid w:val="00D953EF"/>
    <w:rsid w:val="00D96351"/>
    <w:rsid w:val="00D9686F"/>
    <w:rsid w:val="00D97BC1"/>
    <w:rsid w:val="00D97BE3"/>
    <w:rsid w:val="00DA27EA"/>
    <w:rsid w:val="00DA365D"/>
    <w:rsid w:val="00DA3711"/>
    <w:rsid w:val="00DA6953"/>
    <w:rsid w:val="00DB153D"/>
    <w:rsid w:val="00DB1FFB"/>
    <w:rsid w:val="00DB20FC"/>
    <w:rsid w:val="00DB275A"/>
    <w:rsid w:val="00DB6450"/>
    <w:rsid w:val="00DD0E7F"/>
    <w:rsid w:val="00DD2182"/>
    <w:rsid w:val="00DD3BA2"/>
    <w:rsid w:val="00DD46F3"/>
    <w:rsid w:val="00DD7954"/>
    <w:rsid w:val="00DE213A"/>
    <w:rsid w:val="00DE51A5"/>
    <w:rsid w:val="00DE527B"/>
    <w:rsid w:val="00DE56F2"/>
    <w:rsid w:val="00DE6A6A"/>
    <w:rsid w:val="00DF116D"/>
    <w:rsid w:val="00DF14FB"/>
    <w:rsid w:val="00DF4DDD"/>
    <w:rsid w:val="00DF5A85"/>
    <w:rsid w:val="00E00441"/>
    <w:rsid w:val="00E014A7"/>
    <w:rsid w:val="00E01B88"/>
    <w:rsid w:val="00E04A7B"/>
    <w:rsid w:val="00E05A05"/>
    <w:rsid w:val="00E0778F"/>
    <w:rsid w:val="00E10342"/>
    <w:rsid w:val="00E10EF1"/>
    <w:rsid w:val="00E11000"/>
    <w:rsid w:val="00E1189E"/>
    <w:rsid w:val="00E11A62"/>
    <w:rsid w:val="00E140B7"/>
    <w:rsid w:val="00E16FF7"/>
    <w:rsid w:val="00E1732F"/>
    <w:rsid w:val="00E22385"/>
    <w:rsid w:val="00E24921"/>
    <w:rsid w:val="00E26D68"/>
    <w:rsid w:val="00E377D9"/>
    <w:rsid w:val="00E40A97"/>
    <w:rsid w:val="00E4194B"/>
    <w:rsid w:val="00E4240E"/>
    <w:rsid w:val="00E44045"/>
    <w:rsid w:val="00E4609C"/>
    <w:rsid w:val="00E46A30"/>
    <w:rsid w:val="00E53053"/>
    <w:rsid w:val="00E56420"/>
    <w:rsid w:val="00E577BA"/>
    <w:rsid w:val="00E618C4"/>
    <w:rsid w:val="00E61CCC"/>
    <w:rsid w:val="00E63091"/>
    <w:rsid w:val="00E65235"/>
    <w:rsid w:val="00E66E6B"/>
    <w:rsid w:val="00E716C5"/>
    <w:rsid w:val="00E7218A"/>
    <w:rsid w:val="00E77A19"/>
    <w:rsid w:val="00E84C3A"/>
    <w:rsid w:val="00E878EE"/>
    <w:rsid w:val="00E93CC4"/>
    <w:rsid w:val="00EA454B"/>
    <w:rsid w:val="00EA51B7"/>
    <w:rsid w:val="00EA6EC7"/>
    <w:rsid w:val="00EB104F"/>
    <w:rsid w:val="00EB22B6"/>
    <w:rsid w:val="00EB41A2"/>
    <w:rsid w:val="00EB46E5"/>
    <w:rsid w:val="00EC2390"/>
    <w:rsid w:val="00EC2EA2"/>
    <w:rsid w:val="00EC319B"/>
    <w:rsid w:val="00EC3D97"/>
    <w:rsid w:val="00EC49A1"/>
    <w:rsid w:val="00EC68F1"/>
    <w:rsid w:val="00ED00D9"/>
    <w:rsid w:val="00ED0703"/>
    <w:rsid w:val="00ED14BD"/>
    <w:rsid w:val="00ED2399"/>
    <w:rsid w:val="00EE5578"/>
    <w:rsid w:val="00EE6160"/>
    <w:rsid w:val="00EF1373"/>
    <w:rsid w:val="00F016C7"/>
    <w:rsid w:val="00F042E3"/>
    <w:rsid w:val="00F04EBB"/>
    <w:rsid w:val="00F10E62"/>
    <w:rsid w:val="00F12DEC"/>
    <w:rsid w:val="00F16BF7"/>
    <w:rsid w:val="00F1715C"/>
    <w:rsid w:val="00F2158F"/>
    <w:rsid w:val="00F215DC"/>
    <w:rsid w:val="00F2312E"/>
    <w:rsid w:val="00F23844"/>
    <w:rsid w:val="00F310F8"/>
    <w:rsid w:val="00F35939"/>
    <w:rsid w:val="00F401A7"/>
    <w:rsid w:val="00F40512"/>
    <w:rsid w:val="00F45607"/>
    <w:rsid w:val="00F4722B"/>
    <w:rsid w:val="00F54432"/>
    <w:rsid w:val="00F55DDA"/>
    <w:rsid w:val="00F56607"/>
    <w:rsid w:val="00F60659"/>
    <w:rsid w:val="00F61BBC"/>
    <w:rsid w:val="00F64F1A"/>
    <w:rsid w:val="00F6507C"/>
    <w:rsid w:val="00F659EB"/>
    <w:rsid w:val="00F66312"/>
    <w:rsid w:val="00F70405"/>
    <w:rsid w:val="00F705D1"/>
    <w:rsid w:val="00F70BEF"/>
    <w:rsid w:val="00F737F2"/>
    <w:rsid w:val="00F73A5A"/>
    <w:rsid w:val="00F74550"/>
    <w:rsid w:val="00F81718"/>
    <w:rsid w:val="00F83AE6"/>
    <w:rsid w:val="00F8402C"/>
    <w:rsid w:val="00F84891"/>
    <w:rsid w:val="00F86BA6"/>
    <w:rsid w:val="00F8788B"/>
    <w:rsid w:val="00F940FF"/>
    <w:rsid w:val="00FA36C7"/>
    <w:rsid w:val="00FA38BB"/>
    <w:rsid w:val="00FA4E83"/>
    <w:rsid w:val="00FA5E7C"/>
    <w:rsid w:val="00FA5F58"/>
    <w:rsid w:val="00FA7087"/>
    <w:rsid w:val="00FA76EE"/>
    <w:rsid w:val="00FB04CB"/>
    <w:rsid w:val="00FB06D9"/>
    <w:rsid w:val="00FB3D89"/>
    <w:rsid w:val="00FB5DE8"/>
    <w:rsid w:val="00FB6342"/>
    <w:rsid w:val="00FB6950"/>
    <w:rsid w:val="00FC6389"/>
    <w:rsid w:val="00FC6C0D"/>
    <w:rsid w:val="00FD175E"/>
    <w:rsid w:val="00FD2C99"/>
    <w:rsid w:val="00FD3F1F"/>
    <w:rsid w:val="00FD422F"/>
    <w:rsid w:val="00FD4B80"/>
    <w:rsid w:val="00FD4F86"/>
    <w:rsid w:val="00FD7F76"/>
    <w:rsid w:val="00FE1C7D"/>
    <w:rsid w:val="00FE3E78"/>
    <w:rsid w:val="00FE5F22"/>
    <w:rsid w:val="00FE6AEC"/>
    <w:rsid w:val="00FF0090"/>
    <w:rsid w:val="00FF30DA"/>
    <w:rsid w:val="00FF4593"/>
    <w:rsid w:val="00FF4C12"/>
    <w:rsid w:val="00FF4FCE"/>
    <w:rsid w:val="00FF5A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832D38"/>
  <w14:defaultImageDpi w14:val="330"/>
  <w15:docId w15:val="{E4B28BDC-0C59-4C0F-9FFD-9D81C8FB3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701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357B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357B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357B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357B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357B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357B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357B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357B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357B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1357B7"/>
    <w:pPr>
      <w:tabs>
        <w:tab w:val="center" w:pos="4536"/>
        <w:tab w:val="right" w:pos="9072"/>
      </w:tabs>
      <w:spacing w:after="0" w:line="240" w:lineRule="auto"/>
    </w:pPr>
  </w:style>
  <w:style w:type="character" w:customStyle="1" w:styleId="ZpatChar">
    <w:name w:val="Zápatí Char"/>
    <w:basedOn w:val="Standardnpsmoodstavce"/>
    <w:link w:val="Zpat"/>
    <w:uiPriority w:val="99"/>
    <w:rsid w:val="001357B7"/>
    <w:rPr>
      <w:rFonts w:ascii="Verdana" w:hAnsi="Verdana"/>
      <w:sz w:val="20"/>
      <w:szCs w:val="20"/>
    </w:rPr>
  </w:style>
  <w:style w:type="character" w:customStyle="1" w:styleId="Nadpis1Char">
    <w:name w:val="Nadpis 1 Char"/>
    <w:basedOn w:val="Standardnpsmoodstavce"/>
    <w:link w:val="Nadpis1"/>
    <w:uiPriority w:val="9"/>
    <w:rsid w:val="001357B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357B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357B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357B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357B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1357B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357B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357B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357B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1357B7"/>
    <w:pPr>
      <w:spacing w:after="0" w:line="240" w:lineRule="auto"/>
    </w:pPr>
    <w:rPr>
      <w:rFonts w:ascii="Verdana" w:hAnsi="Verdana"/>
      <w:sz w:val="20"/>
      <w:szCs w:val="20"/>
    </w:rPr>
  </w:style>
  <w:style w:type="paragraph" w:styleId="Citt">
    <w:name w:val="Quote"/>
    <w:basedOn w:val="Normln"/>
    <w:next w:val="Normln"/>
    <w:link w:val="CittChar"/>
    <w:uiPriority w:val="29"/>
    <w:qFormat/>
    <w:rsid w:val="001357B7"/>
    <w:rPr>
      <w:i/>
      <w:iCs/>
      <w:color w:val="000000" w:themeColor="text1"/>
    </w:rPr>
  </w:style>
  <w:style w:type="character" w:customStyle="1" w:styleId="CittChar">
    <w:name w:val="Citát Char"/>
    <w:basedOn w:val="Standardnpsmoodstavce"/>
    <w:link w:val="Citt"/>
    <w:uiPriority w:val="29"/>
    <w:rsid w:val="001357B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357B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357B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357B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357B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357B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1357B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357B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357B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1357B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357B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1357B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CF1D4B"/>
    <w:pPr>
      <w:keepNext/>
      <w:numPr>
        <w:numId w:val="14"/>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CF1D4B"/>
    <w:pPr>
      <w:numPr>
        <w:ilvl w:val="1"/>
      </w:numPr>
      <w:spacing w:before="200"/>
      <w:outlineLvl w:val="1"/>
    </w:pPr>
    <w:rPr>
      <w:caps w:val="0"/>
      <w:sz w:val="20"/>
    </w:rPr>
  </w:style>
  <w:style w:type="character" w:customStyle="1" w:styleId="Nadpis2-1Char">
    <w:name w:val="_Nadpis_2-1 Char"/>
    <w:basedOn w:val="Standardnpsmoodstavce"/>
    <w:link w:val="Nadpis2-1"/>
    <w:rsid w:val="00CF1D4B"/>
    <w:rPr>
      <w:rFonts w:ascii="Verdana" w:hAnsi="Verdana"/>
      <w:b/>
      <w:caps/>
      <w:sz w:val="22"/>
    </w:rPr>
  </w:style>
  <w:style w:type="paragraph" w:customStyle="1" w:styleId="Text2-1">
    <w:name w:val="_Text_2-1"/>
    <w:basedOn w:val="Odstavecseseznamem"/>
    <w:link w:val="Text2-1Char"/>
    <w:qFormat/>
    <w:rsid w:val="00CF1D4B"/>
    <w:pPr>
      <w:numPr>
        <w:ilvl w:val="2"/>
        <w:numId w:val="14"/>
      </w:numPr>
      <w:spacing w:after="120" w:line="264" w:lineRule="auto"/>
      <w:contextualSpacing w:val="0"/>
      <w:jc w:val="both"/>
    </w:pPr>
    <w:rPr>
      <w:sz w:val="18"/>
      <w:szCs w:val="18"/>
    </w:rPr>
  </w:style>
  <w:style w:type="character" w:customStyle="1" w:styleId="Nadpis2-2Char">
    <w:name w:val="_Nadpis_2-2 Char"/>
    <w:basedOn w:val="Nadpis2-1Char"/>
    <w:link w:val="Nadpis2-2"/>
    <w:rsid w:val="00CF1D4B"/>
    <w:rPr>
      <w:rFonts w:ascii="Verdana" w:hAnsi="Verdana"/>
      <w:b/>
      <w:caps w:val="0"/>
      <w:sz w:val="20"/>
    </w:rPr>
  </w:style>
  <w:style w:type="paragraph" w:customStyle="1" w:styleId="Titul1">
    <w:name w:val="_Titul_1"/>
    <w:basedOn w:val="Normln"/>
    <w:qFormat/>
    <w:rsid w:val="00CF1D4B"/>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CF1D4B"/>
    <w:rPr>
      <w:rFonts w:ascii="Verdana" w:hAnsi="Verdana"/>
    </w:rPr>
  </w:style>
  <w:style w:type="paragraph" w:customStyle="1" w:styleId="Titul2">
    <w:name w:val="_Titul_2"/>
    <w:basedOn w:val="Normln"/>
    <w:qFormat/>
    <w:rsid w:val="00CF1D4B"/>
    <w:pPr>
      <w:tabs>
        <w:tab w:val="left" w:pos="6796"/>
      </w:tabs>
      <w:spacing w:after="240" w:line="264" w:lineRule="auto"/>
    </w:pPr>
    <w:rPr>
      <w:b/>
      <w:sz w:val="36"/>
      <w:szCs w:val="32"/>
    </w:rPr>
  </w:style>
  <w:style w:type="paragraph" w:customStyle="1" w:styleId="Tituldatum">
    <w:name w:val="_Titul_datum"/>
    <w:basedOn w:val="Normln"/>
    <w:link w:val="TituldatumChar"/>
    <w:qFormat/>
    <w:rsid w:val="00CF1D4B"/>
    <w:pPr>
      <w:spacing w:after="240" w:line="264" w:lineRule="auto"/>
    </w:pPr>
    <w:rPr>
      <w:sz w:val="24"/>
      <w:szCs w:val="24"/>
    </w:rPr>
  </w:style>
  <w:style w:type="character" w:customStyle="1" w:styleId="TituldatumChar">
    <w:name w:val="_Titul_datum Char"/>
    <w:basedOn w:val="Standardnpsmoodstavce"/>
    <w:link w:val="Tituldatum"/>
    <w:rsid w:val="00CF1D4B"/>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F1D4B"/>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F1D4B"/>
    <w:pPr>
      <w:numPr>
        <w:ilvl w:val="2"/>
      </w:numPr>
    </w:pPr>
  </w:style>
  <w:style w:type="paragraph" w:customStyle="1" w:styleId="Text1-1">
    <w:name w:val="_Text_1-1"/>
    <w:basedOn w:val="Normln"/>
    <w:link w:val="Text1-1Char"/>
    <w:rsid w:val="00CF1D4B"/>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CF1D4B"/>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qFormat/>
    <w:rsid w:val="00CF1D4B"/>
    <w:pPr>
      <w:numPr>
        <w:numId w:val="10"/>
      </w:numPr>
      <w:spacing w:after="80" w:line="264" w:lineRule="auto"/>
      <w:jc w:val="both"/>
    </w:pPr>
    <w:rPr>
      <w:sz w:val="18"/>
      <w:szCs w:val="18"/>
    </w:rPr>
  </w:style>
  <w:style w:type="character" w:customStyle="1" w:styleId="Text1-1Char">
    <w:name w:val="_Text_1-1 Char"/>
    <w:basedOn w:val="Standardnpsmoodstavce"/>
    <w:link w:val="Text1-1"/>
    <w:rsid w:val="00CF1D4B"/>
    <w:rPr>
      <w:rFonts w:ascii="Verdana" w:hAnsi="Verdana"/>
    </w:rPr>
  </w:style>
  <w:style w:type="character" w:customStyle="1" w:styleId="Nadpis1-1Char">
    <w:name w:val="_Nadpis_1-1 Char"/>
    <w:basedOn w:val="Standardnpsmoodstavce"/>
    <w:link w:val="Nadpis1-1"/>
    <w:rsid w:val="00CF1D4B"/>
    <w:rPr>
      <w:rFonts w:ascii="Verdana" w:hAnsi="Verdana"/>
      <w:b/>
      <w:caps/>
      <w:sz w:val="22"/>
    </w:rPr>
  </w:style>
  <w:style w:type="character" w:customStyle="1" w:styleId="Text1-2Char">
    <w:name w:val="_Text_1-2 Char"/>
    <w:basedOn w:val="Text1-1Char"/>
    <w:link w:val="Text1-2"/>
    <w:rsid w:val="00CF1D4B"/>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CF1D4B"/>
    <w:rPr>
      <w:rFonts w:ascii="Verdana" w:hAnsi="Verdana"/>
    </w:rPr>
  </w:style>
  <w:style w:type="paragraph" w:customStyle="1" w:styleId="Odrka1-2-">
    <w:name w:val="_Odrážka_1-2_-"/>
    <w:basedOn w:val="Odrka1-1"/>
    <w:qFormat/>
    <w:rsid w:val="00CF1D4B"/>
    <w:pPr>
      <w:numPr>
        <w:ilvl w:val="1"/>
      </w:numPr>
    </w:pPr>
  </w:style>
  <w:style w:type="paragraph" w:customStyle="1" w:styleId="Odrka1-3">
    <w:name w:val="_Odrážka_1-3_·"/>
    <w:basedOn w:val="Odrka1-2-"/>
    <w:qFormat/>
    <w:rsid w:val="00CF1D4B"/>
    <w:pPr>
      <w:numPr>
        <w:ilvl w:val="2"/>
      </w:numPr>
    </w:pPr>
  </w:style>
  <w:style w:type="paragraph" w:customStyle="1" w:styleId="Odstavec1-1a">
    <w:name w:val="_Odstavec_1-1_a)"/>
    <w:basedOn w:val="Normln"/>
    <w:link w:val="Odstavec1-1aChar"/>
    <w:qFormat/>
    <w:rsid w:val="00CF1D4B"/>
    <w:pPr>
      <w:numPr>
        <w:numId w:val="11"/>
      </w:numPr>
      <w:spacing w:after="80" w:line="264" w:lineRule="auto"/>
      <w:jc w:val="both"/>
    </w:pPr>
    <w:rPr>
      <w:sz w:val="18"/>
      <w:szCs w:val="18"/>
    </w:rPr>
  </w:style>
  <w:style w:type="paragraph" w:customStyle="1" w:styleId="Odstavec1-2i">
    <w:name w:val="_Odstavec_1-2_(i)"/>
    <w:basedOn w:val="Odstavec1-1a"/>
    <w:qFormat/>
    <w:rsid w:val="00CF1D4B"/>
    <w:pPr>
      <w:numPr>
        <w:ilvl w:val="1"/>
      </w:numPr>
    </w:pPr>
  </w:style>
  <w:style w:type="paragraph" w:customStyle="1" w:styleId="Odstavec1-31">
    <w:name w:val="_Odstavec_1-3_1)"/>
    <w:basedOn w:val="Odstavec1-2i"/>
    <w:qFormat/>
    <w:rsid w:val="00CF1D4B"/>
    <w:pPr>
      <w:numPr>
        <w:ilvl w:val="2"/>
      </w:numPr>
    </w:pPr>
  </w:style>
  <w:style w:type="paragraph" w:customStyle="1" w:styleId="Textbezslovn">
    <w:name w:val="_Text_bez_číslování"/>
    <w:basedOn w:val="Normln"/>
    <w:link w:val="TextbezslovnChar"/>
    <w:qFormat/>
    <w:rsid w:val="00CF1D4B"/>
    <w:pPr>
      <w:spacing w:after="120" w:line="264" w:lineRule="auto"/>
      <w:ind w:left="737"/>
      <w:jc w:val="both"/>
    </w:pPr>
    <w:rPr>
      <w:sz w:val="18"/>
      <w:szCs w:val="18"/>
    </w:rPr>
  </w:style>
  <w:style w:type="paragraph" w:customStyle="1" w:styleId="Zpatvlevo">
    <w:name w:val="_Zápatí_vlevo"/>
    <w:basedOn w:val="Zpatvpravo"/>
    <w:qFormat/>
    <w:rsid w:val="00CF1D4B"/>
    <w:pPr>
      <w:jc w:val="left"/>
    </w:pPr>
  </w:style>
  <w:style w:type="character" w:customStyle="1" w:styleId="Tun">
    <w:name w:val="_Tučně"/>
    <w:basedOn w:val="Standardnpsmoodstavce"/>
    <w:qFormat/>
    <w:rsid w:val="00CF1D4B"/>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F1D4B"/>
    <w:pPr>
      <w:numPr>
        <w:ilvl w:val="3"/>
      </w:numPr>
    </w:pPr>
  </w:style>
  <w:style w:type="character" w:customStyle="1" w:styleId="Text2-2Char">
    <w:name w:val="_Text_2-2 Char"/>
    <w:basedOn w:val="Text2-1Char"/>
    <w:link w:val="Text2-2"/>
    <w:rsid w:val="00CF1D4B"/>
    <w:rPr>
      <w:rFonts w:ascii="Verdana" w:hAnsi="Verdana"/>
    </w:rPr>
  </w:style>
  <w:style w:type="paragraph" w:customStyle="1" w:styleId="Zkratky1">
    <w:name w:val="_Zkratky_1"/>
    <w:basedOn w:val="Normln"/>
    <w:qFormat/>
    <w:rsid w:val="00CF1D4B"/>
    <w:pPr>
      <w:tabs>
        <w:tab w:val="right" w:leader="dot" w:pos="1134"/>
      </w:tabs>
      <w:spacing w:after="0" w:line="240" w:lineRule="auto"/>
    </w:pPr>
    <w:rPr>
      <w:b/>
      <w:sz w:val="16"/>
      <w:szCs w:val="18"/>
    </w:rPr>
  </w:style>
  <w:style w:type="paragraph" w:customStyle="1" w:styleId="Seznam1">
    <w:name w:val="_Seznam_[1]"/>
    <w:basedOn w:val="Normln"/>
    <w:qFormat/>
    <w:rsid w:val="00CF1D4B"/>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CF1D4B"/>
    <w:pPr>
      <w:spacing w:after="0" w:line="240" w:lineRule="auto"/>
    </w:pPr>
    <w:rPr>
      <w:sz w:val="16"/>
      <w:szCs w:val="16"/>
    </w:rPr>
  </w:style>
  <w:style w:type="character" w:customStyle="1" w:styleId="Tun-ZRUIT">
    <w:name w:val="_Tučně-ZRUŠIT"/>
    <w:basedOn w:val="Standardnpsmoodstavce"/>
    <w:qFormat/>
    <w:rsid w:val="00CF1D4B"/>
    <w:rPr>
      <w:b w:val="0"/>
      <w:i w:val="0"/>
    </w:rPr>
  </w:style>
  <w:style w:type="paragraph" w:customStyle="1" w:styleId="Nadpisbezsl1-1">
    <w:name w:val="_Nadpis_bez_čísl_1-1"/>
    <w:next w:val="Nadpisbezsl1-2"/>
    <w:qFormat/>
    <w:rsid w:val="00CF1D4B"/>
    <w:pPr>
      <w:keepNext/>
      <w:spacing w:before="280" w:after="120"/>
    </w:pPr>
    <w:rPr>
      <w:rFonts w:ascii="Verdana" w:hAnsi="Verdana"/>
      <w:b/>
      <w:caps/>
      <w:sz w:val="22"/>
    </w:rPr>
  </w:style>
  <w:style w:type="paragraph" w:customStyle="1" w:styleId="Nadpisbezsl1-2">
    <w:name w:val="_Nadpis_bez_čísl_1-2"/>
    <w:next w:val="Text2-1"/>
    <w:qFormat/>
    <w:rsid w:val="00CF1D4B"/>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CF1D4B"/>
    <w:pPr>
      <w:spacing w:after="120" w:line="264" w:lineRule="auto"/>
      <w:jc w:val="both"/>
    </w:pPr>
    <w:rPr>
      <w:sz w:val="18"/>
      <w:szCs w:val="18"/>
    </w:rPr>
  </w:style>
  <w:style w:type="character" w:customStyle="1" w:styleId="TextbezodsazenChar">
    <w:name w:val="_Text_bez_odsazení Char"/>
    <w:basedOn w:val="Standardnpsmoodstavce"/>
    <w:link w:val="Textbezodsazen"/>
    <w:rsid w:val="00CF1D4B"/>
    <w:rPr>
      <w:rFonts w:ascii="Verdana" w:hAnsi="Verdana"/>
    </w:rPr>
  </w:style>
  <w:style w:type="paragraph" w:customStyle="1" w:styleId="ZTPinfo-text">
    <w:name w:val="_ZTP_info-text"/>
    <w:basedOn w:val="Textbezslovn"/>
    <w:link w:val="ZTPinfo-textChar"/>
    <w:qFormat/>
    <w:rsid w:val="00CF1D4B"/>
    <w:pPr>
      <w:ind w:left="0"/>
    </w:pPr>
    <w:rPr>
      <w:i/>
      <w:color w:val="00A1E0"/>
    </w:rPr>
  </w:style>
  <w:style w:type="character" w:customStyle="1" w:styleId="ZTPinfo-textChar">
    <w:name w:val="_ZTP_info-text Char"/>
    <w:basedOn w:val="Standardnpsmoodstavce"/>
    <w:link w:val="ZTPinfo-text"/>
    <w:rsid w:val="00CF1D4B"/>
    <w:rPr>
      <w:rFonts w:ascii="Verdana" w:hAnsi="Verdana"/>
      <w:i/>
      <w:color w:val="00A1E0"/>
    </w:rPr>
  </w:style>
  <w:style w:type="paragraph" w:customStyle="1" w:styleId="ZTPinfo-text-odr">
    <w:name w:val="_ZTP_info-text-odr"/>
    <w:basedOn w:val="ZTPinfo-text"/>
    <w:link w:val="ZTPinfo-text-odrChar"/>
    <w:qFormat/>
    <w:rsid w:val="00CF1D4B"/>
    <w:pPr>
      <w:numPr>
        <w:numId w:val="15"/>
      </w:numPr>
    </w:pPr>
  </w:style>
  <w:style w:type="character" w:customStyle="1" w:styleId="ZTPinfo-text-odrChar">
    <w:name w:val="_ZTP_info-text-odr Char"/>
    <w:basedOn w:val="ZTPinfo-textChar"/>
    <w:link w:val="ZTPinfo-text-odr"/>
    <w:rsid w:val="00CF1D4B"/>
    <w:rPr>
      <w:rFonts w:ascii="Verdana" w:hAnsi="Verdana"/>
      <w:i/>
      <w:color w:val="00A1E0"/>
    </w:rPr>
  </w:style>
  <w:style w:type="paragraph" w:customStyle="1" w:styleId="Tabulka">
    <w:name w:val="_Tabulka"/>
    <w:basedOn w:val="Normln"/>
    <w:qFormat/>
    <w:rsid w:val="00CF1D4B"/>
    <w:pPr>
      <w:spacing w:before="40" w:after="40" w:line="240" w:lineRule="auto"/>
      <w:jc w:val="both"/>
    </w:pPr>
    <w:rPr>
      <w:sz w:val="18"/>
      <w:szCs w:val="18"/>
    </w:rPr>
  </w:style>
  <w:style w:type="paragraph" w:customStyle="1" w:styleId="Odrka1-4">
    <w:name w:val="_Odrážka_1-4_•"/>
    <w:basedOn w:val="Odrka1-1"/>
    <w:qFormat/>
    <w:rsid w:val="00CF1D4B"/>
    <w:pPr>
      <w:numPr>
        <w:ilvl w:val="3"/>
      </w:numPr>
    </w:pPr>
  </w:style>
  <w:style w:type="character" w:customStyle="1" w:styleId="Odstavec1-1aChar">
    <w:name w:val="_Odstavec_1-1_a) Char"/>
    <w:basedOn w:val="Standardnpsmoodstavce"/>
    <w:link w:val="Odstavec1-1a"/>
    <w:rsid w:val="00CF1D4B"/>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CF1D4B"/>
    <w:rPr>
      <w:rFonts w:ascii="Verdana" w:hAnsi="Verdana"/>
      <w:b/>
      <w:sz w:val="36"/>
    </w:rPr>
  </w:style>
  <w:style w:type="paragraph" w:customStyle="1" w:styleId="Zpatvpravo">
    <w:name w:val="_Zápatí_vpravo"/>
    <w:qFormat/>
    <w:rsid w:val="00CF1D4B"/>
    <w:pPr>
      <w:spacing w:after="0" w:line="240" w:lineRule="auto"/>
      <w:jc w:val="right"/>
    </w:pPr>
    <w:rPr>
      <w:rFonts w:ascii="Verdana" w:hAnsi="Verdana"/>
      <w:sz w:val="12"/>
    </w:rPr>
  </w:style>
  <w:style w:type="character" w:customStyle="1" w:styleId="Nzevakce">
    <w:name w:val="_Název_akce"/>
    <w:basedOn w:val="Standardnpsmoodstavce"/>
    <w:qFormat/>
    <w:rsid w:val="00CF1D4B"/>
    <w:rPr>
      <w:rFonts w:ascii="Verdana" w:hAnsi="Verdana"/>
      <w:b/>
      <w:sz w:val="36"/>
    </w:rPr>
  </w:style>
  <w:style w:type="character" w:customStyle="1" w:styleId="TextbezslovnChar">
    <w:name w:val="_Text_bez_číslování Char"/>
    <w:basedOn w:val="Standardnpsmoodstavce"/>
    <w:link w:val="Textbezslovn"/>
    <w:rsid w:val="00CF1D4B"/>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CF1D4B"/>
    <w:pPr>
      <w:numPr>
        <w:ilvl w:val="1"/>
      </w:numPr>
      <w:spacing w:after="80"/>
      <w:contextualSpacing/>
    </w:pPr>
  </w:style>
  <w:style w:type="character" w:customStyle="1" w:styleId="ZTPinfo-text-odrChar0">
    <w:name w:val="_ZTP_info-text-odr_• Char"/>
    <w:basedOn w:val="ZTPinfo-text-odrChar"/>
    <w:link w:val="ZTPinfo-text-odr0"/>
    <w:rsid w:val="00CF1D4B"/>
    <w:rPr>
      <w:rFonts w:ascii="Verdana" w:hAnsi="Verdana"/>
      <w:i/>
      <w:color w:val="00A1E0"/>
    </w:rPr>
  </w:style>
  <w:style w:type="paragraph" w:customStyle="1" w:styleId="Tabulka-9">
    <w:name w:val="_Tabulka-9"/>
    <w:basedOn w:val="Textbezodsazen"/>
    <w:qFormat/>
    <w:rsid w:val="00CF1D4B"/>
    <w:pPr>
      <w:spacing w:before="40" w:after="40" w:line="240" w:lineRule="auto"/>
      <w:jc w:val="left"/>
    </w:pPr>
  </w:style>
  <w:style w:type="paragraph" w:customStyle="1" w:styleId="Tabulka-8">
    <w:name w:val="_Tabulka-8"/>
    <w:basedOn w:val="Tabulka-9"/>
    <w:qFormat/>
    <w:rsid w:val="00CF1D4B"/>
    <w:rPr>
      <w:sz w:val="16"/>
    </w:rPr>
  </w:style>
  <w:style w:type="paragraph" w:customStyle="1" w:styleId="Odstavec1-4a">
    <w:name w:val="_Odstavec_1-4_(a)"/>
    <w:basedOn w:val="Odstavec1-1a"/>
    <w:link w:val="Odstavec1-4aChar"/>
    <w:qFormat/>
    <w:rsid w:val="00CF1D4B"/>
    <w:pPr>
      <w:numPr>
        <w:ilvl w:val="3"/>
      </w:numPr>
    </w:pPr>
  </w:style>
  <w:style w:type="character" w:customStyle="1" w:styleId="Odstavec1-4aChar">
    <w:name w:val="_Odstavec_1-4_(a) Char"/>
    <w:basedOn w:val="Odstavec1-1aChar"/>
    <w:link w:val="Odstavec1-4a"/>
    <w:rsid w:val="00CF1D4B"/>
    <w:rPr>
      <w:rFonts w:ascii="Verdana" w:hAnsi="Verdana"/>
    </w:rPr>
  </w:style>
  <w:style w:type="table" w:customStyle="1" w:styleId="TabulkaS-zahlzap">
    <w:name w:val="_Tabulka_SŽ-zahl+zap"/>
    <w:basedOn w:val="Mkatabulky"/>
    <w:uiPriority w:val="99"/>
    <w:rsid w:val="00CF1D4B"/>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CF1D4B"/>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CF1D4B"/>
    <w:pPr>
      <w:spacing w:before="20" w:after="20"/>
    </w:pPr>
    <w:rPr>
      <w:sz w:val="14"/>
    </w:rPr>
  </w:style>
  <w:style w:type="table" w:customStyle="1" w:styleId="TKPTabulka">
    <w:name w:val="_TKP_Tabulka"/>
    <w:basedOn w:val="Normlntabulka"/>
    <w:uiPriority w:val="99"/>
    <w:rsid w:val="00CF1D4B"/>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rka1-5-">
    <w:name w:val="_Odrážka_1-5_-"/>
    <w:basedOn w:val="Odrka1-4"/>
    <w:link w:val="Odrka1-5-Char"/>
    <w:qFormat/>
    <w:rsid w:val="00CF1D4B"/>
    <w:pPr>
      <w:numPr>
        <w:ilvl w:val="4"/>
      </w:numPr>
      <w:spacing w:after="40"/>
    </w:pPr>
  </w:style>
  <w:style w:type="character" w:customStyle="1" w:styleId="Odrka1-5-Char">
    <w:name w:val="_Odrážka_1-5_- Char"/>
    <w:basedOn w:val="Standardnpsmoodstavce"/>
    <w:link w:val="Odrka1-5-"/>
    <w:rsid w:val="00CF1D4B"/>
    <w:rPr>
      <w:rFonts w:ascii="Verdana" w:hAnsi="Verdana"/>
    </w:rPr>
  </w:style>
  <w:style w:type="paragraph" w:customStyle="1" w:styleId="Odstavec1-4i">
    <w:name w:val="_Odstavec_1-4_i)"/>
    <w:basedOn w:val="Odstavec1-1a"/>
    <w:link w:val="Odstavec1-4iChar"/>
    <w:qFormat/>
    <w:rsid w:val="00CF1D4B"/>
    <w:pPr>
      <w:numPr>
        <w:ilvl w:val="4"/>
      </w:numPr>
    </w:pPr>
  </w:style>
  <w:style w:type="character" w:customStyle="1" w:styleId="Odstavec1-4iChar">
    <w:name w:val="_Odstavec_1-4_i) Char"/>
    <w:basedOn w:val="Odstavec1-1aChar"/>
    <w:link w:val="Odstavec1-4i"/>
    <w:rsid w:val="00CF1D4B"/>
    <w:rPr>
      <w:rFonts w:ascii="Verdana" w:hAnsi="Verdana"/>
    </w:rPr>
  </w:style>
  <w:style w:type="table" w:customStyle="1" w:styleId="TabZTPbez">
    <w:name w:val="_Tab_ZTP_bez"/>
    <w:basedOn w:val="Mkatabulky"/>
    <w:uiPriority w:val="99"/>
    <w:rsid w:val="00CF1D4B"/>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CF1D4B"/>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CF1D4B"/>
    <w:pPr>
      <w:spacing w:after="0"/>
    </w:pPr>
  </w:style>
  <w:style w:type="character" w:customStyle="1" w:styleId="TextbezslBEZMEZERChar">
    <w:name w:val="_Text_bez_čísl_BEZ_MEZER Char"/>
    <w:basedOn w:val="TextbezslovnChar"/>
    <w:link w:val="TextbezslBEZMEZER"/>
    <w:rsid w:val="00CF1D4B"/>
    <w:rPr>
      <w:rFonts w:ascii="Verdana" w:hAnsi="Verdana"/>
    </w:rPr>
  </w:style>
  <w:style w:type="table" w:customStyle="1" w:styleId="TabZTPbez1">
    <w:name w:val="_Tab_ZTP_bez1"/>
    <w:basedOn w:val="Mkatabulky"/>
    <w:uiPriority w:val="99"/>
    <w:rsid w:val="008C6E84"/>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character" w:customStyle="1" w:styleId="ng-binding">
    <w:name w:val="ng-binding"/>
    <w:basedOn w:val="Standardnpsmoodstavce"/>
    <w:rsid w:val="00241C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7499344">
      <w:bodyDiv w:val="1"/>
      <w:marLeft w:val="0"/>
      <w:marRight w:val="0"/>
      <w:marTop w:val="0"/>
      <w:marBottom w:val="0"/>
      <w:divBdr>
        <w:top w:val="none" w:sz="0" w:space="0" w:color="auto"/>
        <w:left w:val="none" w:sz="0" w:space="0" w:color="auto"/>
        <w:bottom w:val="none" w:sz="0" w:space="0" w:color="auto"/>
        <w:right w:val="none" w:sz="0" w:space="0" w:color="auto"/>
      </w:divBdr>
      <w:divsChild>
        <w:div w:id="116686730">
          <w:marLeft w:val="0"/>
          <w:marRight w:val="0"/>
          <w:marTop w:val="0"/>
          <w:marBottom w:val="0"/>
          <w:divBdr>
            <w:top w:val="none" w:sz="0" w:space="0" w:color="auto"/>
            <w:left w:val="none" w:sz="0" w:space="0" w:color="auto"/>
            <w:bottom w:val="none" w:sz="0" w:space="0" w:color="auto"/>
            <w:right w:val="none" w:sz="0" w:space="0" w:color="auto"/>
          </w:divBdr>
          <w:divsChild>
            <w:div w:id="212927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59581">
      <w:bodyDiv w:val="1"/>
      <w:marLeft w:val="0"/>
      <w:marRight w:val="0"/>
      <w:marTop w:val="0"/>
      <w:marBottom w:val="0"/>
      <w:divBdr>
        <w:top w:val="none" w:sz="0" w:space="0" w:color="auto"/>
        <w:left w:val="none" w:sz="0" w:space="0" w:color="auto"/>
        <w:bottom w:val="none" w:sz="0" w:space="0" w:color="auto"/>
        <w:right w:val="none" w:sz="0" w:space="0" w:color="auto"/>
      </w:divBdr>
    </w:div>
    <w:div w:id="202131874">
      <w:bodyDiv w:val="1"/>
      <w:marLeft w:val="0"/>
      <w:marRight w:val="0"/>
      <w:marTop w:val="0"/>
      <w:marBottom w:val="0"/>
      <w:divBdr>
        <w:top w:val="none" w:sz="0" w:space="0" w:color="auto"/>
        <w:left w:val="none" w:sz="0" w:space="0" w:color="auto"/>
        <w:bottom w:val="none" w:sz="0" w:space="0" w:color="auto"/>
        <w:right w:val="none" w:sz="0" w:space="0" w:color="auto"/>
      </w:divBdr>
    </w:div>
    <w:div w:id="546530178">
      <w:bodyDiv w:val="1"/>
      <w:marLeft w:val="0"/>
      <w:marRight w:val="0"/>
      <w:marTop w:val="0"/>
      <w:marBottom w:val="0"/>
      <w:divBdr>
        <w:top w:val="none" w:sz="0" w:space="0" w:color="auto"/>
        <w:left w:val="none" w:sz="0" w:space="0" w:color="auto"/>
        <w:bottom w:val="none" w:sz="0" w:space="0" w:color="auto"/>
        <w:right w:val="none" w:sz="0" w:space="0" w:color="auto"/>
      </w:divBdr>
    </w:div>
    <w:div w:id="572669288">
      <w:bodyDiv w:val="1"/>
      <w:marLeft w:val="0"/>
      <w:marRight w:val="0"/>
      <w:marTop w:val="0"/>
      <w:marBottom w:val="0"/>
      <w:divBdr>
        <w:top w:val="none" w:sz="0" w:space="0" w:color="auto"/>
        <w:left w:val="none" w:sz="0" w:space="0" w:color="auto"/>
        <w:bottom w:val="none" w:sz="0" w:space="0" w:color="auto"/>
        <w:right w:val="none" w:sz="0" w:space="0" w:color="auto"/>
      </w:divBdr>
    </w:div>
    <w:div w:id="931207690">
      <w:bodyDiv w:val="1"/>
      <w:marLeft w:val="0"/>
      <w:marRight w:val="0"/>
      <w:marTop w:val="0"/>
      <w:marBottom w:val="0"/>
      <w:divBdr>
        <w:top w:val="none" w:sz="0" w:space="0" w:color="auto"/>
        <w:left w:val="none" w:sz="0" w:space="0" w:color="auto"/>
        <w:bottom w:val="none" w:sz="0" w:space="0" w:color="auto"/>
        <w:right w:val="none" w:sz="0" w:space="0" w:color="auto"/>
      </w:divBdr>
    </w:div>
    <w:div w:id="946696213">
      <w:bodyDiv w:val="1"/>
      <w:marLeft w:val="0"/>
      <w:marRight w:val="0"/>
      <w:marTop w:val="0"/>
      <w:marBottom w:val="0"/>
      <w:divBdr>
        <w:top w:val="none" w:sz="0" w:space="0" w:color="auto"/>
        <w:left w:val="none" w:sz="0" w:space="0" w:color="auto"/>
        <w:bottom w:val="none" w:sz="0" w:space="0" w:color="auto"/>
        <w:right w:val="none" w:sz="0" w:space="0" w:color="auto"/>
      </w:divBdr>
    </w:div>
    <w:div w:id="1070350054">
      <w:bodyDiv w:val="1"/>
      <w:marLeft w:val="0"/>
      <w:marRight w:val="0"/>
      <w:marTop w:val="0"/>
      <w:marBottom w:val="0"/>
      <w:divBdr>
        <w:top w:val="none" w:sz="0" w:space="0" w:color="auto"/>
        <w:left w:val="none" w:sz="0" w:space="0" w:color="auto"/>
        <w:bottom w:val="none" w:sz="0" w:space="0" w:color="auto"/>
        <w:right w:val="none" w:sz="0" w:space="0" w:color="auto"/>
      </w:divBdr>
    </w:div>
    <w:div w:id="1275164550">
      <w:bodyDiv w:val="1"/>
      <w:marLeft w:val="0"/>
      <w:marRight w:val="0"/>
      <w:marTop w:val="0"/>
      <w:marBottom w:val="0"/>
      <w:divBdr>
        <w:top w:val="none" w:sz="0" w:space="0" w:color="auto"/>
        <w:left w:val="none" w:sz="0" w:space="0" w:color="auto"/>
        <w:bottom w:val="none" w:sz="0" w:space="0" w:color="auto"/>
        <w:right w:val="none" w:sz="0" w:space="0" w:color="auto"/>
      </w:divBdr>
    </w:div>
    <w:div w:id="1534031505">
      <w:bodyDiv w:val="1"/>
      <w:marLeft w:val="0"/>
      <w:marRight w:val="0"/>
      <w:marTop w:val="0"/>
      <w:marBottom w:val="0"/>
      <w:divBdr>
        <w:top w:val="none" w:sz="0" w:space="0" w:color="auto"/>
        <w:left w:val="none" w:sz="0" w:space="0" w:color="auto"/>
        <w:bottom w:val="none" w:sz="0" w:space="0" w:color="auto"/>
        <w:right w:val="none" w:sz="0" w:space="0" w:color="auto"/>
      </w:divBdr>
    </w:div>
    <w:div w:id="1551065406">
      <w:bodyDiv w:val="1"/>
      <w:marLeft w:val="0"/>
      <w:marRight w:val="0"/>
      <w:marTop w:val="0"/>
      <w:marBottom w:val="0"/>
      <w:divBdr>
        <w:top w:val="none" w:sz="0" w:space="0" w:color="auto"/>
        <w:left w:val="none" w:sz="0" w:space="0" w:color="auto"/>
        <w:bottom w:val="none" w:sz="0" w:space="0" w:color="auto"/>
        <w:right w:val="none" w:sz="0" w:space="0" w:color="auto"/>
      </w:divBdr>
    </w:div>
    <w:div w:id="1621110861">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976134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etonserver.cz/skladky-suti-recyklace/recyklacni-centra"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buildary.online/cs/moduly/elektronicky-stavebni-denik"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stavby-zakazky/podklady-pro-zhotovitele/digitalni-technicka-mapa-zeleznice-technicke-standardy/prechodne-obdobi-dtmz-technicke-specifikac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dodavatele-odberatele/technicke-pozadavky-na-vyrobky-zarizeni-a-technologie-pro-zdc"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OneDrive%20-%20SZ\Dokumenty\S&#381;-NTB\02_VZOROV&#193;_ZD\05_D+B\VTP+ZTP_D+B-FIDIC\ZTP_D+B-FIDIC\ZTP_D+B-F_VZOR_240119.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301BDA547034481B28A7D1B77ED3914"/>
        <w:category>
          <w:name w:val="Obecné"/>
          <w:gallery w:val="placeholder"/>
        </w:category>
        <w:types>
          <w:type w:val="bbPlcHdr"/>
        </w:types>
        <w:behaviors>
          <w:behavior w:val="content"/>
        </w:behaviors>
        <w:guid w:val="{9BC54169-3CB1-49FB-83FB-45A8F080650F}"/>
      </w:docPartPr>
      <w:docPartBody>
        <w:p w:rsidR="009F674C" w:rsidRDefault="00D720A8">
          <w:pPr>
            <w:pStyle w:val="D301BDA547034481B28A7D1B77ED3914"/>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Verdana-Bold">
    <w:altName w:val="Verdana"/>
    <w:panose1 w:val="00000000000000000000"/>
    <w:charset w:val="00"/>
    <w:family w:val="swiss"/>
    <w:notTrueType/>
    <w:pitch w:val="default"/>
    <w:sig w:usb0="00000007" w:usb1="00000000" w:usb2="00000000" w:usb3="00000000" w:csb0="00000003" w:csb1="00000000"/>
  </w:font>
  <w:font w:name="CIDFont+F2">
    <w:altName w:val="Calibri"/>
    <w:panose1 w:val="00000000000000000000"/>
    <w:charset w:val="EE"/>
    <w:family w:val="auto"/>
    <w:notTrueType/>
    <w:pitch w:val="default"/>
    <w:sig w:usb0="00000005" w:usb1="00000000" w:usb2="00000000" w:usb3="00000000" w:csb0="00000002"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2692"/>
    <w:rsid w:val="001555A9"/>
    <w:rsid w:val="00316820"/>
    <w:rsid w:val="00357B3F"/>
    <w:rsid w:val="00364190"/>
    <w:rsid w:val="00443BB9"/>
    <w:rsid w:val="005F23DB"/>
    <w:rsid w:val="00702F43"/>
    <w:rsid w:val="007C1735"/>
    <w:rsid w:val="008542F5"/>
    <w:rsid w:val="008D5EF4"/>
    <w:rsid w:val="009A13DE"/>
    <w:rsid w:val="009A2692"/>
    <w:rsid w:val="009F674C"/>
    <w:rsid w:val="00A32ADF"/>
    <w:rsid w:val="00B963F3"/>
    <w:rsid w:val="00C360D3"/>
    <w:rsid w:val="00C74226"/>
    <w:rsid w:val="00CC4FFC"/>
    <w:rsid w:val="00D035E0"/>
    <w:rsid w:val="00D07954"/>
    <w:rsid w:val="00D20655"/>
    <w:rsid w:val="00D720A8"/>
    <w:rsid w:val="00E10B84"/>
    <w:rsid w:val="00E92C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D301BDA547034481B28A7D1B77ED3914">
    <w:name w:val="D301BDA547034481B28A7D1B77ED391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B8669AEA-A66A-4A71-9F28-6FF63354B3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F3643D47-FB75-4D84-8104-769B0E26F6ED}">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ZTP_D+B-F_VZOR_240119</Template>
  <TotalTime>5</TotalTime>
  <Pages>14</Pages>
  <Words>6163</Words>
  <Characters>36367</Characters>
  <Application>Microsoft Office Word</Application>
  <DocSecurity>0</DocSecurity>
  <Lines>303</Lines>
  <Paragraphs>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D+B-F_240119.</vt:lpstr>
      <vt:lpstr/>
      <vt:lpstr>Titulek 1. úrovně </vt:lpstr>
      <vt:lpstr>    Titulek 2. úrovně</vt:lpstr>
      <vt:lpstr>        Titulek 3. úrovně</vt:lpstr>
    </vt:vector>
  </TitlesOfParts>
  <Manager>Fojta@spravazeleznic.cz</Manager>
  <Company>SŽ</Company>
  <LinksUpToDate>false</LinksUpToDate>
  <CharactersWithSpaces>42446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D+B-F_240119.</dc:title>
  <dc:creator>Vlk Bronislav, Ing.</dc:creator>
  <cp:lastModifiedBy>Přerovská Kamila, Ing.</cp:lastModifiedBy>
  <cp:revision>5</cp:revision>
  <cp:lastPrinted>2022-06-16T13:29:00Z</cp:lastPrinted>
  <dcterms:created xsi:type="dcterms:W3CDTF">2024-10-30T09:31:00Z</dcterms:created>
  <dcterms:modified xsi:type="dcterms:W3CDTF">2024-11-29T13:46:00Z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