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32BFA839" w:rsidR="00F862D6" w:rsidRPr="003E6B9A" w:rsidRDefault="00083982" w:rsidP="0037111D">
            <w:r w:rsidRPr="00083982">
              <w:rPr>
                <w:rFonts w:ascii="Helvetica" w:hAnsi="Helvetica"/>
              </w:rPr>
              <w:t>14102/2024-SŽ-SSV-Ú3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7952D2" w:rsidRDefault="00F862D6" w:rsidP="0077673A">
            <w:r w:rsidRPr="007952D2">
              <w:t>Listů/příloh</w:t>
            </w:r>
          </w:p>
        </w:tc>
        <w:tc>
          <w:tcPr>
            <w:tcW w:w="2552" w:type="dxa"/>
          </w:tcPr>
          <w:p w14:paraId="00AF12B3" w14:textId="283C6EC2" w:rsidR="00F862D6" w:rsidRPr="007952D2" w:rsidRDefault="007952D2" w:rsidP="00CC1E2B">
            <w:r w:rsidRPr="007952D2">
              <w:t>2</w:t>
            </w:r>
            <w:r w:rsidR="003E6B9A" w:rsidRPr="007952D2">
              <w:t>/</w:t>
            </w:r>
            <w:r w:rsidRPr="007952D2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48C3B47" w:rsidR="00F862D6" w:rsidRPr="003E6B9A" w:rsidRDefault="002A000A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B7B5C84" w:rsidR="009A7568" w:rsidRPr="003E6B9A" w:rsidRDefault="002A000A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C7E5254" w:rsidR="009A7568" w:rsidRPr="003E6B9A" w:rsidRDefault="002A000A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4C02F5B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96431">
              <w:rPr>
                <w:noProof/>
              </w:rPr>
              <w:t>17.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16D3DC2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7952D2">
        <w:rPr>
          <w:rFonts w:eastAsia="Times New Roman" w:cs="Times New Roman"/>
          <w:lang w:eastAsia="cs-CZ"/>
        </w:rPr>
        <w:t>4</w:t>
      </w:r>
    </w:p>
    <w:p w14:paraId="1C466933" w14:textId="3A1B2DF8" w:rsidR="009206F5" w:rsidRPr="00C84783" w:rsidRDefault="009206F5" w:rsidP="002A000A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2A000A" w:rsidRPr="002A000A">
        <w:rPr>
          <w:rFonts w:eastAsia="Calibri" w:cs="Times New Roman"/>
          <w:b/>
          <w:lang w:eastAsia="cs-CZ"/>
        </w:rPr>
        <w:t xml:space="preserve">Výstavba PZS přejezdu P7712 v km 9,592 trati Milotice nad </w:t>
      </w:r>
      <w:proofErr w:type="gramStart"/>
      <w:r w:rsidR="002A000A" w:rsidRPr="002A000A">
        <w:rPr>
          <w:rFonts w:eastAsia="Calibri" w:cs="Times New Roman"/>
          <w:b/>
          <w:lang w:eastAsia="cs-CZ"/>
        </w:rPr>
        <w:t>Opavou - Vrbno</w:t>
      </w:r>
      <w:proofErr w:type="gramEnd"/>
      <w:r w:rsidR="002A000A" w:rsidRPr="002A000A">
        <w:rPr>
          <w:rFonts w:eastAsia="Calibri" w:cs="Times New Roman"/>
          <w:b/>
          <w:lang w:eastAsia="cs-CZ"/>
        </w:rPr>
        <w:t xml:space="preserve"> </w:t>
      </w:r>
      <w:r w:rsidR="002A000A">
        <w:rPr>
          <w:rFonts w:eastAsia="Calibri" w:cs="Times New Roman"/>
          <w:b/>
          <w:lang w:eastAsia="cs-CZ"/>
        </w:rPr>
        <w:t xml:space="preserve">   </w:t>
      </w:r>
      <w:r w:rsidR="002A000A" w:rsidRPr="002A000A">
        <w:rPr>
          <w:rFonts w:eastAsia="Calibri" w:cs="Times New Roman"/>
          <w:b/>
          <w:lang w:eastAsia="cs-CZ"/>
        </w:rPr>
        <w:t>pod Pradědem</w:t>
      </w:r>
      <w:r>
        <w:rPr>
          <w:rFonts w:eastAsia="Calibri" w:cs="Times New Roman"/>
          <w:b/>
          <w:lang w:eastAsia="cs-CZ"/>
        </w:rPr>
        <w:t>“</w:t>
      </w:r>
    </w:p>
    <w:p w14:paraId="3908AC43" w14:textId="4C8FD950" w:rsidR="00CB7B5A" w:rsidRPr="00CB7B5A" w:rsidRDefault="002A000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14:paraId="1CC568B9" w14:textId="4EA926E3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2C4BD0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5C4F47A3" w14:textId="6C945F73" w:rsidR="00CB7B5A" w:rsidRPr="002C4BD0" w:rsidRDefault="002C4BD0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2C4BD0">
        <w:rPr>
          <w:rFonts w:eastAsia="Calibri" w:cs="Times New Roman"/>
          <w:bCs/>
          <w:lang w:eastAsia="cs-CZ"/>
        </w:rPr>
        <w:t>Ve výkazu výměr Železniční svršek chybí položka č. 965010 Odstranění kolejového lože a drážních stezek. Žádáme o doplnění do VV.</w:t>
      </w:r>
    </w:p>
    <w:p w14:paraId="687C2E86" w14:textId="184FBAC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994B435" w14:textId="3531386C" w:rsidR="00E71B2E" w:rsidRPr="007952D2" w:rsidRDefault="00E71B2E" w:rsidP="00E71B2E">
      <w:pPr>
        <w:spacing w:after="0" w:line="240" w:lineRule="auto"/>
        <w:rPr>
          <w:rFonts w:eastAsia="Calibri" w:cs="Times New Roman"/>
          <w:lang w:eastAsia="cs-CZ"/>
        </w:rPr>
      </w:pPr>
      <w:r w:rsidRPr="007952D2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souboru.</w:t>
      </w:r>
    </w:p>
    <w:p w14:paraId="2BEF654D" w14:textId="77777777" w:rsidR="006B6FD9" w:rsidRPr="00E71B2E" w:rsidRDefault="00244F56" w:rsidP="002F7469">
      <w:pPr>
        <w:spacing w:after="0" w:line="240" w:lineRule="auto"/>
        <w:rPr>
          <w:rFonts w:eastAsia="Calibri" w:cs="Times New Roman"/>
          <w:b/>
          <w:lang w:eastAsia="cs-CZ"/>
        </w:rPr>
      </w:pPr>
      <w:r w:rsidRPr="00E71B2E">
        <w:rPr>
          <w:rFonts w:eastAsia="Calibri" w:cs="Times New Roman"/>
          <w:b/>
          <w:lang w:eastAsia="cs-CZ"/>
        </w:rPr>
        <w:t>Do SO 03-10-0</w:t>
      </w:r>
      <w:r w:rsidR="00AE44C1" w:rsidRPr="00E71B2E">
        <w:rPr>
          <w:rFonts w:eastAsia="Calibri" w:cs="Times New Roman"/>
          <w:b/>
          <w:lang w:eastAsia="cs-CZ"/>
        </w:rPr>
        <w:t>8</w:t>
      </w:r>
      <w:r w:rsidRPr="00E71B2E">
        <w:rPr>
          <w:rFonts w:eastAsia="Calibri" w:cs="Times New Roman"/>
          <w:b/>
          <w:lang w:eastAsia="cs-CZ"/>
        </w:rPr>
        <w:t xml:space="preserve"> byl</w:t>
      </w:r>
      <w:r w:rsidR="006B6FD9" w:rsidRPr="00E71B2E">
        <w:rPr>
          <w:rFonts w:eastAsia="Calibri" w:cs="Times New Roman"/>
          <w:b/>
          <w:lang w:eastAsia="cs-CZ"/>
        </w:rPr>
        <w:t>y</w:t>
      </w:r>
      <w:r w:rsidRPr="00E71B2E">
        <w:rPr>
          <w:rFonts w:eastAsia="Calibri" w:cs="Times New Roman"/>
          <w:b/>
          <w:lang w:eastAsia="cs-CZ"/>
        </w:rPr>
        <w:t xml:space="preserve"> doplněn</w:t>
      </w:r>
      <w:r w:rsidR="006B6FD9" w:rsidRPr="00E71B2E">
        <w:rPr>
          <w:rFonts w:eastAsia="Calibri" w:cs="Times New Roman"/>
          <w:b/>
          <w:lang w:eastAsia="cs-CZ"/>
        </w:rPr>
        <w:t>y položky:</w:t>
      </w:r>
    </w:p>
    <w:p w14:paraId="4E1BF943" w14:textId="03823BE4" w:rsidR="006B6FD9" w:rsidRPr="00E71B2E" w:rsidRDefault="006B6FD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 xml:space="preserve">965010 - ODSTRANĚNÍ KOLEJOVÉHO LOŽE A DRAŽNÍCH STEZEK </w:t>
      </w:r>
      <w:proofErr w:type="gramStart"/>
      <w:r w:rsidRPr="00E71B2E">
        <w:rPr>
          <w:rFonts w:eastAsia="Calibri" w:cs="Times New Roman"/>
          <w:bCs/>
          <w:i/>
          <w:iCs/>
          <w:lang w:eastAsia="cs-CZ"/>
        </w:rPr>
        <w:t>–  61</w:t>
      </w:r>
      <w:proofErr w:type="gramEnd"/>
      <w:r w:rsidRPr="00E71B2E">
        <w:rPr>
          <w:rFonts w:eastAsia="Calibri" w:cs="Times New Roman"/>
          <w:bCs/>
          <w:i/>
          <w:iCs/>
          <w:lang w:eastAsia="cs-CZ"/>
        </w:rPr>
        <w:t>,25 m3</w:t>
      </w:r>
    </w:p>
    <w:p w14:paraId="22365D01" w14:textId="77777777" w:rsidR="006B6FD9" w:rsidRPr="00E71B2E" w:rsidRDefault="006B6FD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>921930 - ANTIKOROZNÍ PROVEDENÍ UPEVŇOVADEL A JINÉHO DROBNÉHO KOLEJIVA – 25 m</w:t>
      </w:r>
    </w:p>
    <w:p w14:paraId="7A72B26E" w14:textId="458B9286" w:rsidR="006B6FD9" w:rsidRPr="00E71B2E" w:rsidRDefault="006B6FD9" w:rsidP="00244F56">
      <w:pPr>
        <w:spacing w:after="0" w:line="240" w:lineRule="auto"/>
        <w:rPr>
          <w:rFonts w:eastAsia="Calibri" w:cs="Times New Roman"/>
          <w:b/>
          <w:lang w:eastAsia="cs-CZ"/>
        </w:rPr>
      </w:pPr>
      <w:r w:rsidRPr="00E71B2E">
        <w:rPr>
          <w:rFonts w:eastAsia="Calibri" w:cs="Times New Roman"/>
          <w:b/>
          <w:lang w:eastAsia="cs-CZ"/>
        </w:rPr>
        <w:t>Úprava množství položky:</w:t>
      </w:r>
    </w:p>
    <w:p w14:paraId="1AE9D13A" w14:textId="76ADC800" w:rsidR="00244F56" w:rsidRPr="00E71B2E" w:rsidRDefault="00244F56" w:rsidP="00244F56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 xml:space="preserve">965124 </w:t>
      </w:r>
      <w:r w:rsidR="006B6FD9" w:rsidRPr="00E71B2E">
        <w:rPr>
          <w:rFonts w:eastAsia="Calibri" w:cs="Times New Roman"/>
          <w:bCs/>
          <w:i/>
          <w:iCs/>
          <w:lang w:eastAsia="cs-CZ"/>
        </w:rPr>
        <w:t>DEMONTÁŽ KOLEJE NA DŘEVĚNÝCH PRAŽCÍCH ROZEBRÁNÍM DO SOUČÁSTÍ – 25 m</w:t>
      </w:r>
    </w:p>
    <w:p w14:paraId="6DA61B7D" w14:textId="2E5F5919" w:rsidR="00302BAF" w:rsidRPr="004D518E" w:rsidRDefault="00302BAF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78A3E51" w14:textId="6DAB011C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2C4BD0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2CFDDBFC" w14:textId="3DD80F00" w:rsidR="002C4BD0" w:rsidRPr="002C4BD0" w:rsidRDefault="002C4BD0" w:rsidP="002C4BD0">
      <w:pPr>
        <w:spacing w:after="0" w:line="240" w:lineRule="auto"/>
        <w:rPr>
          <w:rFonts w:eastAsia="Calibri" w:cs="Times New Roman"/>
          <w:bCs/>
          <w:lang w:eastAsia="cs-CZ"/>
        </w:rPr>
      </w:pPr>
      <w:r w:rsidRPr="002C4BD0">
        <w:rPr>
          <w:rFonts w:eastAsia="Calibri" w:cs="Times New Roman"/>
          <w:bCs/>
          <w:lang w:eastAsia="cs-CZ"/>
        </w:rPr>
        <w:t>Ve výkazu výměr Železniční přejezd chybí položky č.:</w:t>
      </w:r>
    </w:p>
    <w:p w14:paraId="21ED0BA5" w14:textId="77777777" w:rsidR="002C4BD0" w:rsidRPr="002C4BD0" w:rsidRDefault="002C4BD0" w:rsidP="002C4BD0">
      <w:pPr>
        <w:spacing w:after="0" w:line="240" w:lineRule="auto"/>
        <w:rPr>
          <w:rFonts w:eastAsia="Calibri" w:cs="Times New Roman"/>
          <w:bCs/>
          <w:lang w:eastAsia="cs-CZ"/>
        </w:rPr>
      </w:pPr>
      <w:r w:rsidRPr="002C4BD0">
        <w:rPr>
          <w:rFonts w:eastAsia="Calibri" w:cs="Times New Roman"/>
          <w:bCs/>
          <w:lang w:eastAsia="cs-CZ"/>
        </w:rPr>
        <w:t>-</w:t>
      </w:r>
      <w:r w:rsidRPr="002C4BD0">
        <w:rPr>
          <w:rFonts w:eastAsia="Calibri" w:cs="Times New Roman"/>
          <w:bCs/>
          <w:lang w:eastAsia="cs-CZ"/>
        </w:rPr>
        <w:tab/>
        <w:t>27211 Základy z dílců betonových</w:t>
      </w:r>
    </w:p>
    <w:p w14:paraId="1DE47C28" w14:textId="77777777" w:rsidR="002C4BD0" w:rsidRPr="002C4BD0" w:rsidRDefault="002C4BD0" w:rsidP="002C4BD0">
      <w:pPr>
        <w:spacing w:after="0" w:line="240" w:lineRule="auto"/>
        <w:rPr>
          <w:rFonts w:eastAsia="Calibri" w:cs="Times New Roman"/>
          <w:bCs/>
          <w:lang w:eastAsia="cs-CZ"/>
        </w:rPr>
      </w:pPr>
      <w:r w:rsidRPr="002C4BD0">
        <w:rPr>
          <w:rFonts w:eastAsia="Calibri" w:cs="Times New Roman"/>
          <w:bCs/>
          <w:lang w:eastAsia="cs-CZ"/>
        </w:rPr>
        <w:t>-</w:t>
      </w:r>
      <w:r w:rsidRPr="002C4BD0">
        <w:rPr>
          <w:rFonts w:eastAsia="Calibri" w:cs="Times New Roman"/>
          <w:bCs/>
          <w:lang w:eastAsia="cs-CZ"/>
        </w:rPr>
        <w:tab/>
        <w:t xml:space="preserve">561103 Podkladní beton </w:t>
      </w:r>
      <w:proofErr w:type="spellStart"/>
      <w:r w:rsidRPr="002C4BD0">
        <w:rPr>
          <w:rFonts w:eastAsia="Calibri" w:cs="Times New Roman"/>
          <w:bCs/>
          <w:lang w:eastAsia="cs-CZ"/>
        </w:rPr>
        <w:t>tř</w:t>
      </w:r>
      <w:proofErr w:type="spellEnd"/>
      <w:r w:rsidRPr="002C4BD0">
        <w:rPr>
          <w:rFonts w:eastAsia="Calibri" w:cs="Times New Roman"/>
          <w:bCs/>
          <w:lang w:eastAsia="cs-CZ"/>
        </w:rPr>
        <w:t xml:space="preserve"> III.</w:t>
      </w:r>
    </w:p>
    <w:p w14:paraId="617BBB62" w14:textId="77777777" w:rsidR="002C4BD0" w:rsidRPr="002C4BD0" w:rsidRDefault="002C4BD0" w:rsidP="002C4BD0">
      <w:pPr>
        <w:spacing w:after="0" w:line="240" w:lineRule="auto"/>
        <w:rPr>
          <w:rFonts w:eastAsia="Calibri" w:cs="Times New Roman"/>
          <w:bCs/>
          <w:lang w:eastAsia="cs-CZ"/>
        </w:rPr>
      </w:pPr>
      <w:r w:rsidRPr="002C4BD0">
        <w:rPr>
          <w:rFonts w:eastAsia="Calibri" w:cs="Times New Roman"/>
          <w:bCs/>
          <w:lang w:eastAsia="cs-CZ"/>
        </w:rPr>
        <w:t>-</w:t>
      </w:r>
      <w:r w:rsidRPr="002C4BD0">
        <w:rPr>
          <w:rFonts w:eastAsia="Calibri" w:cs="Times New Roman"/>
          <w:bCs/>
          <w:lang w:eastAsia="cs-CZ"/>
        </w:rPr>
        <w:tab/>
        <w:t>965311 Rozebrání přejezdu, přechodu z dílců</w:t>
      </w:r>
    </w:p>
    <w:p w14:paraId="62D088EC" w14:textId="77777777" w:rsidR="002C4BD0" w:rsidRPr="002C4BD0" w:rsidRDefault="002C4BD0" w:rsidP="002C4BD0">
      <w:pPr>
        <w:spacing w:after="0" w:line="240" w:lineRule="auto"/>
        <w:rPr>
          <w:rFonts w:eastAsia="Calibri" w:cs="Times New Roman"/>
          <w:bCs/>
          <w:lang w:eastAsia="cs-CZ"/>
        </w:rPr>
      </w:pPr>
      <w:r w:rsidRPr="002C4BD0">
        <w:rPr>
          <w:rFonts w:eastAsia="Calibri" w:cs="Times New Roman"/>
          <w:bCs/>
          <w:lang w:eastAsia="cs-CZ"/>
        </w:rPr>
        <w:t>-</w:t>
      </w:r>
      <w:r w:rsidRPr="002C4BD0">
        <w:rPr>
          <w:rFonts w:eastAsia="Calibri" w:cs="Times New Roman"/>
          <w:bCs/>
          <w:lang w:eastAsia="cs-CZ"/>
        </w:rPr>
        <w:tab/>
        <w:t>965312 ROZEBRÁNÍ PŘEJEZDU, PŘECHODU Z DÍLCŮ – ODVOZ</w:t>
      </w:r>
    </w:p>
    <w:p w14:paraId="3D859300" w14:textId="7521BC45" w:rsidR="00CB7B5A" w:rsidRPr="002C4BD0" w:rsidRDefault="002C4BD0" w:rsidP="002C4BD0">
      <w:pPr>
        <w:spacing w:after="0" w:line="240" w:lineRule="auto"/>
        <w:rPr>
          <w:rFonts w:eastAsia="Calibri" w:cs="Times New Roman"/>
          <w:bCs/>
          <w:lang w:eastAsia="cs-CZ"/>
        </w:rPr>
      </w:pPr>
      <w:r w:rsidRPr="002C4BD0">
        <w:rPr>
          <w:rFonts w:eastAsia="Calibri" w:cs="Times New Roman"/>
          <w:bCs/>
          <w:lang w:eastAsia="cs-CZ"/>
        </w:rPr>
        <w:t>-</w:t>
      </w:r>
      <w:r w:rsidRPr="002C4BD0">
        <w:rPr>
          <w:rFonts w:eastAsia="Calibri" w:cs="Times New Roman"/>
          <w:bCs/>
          <w:lang w:eastAsia="cs-CZ"/>
        </w:rPr>
        <w:tab/>
        <w:t xml:space="preserve">015130 POPLATKY ZA LIKVIDACI ODPADŮ NEKONTAMINOVANÝCH - 17 03 </w:t>
      </w:r>
      <w:proofErr w:type="gramStart"/>
      <w:r w:rsidRPr="002C4BD0">
        <w:rPr>
          <w:rFonts w:eastAsia="Calibri" w:cs="Times New Roman"/>
          <w:bCs/>
          <w:lang w:eastAsia="cs-CZ"/>
        </w:rPr>
        <w:t>02  VYBOURANÝ</w:t>
      </w:r>
      <w:proofErr w:type="gramEnd"/>
      <w:r w:rsidRPr="002C4BD0">
        <w:rPr>
          <w:rFonts w:eastAsia="Calibri" w:cs="Times New Roman"/>
          <w:bCs/>
          <w:lang w:eastAsia="cs-CZ"/>
        </w:rPr>
        <w:t xml:space="preserve"> ASFALTOVÝ BETON BEZ DEHTU – včetně dopravy</w:t>
      </w:r>
    </w:p>
    <w:p w14:paraId="09E94491" w14:textId="3221C8A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EE20B89" w14:textId="77777777" w:rsidR="00E71B2E" w:rsidRPr="00E71B2E" w:rsidRDefault="00E71B2E" w:rsidP="00E71B2E">
      <w:pPr>
        <w:spacing w:after="0" w:line="240" w:lineRule="auto"/>
        <w:rPr>
          <w:rFonts w:eastAsia="Calibri" w:cs="Times New Roman"/>
          <w:b/>
          <w:bCs/>
          <w:lang w:eastAsia="cs-CZ"/>
        </w:rPr>
      </w:pPr>
      <w:bookmarkStart w:id="1" w:name="_Hlk185338514"/>
      <w:r w:rsidRPr="007952D2">
        <w:rPr>
          <w:rFonts w:eastAsia="Calibri" w:cs="Times New Roman"/>
          <w:lang w:eastAsia="cs-CZ"/>
        </w:rPr>
        <w:t>Zadavatel doplnil položky do rozpočtového souboru, který přikládá přílohou tohoto vysvětlení. V rámci nabídky uchazeče bude vyplněna a předložena tato nová verze rozpočtového souboru</w:t>
      </w:r>
      <w:r w:rsidRPr="00E71B2E">
        <w:rPr>
          <w:rFonts w:eastAsia="Calibri" w:cs="Times New Roman"/>
          <w:b/>
          <w:bCs/>
          <w:lang w:eastAsia="cs-CZ"/>
        </w:rPr>
        <w:t>.</w:t>
      </w:r>
    </w:p>
    <w:bookmarkEnd w:id="1"/>
    <w:p w14:paraId="5AA890A0" w14:textId="2BEDECDA" w:rsidR="006B6FD9" w:rsidRPr="00E71B2E" w:rsidRDefault="006B6FD9" w:rsidP="002F7469">
      <w:pPr>
        <w:spacing w:after="0" w:line="240" w:lineRule="auto"/>
        <w:rPr>
          <w:rFonts w:eastAsia="Calibri" w:cs="Times New Roman"/>
          <w:b/>
          <w:lang w:eastAsia="cs-CZ"/>
        </w:rPr>
      </w:pPr>
      <w:r w:rsidRPr="00E71B2E">
        <w:rPr>
          <w:rFonts w:eastAsia="Calibri" w:cs="Times New Roman"/>
          <w:b/>
          <w:lang w:eastAsia="cs-CZ"/>
        </w:rPr>
        <w:t>Do SO 03-13-0</w:t>
      </w:r>
      <w:r w:rsidR="002F7469">
        <w:rPr>
          <w:rFonts w:eastAsia="Calibri" w:cs="Times New Roman"/>
          <w:b/>
          <w:lang w:eastAsia="cs-CZ"/>
        </w:rPr>
        <w:t>8</w:t>
      </w:r>
      <w:r w:rsidRPr="00E71B2E">
        <w:rPr>
          <w:rFonts w:eastAsia="Calibri" w:cs="Times New Roman"/>
          <w:b/>
          <w:lang w:eastAsia="cs-CZ"/>
        </w:rPr>
        <w:t xml:space="preserve"> byly doplněny následující položky:</w:t>
      </w:r>
    </w:p>
    <w:p w14:paraId="7FCCC98E" w14:textId="77777777" w:rsidR="006B6FD9" w:rsidRPr="00E71B2E" w:rsidRDefault="006B6FD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>27211 - ZÁKLADY Z DÍLCŮ BETONOVÝCH – 1,08 m3</w:t>
      </w:r>
    </w:p>
    <w:p w14:paraId="6E5D3E66" w14:textId="77777777" w:rsidR="006B6FD9" w:rsidRPr="00E71B2E" w:rsidRDefault="006B6FD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>451313 - PODKLADNÍ A VÝPLŇOVÉ VRSTVY Z PROSTÉHO BETONU C16/20 – 0,81 m3</w:t>
      </w:r>
    </w:p>
    <w:p w14:paraId="0A2FCBF7" w14:textId="77777777" w:rsidR="006B6FD9" w:rsidRPr="00E71B2E" w:rsidRDefault="006B6FD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>965321 - ROZEBRÁNÍ PŘEJEZDU, PŘECHODU OSTATNÍCH – 31 m2</w:t>
      </w:r>
    </w:p>
    <w:p w14:paraId="66B06E69" w14:textId="77777777" w:rsidR="006B6FD9" w:rsidRPr="00E71B2E" w:rsidRDefault="006B6FD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>(poznámka: stávající přejezd není z dílců)</w:t>
      </w:r>
    </w:p>
    <w:p w14:paraId="1988AE61" w14:textId="77777777" w:rsidR="006B6FD9" w:rsidRDefault="006B6FD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E71B2E">
        <w:rPr>
          <w:rFonts w:eastAsia="Calibri" w:cs="Times New Roman"/>
          <w:bCs/>
          <w:i/>
          <w:iCs/>
          <w:lang w:eastAsia="cs-CZ"/>
        </w:rPr>
        <w:t xml:space="preserve">R015130 - POPLATKY ZA LIKVIDACI ODPADŮ NEKONTAMINOVANÝCH - 17 03 </w:t>
      </w:r>
      <w:proofErr w:type="gramStart"/>
      <w:r w:rsidRPr="00E71B2E">
        <w:rPr>
          <w:rFonts w:eastAsia="Calibri" w:cs="Times New Roman"/>
          <w:bCs/>
          <w:i/>
          <w:iCs/>
          <w:lang w:eastAsia="cs-CZ"/>
        </w:rPr>
        <w:t>02  VYBOURANÝ</w:t>
      </w:r>
      <w:proofErr w:type="gramEnd"/>
      <w:r w:rsidRPr="00E71B2E">
        <w:rPr>
          <w:rFonts w:eastAsia="Calibri" w:cs="Times New Roman"/>
          <w:bCs/>
          <w:i/>
          <w:iCs/>
          <w:lang w:eastAsia="cs-CZ"/>
        </w:rPr>
        <w:t xml:space="preserve"> ASFALTOVÝ BETON BEZ DEHTU , VČETNĚ DOPRAVY – 11,625 t</w:t>
      </w:r>
    </w:p>
    <w:p w14:paraId="7200C66B" w14:textId="77777777" w:rsidR="002F7469" w:rsidRPr="00E71B2E" w:rsidRDefault="002F7469" w:rsidP="002F746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</w:p>
    <w:p w14:paraId="0095C3F4" w14:textId="6F61A348" w:rsidR="002C4BD0" w:rsidRPr="00CB7B5A" w:rsidRDefault="002C4BD0" w:rsidP="002C4BD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35540A27" w14:textId="77777777" w:rsidR="002C4BD0" w:rsidRDefault="002C4BD0" w:rsidP="002C4BD0">
      <w:pPr>
        <w:spacing w:after="0" w:line="259" w:lineRule="auto"/>
        <w:jc w:val="both"/>
      </w:pPr>
      <w:r>
        <w:t>Chybí položka na</w:t>
      </w:r>
      <w:r w:rsidRPr="00892C86">
        <w:t xml:space="preserve"> Výluk</w:t>
      </w:r>
      <w:r>
        <w:t>u</w:t>
      </w:r>
      <w:r w:rsidRPr="00892C86">
        <w:t xml:space="preserve"> silničního provozu se zajištěním objížďky </w:t>
      </w:r>
      <w:r>
        <w:t>–</w:t>
      </w:r>
      <w:r w:rsidRPr="00892C86">
        <w:t xml:space="preserve"> </w:t>
      </w:r>
      <w:r>
        <w:t>DIO. Žádáme o doplnění do VV.</w:t>
      </w:r>
    </w:p>
    <w:p w14:paraId="513CECD2" w14:textId="51988F19" w:rsidR="002C4BD0" w:rsidRDefault="002C4BD0" w:rsidP="002C4BD0">
      <w:pPr>
        <w:spacing w:after="0" w:line="259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3A9844E" w14:textId="394987D8" w:rsidR="00E71B2E" w:rsidRPr="007952D2" w:rsidRDefault="00E71B2E" w:rsidP="00E71B2E">
      <w:pPr>
        <w:spacing w:after="0" w:line="240" w:lineRule="auto"/>
        <w:rPr>
          <w:rFonts w:eastAsia="Calibri" w:cs="Times New Roman"/>
          <w:lang w:eastAsia="cs-CZ"/>
        </w:rPr>
      </w:pPr>
      <w:r w:rsidRPr="007952D2">
        <w:rPr>
          <w:rFonts w:eastAsia="Calibri" w:cs="Times New Roman"/>
          <w:lang w:eastAsia="cs-CZ"/>
        </w:rPr>
        <w:t>Zadavatel doplnil položky do rozpočtového souboru SO</w:t>
      </w:r>
      <w:r w:rsidR="006B656C" w:rsidRPr="007952D2">
        <w:rPr>
          <w:rFonts w:eastAsia="Calibri" w:cs="Times New Roman"/>
          <w:lang w:eastAsia="cs-CZ"/>
        </w:rPr>
        <w:t xml:space="preserve"> 03-13-08</w:t>
      </w:r>
      <w:r w:rsidRPr="007952D2">
        <w:rPr>
          <w:rFonts w:eastAsia="Calibri" w:cs="Times New Roman"/>
          <w:lang w:eastAsia="cs-CZ"/>
        </w:rPr>
        <w:t>, který přikládá přílohou tohoto vysvětlení. V rámci nabídky uchazeče bude vyplněna a předložena tato nová verze rozpočtového souboru.</w:t>
      </w:r>
    </w:p>
    <w:p w14:paraId="460E7C64" w14:textId="156BD70F" w:rsidR="006B6FD9" w:rsidRPr="002F7469" w:rsidRDefault="002F7469" w:rsidP="006B6FD9">
      <w:pPr>
        <w:spacing w:after="0" w:line="240" w:lineRule="auto"/>
        <w:rPr>
          <w:rFonts w:eastAsia="Calibri" w:cs="Times New Roman"/>
          <w:b/>
          <w:lang w:eastAsia="cs-CZ"/>
        </w:rPr>
      </w:pPr>
      <w:r w:rsidRPr="002F7469">
        <w:rPr>
          <w:rFonts w:eastAsia="Calibri" w:cs="Times New Roman"/>
          <w:b/>
          <w:lang w:eastAsia="cs-CZ"/>
        </w:rPr>
        <w:t>Do SO 03-13-08 byly d</w:t>
      </w:r>
      <w:r w:rsidR="006B6FD9" w:rsidRPr="002F7469">
        <w:rPr>
          <w:rFonts w:eastAsia="Calibri" w:cs="Times New Roman"/>
          <w:b/>
          <w:lang w:eastAsia="cs-CZ"/>
        </w:rPr>
        <w:t>oplněna následující položka:</w:t>
      </w:r>
    </w:p>
    <w:p w14:paraId="34C6D462" w14:textId="5FE49F82" w:rsidR="006B6FD9" w:rsidRPr="002F7469" w:rsidRDefault="00296431" w:rsidP="006B6FD9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bookmarkStart w:id="2" w:name="_Hlk185342910"/>
      <w:r w:rsidRPr="00296431">
        <w:rPr>
          <w:rFonts w:eastAsia="Calibri" w:cs="Times New Roman"/>
          <w:bCs/>
          <w:i/>
          <w:iCs/>
          <w:lang w:eastAsia="cs-CZ"/>
        </w:rPr>
        <w:t>02720</w:t>
      </w:r>
      <w:r>
        <w:rPr>
          <w:rFonts w:eastAsia="Calibri" w:cs="Times New Roman"/>
          <w:bCs/>
          <w:i/>
          <w:iCs/>
          <w:lang w:eastAsia="cs-CZ"/>
        </w:rPr>
        <w:t xml:space="preserve"> </w:t>
      </w:r>
      <w:r w:rsidRPr="00296431">
        <w:rPr>
          <w:rFonts w:eastAsia="Calibri" w:cs="Times New Roman"/>
          <w:bCs/>
          <w:i/>
          <w:iCs/>
          <w:lang w:eastAsia="cs-CZ"/>
        </w:rPr>
        <w:t>-</w:t>
      </w:r>
      <w:bookmarkEnd w:id="2"/>
      <w:r>
        <w:rPr>
          <w:rFonts w:eastAsia="Calibri" w:cs="Times New Roman"/>
          <w:bCs/>
          <w:i/>
          <w:iCs/>
          <w:lang w:eastAsia="cs-CZ"/>
        </w:rPr>
        <w:t xml:space="preserve"> </w:t>
      </w:r>
      <w:r w:rsidR="006B6FD9" w:rsidRPr="00296431">
        <w:rPr>
          <w:rFonts w:eastAsia="Calibri" w:cs="Times New Roman"/>
          <w:bCs/>
          <w:i/>
          <w:iCs/>
          <w:lang w:eastAsia="cs-CZ"/>
        </w:rPr>
        <w:t xml:space="preserve">POMOC PRÁCE ZŘÍZ NEBO ZAJIŠŤ OBJÍŽĎKY A PŘÍSTUP CESTY – 1 </w:t>
      </w:r>
      <w:proofErr w:type="spellStart"/>
      <w:r w:rsidR="006B6FD9" w:rsidRPr="00296431">
        <w:rPr>
          <w:rFonts w:eastAsia="Calibri" w:cs="Times New Roman"/>
          <w:bCs/>
          <w:i/>
          <w:iCs/>
          <w:lang w:eastAsia="cs-CZ"/>
        </w:rPr>
        <w:t>kpl</w:t>
      </w:r>
      <w:proofErr w:type="spellEnd"/>
    </w:p>
    <w:p w14:paraId="63C0DCB2" w14:textId="77777777" w:rsidR="002C4BD0" w:rsidRPr="00CB7B5A" w:rsidRDefault="002C4BD0" w:rsidP="002C4BD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5B45E9" w14:textId="77777777" w:rsidR="002C4BD0" w:rsidRPr="00CB7B5A" w:rsidRDefault="002C4BD0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F709C91" w14:textId="77777777" w:rsidR="00CB7B5A" w:rsidRPr="007952D2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E33361A" w14:textId="59FB2E31" w:rsidR="00CB7B5A" w:rsidRPr="007952D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952D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952D2">
        <w:rPr>
          <w:rFonts w:eastAsia="Times New Roman" w:cs="Times New Roman"/>
          <w:b/>
          <w:lang w:eastAsia="cs-CZ"/>
        </w:rPr>
        <w:t>změny/doplnění zadávací dokumentace</w:t>
      </w:r>
      <w:r w:rsidRPr="007952D2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7952D2">
        <w:rPr>
          <w:rFonts w:eastAsia="Times New Roman" w:cs="Times New Roman"/>
          <w:lang w:eastAsia="cs-CZ"/>
        </w:rPr>
        <w:br/>
      </w:r>
      <w:r w:rsidR="007952D2" w:rsidRPr="007952D2">
        <w:rPr>
          <w:rFonts w:eastAsia="Times New Roman" w:cs="Times New Roman"/>
          <w:lang w:eastAsia="cs-CZ"/>
        </w:rPr>
        <w:t>19.12.2024</w:t>
      </w:r>
      <w:r w:rsidRPr="007952D2">
        <w:rPr>
          <w:rFonts w:eastAsia="Times New Roman" w:cs="Times New Roman"/>
          <w:lang w:eastAsia="cs-CZ"/>
        </w:rPr>
        <w:t xml:space="preserve"> na den </w:t>
      </w:r>
      <w:r w:rsidR="007952D2" w:rsidRPr="007952D2">
        <w:rPr>
          <w:rFonts w:eastAsia="Times New Roman" w:cs="Times New Roman"/>
          <w:lang w:eastAsia="cs-CZ"/>
        </w:rPr>
        <w:t>20.12.2024</w:t>
      </w:r>
      <w:r w:rsidRPr="007952D2">
        <w:rPr>
          <w:rFonts w:eastAsia="Times New Roman" w:cs="Times New Roman"/>
          <w:lang w:eastAsia="cs-CZ"/>
        </w:rPr>
        <w:t xml:space="preserve">. </w:t>
      </w:r>
    </w:p>
    <w:p w14:paraId="5A36352A" w14:textId="77777777" w:rsidR="00D159C0" w:rsidRPr="007952D2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7952D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7952D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952D2">
        <w:rPr>
          <w:rFonts w:eastAsia="Calibri" w:cs="Times New Roman"/>
          <w:lang w:eastAsia="cs-CZ"/>
        </w:rPr>
        <w:t>Vysvětlení/ změnu/ doplnění zadávací dokumentace</w:t>
      </w:r>
      <w:r w:rsidRPr="007952D2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7952D2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7952D2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7952D2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7952D2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7952D2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D160036" w14:textId="77777777" w:rsidR="007952D2" w:rsidRDefault="00CB7B5A" w:rsidP="007952D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952D2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0E1DA63B" w14:textId="786B07C5" w:rsidR="007952D2" w:rsidRPr="007952D2" w:rsidRDefault="007952D2" w:rsidP="007952D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952D2">
        <w:rPr>
          <w:rFonts w:eastAsia="Calibri" w:cs="Times New Roman"/>
          <w:bCs/>
          <w:lang w:eastAsia="cs-CZ"/>
        </w:rPr>
        <w:t>[</w:t>
      </w:r>
      <w:proofErr w:type="gramStart"/>
      <w:r w:rsidRPr="007952D2">
        <w:rPr>
          <w:rFonts w:eastAsia="Calibri" w:cs="Times New Roman"/>
          <w:bCs/>
          <w:lang w:eastAsia="cs-CZ"/>
        </w:rPr>
        <w:t>D.2.1.1]_</w:t>
      </w:r>
      <w:proofErr w:type="gramEnd"/>
      <w:r w:rsidRPr="007952D2">
        <w:rPr>
          <w:rFonts w:eastAsia="Calibri" w:cs="Times New Roman"/>
          <w:bCs/>
          <w:lang w:eastAsia="cs-CZ"/>
        </w:rPr>
        <w:t>[SO 03-10-08]_</w:t>
      </w:r>
      <w:proofErr w:type="spellStart"/>
      <w:r w:rsidRPr="007952D2">
        <w:rPr>
          <w:rFonts w:eastAsia="Calibri" w:cs="Times New Roman"/>
          <w:bCs/>
          <w:lang w:eastAsia="cs-CZ"/>
        </w:rPr>
        <w:t>opr</w:t>
      </w:r>
      <w:proofErr w:type="spellEnd"/>
    </w:p>
    <w:p w14:paraId="14DDB199" w14:textId="227EE02E" w:rsidR="00CB7B5A" w:rsidRPr="00CB7B5A" w:rsidRDefault="007952D2" w:rsidP="007952D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952D2">
        <w:rPr>
          <w:rFonts w:eastAsia="Calibri" w:cs="Times New Roman"/>
          <w:bCs/>
          <w:lang w:eastAsia="cs-CZ"/>
        </w:rPr>
        <w:t>[</w:t>
      </w:r>
      <w:proofErr w:type="gramStart"/>
      <w:r w:rsidRPr="007952D2">
        <w:rPr>
          <w:rFonts w:eastAsia="Calibri" w:cs="Times New Roman"/>
          <w:bCs/>
          <w:lang w:eastAsia="cs-CZ"/>
        </w:rPr>
        <w:t>D.2.1.3]_</w:t>
      </w:r>
      <w:proofErr w:type="gramEnd"/>
      <w:r w:rsidRPr="007952D2">
        <w:rPr>
          <w:rFonts w:eastAsia="Calibri" w:cs="Times New Roman"/>
          <w:bCs/>
          <w:lang w:eastAsia="cs-CZ"/>
        </w:rPr>
        <w:t>[SO 03-13-08]_</w:t>
      </w:r>
      <w:proofErr w:type="spellStart"/>
      <w:r w:rsidRPr="007952D2">
        <w:rPr>
          <w:rFonts w:eastAsia="Calibri" w:cs="Times New Roman"/>
          <w:bCs/>
          <w:lang w:eastAsia="cs-CZ"/>
        </w:rPr>
        <w:t>opr</w:t>
      </w:r>
      <w:proofErr w:type="spellEnd"/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14F6ED3C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952D2">
        <w:rPr>
          <w:rFonts w:eastAsia="Calibri" w:cs="Times New Roman"/>
          <w:lang w:eastAsia="cs-CZ"/>
        </w:rPr>
        <w:t>17.12.2024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6555F" w14:textId="77777777" w:rsidR="005534FC" w:rsidRDefault="005534FC" w:rsidP="00962258">
      <w:pPr>
        <w:spacing w:after="0" w:line="240" w:lineRule="auto"/>
      </w:pPr>
      <w:r>
        <w:separator/>
      </w:r>
    </w:p>
  </w:endnote>
  <w:endnote w:type="continuationSeparator" w:id="0">
    <w:p w14:paraId="54E985B0" w14:textId="77777777" w:rsidR="005534FC" w:rsidRDefault="005534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BD1F9" w14:textId="77777777" w:rsidR="00892F7A" w:rsidRDefault="00892F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F0846" w14:textId="77777777" w:rsidR="005534FC" w:rsidRDefault="005534FC" w:rsidP="00962258">
      <w:pPr>
        <w:spacing w:after="0" w:line="240" w:lineRule="auto"/>
      </w:pPr>
      <w:r>
        <w:separator/>
      </w:r>
    </w:p>
  </w:footnote>
  <w:footnote w:type="continuationSeparator" w:id="0">
    <w:p w14:paraId="7B599AF1" w14:textId="77777777" w:rsidR="005534FC" w:rsidRDefault="005534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47888" w14:textId="77777777" w:rsidR="00892F7A" w:rsidRDefault="00892F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27D3E19"/>
    <w:multiLevelType w:val="hybridMultilevel"/>
    <w:tmpl w:val="DB6E9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4"/>
  </w:num>
  <w:num w:numId="7" w16cid:durableId="117284071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35C9"/>
    <w:rsid w:val="000159DF"/>
    <w:rsid w:val="00016A6F"/>
    <w:rsid w:val="00033432"/>
    <w:rsid w:val="000335CC"/>
    <w:rsid w:val="00037890"/>
    <w:rsid w:val="00046DE8"/>
    <w:rsid w:val="000678B5"/>
    <w:rsid w:val="00072C1E"/>
    <w:rsid w:val="00083982"/>
    <w:rsid w:val="000B1153"/>
    <w:rsid w:val="000B6C7E"/>
    <w:rsid w:val="000B7907"/>
    <w:rsid w:val="000C0429"/>
    <w:rsid w:val="000C45E8"/>
    <w:rsid w:val="001035F0"/>
    <w:rsid w:val="00111BD2"/>
    <w:rsid w:val="00114472"/>
    <w:rsid w:val="00143629"/>
    <w:rsid w:val="00145FA7"/>
    <w:rsid w:val="001521DC"/>
    <w:rsid w:val="001606DA"/>
    <w:rsid w:val="00170EC5"/>
    <w:rsid w:val="001747C1"/>
    <w:rsid w:val="0018596A"/>
    <w:rsid w:val="001B69C2"/>
    <w:rsid w:val="001C066A"/>
    <w:rsid w:val="001C28AF"/>
    <w:rsid w:val="001C4DA0"/>
    <w:rsid w:val="00207DF5"/>
    <w:rsid w:val="00233408"/>
    <w:rsid w:val="00244F56"/>
    <w:rsid w:val="00267369"/>
    <w:rsid w:val="0026785D"/>
    <w:rsid w:val="00296431"/>
    <w:rsid w:val="002A000A"/>
    <w:rsid w:val="002A7A7C"/>
    <w:rsid w:val="002C31BF"/>
    <w:rsid w:val="002C4BD0"/>
    <w:rsid w:val="002E0CD7"/>
    <w:rsid w:val="002F026B"/>
    <w:rsid w:val="002F7469"/>
    <w:rsid w:val="00302BAF"/>
    <w:rsid w:val="00324DC6"/>
    <w:rsid w:val="00357BC6"/>
    <w:rsid w:val="0037111D"/>
    <w:rsid w:val="003956C6"/>
    <w:rsid w:val="003C44CE"/>
    <w:rsid w:val="003C5BE7"/>
    <w:rsid w:val="003E6B9A"/>
    <w:rsid w:val="003E75CE"/>
    <w:rsid w:val="003F37AB"/>
    <w:rsid w:val="0041380F"/>
    <w:rsid w:val="00450F07"/>
    <w:rsid w:val="00453CD3"/>
    <w:rsid w:val="00455BC7"/>
    <w:rsid w:val="00457A34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0AA5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534FC"/>
    <w:rsid w:val="00556702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C79A5"/>
    <w:rsid w:val="005D30A9"/>
    <w:rsid w:val="005D5BF3"/>
    <w:rsid w:val="006104F6"/>
    <w:rsid w:val="0061068E"/>
    <w:rsid w:val="00613335"/>
    <w:rsid w:val="00647345"/>
    <w:rsid w:val="00660AD3"/>
    <w:rsid w:val="00664368"/>
    <w:rsid w:val="006A5570"/>
    <w:rsid w:val="006A689C"/>
    <w:rsid w:val="006B3D79"/>
    <w:rsid w:val="006B656C"/>
    <w:rsid w:val="006B6FD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47FB6"/>
    <w:rsid w:val="007531A0"/>
    <w:rsid w:val="0076286B"/>
    <w:rsid w:val="00763036"/>
    <w:rsid w:val="00764595"/>
    <w:rsid w:val="00766846"/>
    <w:rsid w:val="0077673A"/>
    <w:rsid w:val="007846E1"/>
    <w:rsid w:val="007952D2"/>
    <w:rsid w:val="0079577C"/>
    <w:rsid w:val="007B570C"/>
    <w:rsid w:val="007D330E"/>
    <w:rsid w:val="007E4A6E"/>
    <w:rsid w:val="007F56A7"/>
    <w:rsid w:val="00807DD0"/>
    <w:rsid w:val="0081255E"/>
    <w:rsid w:val="00813F11"/>
    <w:rsid w:val="008275AB"/>
    <w:rsid w:val="00891334"/>
    <w:rsid w:val="00892F7A"/>
    <w:rsid w:val="008A14C0"/>
    <w:rsid w:val="008A3568"/>
    <w:rsid w:val="008B425A"/>
    <w:rsid w:val="008C71CF"/>
    <w:rsid w:val="008D03B9"/>
    <w:rsid w:val="008E70A9"/>
    <w:rsid w:val="008F18D6"/>
    <w:rsid w:val="00904780"/>
    <w:rsid w:val="009113A8"/>
    <w:rsid w:val="009206F5"/>
    <w:rsid w:val="00922385"/>
    <w:rsid w:val="009223DF"/>
    <w:rsid w:val="00936091"/>
    <w:rsid w:val="00940288"/>
    <w:rsid w:val="00940D8A"/>
    <w:rsid w:val="00962258"/>
    <w:rsid w:val="009678B7"/>
    <w:rsid w:val="00981898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9F537C"/>
    <w:rsid w:val="00A44328"/>
    <w:rsid w:val="00A6177B"/>
    <w:rsid w:val="00A66136"/>
    <w:rsid w:val="00AA4CBB"/>
    <w:rsid w:val="00AA65FA"/>
    <w:rsid w:val="00AA7351"/>
    <w:rsid w:val="00AD056F"/>
    <w:rsid w:val="00AD2773"/>
    <w:rsid w:val="00AD3757"/>
    <w:rsid w:val="00AD50FB"/>
    <w:rsid w:val="00AD6731"/>
    <w:rsid w:val="00AE1DDE"/>
    <w:rsid w:val="00AE44C1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6255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329FE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71B2E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7</cp:revision>
  <cp:lastPrinted>2019-02-22T13:28:00Z</cp:lastPrinted>
  <dcterms:created xsi:type="dcterms:W3CDTF">2024-12-17T13:26:00Z</dcterms:created>
  <dcterms:modified xsi:type="dcterms:W3CDTF">2024-12-17T14:48:00Z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