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673E3F4D" w:rsidR="00F862D6" w:rsidRPr="003E6B9A" w:rsidRDefault="00E123BD" w:rsidP="0037111D">
            <w:r w:rsidRPr="00E123BD">
              <w:rPr>
                <w:rFonts w:ascii="Helvetica" w:hAnsi="Helvetica"/>
              </w:rPr>
              <w:t>14069/2024-SŽ-SSV-Ú3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03ED83B5" w:rsidR="00F862D6" w:rsidRPr="003E6B9A" w:rsidRDefault="009A3A01" w:rsidP="00CC1E2B">
            <w:r>
              <w:t>1</w:t>
            </w:r>
            <w:r w:rsidR="003E6B9A" w:rsidRPr="003E6B9A">
              <w:t>/</w:t>
            </w:r>
            <w:r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5A07C75F" w:rsidR="00F862D6" w:rsidRPr="003E6B9A" w:rsidRDefault="00082438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015FF067" w:rsidR="009A7568" w:rsidRPr="003E6B9A" w:rsidRDefault="00082438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31058960" w:rsidR="009A7568" w:rsidRPr="003E6B9A" w:rsidRDefault="00082438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1CACF1C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E5ABC">
              <w:rPr>
                <w:noProof/>
              </w:rPr>
              <w:t>10. prosince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5940FDD9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2C3993">
        <w:rPr>
          <w:rFonts w:eastAsia="Times New Roman" w:cs="Times New Roman"/>
          <w:lang w:eastAsia="cs-CZ"/>
        </w:rPr>
        <w:t>2</w:t>
      </w:r>
    </w:p>
    <w:p w14:paraId="1C466933" w14:textId="174DC30F" w:rsidR="009206F5" w:rsidRPr="00C84783" w:rsidRDefault="009206F5" w:rsidP="00082438">
      <w:pPr>
        <w:spacing w:after="0" w:line="240" w:lineRule="auto"/>
        <w:ind w:left="705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„</w:t>
      </w:r>
      <w:r w:rsidR="00082438" w:rsidRPr="00082438">
        <w:rPr>
          <w:rFonts w:eastAsia="Calibri" w:cs="Times New Roman"/>
          <w:b/>
          <w:lang w:eastAsia="cs-CZ"/>
        </w:rPr>
        <w:t>Výstavba PZS přejezdu P7707 v km 6,832 trati Milotice nad Opavou – Vrbno pod Pradědem</w:t>
      </w:r>
      <w:r>
        <w:rPr>
          <w:rFonts w:eastAsia="Calibri" w:cs="Times New Roman"/>
          <w:b/>
          <w:lang w:eastAsia="cs-CZ"/>
        </w:rPr>
        <w:t>“</w:t>
      </w:r>
    </w:p>
    <w:p w14:paraId="3908AC43" w14:textId="419BF689" w:rsidR="00CB7B5A" w:rsidRPr="00CB7B5A" w:rsidRDefault="00082438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</w:r>
    </w:p>
    <w:p w14:paraId="2C8042F0" w14:textId="77777777" w:rsidR="00791426" w:rsidRPr="00FD1DCA" w:rsidRDefault="00791426" w:rsidP="0079142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D1DCA">
        <w:rPr>
          <w:rFonts w:eastAsia="Times New Roman" w:cs="Times New Roman"/>
          <w:lang w:eastAsia="cs-CZ"/>
        </w:rPr>
        <w:t xml:space="preserve">Zadavatel </w:t>
      </w:r>
      <w:r w:rsidRPr="00FD1DCA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FD1DCA">
        <w:rPr>
          <w:rFonts w:eastAsia="Times New Roman" w:cs="Times New Roman"/>
          <w:lang w:eastAsia="cs-CZ"/>
        </w:rPr>
        <w:t xml:space="preserve"> </w:t>
      </w:r>
      <w:r w:rsidRPr="00FD1DCA">
        <w:rPr>
          <w:rFonts w:eastAsia="Calibri" w:cs="Times New Roman"/>
          <w:lang w:eastAsia="cs-CZ"/>
        </w:rPr>
        <w:t>bez předchozí žádosti.</w:t>
      </w:r>
    </w:p>
    <w:p w14:paraId="4F94B67F" w14:textId="77777777" w:rsidR="00791426" w:rsidRPr="00CB7B5A" w:rsidRDefault="00791426" w:rsidP="00791426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72A00A7" w14:textId="77777777" w:rsidR="00791426" w:rsidRDefault="00791426" w:rsidP="00791426">
      <w:pPr>
        <w:spacing w:after="0" w:line="240" w:lineRule="auto"/>
        <w:rPr>
          <w:rFonts w:eastAsia="Times New Roman" w:cs="Times New Roman"/>
          <w:b/>
          <w:i/>
          <w:iCs/>
          <w:lang w:eastAsia="cs-CZ"/>
        </w:rPr>
      </w:pPr>
    </w:p>
    <w:p w14:paraId="4167CA54" w14:textId="6C294662" w:rsidR="00791426" w:rsidRPr="00FD1DCA" w:rsidRDefault="00791426" w:rsidP="0079142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FD1DCA">
        <w:rPr>
          <w:rFonts w:eastAsia="Times New Roman" w:cs="Times New Roman"/>
          <w:bCs/>
          <w:lang w:eastAsia="cs-CZ"/>
        </w:rPr>
        <w:t xml:space="preserve">V rámci Vysvětlení/ změny/ doplnění zadávací dokumentace č. 1, uveřejněného dne </w:t>
      </w:r>
      <w:r>
        <w:rPr>
          <w:rFonts w:eastAsia="Times New Roman" w:cs="Times New Roman"/>
          <w:bCs/>
          <w:lang w:eastAsia="cs-CZ"/>
        </w:rPr>
        <w:t>06.12.2024</w:t>
      </w:r>
      <w:r w:rsidRPr="00FD1DCA">
        <w:rPr>
          <w:rFonts w:eastAsia="Times New Roman" w:cs="Times New Roman"/>
          <w:bCs/>
          <w:lang w:eastAsia="cs-CZ"/>
        </w:rPr>
        <w:t>, byl přiložen soupis prací na PS 03-02-0</w:t>
      </w:r>
      <w:r w:rsidR="002C3993">
        <w:rPr>
          <w:rFonts w:eastAsia="Times New Roman" w:cs="Times New Roman"/>
          <w:bCs/>
          <w:lang w:eastAsia="cs-CZ"/>
        </w:rPr>
        <w:t>3</w:t>
      </w:r>
      <w:r w:rsidRPr="00FD1DCA">
        <w:rPr>
          <w:rFonts w:eastAsia="Times New Roman" w:cs="Times New Roman"/>
          <w:bCs/>
          <w:lang w:eastAsia="cs-CZ"/>
        </w:rPr>
        <w:t xml:space="preserve"> - Sdělovací zařízení.</w:t>
      </w:r>
    </w:p>
    <w:p w14:paraId="45C9D32E" w14:textId="1BAF2D8F" w:rsidR="00791426" w:rsidRPr="00FD1DCA" w:rsidRDefault="00791426" w:rsidP="0079142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FD1DCA">
        <w:rPr>
          <w:rFonts w:eastAsia="Times New Roman" w:cs="Times New Roman"/>
          <w:bCs/>
          <w:lang w:eastAsia="cs-CZ"/>
        </w:rPr>
        <w:t>Zadavatel uvádí, že administrativní chybou došlo k předložení nesprávného soupisu prací. Zadavatel proto tímto Vysvětlením/ změnou/ doplněním zadávací dokumentace č.</w:t>
      </w:r>
      <w:r>
        <w:rPr>
          <w:rFonts w:eastAsia="Times New Roman" w:cs="Times New Roman"/>
          <w:bCs/>
          <w:lang w:eastAsia="cs-CZ"/>
        </w:rPr>
        <w:t xml:space="preserve"> </w:t>
      </w:r>
      <w:r w:rsidR="000E5ABC">
        <w:rPr>
          <w:rFonts w:eastAsia="Times New Roman" w:cs="Times New Roman"/>
          <w:bCs/>
          <w:lang w:eastAsia="cs-CZ"/>
        </w:rPr>
        <w:t>2</w:t>
      </w:r>
      <w:r w:rsidRPr="00FD1DCA">
        <w:rPr>
          <w:rFonts w:eastAsia="Times New Roman" w:cs="Times New Roman"/>
          <w:bCs/>
          <w:lang w:eastAsia="cs-CZ"/>
        </w:rPr>
        <w:t xml:space="preserve"> napravuje tuto chybu a předkládá nový soupis prací na PS 03-02-0</w:t>
      </w:r>
      <w:r w:rsidR="002C3993">
        <w:rPr>
          <w:rFonts w:eastAsia="Times New Roman" w:cs="Times New Roman"/>
          <w:bCs/>
          <w:lang w:eastAsia="cs-CZ"/>
        </w:rPr>
        <w:t>3</w:t>
      </w:r>
      <w:r w:rsidRPr="00FD1DCA">
        <w:rPr>
          <w:rFonts w:eastAsia="Times New Roman" w:cs="Times New Roman"/>
          <w:bCs/>
          <w:lang w:eastAsia="cs-CZ"/>
        </w:rPr>
        <w:t xml:space="preserve"> - Sdělovací zařízení.</w:t>
      </w:r>
    </w:p>
    <w:p w14:paraId="6AB75D4E" w14:textId="2E5304B5" w:rsidR="00791426" w:rsidRPr="00FD1DCA" w:rsidRDefault="00791426" w:rsidP="0079142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FD1DCA">
        <w:rPr>
          <w:rFonts w:eastAsia="Times New Roman" w:cs="Times New Roman"/>
          <w:bCs/>
          <w:lang w:eastAsia="cs-CZ"/>
        </w:rPr>
        <w:t>V rámci nabídky uchazeče bude vyplněna a předložena tato nová verze soupisu prací na PS 03-02-0</w:t>
      </w:r>
      <w:r w:rsidR="002C3993">
        <w:rPr>
          <w:rFonts w:eastAsia="Times New Roman" w:cs="Times New Roman"/>
          <w:bCs/>
          <w:lang w:eastAsia="cs-CZ"/>
        </w:rPr>
        <w:t>3</w:t>
      </w:r>
      <w:r w:rsidRPr="00FD1DCA">
        <w:rPr>
          <w:rFonts w:eastAsia="Times New Roman" w:cs="Times New Roman"/>
          <w:bCs/>
          <w:lang w:eastAsia="cs-CZ"/>
        </w:rPr>
        <w:t xml:space="preserve"> - Sdělovací zařízení.</w:t>
      </w:r>
    </w:p>
    <w:p w14:paraId="17837220" w14:textId="77777777" w:rsidR="00791426" w:rsidRPr="00CB7B5A" w:rsidRDefault="00791426" w:rsidP="0079142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8BDE19C" w14:textId="77777777" w:rsidR="00791426" w:rsidRPr="00CB7B5A" w:rsidRDefault="00791426" w:rsidP="00791426">
      <w:pPr>
        <w:spacing w:after="0" w:line="240" w:lineRule="auto"/>
        <w:rPr>
          <w:rFonts w:eastAsia="Times New Roman" w:cs="Times New Roman"/>
          <w:lang w:eastAsia="cs-CZ"/>
        </w:rPr>
      </w:pPr>
    </w:p>
    <w:p w14:paraId="1784E90D" w14:textId="77777777" w:rsidR="00791426" w:rsidRDefault="00791426" w:rsidP="0079142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339E0026" w14:textId="77777777" w:rsidR="00853F81" w:rsidRDefault="00853F81" w:rsidP="0079142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13103A6" w14:textId="77777777" w:rsidR="00853F81" w:rsidRPr="004C23C0" w:rsidRDefault="00853F81" w:rsidP="00853F8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C23C0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4C23C0">
        <w:rPr>
          <w:rFonts w:eastAsia="Times New Roman" w:cs="Times New Roman"/>
          <w:b/>
          <w:lang w:eastAsia="cs-CZ"/>
        </w:rPr>
        <w:t>změny/doplnění zadávací dokumentace</w:t>
      </w:r>
      <w:r w:rsidRPr="004C23C0">
        <w:rPr>
          <w:rFonts w:eastAsia="Times New Roman" w:cs="Times New Roman"/>
          <w:lang w:eastAsia="cs-CZ"/>
        </w:rPr>
        <w:t>, prodlužuje zadavatel lhůtu pro podání nabídek o 1 pracovní den.</w:t>
      </w:r>
    </w:p>
    <w:p w14:paraId="5BC64AD0" w14:textId="77777777" w:rsidR="00853F81" w:rsidRPr="00CB7B5A" w:rsidRDefault="00853F81" w:rsidP="0079142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260E21ED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C3993">
        <w:rPr>
          <w:rFonts w:eastAsia="Calibri" w:cs="Times New Roman"/>
          <w:b/>
          <w:bCs/>
          <w:lang w:eastAsia="cs-CZ"/>
        </w:rPr>
        <w:t xml:space="preserve">Příloha: </w:t>
      </w:r>
      <w:r w:rsidR="002C3993" w:rsidRPr="002C3993">
        <w:rPr>
          <w:rFonts w:eastAsia="Calibri" w:cs="Times New Roman"/>
          <w:bCs/>
          <w:lang w:eastAsia="cs-CZ"/>
        </w:rPr>
        <w:t>[</w:t>
      </w:r>
      <w:proofErr w:type="gramStart"/>
      <w:r w:rsidR="002C3993" w:rsidRPr="002C3993">
        <w:rPr>
          <w:rFonts w:eastAsia="Calibri" w:cs="Times New Roman"/>
          <w:bCs/>
          <w:lang w:eastAsia="cs-CZ"/>
        </w:rPr>
        <w:t>D.1.2]_</w:t>
      </w:r>
      <w:proofErr w:type="gramEnd"/>
      <w:r w:rsidR="002C3993" w:rsidRPr="002C3993">
        <w:rPr>
          <w:rFonts w:eastAsia="Calibri" w:cs="Times New Roman"/>
          <w:bCs/>
          <w:lang w:eastAsia="cs-CZ"/>
        </w:rPr>
        <w:t>[PS 03-02-03]_opr</w:t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62C15DF4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9A3A01">
        <w:rPr>
          <w:rFonts w:eastAsia="Calibri" w:cs="Times New Roman"/>
          <w:lang w:eastAsia="cs-CZ"/>
        </w:rPr>
        <w:t>10.12.2024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BC6B2B" w14:textId="77777777" w:rsidR="009A3A01" w:rsidRDefault="009A3A0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1595D" w14:textId="77777777" w:rsidR="00E032DB" w:rsidRDefault="00E032DB" w:rsidP="00962258">
      <w:pPr>
        <w:spacing w:after="0" w:line="240" w:lineRule="auto"/>
      </w:pPr>
      <w:r>
        <w:separator/>
      </w:r>
    </w:p>
  </w:endnote>
  <w:endnote w:type="continuationSeparator" w:id="0">
    <w:p w14:paraId="65410C08" w14:textId="77777777" w:rsidR="00E032DB" w:rsidRDefault="00E032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E6BAE" w14:textId="77777777" w:rsidR="00E032DB" w:rsidRDefault="00E032DB" w:rsidP="00962258">
      <w:pPr>
        <w:spacing w:after="0" w:line="240" w:lineRule="auto"/>
      </w:pPr>
      <w:r>
        <w:separator/>
      </w:r>
    </w:p>
  </w:footnote>
  <w:footnote w:type="continuationSeparator" w:id="0">
    <w:p w14:paraId="56B5E488" w14:textId="77777777" w:rsidR="00E032DB" w:rsidRDefault="00E032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5"/>
  </w:num>
  <w:num w:numId="5" w16cid:durableId="1518690768">
    <w:abstractNumId w:val="0"/>
  </w:num>
  <w:num w:numId="6" w16cid:durableId="65182988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0AF"/>
    <w:rsid w:val="00072C1E"/>
    <w:rsid w:val="00082438"/>
    <w:rsid w:val="000B1153"/>
    <w:rsid w:val="000B6C7E"/>
    <w:rsid w:val="000B7907"/>
    <w:rsid w:val="000C0429"/>
    <w:rsid w:val="000C45E8"/>
    <w:rsid w:val="000E5ABC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C3993"/>
    <w:rsid w:val="002E0CD7"/>
    <w:rsid w:val="002F026B"/>
    <w:rsid w:val="00302BAF"/>
    <w:rsid w:val="00357BC6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24234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91426"/>
    <w:rsid w:val="007B570C"/>
    <w:rsid w:val="007D330E"/>
    <w:rsid w:val="007E4A6E"/>
    <w:rsid w:val="007F56A7"/>
    <w:rsid w:val="00807DD0"/>
    <w:rsid w:val="00813F11"/>
    <w:rsid w:val="00853F81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3A01"/>
    <w:rsid w:val="009A7568"/>
    <w:rsid w:val="009B24D8"/>
    <w:rsid w:val="009B2E97"/>
    <w:rsid w:val="009B72CC"/>
    <w:rsid w:val="009E07F4"/>
    <w:rsid w:val="009F1E8E"/>
    <w:rsid w:val="009F392E"/>
    <w:rsid w:val="00A0780F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13490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9564B"/>
    <w:rsid w:val="00DA6FFE"/>
    <w:rsid w:val="00DC3110"/>
    <w:rsid w:val="00DD46F3"/>
    <w:rsid w:val="00DD58A6"/>
    <w:rsid w:val="00DE56F2"/>
    <w:rsid w:val="00DF116D"/>
    <w:rsid w:val="00E032DB"/>
    <w:rsid w:val="00E123BD"/>
    <w:rsid w:val="00E824F1"/>
    <w:rsid w:val="00E851AA"/>
    <w:rsid w:val="00EB104F"/>
    <w:rsid w:val="00ED14BD"/>
    <w:rsid w:val="00F01440"/>
    <w:rsid w:val="00F11E96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9</cp:revision>
  <cp:lastPrinted>2019-02-22T13:28:00Z</cp:lastPrinted>
  <dcterms:created xsi:type="dcterms:W3CDTF">2024-02-26T11:17:00Z</dcterms:created>
  <dcterms:modified xsi:type="dcterms:W3CDTF">2024-12-10T12:03:00Z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