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07CD7495" w:rsidR="00F862D6" w:rsidRPr="003E6B9A" w:rsidRDefault="00870D57" w:rsidP="0037111D">
            <w:r w:rsidRPr="00870D57">
              <w:rPr>
                <w:rFonts w:ascii="Helvetica" w:hAnsi="Helvetica"/>
              </w:rPr>
              <w:t>13926/2024-SŽ-SSV-Ú3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Pr="006A5E26" w:rsidRDefault="00F862D6" w:rsidP="0077673A">
            <w:r w:rsidRPr="006A5E26">
              <w:t>Listů/příloh</w:t>
            </w:r>
          </w:p>
        </w:tc>
        <w:tc>
          <w:tcPr>
            <w:tcW w:w="2552" w:type="dxa"/>
          </w:tcPr>
          <w:p w14:paraId="00AF12B3" w14:textId="7D788A86" w:rsidR="00F862D6" w:rsidRPr="006A5E26" w:rsidRDefault="006A5E26" w:rsidP="00CC1E2B">
            <w:r w:rsidRPr="006A5E26">
              <w:t>2</w:t>
            </w:r>
            <w:r w:rsidR="003E6B9A" w:rsidRPr="006A5E26">
              <w:t>/</w:t>
            </w:r>
            <w:r w:rsidRPr="006A5E26">
              <w:t>1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4A482C1F" w:rsidR="00F862D6" w:rsidRPr="003E6B9A" w:rsidRDefault="00A168E3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32D62351" w:rsidR="009A7568" w:rsidRPr="003E6B9A" w:rsidRDefault="00A168E3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464CAFEE" w:rsidR="009A7568" w:rsidRPr="003E6B9A" w:rsidRDefault="00A168E3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7D860B0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A5E26">
              <w:rPr>
                <w:noProof/>
              </w:rPr>
              <w:t>10. prosince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452C0FF9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870D57">
        <w:rPr>
          <w:rFonts w:eastAsia="Times New Roman" w:cs="Times New Roman"/>
          <w:lang w:eastAsia="cs-CZ"/>
        </w:rPr>
        <w:t>2</w:t>
      </w:r>
    </w:p>
    <w:p w14:paraId="1C466933" w14:textId="24EB3E3F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A168E3" w:rsidRPr="00A168E3">
        <w:rPr>
          <w:rFonts w:eastAsia="Calibri" w:cs="Times New Roman"/>
          <w:b/>
          <w:lang w:eastAsia="cs-CZ"/>
        </w:rPr>
        <w:t>Výstavba PZS přejezdu P7890 v km 15,595 na trati Chuchelná – Kravaře ve Slezsku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F11C39C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C12C99" w14:textId="77777777" w:rsidR="006A5E26" w:rsidRPr="00CB7B5A" w:rsidRDefault="006A5E26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8A3E51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2502367E" w14:textId="77777777" w:rsidR="00870D57" w:rsidRPr="00870D57" w:rsidRDefault="00870D57" w:rsidP="00870D5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70D57">
        <w:rPr>
          <w:rFonts w:eastAsia="Calibri" w:cs="Times New Roman"/>
          <w:lang w:eastAsia="cs-CZ"/>
        </w:rPr>
        <w:t>SO 2301 (P7890, Přejezdová konstrukce)</w:t>
      </w:r>
    </w:p>
    <w:p w14:paraId="60F14707" w14:textId="77777777" w:rsidR="00870D57" w:rsidRPr="00870D57" w:rsidRDefault="00870D57" w:rsidP="00870D5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70D57">
        <w:rPr>
          <w:rFonts w:eastAsia="Calibri" w:cs="Times New Roman"/>
          <w:lang w:eastAsia="cs-CZ"/>
        </w:rPr>
        <w:t xml:space="preserve">Ve výkaze výměr se nachází dvě položky dopravního značení (položky č. 72 a 73), které mají nulové množství </w:t>
      </w:r>
      <w:proofErr w:type="spellStart"/>
      <w:proofErr w:type="gramStart"/>
      <w:r w:rsidRPr="00870D57">
        <w:rPr>
          <w:rFonts w:eastAsia="Calibri" w:cs="Times New Roman"/>
          <w:lang w:eastAsia="cs-CZ"/>
        </w:rPr>
        <w:t>viz.výstřižek</w:t>
      </w:r>
      <w:proofErr w:type="spellEnd"/>
      <w:proofErr w:type="gramEnd"/>
      <w:r w:rsidRPr="00870D57">
        <w:rPr>
          <w:rFonts w:eastAsia="Calibri" w:cs="Times New Roman"/>
          <w:lang w:eastAsia="cs-CZ"/>
        </w:rPr>
        <w:t xml:space="preserve"> níže.   </w:t>
      </w:r>
    </w:p>
    <w:p w14:paraId="233ECDC8" w14:textId="77777777" w:rsidR="00870D57" w:rsidRPr="00870D57" w:rsidRDefault="00870D57" w:rsidP="00870D5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70D57">
        <w:rPr>
          <w:rFonts w:eastAsia="Calibri" w:cs="Times New Roman"/>
          <w:noProof/>
          <w:lang w:eastAsia="cs-CZ"/>
        </w:rPr>
        <w:drawing>
          <wp:inline distT="0" distB="0" distL="0" distR="0" wp14:anchorId="2AAB3246" wp14:editId="04B4756F">
            <wp:extent cx="6238875" cy="1704975"/>
            <wp:effectExtent l="0" t="0" r="9525" b="9525"/>
            <wp:docPr id="1" name="Obrázek 1" descr="cid:image005.png@01DB47E2.C43AF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5.png@01DB47E2.C43AF22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93D42" w14:textId="77777777" w:rsidR="00870D57" w:rsidRPr="00870D57" w:rsidRDefault="00870D57" w:rsidP="00870D5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70D57">
        <w:rPr>
          <w:rFonts w:eastAsia="Calibri" w:cs="Times New Roman"/>
          <w:lang w:eastAsia="cs-CZ"/>
        </w:rPr>
        <w:t xml:space="preserve">  </w:t>
      </w:r>
    </w:p>
    <w:p w14:paraId="4F5FF161" w14:textId="77777777" w:rsidR="00870D57" w:rsidRPr="00870D57" w:rsidRDefault="00870D57" w:rsidP="00870D5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70D57">
        <w:rPr>
          <w:rFonts w:eastAsia="Calibri" w:cs="Times New Roman"/>
          <w:lang w:eastAsia="cs-CZ"/>
        </w:rPr>
        <w:t xml:space="preserve">Dále v popisu položek jsou uvedeny výpočty.   </w:t>
      </w:r>
    </w:p>
    <w:p w14:paraId="2EBBFF5D" w14:textId="77777777" w:rsidR="00870D57" w:rsidRPr="00870D57" w:rsidRDefault="00870D57" w:rsidP="00870D5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70D57">
        <w:rPr>
          <w:rFonts w:eastAsia="Calibri" w:cs="Times New Roman"/>
          <w:lang w:eastAsia="cs-CZ"/>
        </w:rPr>
        <w:t xml:space="preserve">Domníváme se, že zadavatel nepřevzal celkové hodnoty z popisu položek do kolonek množství. </w:t>
      </w:r>
    </w:p>
    <w:p w14:paraId="7D40668D" w14:textId="77777777" w:rsidR="00870D57" w:rsidRPr="00870D57" w:rsidRDefault="00870D57" w:rsidP="00870D5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70D57">
        <w:rPr>
          <w:rFonts w:eastAsia="Calibri" w:cs="Times New Roman"/>
          <w:lang w:eastAsia="cs-CZ"/>
        </w:rPr>
        <w:t>Žádáme zadavatele o prověření, popř. opravu výkazu výměr.</w:t>
      </w:r>
    </w:p>
    <w:p w14:paraId="3D859300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E94491" w14:textId="77777777" w:rsidR="00302BA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8653E37" w14:textId="2A2E4472" w:rsidR="00CB7B5A" w:rsidRPr="006A5E26" w:rsidRDefault="00E76411" w:rsidP="006A5E2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A5E26">
        <w:rPr>
          <w:rFonts w:eastAsia="Calibri" w:cs="Times New Roman"/>
          <w:bCs/>
          <w:lang w:eastAsia="cs-CZ"/>
        </w:rPr>
        <w:t>Zadavatel d</w:t>
      </w:r>
      <w:r w:rsidR="00957FB5" w:rsidRPr="006A5E26">
        <w:rPr>
          <w:rFonts w:eastAsia="Calibri" w:cs="Times New Roman"/>
          <w:bCs/>
          <w:lang w:eastAsia="cs-CZ"/>
        </w:rPr>
        <w:t>opln</w:t>
      </w:r>
      <w:r w:rsidRPr="006A5E26">
        <w:rPr>
          <w:rFonts w:eastAsia="Calibri" w:cs="Times New Roman"/>
          <w:bCs/>
          <w:lang w:eastAsia="cs-CZ"/>
        </w:rPr>
        <w:t>il množství položek do výkazu výměr, který je přílohou tohoto vysvětlení. V rámci nabídky uchazeče bude vyplněn tento opravený výkaz výměr.</w:t>
      </w:r>
      <w:r w:rsidR="00957FB5" w:rsidRPr="006A5E26">
        <w:rPr>
          <w:rFonts w:eastAsia="Calibri" w:cs="Times New Roman"/>
          <w:bCs/>
          <w:lang w:eastAsia="cs-CZ"/>
        </w:rPr>
        <w:t xml:space="preserve"> </w:t>
      </w:r>
    </w:p>
    <w:p w14:paraId="6F10AE4D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E6D6E0C" w14:textId="77777777" w:rsidR="00483F34" w:rsidRDefault="00483F34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4315B4AC" w14:textId="77777777" w:rsidR="006A5E26" w:rsidRPr="00C84783" w:rsidRDefault="006A5E26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2723B201" w14:textId="77777777" w:rsidR="00483F34" w:rsidRPr="006A5E26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A5E26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1F709C91" w14:textId="77777777" w:rsidR="00CB7B5A" w:rsidRPr="00C84783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14:paraId="5A36352A" w14:textId="77777777" w:rsidR="00D159C0" w:rsidRDefault="00D159C0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38D41C8" w14:textId="77777777" w:rsidR="006A5E26" w:rsidRPr="00CB7B5A" w:rsidRDefault="006A5E26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FC72F0D" w14:textId="36C0E8FC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3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2F0B8A7" w14:textId="77777777" w:rsidR="006A5E26" w:rsidRPr="00CB7B5A" w:rsidRDefault="006A5E26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1DDF8194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A5E26">
        <w:rPr>
          <w:rFonts w:eastAsia="Calibri" w:cs="Times New Roman"/>
          <w:b/>
          <w:bCs/>
          <w:lang w:eastAsia="cs-CZ"/>
        </w:rPr>
        <w:t xml:space="preserve">Příloha: </w:t>
      </w:r>
      <w:r w:rsidR="006A5E26" w:rsidRPr="006A5E26">
        <w:rPr>
          <w:rFonts w:eastAsia="Calibri" w:cs="Times New Roman"/>
          <w:lang w:eastAsia="cs-CZ"/>
        </w:rPr>
        <w:t>SO2301_P7890_VV_2024_opr</w:t>
      </w:r>
      <w:r w:rsidRPr="00E76411">
        <w:rPr>
          <w:rFonts w:eastAsia="Calibri" w:cs="Times New Roman"/>
          <w:color w:val="FF0000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E76411">
        <w:rPr>
          <w:rFonts w:eastAsia="Calibri" w:cs="Times New Roman"/>
          <w:color w:val="FF0000"/>
          <w:lang w:eastAsia="cs-CZ"/>
        </w:rPr>
        <w:instrText xml:space="preserve"> FORMTEXT </w:instrText>
      </w:r>
      <w:r w:rsidRPr="00E76411">
        <w:rPr>
          <w:rFonts w:eastAsia="Calibri" w:cs="Times New Roman"/>
          <w:color w:val="FF0000"/>
          <w:lang w:eastAsia="cs-CZ"/>
        </w:rPr>
      </w:r>
      <w:r w:rsidRPr="00E76411">
        <w:rPr>
          <w:rFonts w:eastAsia="Calibri" w:cs="Times New Roman"/>
          <w:color w:val="FF0000"/>
          <w:lang w:eastAsia="cs-CZ"/>
        </w:rPr>
        <w:fldChar w:fldCharType="separate"/>
      </w:r>
      <w:r w:rsidRPr="00E76411">
        <w:rPr>
          <w:rFonts w:eastAsia="Calibri" w:cs="Times New Roman"/>
          <w:color w:val="FF0000"/>
          <w:lang w:eastAsia="cs-CZ"/>
        </w:rPr>
        <w:t> </w:t>
      </w:r>
      <w:r w:rsidRPr="00E76411">
        <w:rPr>
          <w:rFonts w:eastAsia="Calibri" w:cs="Times New Roman"/>
          <w:color w:val="FF0000"/>
          <w:lang w:eastAsia="cs-CZ"/>
        </w:rPr>
        <w:t> </w:t>
      </w:r>
      <w:r w:rsidRPr="00E76411">
        <w:rPr>
          <w:rFonts w:eastAsia="Calibri" w:cs="Times New Roman"/>
          <w:color w:val="FF0000"/>
          <w:lang w:eastAsia="cs-CZ"/>
        </w:rPr>
        <w:t> </w:t>
      </w:r>
      <w:r w:rsidRPr="00E76411">
        <w:rPr>
          <w:rFonts w:eastAsia="Calibri" w:cs="Times New Roman"/>
          <w:color w:val="FF0000"/>
          <w:lang w:eastAsia="cs-CZ"/>
        </w:rPr>
        <w:t> </w:t>
      </w:r>
      <w:r w:rsidRPr="00E76411">
        <w:rPr>
          <w:rFonts w:eastAsia="Calibri" w:cs="Times New Roman"/>
          <w:color w:val="FF0000"/>
          <w:lang w:eastAsia="cs-CZ"/>
        </w:rPr>
        <w:t> </w:t>
      </w:r>
      <w:r w:rsidRPr="00E76411">
        <w:rPr>
          <w:rFonts w:eastAsia="Calibri" w:cs="Times New Roman"/>
          <w:color w:val="FF0000"/>
          <w:lang w:eastAsia="cs-CZ"/>
        </w:rPr>
        <w:fldChar w:fldCharType="end"/>
      </w: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7C37AA52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6A5E26">
        <w:rPr>
          <w:rFonts w:eastAsia="Calibri" w:cs="Times New Roman"/>
          <w:lang w:eastAsia="cs-CZ"/>
        </w:rPr>
        <w:t>10.12.2024</w:t>
      </w:r>
    </w:p>
    <w:p w14:paraId="29BCA90A" w14:textId="77777777" w:rsidR="006A5E26" w:rsidRPr="00CB7B5A" w:rsidRDefault="006A5E2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AB4919" w14:textId="77777777" w:rsidR="001759F5" w:rsidRDefault="001759F5" w:rsidP="00962258">
      <w:pPr>
        <w:spacing w:after="0" w:line="240" w:lineRule="auto"/>
      </w:pPr>
      <w:r>
        <w:separator/>
      </w:r>
    </w:p>
  </w:endnote>
  <w:endnote w:type="continuationSeparator" w:id="0">
    <w:p w14:paraId="5C81A8F6" w14:textId="77777777" w:rsidR="001759F5" w:rsidRDefault="001759F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CAD63" w14:textId="77777777" w:rsidR="001759F5" w:rsidRDefault="001759F5" w:rsidP="00962258">
      <w:pPr>
        <w:spacing w:after="0" w:line="240" w:lineRule="auto"/>
      </w:pPr>
      <w:r>
        <w:separator/>
      </w:r>
    </w:p>
  </w:footnote>
  <w:footnote w:type="continuationSeparator" w:id="0">
    <w:p w14:paraId="36BE78F4" w14:textId="77777777" w:rsidR="001759F5" w:rsidRDefault="001759F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65E66A12"/>
    <w:multiLevelType w:val="hybridMultilevel"/>
    <w:tmpl w:val="D93210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3"/>
  </w:num>
  <w:num w:numId="4" w16cid:durableId="148980924">
    <w:abstractNumId w:val="6"/>
  </w:num>
  <w:num w:numId="5" w16cid:durableId="1518690768">
    <w:abstractNumId w:val="0"/>
  </w:num>
  <w:num w:numId="6" w16cid:durableId="651829888">
    <w:abstractNumId w:val="4"/>
  </w:num>
  <w:num w:numId="7" w16cid:durableId="105894145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511CB"/>
    <w:rsid w:val="00170EC5"/>
    <w:rsid w:val="001747C1"/>
    <w:rsid w:val="001759F5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02BAF"/>
    <w:rsid w:val="003354AD"/>
    <w:rsid w:val="00357BC6"/>
    <w:rsid w:val="0037111D"/>
    <w:rsid w:val="00386BA0"/>
    <w:rsid w:val="003956C6"/>
    <w:rsid w:val="003C5BE7"/>
    <w:rsid w:val="003E6B9A"/>
    <w:rsid w:val="003E75CE"/>
    <w:rsid w:val="003F33D4"/>
    <w:rsid w:val="003F37AB"/>
    <w:rsid w:val="0041380F"/>
    <w:rsid w:val="00450F07"/>
    <w:rsid w:val="00453CD3"/>
    <w:rsid w:val="00455BC7"/>
    <w:rsid w:val="00460660"/>
    <w:rsid w:val="00460CCB"/>
    <w:rsid w:val="00474B18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1293"/>
    <w:rsid w:val="005A64E9"/>
    <w:rsid w:val="005B5EE9"/>
    <w:rsid w:val="006104F6"/>
    <w:rsid w:val="0061068E"/>
    <w:rsid w:val="00660AD3"/>
    <w:rsid w:val="006A5570"/>
    <w:rsid w:val="006A5E26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70D57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57FB5"/>
    <w:rsid w:val="00962258"/>
    <w:rsid w:val="009678B7"/>
    <w:rsid w:val="00982411"/>
    <w:rsid w:val="0099088C"/>
    <w:rsid w:val="00992D9C"/>
    <w:rsid w:val="00996CB8"/>
    <w:rsid w:val="009A0402"/>
    <w:rsid w:val="009A7568"/>
    <w:rsid w:val="009B24D8"/>
    <w:rsid w:val="009B2E97"/>
    <w:rsid w:val="009B72CC"/>
    <w:rsid w:val="009E07F4"/>
    <w:rsid w:val="009F1E8E"/>
    <w:rsid w:val="009F392E"/>
    <w:rsid w:val="00A168E3"/>
    <w:rsid w:val="00A44328"/>
    <w:rsid w:val="00A54406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47326"/>
    <w:rsid w:val="00B55F9C"/>
    <w:rsid w:val="00B75EE1"/>
    <w:rsid w:val="00B76C36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76411"/>
    <w:rsid w:val="00E824F1"/>
    <w:rsid w:val="00E90594"/>
    <w:rsid w:val="00EB104F"/>
    <w:rsid w:val="00ED14BD"/>
    <w:rsid w:val="00EE50E1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3B4D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cid:image005.png@01DB47E2.C43AF22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12</TotalTime>
  <Pages>2</Pages>
  <Words>231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9</cp:revision>
  <cp:lastPrinted>2019-02-22T13:28:00Z</cp:lastPrinted>
  <dcterms:created xsi:type="dcterms:W3CDTF">2024-02-26T11:17:00Z</dcterms:created>
  <dcterms:modified xsi:type="dcterms:W3CDTF">2024-12-10T06:30:00Z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