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03378F1F" w:rsidR="009D1BA2" w:rsidRPr="00221465" w:rsidRDefault="0034498F" w:rsidP="005E66E0">
      <w:pPr>
        <w:spacing w:line="276" w:lineRule="auto"/>
        <w:jc w:val="both"/>
        <w:rPr>
          <w:rFonts w:asciiTheme="majorHAnsi" w:hAnsiTheme="majorHAnsi"/>
          <w:noProof/>
        </w:rPr>
      </w:pPr>
      <w:r w:rsidRPr="00752D5B">
        <w:rPr>
          <w:rFonts w:asciiTheme="majorHAnsi" w:hAnsiTheme="majorHAnsi"/>
          <w:noProof/>
        </w:rPr>
        <w:t xml:space="preserve">Příloha č. </w:t>
      </w:r>
      <w:r w:rsidR="00752D5B" w:rsidRPr="00752D5B">
        <w:rPr>
          <w:rFonts w:asciiTheme="majorHAnsi" w:hAnsiTheme="majorHAnsi"/>
          <w:noProof/>
        </w:rPr>
        <w:t xml:space="preserve">6 </w:t>
      </w:r>
      <w:r w:rsidR="00EA2C48" w:rsidRPr="00752D5B">
        <w:rPr>
          <w:rFonts w:asciiTheme="majorHAnsi" w:hAnsiTheme="majorHAnsi"/>
          <w:noProof/>
        </w:rPr>
        <w:t xml:space="preserve">Výzvy k podání nabídky </w:t>
      </w:r>
    </w:p>
    <w:p w14:paraId="46FEF5BF" w14:textId="09EFE403" w:rsidR="009D1BA2" w:rsidRPr="00221465" w:rsidRDefault="00A35755" w:rsidP="005E66E0">
      <w:pPr>
        <w:pStyle w:val="Nadpis1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 xml:space="preserve">upní smlouva na dodávku </w:t>
      </w:r>
      <w:r w:rsidR="001576AB">
        <w:rPr>
          <w:noProof/>
        </w:rPr>
        <w:t>HW</w:t>
      </w:r>
      <w:r w:rsidR="00270C68">
        <w:rPr>
          <w:noProof/>
        </w:rPr>
        <w:t xml:space="preserve"> a </w:t>
      </w:r>
      <w:r w:rsidR="001576AB">
        <w:rPr>
          <w:noProof/>
        </w:rPr>
        <w:t>SW</w:t>
      </w:r>
    </w:p>
    <w:p w14:paraId="5611E7F5" w14:textId="0CB0BD90" w:rsidR="00355DD1" w:rsidRPr="00F20995" w:rsidRDefault="00355DD1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 </w:t>
      </w:r>
      <w:r w:rsidR="00042A2C" w:rsidRPr="00042A2C">
        <w:rPr>
          <w:rFonts w:eastAsia="Times New Roman" w:cs="Times New Roman"/>
          <w:b/>
          <w:highlight w:val="yellow"/>
          <w:lang w:eastAsia="cs-CZ"/>
        </w:rPr>
        <w:t>[DOPLNÍ KUPUJÍCÍ PŘI PODPISU SMLOUVY]</w:t>
      </w:r>
    </w:p>
    <w:p w14:paraId="14E50708" w14:textId="7364E94B" w:rsidR="000A1BD4" w:rsidRPr="00221465" w:rsidRDefault="00355DD1" w:rsidP="005E66E0">
      <w:pPr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 </w:t>
      </w:r>
      <w:r w:rsidR="00042A2C" w:rsidRPr="00042A2C">
        <w:rPr>
          <w:rFonts w:eastAsia="Times New Roman" w:cs="Times New Roman"/>
          <w:b/>
          <w:highlight w:val="green"/>
          <w:lang w:eastAsia="cs-CZ"/>
        </w:rPr>
        <w:t>[DOPLNÍ PRODÁVAJÍCÍ]</w:t>
      </w:r>
    </w:p>
    <w:p w14:paraId="314B762E" w14:textId="5842006A" w:rsidR="009D1BA2" w:rsidRPr="00221465" w:rsidRDefault="009D1BA2" w:rsidP="005E66E0">
      <w:pPr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5E66E0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069CB76C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="00BF1FB7">
        <w:rPr>
          <w:rFonts w:eastAsia="Times New Roman" w:cs="Times New Roman"/>
          <w:lang w:eastAsia="cs-CZ"/>
        </w:rPr>
        <w:t>z</w:t>
      </w:r>
      <w:r w:rsidRPr="000C5DA0">
        <w:rPr>
          <w:rFonts w:eastAsia="Times New Roman" w:cs="Times New Roman"/>
          <w:lang w:eastAsia="cs-CZ"/>
        </w:rPr>
        <w:t>n</w:t>
      </w:r>
      <w:r w:rsidR="00BF1FB7">
        <w:rPr>
          <w:rFonts w:eastAsia="Times New Roman" w:cs="Times New Roman"/>
          <w:lang w:eastAsia="cs-CZ"/>
        </w:rPr>
        <w:t>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19D6099" w14:textId="07C0A6CA" w:rsid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52D5B">
        <w:rPr>
          <w:rFonts w:eastAsia="Times New Roman" w:cs="Times New Roman"/>
          <w:lang w:eastAsia="cs-CZ"/>
        </w:rPr>
        <w:t xml:space="preserve">zastoupená </w:t>
      </w:r>
      <w:r w:rsidR="00752D5B" w:rsidRPr="00752D5B">
        <w:rPr>
          <w:rFonts w:eastAsia="Times New Roman" w:cs="Times New Roman"/>
          <w:b/>
          <w:lang w:eastAsia="cs-CZ"/>
        </w:rPr>
        <w:t>Bc. Jiřím Svobodou, MBA</w:t>
      </w:r>
      <w:r w:rsidR="00752D5B" w:rsidRPr="00752D5B">
        <w:rPr>
          <w:rFonts w:eastAsia="Times New Roman" w:cs="Times New Roman"/>
          <w:lang w:eastAsia="cs-CZ"/>
        </w:rPr>
        <w:t>, generálním ředitelem</w:t>
      </w:r>
    </w:p>
    <w:p w14:paraId="1D8FBAD4" w14:textId="77777777" w:rsidR="00EA2C48" w:rsidRPr="00F20995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1ECAE49B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042A2C">
        <w:rPr>
          <w:rFonts w:eastAsia="Times New Roman" w:cs="Times New Roman"/>
          <w:i/>
          <w:highlight w:val="green"/>
          <w:lang w:eastAsia="cs-CZ"/>
        </w:rPr>
        <w:t>jméno osoby</w:t>
      </w:r>
      <w:r w:rsidR="00042A2C" w:rsidRPr="00031C89">
        <w:rPr>
          <w:rFonts w:eastAsia="Times New Roman" w:cs="Times New Roman"/>
          <w:i/>
          <w:highlight w:val="green"/>
          <w:lang w:eastAsia="cs-CZ"/>
        </w:rPr>
        <w:t xml:space="preserve"> [DOPLNÍ PRODÁVAJÍCÍ]</w:t>
      </w:r>
    </w:p>
    <w:p w14:paraId="57FC89CC" w14:textId="77777777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0E3F305A" w14:textId="77777777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292EACFC" w14:textId="45356979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7EAF138A" w14:textId="77777777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EA2C4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4E1498" w:rsidRDefault="00EA2C48" w:rsidP="005E66E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lang w:eastAsia="cs-CZ"/>
        </w:rPr>
        <w:tab/>
      </w:r>
      <w:r w:rsidRPr="00EA2C48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5E66E0">
      <w:pPr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221465" w:rsidRDefault="00EA2C48" w:rsidP="005E66E0">
      <w:pPr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221465">
        <w:rPr>
          <w:rFonts w:asciiTheme="majorHAnsi" w:hAnsiTheme="majorHAnsi"/>
          <w:b/>
          <w:bCs/>
          <w:noProof/>
        </w:rPr>
        <w:t>Smluvní strany</w:t>
      </w:r>
      <w:r w:rsidR="005466DD" w:rsidRPr="00221465">
        <w:rPr>
          <w:rFonts w:asciiTheme="majorHAnsi" w:hAnsiTheme="majorHAnsi"/>
          <w:noProof/>
        </w:rPr>
        <w:t>“</w:t>
      </w:r>
      <w:r w:rsidR="00FF3C3D" w:rsidRPr="00221465">
        <w:rPr>
          <w:rFonts w:asciiTheme="majorHAnsi" w:hAnsiTheme="majorHAnsi"/>
          <w:noProof/>
        </w:rPr>
        <w:t xml:space="preserve"> nebo „</w:t>
      </w:r>
      <w:r w:rsidR="00FF3C3D" w:rsidRPr="00221465">
        <w:rPr>
          <w:rFonts w:asciiTheme="majorHAnsi" w:hAnsiTheme="majorHAnsi"/>
          <w:b/>
          <w:bCs/>
          <w:noProof/>
        </w:rPr>
        <w:t>Strany</w:t>
      </w:r>
      <w:r w:rsidR="00FF3C3D" w:rsidRPr="00221465">
        <w:rPr>
          <w:rFonts w:asciiTheme="majorHAnsi" w:hAnsiTheme="majorHAnsi"/>
          <w:noProof/>
        </w:rPr>
        <w:t>“</w:t>
      </w:r>
      <w:r w:rsidR="005466DD" w:rsidRPr="00221465">
        <w:rPr>
          <w:rFonts w:asciiTheme="majorHAnsi" w:hAnsiTheme="majorHAnsi"/>
          <w:noProof/>
        </w:rPr>
        <w:t>)</w:t>
      </w:r>
    </w:p>
    <w:p w14:paraId="6887847B" w14:textId="468BEED1" w:rsidR="009D1BA2" w:rsidRPr="00221465" w:rsidRDefault="00355DD1" w:rsidP="005E66E0">
      <w:pPr>
        <w:jc w:val="both"/>
        <w:rPr>
          <w:rFonts w:asciiTheme="majorHAnsi" w:hAnsiTheme="majorHAnsi"/>
          <w:noProof/>
        </w:rPr>
      </w:pPr>
      <w:r w:rsidRPr="000C5DA0">
        <w:rPr>
          <w:lang w:eastAsia="cs-CZ"/>
        </w:rPr>
        <w:t xml:space="preserve">Tato smlouva je uzavřena na základě výsledků </w:t>
      </w:r>
      <w:r w:rsidR="003C220A">
        <w:rPr>
          <w:lang w:eastAsia="cs-CZ"/>
        </w:rPr>
        <w:t>výběrového</w:t>
      </w:r>
      <w:r w:rsidR="003C220A" w:rsidRPr="000C5DA0">
        <w:rPr>
          <w:lang w:eastAsia="cs-CZ"/>
        </w:rPr>
        <w:t xml:space="preserve"> </w:t>
      </w:r>
      <w:r w:rsidRPr="000C5DA0">
        <w:rPr>
          <w:lang w:eastAsia="cs-CZ"/>
        </w:rPr>
        <w:t>řízení veřejné zakázky s názvem</w:t>
      </w:r>
      <w:r w:rsidR="00752D5B">
        <w:rPr>
          <w:lang w:eastAsia="cs-CZ"/>
        </w:rPr>
        <w:t xml:space="preserve"> </w:t>
      </w:r>
      <w:r w:rsidR="001568C5" w:rsidRPr="00174B36">
        <w:rPr>
          <w:b/>
          <w:bCs/>
          <w:lang w:eastAsia="cs-CZ"/>
        </w:rPr>
        <w:t>„</w:t>
      </w:r>
      <w:r w:rsidR="00491EB4" w:rsidRPr="00491EB4">
        <w:rPr>
          <w:b/>
          <w:bCs/>
          <w:lang w:eastAsia="cs-CZ"/>
        </w:rPr>
        <w:t>Serverová farma pro testování záloh</w:t>
      </w:r>
      <w:r w:rsidR="00752D5B" w:rsidRPr="00752D5B">
        <w:rPr>
          <w:b/>
          <w:lang w:eastAsia="cs-CZ"/>
        </w:rPr>
        <w:t>“</w:t>
      </w:r>
      <w:r w:rsidRPr="00752D5B">
        <w:rPr>
          <w:lang w:eastAsia="cs-CZ"/>
        </w:rPr>
        <w:t xml:space="preserve">, </w:t>
      </w:r>
      <w:r w:rsidRPr="00752D5B">
        <w:rPr>
          <w:rFonts w:eastAsia="Times New Roman" w:cs="Times New Roman"/>
          <w:lang w:eastAsia="cs-CZ"/>
        </w:rPr>
        <w:t xml:space="preserve">č.j. veřejné zakázky </w:t>
      </w:r>
      <w:r w:rsidR="00C5500E">
        <w:rPr>
          <w:rFonts w:eastAsia="Times New Roman" w:cs="Times New Roman"/>
          <w:lang w:eastAsia="cs-CZ"/>
        </w:rPr>
        <w:t>91358</w:t>
      </w:r>
      <w:r w:rsidR="00752D5B">
        <w:rPr>
          <w:rFonts w:eastAsia="Times New Roman" w:cs="Times New Roman"/>
          <w:lang w:eastAsia="cs-CZ"/>
        </w:rPr>
        <w:t>/202</w:t>
      </w:r>
      <w:r w:rsidR="00EE704A">
        <w:rPr>
          <w:rFonts w:eastAsia="Times New Roman" w:cs="Times New Roman"/>
          <w:lang w:eastAsia="cs-CZ"/>
        </w:rPr>
        <w:t>4</w:t>
      </w:r>
      <w:r w:rsidR="00752D5B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</w:t>
      </w:r>
      <w:r w:rsidR="00B843B7" w:rsidRPr="001A2756">
        <w:rPr>
          <w:b/>
          <w:lang w:eastAsia="cs-CZ"/>
        </w:rPr>
        <w:t xml:space="preserve">Veřejná </w:t>
      </w:r>
      <w:r w:rsidRPr="001A2756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0573A5">
        <w:rPr>
          <w:lang w:eastAsia="cs-CZ"/>
        </w:rPr>
        <w:t>V</w:t>
      </w:r>
      <w:r w:rsidR="000573A5" w:rsidRPr="000C5DA0">
        <w:rPr>
          <w:lang w:eastAsia="cs-CZ"/>
        </w:rPr>
        <w:t xml:space="preserve">eřejné </w:t>
      </w:r>
      <w:r w:rsidRPr="000C5DA0">
        <w:rPr>
          <w:lang w:eastAsia="cs-CZ"/>
        </w:rPr>
        <w:t>zakázky.</w:t>
      </w:r>
    </w:p>
    <w:p w14:paraId="1A8F3FE5" w14:textId="2AC5E12B" w:rsidR="00221465" w:rsidRDefault="00221465" w:rsidP="005E66E0">
      <w:pPr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0ED8FCDF" w14:textId="4F07DECE" w:rsidR="00752D5B" w:rsidRDefault="00752D5B" w:rsidP="005E66E0">
      <w:pPr>
        <w:pStyle w:val="Odstavecseseznamem"/>
        <w:jc w:val="both"/>
      </w:pPr>
      <w:r>
        <w:t>Předmětem této smlouvy je dodávka</w:t>
      </w:r>
      <w:r w:rsidR="00491EB4" w:rsidRPr="00491EB4">
        <w:t xml:space="preserve"> serverové farmy, diskového pole a páskové knihovny pro testování vytvořených záloh</w:t>
      </w:r>
      <w:r w:rsidR="005C1CC7" w:rsidRPr="00EB12A2">
        <w:t xml:space="preserve"> v prostředí </w:t>
      </w:r>
      <w:r w:rsidR="00AB1253" w:rsidRPr="00EB12A2">
        <w:t>Kupujícího</w:t>
      </w:r>
      <w:r w:rsidR="00A62872" w:rsidRPr="00EB12A2">
        <w:t xml:space="preserve"> v</w:t>
      </w:r>
      <w:r w:rsidR="00491EB4" w:rsidRPr="00EB12A2">
        <w:t> </w:t>
      </w:r>
      <w:r w:rsidR="00491EB4" w:rsidRPr="00491EB4">
        <w:t>místě</w:t>
      </w:r>
      <w:r w:rsidR="00491EB4">
        <w:t xml:space="preserve"> Praha 1, V Celnici 1028/10</w:t>
      </w:r>
      <w:r w:rsidR="00C50835">
        <w:t>.</w:t>
      </w:r>
    </w:p>
    <w:p w14:paraId="3BDD55EA" w14:textId="2B26AF4C" w:rsidR="009D1BA2" w:rsidRPr="00221465" w:rsidRDefault="00A90199" w:rsidP="005E66E0">
      <w:pPr>
        <w:pStyle w:val="Odstavecseseznamem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>:</w:t>
      </w:r>
    </w:p>
    <w:p w14:paraId="3535D2F7" w14:textId="7F73C1F5" w:rsidR="0034033F" w:rsidRPr="00752D5B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>dodat Hardware</w:t>
      </w:r>
      <w:r w:rsidR="0039072E">
        <w:t xml:space="preserve"> a Soft</w:t>
      </w:r>
      <w:r w:rsidRPr="00752D5B">
        <w:t xml:space="preserve"> alespoň v kvalitě a specifikacích uvedených v </w:t>
      </w:r>
      <w:r w:rsidRPr="00752D5B">
        <w:rPr>
          <w:bCs/>
        </w:rPr>
        <w:t>Příloze č. 1</w:t>
      </w:r>
      <w:r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752D5B">
        <w:t>prostředí</w:t>
      </w:r>
      <w:r w:rsidRPr="00752D5B">
        <w:t xml:space="preserve"> </w:t>
      </w:r>
      <w:r w:rsidR="00EC2D7C" w:rsidRPr="00752D5B">
        <w:t>Kupujícího</w:t>
      </w:r>
      <w:r w:rsidR="0034033F" w:rsidRPr="00752D5B">
        <w:rPr>
          <w:noProof/>
        </w:rPr>
        <w:t>;</w:t>
      </w:r>
      <w:r w:rsidR="008F015B" w:rsidRPr="00752D5B">
        <w:rPr>
          <w:noProof/>
        </w:rPr>
        <w:t xml:space="preserve"> </w:t>
      </w:r>
    </w:p>
    <w:p w14:paraId="6CEB2937" w14:textId="4DDE4E80" w:rsidR="0034033F" w:rsidRPr="00752D5B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lastRenderedPageBreak/>
        <w:t>poskytnout oprávnění užít případný Software (např. firmware, obslužné ovladače apod.), který je součástí Hardware uvedeného v </w:t>
      </w:r>
      <w:r w:rsidRPr="00D9577C">
        <w:rPr>
          <w:bCs/>
        </w:rPr>
        <w:t>Příloze č. 1</w:t>
      </w:r>
      <w:r w:rsidR="00EC2D7C" w:rsidRPr="00752D5B">
        <w:t xml:space="preserve"> </w:t>
      </w:r>
      <w:r w:rsidRPr="00752D5B">
        <w:rPr>
          <w:i/>
        </w:rPr>
        <w:t xml:space="preserve">Specifikace </w:t>
      </w:r>
      <w:r w:rsidR="006C1F21" w:rsidRPr="00752D5B">
        <w:rPr>
          <w:i/>
        </w:rPr>
        <w:t>Plnění</w:t>
      </w:r>
      <w:r w:rsidRPr="00752D5B">
        <w:t xml:space="preserve"> této Smlouvy</w:t>
      </w:r>
      <w:r w:rsidR="0034033F" w:rsidRPr="00752D5B">
        <w:rPr>
          <w:noProof/>
        </w:rPr>
        <w:t>;</w:t>
      </w:r>
    </w:p>
    <w:p w14:paraId="14991ADE" w14:textId="0DE20D8C" w:rsidR="0034033F" w:rsidRPr="00752D5B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předat </w:t>
      </w:r>
      <w:r w:rsidR="00EC2D7C" w:rsidRPr="00752D5B">
        <w:t>Kupujícímu</w:t>
      </w:r>
      <w:r w:rsidRPr="00752D5B">
        <w:t xml:space="preserve"> Dokumentaci a poskytnout </w:t>
      </w:r>
      <w:r w:rsidR="00EC2D7C" w:rsidRPr="00752D5B">
        <w:t>Kupujícímu</w:t>
      </w:r>
      <w:r w:rsidRPr="00752D5B">
        <w:t xml:space="preserve"> oprávnění Dokumentaci užít</w:t>
      </w:r>
      <w:r w:rsidR="0034033F" w:rsidRPr="00752D5B">
        <w:rPr>
          <w:noProof/>
        </w:rPr>
        <w:t>;</w:t>
      </w:r>
    </w:p>
    <w:p w14:paraId="50A8821A" w14:textId="5A54494F" w:rsidR="0034033F" w:rsidRPr="00752D5B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752D5B">
        <w:t xml:space="preserve">provést dopravu Hardware do </w:t>
      </w:r>
      <w:r w:rsidR="000D2268" w:rsidRPr="00752D5B">
        <w:t>m</w:t>
      </w:r>
      <w:r w:rsidRPr="00752D5B">
        <w:t>ísta plnění, včetně umístění Hardware do vhodného přepravního obalu zamezujícího anebo minimalizujícího případné poškození Hardware během dopravy</w:t>
      </w:r>
      <w:r w:rsidR="008819F6" w:rsidRPr="00752D5B">
        <w:rPr>
          <w:noProof/>
        </w:rPr>
        <w:t>;</w:t>
      </w:r>
    </w:p>
    <w:p w14:paraId="6B93F5E9" w14:textId="0C2DC7EB" w:rsidR="008819F6" w:rsidRPr="00607B6A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 w:rsidRPr="00607B6A">
        <w:t xml:space="preserve">poskytnout </w:t>
      </w:r>
      <w:r w:rsidR="00EC2D7C" w:rsidRPr="00607B6A">
        <w:t xml:space="preserve">Kupujícímu </w:t>
      </w:r>
      <w:r w:rsidR="006C1F21" w:rsidRPr="00607B6A">
        <w:t>z</w:t>
      </w:r>
      <w:r w:rsidRPr="00607B6A">
        <w:t>áruku za jakost k dodanému Hardware a Software</w:t>
      </w:r>
      <w:r w:rsidR="00822396" w:rsidRPr="00607B6A">
        <w:t>;</w:t>
      </w:r>
      <w:r w:rsidR="006C1F21" w:rsidRPr="00607B6A">
        <w:t xml:space="preserve"> </w:t>
      </w:r>
    </w:p>
    <w:p w14:paraId="670FC094" w14:textId="6BB39541" w:rsidR="00A037C2" w:rsidRPr="00607B6A" w:rsidRDefault="00A90199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2" w:name="_Ref510544962"/>
      <w:r w:rsidRPr="00607B6A">
        <w:t xml:space="preserve">provést </w:t>
      </w:r>
      <w:r w:rsidR="003951C9" w:rsidRPr="00174B36">
        <w:t xml:space="preserve">fyzickou </w:t>
      </w:r>
      <w:r w:rsidR="00EF0177" w:rsidRPr="00607B6A">
        <w:t>i</w:t>
      </w:r>
      <w:r w:rsidRPr="00607B6A">
        <w:t xml:space="preserve">nstalaci Hardware včetně případné likvidace odpadů vzniklých při </w:t>
      </w:r>
      <w:r w:rsidR="00EF0177" w:rsidRPr="00607B6A">
        <w:t>i</w:t>
      </w:r>
      <w:r w:rsidRPr="00607B6A">
        <w:t xml:space="preserve">nstalaci v Místě plnění a poskytnout </w:t>
      </w:r>
      <w:r w:rsidR="00D64352" w:rsidRPr="00607B6A">
        <w:t xml:space="preserve">Kupujícímu </w:t>
      </w:r>
      <w:r w:rsidR="006C1F21" w:rsidRPr="00607B6A">
        <w:t>z</w:t>
      </w:r>
      <w:r w:rsidRPr="00607B6A">
        <w:t>áruku za jakost na provedenou Instalaci</w:t>
      </w:r>
      <w:bookmarkEnd w:id="2"/>
      <w:r w:rsidR="00DA3406" w:rsidRPr="00607B6A">
        <w:t>;</w:t>
      </w:r>
    </w:p>
    <w:p w14:paraId="4B39E52B" w14:textId="4F779AB2" w:rsidR="00AD7B13" w:rsidRDefault="00AD7B13" w:rsidP="005E66E0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bookmarkStart w:id="3" w:name="_Ref510542759"/>
      <w:r w:rsidRPr="00752D5B">
        <w:t xml:space="preserve">poskytnout oprávnění užít </w:t>
      </w:r>
      <w:r w:rsidR="007141ED">
        <w:t>Softw</w:t>
      </w:r>
      <w:r w:rsidRPr="00752D5B">
        <w:t xml:space="preserve">are </w:t>
      </w:r>
      <w:r w:rsidR="007141ED">
        <w:t xml:space="preserve">uvedený </w:t>
      </w:r>
      <w:r w:rsidR="007141ED" w:rsidRPr="007141ED">
        <w:t xml:space="preserve">v Příloze č. 1 </w:t>
      </w:r>
      <w:r w:rsidR="007141ED" w:rsidRPr="00174B36">
        <w:rPr>
          <w:i/>
          <w:iCs/>
        </w:rPr>
        <w:t>Specifikace Plnění</w:t>
      </w:r>
      <w:r w:rsidR="007141ED" w:rsidRPr="007141ED">
        <w:t xml:space="preserve"> této Smlouvy</w:t>
      </w:r>
      <w:r w:rsidR="00A92A4B" w:rsidRPr="00A92A4B">
        <w:rPr>
          <w:bCs/>
        </w:rPr>
        <w:t xml:space="preserve"> („</w:t>
      </w:r>
      <w:r w:rsidR="00A92A4B" w:rsidRPr="00A92A4B">
        <w:rPr>
          <w:b/>
        </w:rPr>
        <w:t>Software</w:t>
      </w:r>
      <w:r w:rsidR="00A92A4B" w:rsidRPr="00A92A4B">
        <w:rPr>
          <w:bCs/>
        </w:rPr>
        <w:t>“)</w:t>
      </w:r>
      <w:r w:rsidRPr="00752D5B">
        <w:rPr>
          <w:noProof/>
        </w:rPr>
        <w:t>;</w:t>
      </w:r>
    </w:p>
    <w:p w14:paraId="5724E819" w14:textId="31ECDFF5" w:rsidR="00364A36" w:rsidRDefault="00E26FD6" w:rsidP="00364A36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>posky</w:t>
      </w:r>
      <w:r w:rsidR="00364A36">
        <w:rPr>
          <w:noProof/>
        </w:rPr>
        <w:t>tnout</w:t>
      </w:r>
      <w:r>
        <w:rPr>
          <w:noProof/>
        </w:rPr>
        <w:t xml:space="preserve"> k dodanému Hardware</w:t>
      </w:r>
      <w:r w:rsidR="00364A36">
        <w:rPr>
          <w:noProof/>
        </w:rPr>
        <w:t xml:space="preserve"> záruku a servis</w:t>
      </w:r>
      <w:r>
        <w:rPr>
          <w:noProof/>
        </w:rPr>
        <w:t xml:space="preserve"> po dobu, v rozsahu a za podmínek stanovených</w:t>
      </w:r>
      <w:r w:rsidR="00364A36">
        <w:rPr>
          <w:noProof/>
        </w:rPr>
        <w:t xml:space="preserve"> touto Smlouvou a</w:t>
      </w:r>
      <w:r>
        <w:rPr>
          <w:noProof/>
        </w:rPr>
        <w:t xml:space="preserve"> Přílo</w:t>
      </w:r>
      <w:r w:rsidR="00364A36">
        <w:rPr>
          <w:noProof/>
        </w:rPr>
        <w:t>hou</w:t>
      </w:r>
      <w:r>
        <w:rPr>
          <w:noProof/>
        </w:rPr>
        <w:t xml:space="preserve"> č. 1 </w:t>
      </w:r>
      <w:r w:rsidRPr="00E26FD6">
        <w:rPr>
          <w:i/>
          <w:iCs/>
          <w:noProof/>
        </w:rPr>
        <w:t>Specifikace plnění</w:t>
      </w:r>
      <w:r w:rsidR="00493326" w:rsidRPr="00752D5B">
        <w:rPr>
          <w:noProof/>
        </w:rPr>
        <w:t>;</w:t>
      </w:r>
    </w:p>
    <w:p w14:paraId="08DDE5B5" w14:textId="2E935A8E" w:rsidR="00364A36" w:rsidRPr="00752D5B" w:rsidRDefault="00364A36" w:rsidP="00364A36">
      <w:pPr>
        <w:pStyle w:val="Odstavecseseznamem"/>
        <w:numPr>
          <w:ilvl w:val="0"/>
          <w:numId w:val="7"/>
        </w:numPr>
        <w:ind w:left="1418" w:hanging="425"/>
        <w:jc w:val="both"/>
        <w:rPr>
          <w:noProof/>
        </w:rPr>
      </w:pPr>
      <w:r>
        <w:rPr>
          <w:noProof/>
        </w:rPr>
        <w:t xml:space="preserve">předat kupujícímu doklady uvedené v Příloze č. 1 </w:t>
      </w:r>
      <w:r w:rsidRPr="00364A36">
        <w:rPr>
          <w:i/>
          <w:iCs/>
          <w:noProof/>
        </w:rPr>
        <w:t>Specifikace Plnění</w:t>
      </w:r>
      <w:r w:rsidRPr="00752D5B">
        <w:rPr>
          <w:noProof/>
        </w:rPr>
        <w:t>;</w:t>
      </w:r>
    </w:p>
    <w:bookmarkEnd w:id="3"/>
    <w:p w14:paraId="722EAC29" w14:textId="2413E105" w:rsidR="00A90199" w:rsidRPr="00221465" w:rsidRDefault="00A90199" w:rsidP="005E66E0">
      <w:pPr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5E66E0">
      <w:pPr>
        <w:pStyle w:val="Odstavecseseznamem"/>
        <w:jc w:val="both"/>
      </w:pPr>
      <w:bookmarkStart w:id="4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0B8E7494" w:rsidR="00A90199" w:rsidRPr="00221465" w:rsidRDefault="00A90199" w:rsidP="005E66E0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převzít dodaný Hardware </w:t>
      </w:r>
      <w:r w:rsidR="00F6377D">
        <w:t xml:space="preserve">a Software </w:t>
      </w:r>
      <w:r w:rsidRPr="00221465">
        <w:t xml:space="preserve">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5E66E0">
      <w:pPr>
        <w:pStyle w:val="Odstavecseseznamem"/>
        <w:numPr>
          <w:ilvl w:val="2"/>
          <w:numId w:val="5"/>
        </w:numPr>
        <w:ind w:left="1418" w:hanging="425"/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4"/>
    <w:p w14:paraId="625BE6FF" w14:textId="7C41AD24" w:rsidR="00595F71" w:rsidRPr="00221465" w:rsidRDefault="00A90199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4EE4F1FC" w:rsidR="00A037C2" w:rsidRPr="00AA052D" w:rsidRDefault="00DC3510" w:rsidP="005E66E0">
      <w:pPr>
        <w:pStyle w:val="Odstavecseseznamem"/>
        <w:jc w:val="both"/>
      </w:pPr>
      <w:r w:rsidRPr="00221465">
        <w:t xml:space="preserve">Prodávající </w:t>
      </w:r>
      <w:r w:rsidR="00A90199" w:rsidRPr="00221465">
        <w:t>dodá Hardware</w:t>
      </w:r>
      <w:r w:rsidR="00E449EF">
        <w:t xml:space="preserve"> a Software</w:t>
      </w:r>
      <w:r w:rsidR="00A90199" w:rsidRPr="00221465">
        <w:t xml:space="preserve"> v konfiguracích podle jejich specifikace, jež tvoří </w:t>
      </w:r>
      <w:r w:rsidR="00A90199" w:rsidRPr="00D9577C">
        <w:t>Přílohu č.</w:t>
      </w:r>
      <w:r w:rsidR="00B57215" w:rsidRPr="00D9577C">
        <w:t> 1</w:t>
      </w:r>
      <w:r w:rsidR="00A90199" w:rsidRPr="00D9577C">
        <w:t xml:space="preserve"> </w:t>
      </w:r>
      <w:r w:rsidR="00A90199" w:rsidRPr="00AA052D">
        <w:rPr>
          <w:i/>
          <w:iCs/>
        </w:rPr>
        <w:t xml:space="preserve">Specifikace </w:t>
      </w:r>
      <w:r w:rsidR="006C1F21" w:rsidRPr="00AA052D">
        <w:rPr>
          <w:i/>
          <w:iCs/>
        </w:rPr>
        <w:t>Plnění</w:t>
      </w:r>
      <w:r w:rsidR="00A90199" w:rsidRPr="00221465">
        <w:t xml:space="preserve"> této Smlouvy.</w:t>
      </w:r>
      <w:r w:rsidR="008F015B" w:rsidRPr="00221465">
        <w:t xml:space="preserve"> Je-li součástí Veřejné </w:t>
      </w:r>
      <w:r w:rsidR="00B843B7" w:rsidRPr="00221465">
        <w:t>zaká</w:t>
      </w:r>
      <w:r w:rsidR="001942BB">
        <w:t>z</w:t>
      </w:r>
      <w:r w:rsidR="00B843B7">
        <w:t>ky</w:t>
      </w:r>
      <w:r w:rsidR="00B843B7" w:rsidRPr="00221465">
        <w:t xml:space="preserve"> </w:t>
      </w:r>
      <w:r w:rsidR="008F015B" w:rsidRPr="00221465">
        <w:t>a</w:t>
      </w:r>
      <w:r w:rsidR="0093701F">
        <w:t> </w:t>
      </w:r>
      <w:r w:rsidR="008F015B" w:rsidRPr="00221465">
        <w:t>byl</w:t>
      </w:r>
      <w:r w:rsidR="0093701F">
        <w:noBreakHyphen/>
      </w:r>
      <w:r w:rsidR="008F015B" w:rsidRPr="00221465">
        <w:t xml:space="preserve">li </w:t>
      </w:r>
      <w:r w:rsidR="00D64352">
        <w:t>Kupujícímu</w:t>
      </w:r>
      <w:r w:rsidR="00D64352" w:rsidRPr="00221465">
        <w:t xml:space="preserve"> </w:t>
      </w:r>
      <w:r w:rsidR="008F015B" w:rsidRPr="00221465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>
        <w:t>Prodávající</w:t>
      </w:r>
      <w:r w:rsidR="00D64352" w:rsidRPr="00221465">
        <w:t xml:space="preserve"> </w:t>
      </w:r>
      <w:r w:rsidR="008F015B" w:rsidRPr="00221465">
        <w:t xml:space="preserve">povinen provádět Plnění v kvalitě dle takového dokumentu, pokud takový dokument stanoví kvalitu vyšší, než je kvalita specifikovaná v </w:t>
      </w:r>
      <w:r w:rsidR="008F015B" w:rsidRPr="00D9577C">
        <w:t xml:space="preserve">Příloze </w:t>
      </w:r>
      <w:r w:rsidR="00BE7C40" w:rsidRPr="00D9577C">
        <w:t xml:space="preserve">č. 1 </w:t>
      </w:r>
      <w:r w:rsidR="008F015B" w:rsidRPr="00AA052D">
        <w:rPr>
          <w:i/>
          <w:iCs/>
        </w:rPr>
        <w:t>Specifikace Plnění</w:t>
      </w:r>
      <w:r w:rsidR="008F015B" w:rsidRPr="00AA052D">
        <w:t>.</w:t>
      </w:r>
    </w:p>
    <w:p w14:paraId="60F6EC08" w14:textId="5444673B" w:rsidR="00595F71" w:rsidRDefault="00DC3510" w:rsidP="005E66E0">
      <w:pPr>
        <w:pStyle w:val="Odstavecseseznamem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2364CB77" w:rsidR="00595F71" w:rsidRPr="00221465" w:rsidRDefault="00DC3510" w:rsidP="005E66E0">
      <w:pPr>
        <w:pStyle w:val="Odstavecseseznamem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</w:t>
      </w:r>
      <w:r w:rsidR="00941929">
        <w:t xml:space="preserve">a Software </w:t>
      </w:r>
      <w:r w:rsidR="00A90199" w:rsidRPr="00221465">
        <w:t xml:space="preserve">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469E5B10" w14:textId="77777777" w:rsidR="00D73EBB" w:rsidRPr="00221465" w:rsidRDefault="00D73EBB" w:rsidP="005E66E0">
      <w:pPr>
        <w:pStyle w:val="Odstavecseseznamem"/>
        <w:jc w:val="both"/>
      </w:pPr>
      <w:r w:rsidRPr="00221465">
        <w:t>Dodací list musí obsahovat:</w:t>
      </w:r>
    </w:p>
    <w:p w14:paraId="44184729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identifikační (sériové, tovární) číslo každého Hardware a typové označení</w:t>
      </w:r>
      <w:r>
        <w:rPr>
          <w:noProof/>
        </w:rPr>
        <w:t xml:space="preserve"> </w:t>
      </w:r>
      <w:r w:rsidRPr="00221465">
        <w:rPr>
          <w:noProof/>
        </w:rPr>
        <w:t>Hardware;</w:t>
      </w:r>
    </w:p>
    <w:p w14:paraId="726EBB45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typové označení</w:t>
      </w:r>
      <w:r>
        <w:rPr>
          <w:noProof/>
        </w:rPr>
        <w:t xml:space="preserve"> Software</w:t>
      </w:r>
      <w:r w:rsidRPr="00221465">
        <w:rPr>
          <w:noProof/>
        </w:rPr>
        <w:t>;</w:t>
      </w:r>
    </w:p>
    <w:p w14:paraId="1D133BEE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počet kusů (souprav) dodaného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05EEE8AA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>jednotkovou a celkovou cen</w:t>
      </w:r>
      <w:r>
        <w:rPr>
          <w:noProof/>
        </w:rPr>
        <w:t>u</w:t>
      </w:r>
      <w:r w:rsidRPr="00221465">
        <w:rPr>
          <w:noProof/>
        </w:rPr>
        <w:t xml:space="preserve"> bez DPH za dodaný Hardware</w:t>
      </w:r>
      <w:r>
        <w:rPr>
          <w:noProof/>
        </w:rPr>
        <w:t xml:space="preserve"> a Software</w:t>
      </w:r>
      <w:r w:rsidRPr="00221465">
        <w:rPr>
          <w:noProof/>
        </w:rPr>
        <w:t>;</w:t>
      </w:r>
    </w:p>
    <w:p w14:paraId="39607502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4475B0DB" w14:textId="77777777" w:rsidR="00D73EBB" w:rsidRPr="00221465" w:rsidRDefault="00D73EBB" w:rsidP="005E66E0">
      <w:pPr>
        <w:pStyle w:val="Odstavecseseznamem"/>
        <w:numPr>
          <w:ilvl w:val="0"/>
          <w:numId w:val="10"/>
        </w:numPr>
        <w:ind w:left="1418" w:hanging="425"/>
        <w:jc w:val="both"/>
        <w:rPr>
          <w:noProof/>
        </w:rPr>
      </w:pPr>
      <w:r w:rsidRPr="00221465">
        <w:rPr>
          <w:noProof/>
        </w:rPr>
        <w:t xml:space="preserve">podpis zástupce </w:t>
      </w:r>
      <w:r>
        <w:rPr>
          <w:noProof/>
        </w:rPr>
        <w:t>Prodávajícího</w:t>
      </w:r>
      <w:r w:rsidRPr="00221465">
        <w:rPr>
          <w:noProof/>
        </w:rPr>
        <w:t>.</w:t>
      </w:r>
    </w:p>
    <w:p w14:paraId="720EA74F" w14:textId="77777777" w:rsidR="00D73EBB" w:rsidRPr="00221465" w:rsidRDefault="00D73EBB" w:rsidP="005E66E0">
      <w:pPr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lastRenderedPageBreak/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4BBD19D4" w14:textId="0456F9DA" w:rsidR="00A63630" w:rsidRPr="00221465" w:rsidRDefault="00A63630" w:rsidP="005E66E0">
      <w:pPr>
        <w:pStyle w:val="Odstavecseseznamem"/>
        <w:jc w:val="both"/>
      </w:pPr>
      <w:r w:rsidRPr="00221465">
        <w:t xml:space="preserve">Podpisem Dodacího listu Kupující přebírá Hardware </w:t>
      </w:r>
      <w:r>
        <w:t xml:space="preserve">a Software </w:t>
      </w:r>
      <w:r w:rsidRPr="00221465">
        <w:t xml:space="preserve">k provedení </w:t>
      </w:r>
      <w:r w:rsidR="000A1704">
        <w:t>a</w:t>
      </w:r>
      <w:r w:rsidRPr="00221465">
        <w:t xml:space="preserve">kceptačního řízení v místě plnění. Pokud Kupující daný Hardware </w:t>
      </w:r>
      <w:r>
        <w:t xml:space="preserve">a Software </w:t>
      </w:r>
      <w:r w:rsidRPr="00221465">
        <w:t>převezme, potvrdí toto převzetí Prodávajícímu podpisem na Dodacím listu. Prodávající současně doplní na Dodací list datum a čas předání a převzetí Hardware</w:t>
      </w:r>
      <w:r>
        <w:t xml:space="preserve"> a Software</w:t>
      </w:r>
      <w:r w:rsidRPr="00221465">
        <w:t xml:space="preserve"> k </w:t>
      </w:r>
      <w:r w:rsidR="000A1704">
        <w:t>a</w:t>
      </w:r>
      <w:r w:rsidRPr="00221465">
        <w:t>kceptačnímu řízení. Hardware</w:t>
      </w:r>
      <w:r>
        <w:t xml:space="preserve"> a Software</w:t>
      </w:r>
      <w:r w:rsidRPr="00221465">
        <w:t xml:space="preserve"> se považuje za</w:t>
      </w:r>
      <w:r w:rsidR="00BC3E10">
        <w:t xml:space="preserve"> řádně</w:t>
      </w:r>
      <w:r w:rsidRPr="00221465">
        <w:t xml:space="preserve"> dodaný až okamžikem skončení </w:t>
      </w:r>
      <w:r w:rsidR="000A1704">
        <w:t>a</w:t>
      </w:r>
      <w:r w:rsidRPr="00221465">
        <w:t>kceptačního řízení.</w:t>
      </w:r>
    </w:p>
    <w:p w14:paraId="7BE11A7A" w14:textId="3A06ECFF" w:rsidR="00291B07" w:rsidRPr="00221465" w:rsidRDefault="00A90199" w:rsidP="005E66E0">
      <w:pPr>
        <w:pStyle w:val="Odstavecseseznamem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</w:t>
      </w:r>
      <w:r w:rsidR="00140831">
        <w:t> </w:t>
      </w:r>
      <w:r w:rsidRPr="00221465">
        <w:t>(1)</w:t>
      </w:r>
      <w:r w:rsidR="00140831">
        <w:t> </w:t>
      </w:r>
      <w:r w:rsidRPr="00221465"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7B64C23C" w14:textId="77777777" w:rsidR="006A337C" w:rsidRPr="00221465" w:rsidRDefault="006A337C" w:rsidP="005E66E0">
      <w:pPr>
        <w:pStyle w:val="Odstavecseseznamem"/>
        <w:jc w:val="both"/>
      </w:pPr>
      <w:r w:rsidRPr="00221465">
        <w:t xml:space="preserve">Kupující není povinen převzít Hardware </w:t>
      </w:r>
      <w:r>
        <w:t xml:space="preserve">nebo Software </w:t>
      </w:r>
      <w:r w:rsidRPr="00221465">
        <w:t>neodpovídající specifikaci sjednané v této Smlouvě anebo zjevně vykazující vady či vady zabezpečení pro dopravu. V takovém případě Kupující vystaví Prodávajícímu či dopravci potvrzení, které bude obsahovat zejména následující údaje:</w:t>
      </w:r>
    </w:p>
    <w:p w14:paraId="637C639E" w14:textId="77777777" w:rsidR="006A337C" w:rsidRPr="00221465" w:rsidRDefault="006A337C" w:rsidP="005E66E0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>prohlášení, že Kupující odmítá převzít Hardware</w:t>
      </w:r>
      <w:r>
        <w:t xml:space="preserve"> nebo Software</w:t>
      </w:r>
      <w:r w:rsidRPr="00221465">
        <w:t>;</w:t>
      </w:r>
    </w:p>
    <w:p w14:paraId="36068CED" w14:textId="77777777" w:rsidR="006A337C" w:rsidRPr="00221465" w:rsidRDefault="006A337C" w:rsidP="005E66E0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důvody pro odmítnutí převzetí Hardware </w:t>
      </w:r>
      <w:r>
        <w:t xml:space="preserve">nebo Software </w:t>
      </w:r>
      <w:r w:rsidRPr="00221465">
        <w:t>včetně označení zjištěných vad;</w:t>
      </w:r>
    </w:p>
    <w:p w14:paraId="3459227C" w14:textId="77777777" w:rsidR="006A337C" w:rsidRPr="00221465" w:rsidRDefault="006A337C" w:rsidP="005E66E0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datum a čas; a </w:t>
      </w:r>
    </w:p>
    <w:p w14:paraId="5A8CC656" w14:textId="77777777" w:rsidR="006A337C" w:rsidRPr="00221465" w:rsidRDefault="006A337C" w:rsidP="005E66E0">
      <w:pPr>
        <w:pStyle w:val="Odstavecseseznamem"/>
        <w:numPr>
          <w:ilvl w:val="2"/>
          <w:numId w:val="5"/>
        </w:numPr>
        <w:ind w:left="1418" w:hanging="425"/>
        <w:jc w:val="both"/>
      </w:pPr>
      <w:r w:rsidRPr="00221465">
        <w:t xml:space="preserve">podpis zástupce Kupujícího. </w:t>
      </w:r>
    </w:p>
    <w:p w14:paraId="197E5C76" w14:textId="77777777" w:rsidR="00663123" w:rsidRDefault="00663123" w:rsidP="005E66E0">
      <w:pPr>
        <w:pStyle w:val="Odstavecseseznamem"/>
        <w:jc w:val="both"/>
      </w:pPr>
      <w:r w:rsidRPr="00221465">
        <w:t xml:space="preserve">V případě, že převzetí Hardware </w:t>
      </w:r>
      <w:r>
        <w:t xml:space="preserve">nebo Software </w:t>
      </w:r>
      <w:r w:rsidRPr="00221465">
        <w:t>bylo Kupujícím odmítnuto, je Prodávající povinen zjištěné vady na vlastní náklady neprodleně odstranit a vyzvat Kupujícího k opětovnému převzetí Hardware</w:t>
      </w:r>
      <w:r>
        <w:t xml:space="preserve"> a Software</w:t>
      </w:r>
      <w:r w:rsidRPr="00221465">
        <w:t xml:space="preserve">. </w:t>
      </w:r>
    </w:p>
    <w:p w14:paraId="66CA059F" w14:textId="5FE503BC" w:rsidR="00160118" w:rsidRDefault="00160118" w:rsidP="005E66E0">
      <w:pPr>
        <w:pStyle w:val="Odstavecseseznamem"/>
        <w:jc w:val="both"/>
      </w:pPr>
      <w:r>
        <w:t>V rámci akcepta</w:t>
      </w:r>
      <w:r w:rsidR="00E408CB">
        <w:t>ce</w:t>
      </w:r>
      <w:r w:rsidR="00D964DA">
        <w:t> d</w:t>
      </w:r>
      <w:r w:rsidR="00E408CB">
        <w:t>odaného</w:t>
      </w:r>
      <w:r w:rsidR="00D964DA">
        <w:t xml:space="preserve"> Plnění</w:t>
      </w:r>
      <w:r>
        <w:t xml:space="preserve"> Kupující ověřuj</w:t>
      </w:r>
      <w:r w:rsidR="00E408CB">
        <w:t>e</w:t>
      </w:r>
      <w:r>
        <w:t>:</w:t>
      </w:r>
    </w:p>
    <w:p w14:paraId="535AA81B" w14:textId="06BCD0D6" w:rsidR="00160118" w:rsidRDefault="001E0341" w:rsidP="005E66E0">
      <w:pPr>
        <w:pStyle w:val="Odstavecseseznamem"/>
        <w:numPr>
          <w:ilvl w:val="0"/>
          <w:numId w:val="39"/>
        </w:numPr>
        <w:ind w:left="1418"/>
        <w:jc w:val="both"/>
      </w:pPr>
      <w:r>
        <w:t xml:space="preserve">parametry, vlastnosti a funkcionality uvedené v Příloze č. 1 </w:t>
      </w:r>
      <w:r w:rsidRPr="001E0341">
        <w:rPr>
          <w:i/>
          <w:iCs/>
        </w:rPr>
        <w:t>Specifikace plnění</w:t>
      </w:r>
      <w:r>
        <w:t xml:space="preserve"> této Smlouvy, a dále vlastnosti a funkcionality uvedené ve specifikaci plnění Prodávajícího (je-li taková), která je součástí Smlouvy</w:t>
      </w:r>
      <w:r w:rsidR="00D964DA" w:rsidRPr="00221465">
        <w:t>;</w:t>
      </w:r>
    </w:p>
    <w:p w14:paraId="025CF4E1" w14:textId="7C852BD3" w:rsidR="00D964DA" w:rsidRPr="00C11225" w:rsidRDefault="00D964DA" w:rsidP="005E66E0">
      <w:pPr>
        <w:pStyle w:val="Odstavecseseznamem"/>
        <w:numPr>
          <w:ilvl w:val="0"/>
          <w:numId w:val="39"/>
        </w:numPr>
        <w:ind w:left="1418"/>
        <w:jc w:val="both"/>
      </w:pPr>
      <w:r>
        <w:t>příslušenství a do</w:t>
      </w:r>
      <w:r w:rsidR="007E592A">
        <w:t>klady</w:t>
      </w:r>
      <w:r>
        <w:t>, jež měl</w:t>
      </w:r>
      <w:r w:rsidR="007E592A">
        <w:t>y</w:t>
      </w:r>
      <w:r>
        <w:t xml:space="preserve"> být dodán</w:t>
      </w:r>
      <w:r w:rsidR="007E592A">
        <w:t>y</w:t>
      </w:r>
      <w:r>
        <w:t xml:space="preserve"> spolu s Hardware.</w:t>
      </w:r>
    </w:p>
    <w:p w14:paraId="7D0C80F5" w14:textId="485F0551" w:rsidR="00447984" w:rsidRPr="00C11225" w:rsidRDefault="00447984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5E66E0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471D0A39" w14:textId="48A4B47A" w:rsidR="00290EAC" w:rsidRDefault="00447984" w:rsidP="005E66E0">
      <w:pPr>
        <w:pStyle w:val="Odstavecseseznamem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="00495FB2">
        <w:t>:</w:t>
      </w:r>
      <w:r w:rsidR="00290EAC">
        <w:br/>
      </w:r>
      <w:r w:rsidR="00290EAC">
        <w:rPr>
          <w:noProof/>
        </w:rPr>
        <w:t>Ing. Martin Novák, +420 724 369 269, novak@spravazeleznic.cz</w:t>
      </w:r>
      <w:r w:rsidR="00290EAC">
        <w:rPr>
          <w:noProof/>
        </w:rPr>
        <w:br/>
        <w:t xml:space="preserve">Ing. Martin </w:t>
      </w:r>
      <w:r w:rsidR="00495FB2">
        <w:rPr>
          <w:noProof/>
        </w:rPr>
        <w:t>D</w:t>
      </w:r>
      <w:r w:rsidR="00290EAC">
        <w:rPr>
          <w:noProof/>
        </w:rPr>
        <w:t>oležal, +420 602 774 994, dolezalma@spravazeleznic.cz (zástup)</w:t>
      </w:r>
    </w:p>
    <w:p w14:paraId="4346F8D3" w14:textId="0E7027F5" w:rsidR="00495FB2" w:rsidRDefault="00447984" w:rsidP="005E66E0">
      <w:pPr>
        <w:pStyle w:val="Odstavecseseznamem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</w:t>
      </w:r>
      <w:r w:rsidR="00495FB2">
        <w:t>:</w:t>
      </w:r>
      <w:r w:rsidR="00495FB2">
        <w:br/>
      </w:r>
      <w:r w:rsidR="00EE704A">
        <w:t>Mgr. Bc. Petr Soukup, +420 727 975 519, SoukupP@spravazeleznic.cz</w:t>
      </w:r>
    </w:p>
    <w:p w14:paraId="2419C628" w14:textId="0BD3BBF5" w:rsidR="00EC7CBA" w:rsidRDefault="00EC7CBA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327EE3CD" w:rsidR="00EC7CBA" w:rsidRDefault="00EC7CBA" w:rsidP="005E66E0">
      <w:pPr>
        <w:pStyle w:val="Odstavecseseznamem"/>
        <w:ind w:left="709" w:hanging="709"/>
        <w:jc w:val="both"/>
      </w:pPr>
      <w:r>
        <w:t xml:space="preserve">Prodávající dodá veškerý požadovaný Hardware </w:t>
      </w:r>
      <w:r w:rsidR="00611349">
        <w:t xml:space="preserve">a Software </w:t>
      </w:r>
      <w:r w:rsidRPr="004A4BFE">
        <w:t xml:space="preserve">nejpozději </w:t>
      </w:r>
      <w:r w:rsidRPr="00491EB4">
        <w:t xml:space="preserve">do </w:t>
      </w:r>
      <w:r w:rsidR="00491EB4" w:rsidRPr="00EB12A2">
        <w:t>3</w:t>
      </w:r>
      <w:r w:rsidR="004A4BFE" w:rsidRPr="00EB12A2">
        <w:t xml:space="preserve"> měsíců</w:t>
      </w:r>
      <w:r w:rsidRPr="004A4BFE">
        <w:t xml:space="preserve"> od</w:t>
      </w:r>
      <w:r w:rsidR="00782365">
        <w:t>e dne</w:t>
      </w:r>
      <w:r w:rsidRPr="004A4BFE">
        <w:t xml:space="preserve"> </w:t>
      </w:r>
      <w:r w:rsidR="003C220A">
        <w:t xml:space="preserve">nabytí </w:t>
      </w:r>
      <w:r w:rsidRPr="004A4BFE">
        <w:t xml:space="preserve">účinnosti Smlouvy. </w:t>
      </w:r>
    </w:p>
    <w:p w14:paraId="7434F1A9" w14:textId="7888C91A" w:rsidR="00EC7CBA" w:rsidRPr="00EC7CBA" w:rsidRDefault="00EC7CBA" w:rsidP="005E66E0">
      <w:pPr>
        <w:pStyle w:val="Odstavecseseznamem"/>
        <w:ind w:left="709" w:hanging="709"/>
        <w:jc w:val="both"/>
      </w:pPr>
      <w:r>
        <w:t>Míst</w:t>
      </w:r>
      <w:r w:rsidR="007F4A9D">
        <w:t>em</w:t>
      </w:r>
      <w:r>
        <w:t xml:space="preserve"> dodání plnění j</w:t>
      </w:r>
      <w:r w:rsidR="00E1513E">
        <w:t>e</w:t>
      </w:r>
      <w:r w:rsidR="007F4A9D">
        <w:t xml:space="preserve"> Praha 1, V Celnici 1028/10, 110 00</w:t>
      </w:r>
      <w:r>
        <w:t>.</w:t>
      </w:r>
    </w:p>
    <w:p w14:paraId="248E7FD8" w14:textId="78768FC2" w:rsidR="003019CE" w:rsidRPr="00C11225" w:rsidRDefault="003019CE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443CE7DB" w14:textId="36BED6E4" w:rsidR="003019CE" w:rsidRPr="00221465" w:rsidRDefault="003019CE" w:rsidP="005E66E0">
      <w:pPr>
        <w:pStyle w:val="Odstavecseseznamem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="003C220A" w:rsidRPr="003C220A">
        <w:t xml:space="preserve"> </w:t>
      </w:r>
      <w:r w:rsidR="003C220A">
        <w:t>a je uvedena</w:t>
      </w:r>
      <w:r w:rsidR="003C220A" w:rsidRPr="004A4BFE">
        <w:t xml:space="preserve"> v </w:t>
      </w:r>
      <w:r w:rsidR="003C220A" w:rsidRPr="00D9577C">
        <w:t>Příloze č. 2</w:t>
      </w:r>
      <w:r w:rsidR="003C220A" w:rsidRPr="004A4BFE">
        <w:t xml:space="preserve"> </w:t>
      </w:r>
      <w:r w:rsidR="003C220A" w:rsidRPr="004A4BFE">
        <w:rPr>
          <w:i/>
          <w:iCs/>
        </w:rPr>
        <w:t>Cena Plnění.</w:t>
      </w:r>
    </w:p>
    <w:p w14:paraId="216FC7B1" w14:textId="1CE7980B" w:rsidR="00140178" w:rsidRPr="001E7F6B" w:rsidRDefault="003019CE" w:rsidP="005E66E0">
      <w:pPr>
        <w:pStyle w:val="Odstavecseseznamem"/>
        <w:jc w:val="both"/>
      </w:pPr>
      <w:r w:rsidRPr="004A4BFE">
        <w:lastRenderedPageBreak/>
        <w:t>Podrobný rozpis Ceny dle jednotlivých částí</w:t>
      </w:r>
      <w:r w:rsidR="00685634" w:rsidRPr="004A4BFE">
        <w:t xml:space="preserve"> Plnění je</w:t>
      </w:r>
      <w:r w:rsidR="003C220A">
        <w:t xml:space="preserve"> rovněž</w:t>
      </w:r>
      <w:r w:rsidR="00685634" w:rsidRPr="004A4BFE">
        <w:t xml:space="preserve"> uveden v </w:t>
      </w:r>
      <w:r w:rsidR="00685634" w:rsidRPr="00D9577C">
        <w:t xml:space="preserve">Příloze č. </w:t>
      </w:r>
      <w:r w:rsidR="004A4BFE" w:rsidRPr="00D9577C">
        <w:t>2</w:t>
      </w:r>
      <w:r w:rsidRPr="004A4BFE">
        <w:t xml:space="preserve"> </w:t>
      </w:r>
      <w:r w:rsidR="00DC3510" w:rsidRPr="004A4BFE">
        <w:rPr>
          <w:i/>
          <w:iCs/>
        </w:rPr>
        <w:t>Cena Plnění.</w:t>
      </w:r>
    </w:p>
    <w:p w14:paraId="21045820" w14:textId="7F3DE33B" w:rsidR="001E7F6B" w:rsidRPr="004A4BFE" w:rsidRDefault="001E7F6B" w:rsidP="005E66E0">
      <w:pPr>
        <w:pStyle w:val="Odstavecseseznamem"/>
        <w:jc w:val="both"/>
      </w:pPr>
      <w:r>
        <w:t>Cena uvedená v Příloze č. 2 Cena plnění současně zahrnuje veškeré související náklady Prodávajícího, zejména náklady související s balením a obalovými materiály, jejich odběr, třídění a ekologickou likvidaci, jakož i náklady na dopravu, nakládku a vykládku v místě plnění</w:t>
      </w:r>
      <w:r w:rsidR="00D7071A">
        <w:t xml:space="preserve"> a</w:t>
      </w:r>
      <w:r>
        <w:t xml:space="preserve"> náklady na instalaci Hardware a Software</w:t>
      </w:r>
      <w:r w:rsidR="00D7071A">
        <w:t>.</w:t>
      </w:r>
    </w:p>
    <w:p w14:paraId="7D2A9405" w14:textId="77777777" w:rsidR="00140178" w:rsidRPr="00221465" w:rsidRDefault="00140178" w:rsidP="005E66E0">
      <w:pPr>
        <w:pStyle w:val="Odstavecseseznamem"/>
        <w:jc w:val="both"/>
      </w:pPr>
      <w:bookmarkStart w:id="5" w:name="_Hlk27391226"/>
      <w:r w:rsidRPr="00221465">
        <w:t>Cena je výslovně sjednávána jako nejvyšší možná a nepřekročitelná.</w:t>
      </w:r>
    </w:p>
    <w:p w14:paraId="2858475C" w14:textId="25186777" w:rsidR="00D94672" w:rsidRDefault="005E66E0" w:rsidP="008F0A4D">
      <w:pPr>
        <w:pStyle w:val="Odstavecseseznamem"/>
        <w:jc w:val="both"/>
      </w:pPr>
      <w:r>
        <w:t xml:space="preserve">Hardware a Software </w:t>
      </w:r>
      <w:r w:rsidR="00BC3E10">
        <w:t>se předává a přebírá</w:t>
      </w:r>
      <w:r>
        <w:t xml:space="preserve"> na základě předávacího protokolu podepsaného odpovědnými zástupci smluvních stran.</w:t>
      </w:r>
      <w:r w:rsidR="00A73142">
        <w:t xml:space="preserve"> Dnem podpisu předávacího protokolu o dodání a instalaci Hardware a Software se považuje Hardware a Software za řádně dodaný a Kupujícímu tímto dnem vzniká právo na zaplacení ceny za Hardware a Software dle Přílohy č. 2 </w:t>
      </w:r>
      <w:r w:rsidR="00A73142" w:rsidRPr="00A73142">
        <w:rPr>
          <w:i/>
          <w:iCs/>
        </w:rPr>
        <w:t>Cena plnění</w:t>
      </w:r>
      <w:r w:rsidR="00A73142">
        <w:t>.</w:t>
      </w:r>
    </w:p>
    <w:p w14:paraId="094038D6" w14:textId="1036F849" w:rsidR="00800D43" w:rsidRDefault="00800D43" w:rsidP="005E66E0">
      <w:pPr>
        <w:pStyle w:val="Odstavecseseznamem"/>
        <w:jc w:val="both"/>
      </w:pPr>
      <w:r>
        <w:t>Smluvní strany se dohodly, že C</w:t>
      </w:r>
      <w:r w:rsidRPr="004D73A2">
        <w:t xml:space="preserve">enu </w:t>
      </w:r>
      <w:r>
        <w:t xml:space="preserve">Plnění </w:t>
      </w:r>
      <w:r w:rsidRPr="004D73A2">
        <w:t xml:space="preserve">je Kupující povinen uhradit Prodávajícímu do </w:t>
      </w:r>
      <w:r>
        <w:t>6</w:t>
      </w:r>
      <w:r w:rsidRPr="004D73A2">
        <w:t xml:space="preserve">0 dnů ode dne </w:t>
      </w:r>
      <w:r w:rsidR="00061D77" w:rsidRPr="00061D77">
        <w:t>doručení faktury Kupujícímu</w:t>
      </w:r>
      <w:r>
        <w:t>.</w:t>
      </w:r>
    </w:p>
    <w:bookmarkEnd w:id="5"/>
    <w:p w14:paraId="469AA071" w14:textId="7AE1932E" w:rsidR="00C70843" w:rsidRPr="00C11225" w:rsidRDefault="00F61DE3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7E5A80FB" w:rsidR="002F3DE9" w:rsidRDefault="002F3DE9" w:rsidP="005E66E0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>Pro Software vztahující se k Hardware platí článek 6.3.</w:t>
      </w:r>
      <w:r w:rsidR="00EF4996">
        <w:rPr>
          <w:noProof/>
        </w:rPr>
        <w:t xml:space="preserve"> </w:t>
      </w:r>
      <w:r w:rsidR="00EF4996" w:rsidRPr="00D9577C">
        <w:rPr>
          <w:noProof/>
        </w:rPr>
        <w:t>Přílohy</w:t>
      </w:r>
      <w:r w:rsidR="00685634" w:rsidRPr="00D9577C">
        <w:rPr>
          <w:noProof/>
        </w:rPr>
        <w:t xml:space="preserve"> č. </w:t>
      </w:r>
      <w:r w:rsidR="004A4BFE" w:rsidRPr="00D9577C">
        <w:rPr>
          <w:noProof/>
        </w:rPr>
        <w:t>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 xml:space="preserve">Zvláštní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7F47155C" w14:textId="46FFF5B0" w:rsidR="00BB65B9" w:rsidRPr="00174B36" w:rsidRDefault="00BB65B9" w:rsidP="005E66E0">
      <w:pPr>
        <w:pStyle w:val="Odstavecseseznamem"/>
        <w:jc w:val="both"/>
        <w:rPr>
          <w:i/>
          <w:iCs/>
          <w:noProof/>
        </w:rPr>
      </w:pPr>
      <w:r w:rsidRPr="00221465">
        <w:rPr>
          <w:noProof/>
        </w:rPr>
        <w:t xml:space="preserve">Pro </w:t>
      </w:r>
      <w:r>
        <w:rPr>
          <w:noProof/>
        </w:rPr>
        <w:t xml:space="preserve">ostatní </w:t>
      </w:r>
      <w:r w:rsidRPr="00221465">
        <w:rPr>
          <w:noProof/>
        </w:rPr>
        <w:t>Software platí článek 6.</w:t>
      </w:r>
      <w:r w:rsidR="00942C2C">
        <w:rPr>
          <w:noProof/>
        </w:rPr>
        <w:t>2</w:t>
      </w:r>
      <w:r w:rsidRPr="00221465">
        <w:rPr>
          <w:noProof/>
        </w:rPr>
        <w:t>.</w:t>
      </w:r>
      <w:r>
        <w:rPr>
          <w:noProof/>
        </w:rPr>
        <w:t xml:space="preserve"> </w:t>
      </w:r>
      <w:r w:rsidRPr="00D9577C">
        <w:rPr>
          <w:noProof/>
        </w:rPr>
        <w:t>Přílohy č. 5</w:t>
      </w:r>
      <w:r w:rsidRPr="00221465">
        <w:rPr>
          <w:noProof/>
        </w:rPr>
        <w:t xml:space="preserve"> </w:t>
      </w:r>
      <w:r w:rsidRPr="007E0125">
        <w:rPr>
          <w:i/>
          <w:iCs/>
          <w:noProof/>
        </w:rPr>
        <w:t>Zvláštní obchodní podmínky.</w:t>
      </w:r>
    </w:p>
    <w:p w14:paraId="2F09AE85" w14:textId="1A8F9B28" w:rsidR="00DB2B0F" w:rsidRPr="00221465" w:rsidRDefault="00555C2D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</w:pPr>
      <w:r>
        <w:t>Helpd</w:t>
      </w:r>
      <w:r w:rsidR="00C02406" w:rsidRPr="00221465">
        <w:t>esk</w:t>
      </w:r>
    </w:p>
    <w:p w14:paraId="2498459F" w14:textId="3E5C9D56" w:rsidR="00590D81" w:rsidRPr="00221465" w:rsidRDefault="00586495" w:rsidP="005E66E0">
      <w:pPr>
        <w:pStyle w:val="Odstavecseseznamem"/>
        <w:jc w:val="both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 xml:space="preserve">esk v režimu </w:t>
      </w:r>
      <w:r w:rsidR="004B7EDF" w:rsidRPr="00D9577C">
        <w:t>2</w:t>
      </w:r>
      <w:r w:rsidR="00C02406" w:rsidRPr="00F656A9">
        <w:t xml:space="preserve"> ve smyslu čl. 10.</w:t>
      </w:r>
      <w:r w:rsidR="00064254" w:rsidRPr="00F656A9">
        <w:t>3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834F5F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8C7B4F9" w14:textId="211BA828" w:rsidR="00590D81" w:rsidRPr="005507AE" w:rsidRDefault="00586495" w:rsidP="005E66E0">
      <w:pPr>
        <w:pStyle w:val="Odstavecseseznamem"/>
        <w:jc w:val="both"/>
        <w:rPr>
          <w:noProof/>
        </w:rPr>
      </w:pPr>
      <w:r w:rsidRPr="007E0125">
        <w:t>Prodávající</w:t>
      </w:r>
      <w:r w:rsidR="00C02406" w:rsidRPr="007E0125">
        <w:t xml:space="preserve"> bude provozovat </w:t>
      </w:r>
      <w:r w:rsidR="00555C2D" w:rsidRPr="007E0125">
        <w:t>Helpd</w:t>
      </w:r>
      <w:r w:rsidR="00C02406" w:rsidRPr="007E0125">
        <w:t xml:space="preserve">esk v úrovni </w:t>
      </w:r>
      <w:r w:rsidR="00C02406" w:rsidRPr="00D9577C">
        <w:t>L2</w:t>
      </w:r>
      <w:r w:rsidR="00C02406" w:rsidRPr="00F656A9">
        <w:t xml:space="preserve"> ve smyslu č</w:t>
      </w:r>
      <w:r w:rsidR="00BE7C40" w:rsidRPr="00F656A9">
        <w:t>l</w:t>
      </w:r>
      <w:r w:rsidR="00C02406" w:rsidRPr="00F656A9">
        <w:t>. 10.</w:t>
      </w:r>
      <w:r w:rsidR="00064254" w:rsidRPr="00F656A9">
        <w:t>6</w:t>
      </w:r>
      <w:r w:rsidR="00C02406" w:rsidRPr="00F656A9">
        <w:t xml:space="preserve">. </w:t>
      </w:r>
      <w:r w:rsidR="00685634" w:rsidRPr="00D9577C">
        <w:rPr>
          <w:noProof/>
        </w:rPr>
        <w:t xml:space="preserve">Přílohy č. </w:t>
      </w:r>
      <w:r w:rsidR="00D763EB" w:rsidRPr="00D9577C">
        <w:rPr>
          <w:noProof/>
        </w:rPr>
        <w:t>5</w:t>
      </w:r>
      <w:r w:rsidR="00590D81" w:rsidRPr="007E0125">
        <w:rPr>
          <w:noProof/>
        </w:rPr>
        <w:t xml:space="preserve"> </w:t>
      </w:r>
      <w:r w:rsidR="00590D81" w:rsidRPr="007E0125">
        <w:rPr>
          <w:i/>
          <w:iCs/>
          <w:noProof/>
        </w:rPr>
        <w:t>Zvláštní obchodní podmínky.</w:t>
      </w:r>
    </w:p>
    <w:p w14:paraId="2B84F4D7" w14:textId="6A82EC1D" w:rsidR="005507AE" w:rsidRPr="00221465" w:rsidRDefault="005507AE" w:rsidP="005E66E0">
      <w:pPr>
        <w:pStyle w:val="Odstavecseseznamem"/>
        <w:jc w:val="both"/>
        <w:rPr>
          <w:noProof/>
        </w:rPr>
      </w:pPr>
      <w:r w:rsidRPr="00F64DAE">
        <w:rPr>
          <w:iCs/>
          <w:noProof/>
        </w:rPr>
        <w:t xml:space="preserve">Helpdesk bude poskytován po dobu </w:t>
      </w:r>
      <w:r w:rsidR="00BB65B9">
        <w:rPr>
          <w:iCs/>
          <w:noProof/>
        </w:rPr>
        <w:t>5</w:t>
      </w:r>
      <w:r w:rsidR="00BB65B9" w:rsidRPr="00F64DAE">
        <w:rPr>
          <w:iCs/>
          <w:noProof/>
        </w:rPr>
        <w:t xml:space="preserve"> </w:t>
      </w:r>
      <w:r w:rsidRPr="00F64DAE">
        <w:rPr>
          <w:iCs/>
          <w:noProof/>
        </w:rPr>
        <w:t xml:space="preserve">let od </w:t>
      </w:r>
      <w:r w:rsidRPr="008C04F9">
        <w:rPr>
          <w:iCs/>
          <w:noProof/>
        </w:rPr>
        <w:t xml:space="preserve">od podpisu </w:t>
      </w:r>
      <w:r w:rsidR="00B1337E">
        <w:rPr>
          <w:iCs/>
          <w:noProof/>
        </w:rPr>
        <w:t>předávacího</w:t>
      </w:r>
      <w:r w:rsidRPr="00412B2A">
        <w:rPr>
          <w:iCs/>
          <w:noProof/>
        </w:rPr>
        <w:t xml:space="preserve"> protokolu dle čl.</w:t>
      </w:r>
      <w:r w:rsidR="004B1109">
        <w:rPr>
          <w:iCs/>
          <w:noProof/>
        </w:rPr>
        <w:t> </w:t>
      </w:r>
      <w:r w:rsidR="00D439FA">
        <w:rPr>
          <w:iCs/>
          <w:noProof/>
        </w:rPr>
        <w:t>4</w:t>
      </w:r>
      <w:r w:rsidRPr="00412B2A">
        <w:rPr>
          <w:iCs/>
          <w:noProof/>
        </w:rPr>
        <w:t xml:space="preserve"> </w:t>
      </w:r>
      <w:r w:rsidRPr="00412B2A">
        <w:rPr>
          <w:bCs/>
        </w:rPr>
        <w:t xml:space="preserve">Přílohy č. 1 </w:t>
      </w:r>
      <w:r w:rsidRPr="00412B2A">
        <w:rPr>
          <w:bCs/>
          <w:i/>
        </w:rPr>
        <w:t>Specifikace Plnění</w:t>
      </w:r>
      <w:r>
        <w:rPr>
          <w:bCs/>
          <w:i/>
        </w:rPr>
        <w:t>.</w:t>
      </w:r>
      <w:r>
        <w:rPr>
          <w:i/>
          <w:iCs/>
          <w:noProof/>
        </w:rPr>
        <w:t xml:space="preserve"> </w:t>
      </w:r>
    </w:p>
    <w:p w14:paraId="03C84C12" w14:textId="3F346DBF" w:rsidR="00397CC4" w:rsidRPr="001568C5" w:rsidRDefault="00397CC4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Servisní model</w:t>
      </w:r>
    </w:p>
    <w:p w14:paraId="042823FA" w14:textId="45FDA151" w:rsidR="00CD2112" w:rsidRPr="00CA13BF" w:rsidRDefault="00586495" w:rsidP="005E66E0">
      <w:pPr>
        <w:pStyle w:val="Odstavecseseznamem"/>
        <w:jc w:val="both"/>
        <w:rPr>
          <w:noProof/>
        </w:rPr>
      </w:pPr>
      <w:r w:rsidRPr="00CA13BF">
        <w:t>Prodávající</w:t>
      </w:r>
      <w:r w:rsidR="00397CC4" w:rsidRPr="00CA13BF">
        <w:t xml:space="preserve"> bude poskytovat servisní model v režimu </w:t>
      </w:r>
      <w:r w:rsidR="003B7C76" w:rsidRPr="00CA13BF">
        <w:t xml:space="preserve">E1 </w:t>
      </w:r>
      <w:r w:rsidR="00397CC4" w:rsidRPr="00CA13BF">
        <w:t xml:space="preserve">ve smyslu čl. 12.2. </w:t>
      </w:r>
      <w:r w:rsidR="00685634" w:rsidRPr="00CA13BF">
        <w:rPr>
          <w:noProof/>
        </w:rPr>
        <w:t>Přílohy č.</w:t>
      </w:r>
      <w:r w:rsidR="00510451" w:rsidRPr="00CA13BF">
        <w:rPr>
          <w:noProof/>
        </w:rPr>
        <w:t> </w:t>
      </w:r>
      <w:r w:rsidR="001568C5" w:rsidRPr="00CA13BF">
        <w:rPr>
          <w:noProof/>
        </w:rPr>
        <w:t>5</w:t>
      </w:r>
      <w:r w:rsidR="00590D81" w:rsidRPr="00CA13BF">
        <w:rPr>
          <w:noProof/>
        </w:rPr>
        <w:t xml:space="preserve"> </w:t>
      </w:r>
      <w:r w:rsidR="00590D81" w:rsidRPr="00CA13BF">
        <w:rPr>
          <w:i/>
          <w:noProof/>
        </w:rPr>
        <w:t>Zvláštní obchodní podmínky</w:t>
      </w:r>
      <w:r w:rsidR="005507AE" w:rsidRPr="00CA13BF">
        <w:rPr>
          <w:noProof/>
        </w:rPr>
        <w:t xml:space="preserve"> s doručením náhradního dílu a dojezdem technika on</w:t>
      </w:r>
      <w:r w:rsidR="00510451" w:rsidRPr="00CA13BF">
        <w:rPr>
          <w:noProof/>
        </w:rPr>
        <w:noBreakHyphen/>
      </w:r>
      <w:r w:rsidR="005507AE" w:rsidRPr="00CA13BF">
        <w:rPr>
          <w:noProof/>
        </w:rPr>
        <w:t xml:space="preserve">site do </w:t>
      </w:r>
      <w:r w:rsidR="003F0F08" w:rsidRPr="00CA13BF">
        <w:rPr>
          <w:noProof/>
        </w:rPr>
        <w:t>následujícího pracovního dne</w:t>
      </w:r>
      <w:r w:rsidR="005507AE" w:rsidRPr="00CA13BF">
        <w:rPr>
          <w:noProof/>
        </w:rPr>
        <w:t xml:space="preserve"> od diagnostiky závady. Servisní model bude poskytován pro všechen dodaný Hardware</w:t>
      </w:r>
      <w:r w:rsidR="003A2D5C" w:rsidRPr="00CA13BF">
        <w:rPr>
          <w:noProof/>
        </w:rPr>
        <w:t xml:space="preserve"> </w:t>
      </w:r>
      <w:r w:rsidR="005507AE" w:rsidRPr="00CA13BF">
        <w:rPr>
          <w:noProof/>
        </w:rPr>
        <w:t xml:space="preserve">bez nutnosti vrácení paměťových medií. Vadná média zůstávají v držení </w:t>
      </w:r>
      <w:r w:rsidR="00D14347" w:rsidRPr="00CA13BF">
        <w:rPr>
          <w:noProof/>
        </w:rPr>
        <w:t>Kupujícího</w:t>
      </w:r>
      <w:r w:rsidR="005507AE" w:rsidRPr="00CA13BF">
        <w:rPr>
          <w:noProof/>
        </w:rPr>
        <w:t>.</w:t>
      </w:r>
    </w:p>
    <w:p w14:paraId="6287398C" w14:textId="31F15288" w:rsidR="005507AE" w:rsidRPr="005507AE" w:rsidRDefault="00CD2112" w:rsidP="005E66E0">
      <w:pPr>
        <w:pStyle w:val="Odstavecseseznamem"/>
        <w:jc w:val="both"/>
        <w:rPr>
          <w:noProof/>
        </w:rPr>
      </w:pPr>
      <w:r>
        <w:rPr>
          <w:iCs/>
          <w:noProof/>
        </w:rPr>
        <w:t>Záruka a s</w:t>
      </w:r>
      <w:r w:rsidR="005507AE">
        <w:rPr>
          <w:iCs/>
          <w:noProof/>
        </w:rPr>
        <w:t>ervisní služby</w:t>
      </w:r>
      <w:r w:rsidR="005507AE" w:rsidRPr="005507AE">
        <w:rPr>
          <w:iCs/>
          <w:noProof/>
        </w:rPr>
        <w:t xml:space="preserve"> musí být pokryty oficiální servisní podporou výrobce tak, aby v případě závady, kterou není </w:t>
      </w:r>
      <w:r w:rsidR="00BA0E7A" w:rsidRPr="00BA0E7A">
        <w:rPr>
          <w:iCs/>
          <w:noProof/>
        </w:rPr>
        <w:t xml:space="preserve">Poskytovatel </w:t>
      </w:r>
      <w:r w:rsidR="005507AE" w:rsidRPr="005507AE">
        <w:rPr>
          <w:iCs/>
          <w:noProof/>
        </w:rPr>
        <w:t xml:space="preserve">schopen odstranit, mohl </w:t>
      </w:r>
      <w:r w:rsidR="00000BAB">
        <w:rPr>
          <w:iCs/>
          <w:noProof/>
        </w:rPr>
        <w:t>Kupující</w:t>
      </w:r>
      <w:r w:rsidR="005507AE" w:rsidRPr="005507AE">
        <w:rPr>
          <w:iCs/>
          <w:noProof/>
        </w:rPr>
        <w:t xml:space="preserve"> tuto závadu eskalovat přímo k technické podpoře výrobce.</w:t>
      </w:r>
    </w:p>
    <w:p w14:paraId="62564069" w14:textId="60329B46" w:rsidR="00397CC4" w:rsidRPr="001568C5" w:rsidRDefault="005507AE" w:rsidP="005E66E0">
      <w:pPr>
        <w:pStyle w:val="Odstavecseseznamem"/>
        <w:jc w:val="both"/>
        <w:rPr>
          <w:noProof/>
        </w:rPr>
      </w:pPr>
      <w:r w:rsidRPr="005507AE">
        <w:rPr>
          <w:iCs/>
          <w:noProof/>
        </w:rPr>
        <w:t xml:space="preserve">Servisní model bude poskytován po dobu </w:t>
      </w:r>
      <w:r w:rsidR="00053B18">
        <w:rPr>
          <w:iCs/>
          <w:noProof/>
        </w:rPr>
        <w:t>5</w:t>
      </w:r>
      <w:r w:rsidR="00053B18" w:rsidRPr="005507AE">
        <w:rPr>
          <w:iCs/>
          <w:noProof/>
        </w:rPr>
        <w:t xml:space="preserve"> </w:t>
      </w:r>
      <w:r w:rsidRPr="005507AE">
        <w:rPr>
          <w:iCs/>
          <w:noProof/>
        </w:rPr>
        <w:t>let od podpisu</w:t>
      </w:r>
      <w:r w:rsidR="0084632B">
        <w:rPr>
          <w:iCs/>
          <w:noProof/>
        </w:rPr>
        <w:t xml:space="preserve"> předávacího</w:t>
      </w:r>
      <w:r w:rsidRPr="005507AE">
        <w:rPr>
          <w:iCs/>
          <w:noProof/>
        </w:rPr>
        <w:t xml:space="preserve"> protokolu dle čl. </w:t>
      </w:r>
      <w:r w:rsidR="00123C89">
        <w:rPr>
          <w:iCs/>
          <w:noProof/>
        </w:rPr>
        <w:t>4</w:t>
      </w:r>
      <w:r w:rsidRPr="005507AE">
        <w:rPr>
          <w:iCs/>
          <w:noProof/>
        </w:rPr>
        <w:t xml:space="preserve"> Přílohy č. 1 </w:t>
      </w:r>
      <w:r w:rsidRPr="00174B36">
        <w:rPr>
          <w:i/>
          <w:noProof/>
        </w:rPr>
        <w:t>Specifikace Plnění</w:t>
      </w:r>
      <w:r w:rsidRPr="005507AE">
        <w:rPr>
          <w:iCs/>
          <w:noProof/>
        </w:rPr>
        <w:t>.</w:t>
      </w:r>
    </w:p>
    <w:p w14:paraId="7095E236" w14:textId="77777777" w:rsidR="00F54BBB" w:rsidRPr="001568C5" w:rsidRDefault="00F54BBB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>Kybernetická bezpečnost</w:t>
      </w:r>
    </w:p>
    <w:p w14:paraId="41141473" w14:textId="22C6309D" w:rsidR="00F54BBB" w:rsidRPr="001568C5" w:rsidRDefault="00F54BBB" w:rsidP="005E66E0">
      <w:pPr>
        <w:pStyle w:val="Odstavecseseznamem"/>
        <w:jc w:val="both"/>
      </w:pPr>
      <w:r w:rsidRPr="001568C5">
        <w:t>Prodávající je povinen dodržovat ustanovení týkající se kybernetické bezpečnosti ve smyslu čl</w:t>
      </w:r>
      <w:r w:rsidR="00782E3E">
        <w:t>.</w:t>
      </w:r>
      <w:r w:rsidRPr="001568C5">
        <w:t xml:space="preserve"> 20 </w:t>
      </w:r>
      <w:r w:rsidR="00AA052D" w:rsidRPr="001568C5">
        <w:rPr>
          <w:noProof/>
        </w:rPr>
        <w:t xml:space="preserve">Přílohy č. </w:t>
      </w:r>
      <w:r w:rsidR="001568C5">
        <w:rPr>
          <w:noProof/>
        </w:rPr>
        <w:t>5</w:t>
      </w:r>
      <w:r w:rsidR="00EF4996" w:rsidRPr="001568C5">
        <w:rPr>
          <w:noProof/>
        </w:rPr>
        <w:t xml:space="preserve"> </w:t>
      </w:r>
      <w:r w:rsidR="00330069" w:rsidRPr="001568C5">
        <w:rPr>
          <w:i/>
          <w:iCs/>
          <w:noProof/>
        </w:rPr>
        <w:t>Zvláštní obchodní podmínky.</w:t>
      </w:r>
    </w:p>
    <w:p w14:paraId="2BFFDF1C" w14:textId="77777777" w:rsidR="00F54BBB" w:rsidRPr="001568C5" w:rsidRDefault="00F54BBB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568C5">
        <w:rPr>
          <w:noProof/>
        </w:rPr>
        <w:t xml:space="preserve">Ochrana </w:t>
      </w:r>
      <w:r w:rsidRPr="001568C5">
        <w:t>osobních</w:t>
      </w:r>
      <w:r w:rsidRPr="001568C5">
        <w:rPr>
          <w:noProof/>
        </w:rPr>
        <w:t xml:space="preserve"> údajů</w:t>
      </w:r>
    </w:p>
    <w:p w14:paraId="10D6240E" w14:textId="6758E269" w:rsidR="008F60C6" w:rsidRPr="00C11225" w:rsidRDefault="00F54BBB" w:rsidP="005E66E0">
      <w:pPr>
        <w:pStyle w:val="Odstavecseseznamem"/>
        <w:jc w:val="both"/>
      </w:pPr>
      <w:r w:rsidRPr="00221465">
        <w:t>Pokud bude v rámci plnění této Smlouvy docházet ke zpracování osobních údajů, zavazuje se Prodávající dodržovat opatření dle článku 2</w:t>
      </w:r>
      <w:r w:rsidR="00586495" w:rsidRPr="00221465">
        <w:t>1</w:t>
      </w:r>
      <w:r w:rsidRPr="00221465">
        <w:t xml:space="preserve">. </w:t>
      </w:r>
      <w:r w:rsidR="00685634" w:rsidRPr="00D9577C">
        <w:rPr>
          <w:noProof/>
        </w:rPr>
        <w:t xml:space="preserve">Přílohy č. </w:t>
      </w:r>
      <w:r w:rsidR="001568C5" w:rsidRPr="00D9577C">
        <w:rPr>
          <w:noProof/>
        </w:rPr>
        <w:t>5</w:t>
      </w:r>
      <w:r w:rsidR="00590D81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lastRenderedPageBreak/>
        <w:t>Střet zájmů, povinnosti Prodávajícího v souvislosti s konfliktem na Ukrajině</w:t>
      </w:r>
    </w:p>
    <w:p w14:paraId="3E0F0383" w14:textId="77777777" w:rsidR="00843F1B" w:rsidRPr="00843F1B" w:rsidRDefault="00843F1B" w:rsidP="005E66E0">
      <w:pPr>
        <w:pStyle w:val="Odstavecseseznamem"/>
        <w:jc w:val="both"/>
      </w:pPr>
      <w:r w:rsidRPr="00843F1B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5E66E0">
      <w:pPr>
        <w:pStyle w:val="Odstavecseseznamem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4C3278BD" w:rsidR="00843F1B" w:rsidRPr="00266CCA" w:rsidRDefault="00843F1B" w:rsidP="005E66E0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5k nařízení Rady (EU) č. 833/2014 ze dne 31. července 2014 o</w:t>
      </w:r>
      <w:r w:rsidR="008277D7">
        <w:t> </w:t>
      </w:r>
      <w:r w:rsidRPr="00843F1B">
        <w:t xml:space="preserve">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</w:t>
      </w:r>
      <w:r w:rsidR="008277D7">
        <w:t> </w:t>
      </w:r>
      <w:r w:rsidR="00136245" w:rsidRPr="00136245">
        <w:t>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231870E" w:rsidR="00843F1B" w:rsidRPr="00843F1B" w:rsidRDefault="00843F1B" w:rsidP="005E66E0">
      <w:pPr>
        <w:pStyle w:val="Odstavecseseznamem"/>
        <w:numPr>
          <w:ilvl w:val="0"/>
          <w:numId w:val="38"/>
        </w:numPr>
        <w:ind w:left="1418" w:hanging="425"/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</w:t>
      </w:r>
      <w:r w:rsidR="008277D7">
        <w:t> </w:t>
      </w:r>
      <w:r w:rsidRPr="00843F1B">
        <w:t>omezujících opatřeních vzhledem k činnostem narušujícím nebo ohrožujícím územní celistvost, svrchovanost a nezávislost Ukrajiny, ve znění pozdějších předpisů, a dalších prováděcích předpisů k tomuto nařízení Rady (EU) č.</w:t>
      </w:r>
      <w:r w:rsidR="008277D7">
        <w:t> </w:t>
      </w:r>
      <w:r w:rsidRPr="00843F1B">
        <w:t>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59E7755C" w:rsidR="00843F1B" w:rsidRPr="00843F1B" w:rsidRDefault="00843F1B" w:rsidP="005E66E0">
      <w:pPr>
        <w:pStyle w:val="Odstavecseseznamem"/>
        <w:jc w:val="both"/>
      </w:pPr>
      <w:r w:rsidRPr="00843F1B">
        <w:t xml:space="preserve">Je-li Prodávajícím sdružení více osob, platí podmínky dle odstavce </w:t>
      </w:r>
      <w:r w:rsidRPr="00D9577C">
        <w:t>11.1 a 11.2</w:t>
      </w:r>
      <w:r w:rsidRPr="00843F1B">
        <w:t xml:space="preserve"> této Smlouvy také jednotlivě pro všechny osoby v rámci Prodávajícího sdružené</w:t>
      </w:r>
      <w:r w:rsidR="00A853B1">
        <w:t>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5E66E0">
      <w:pPr>
        <w:pStyle w:val="Odstavecseseznamem"/>
        <w:jc w:val="both"/>
      </w:pPr>
      <w:r w:rsidRPr="00843F1B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3116F157" w:rsidR="00843F1B" w:rsidRPr="00843F1B" w:rsidRDefault="00843F1B" w:rsidP="005E66E0">
      <w:pPr>
        <w:pStyle w:val="Odstavecseseznamem"/>
        <w:jc w:val="both"/>
      </w:pPr>
      <w:r w:rsidRPr="00843F1B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</w:t>
      </w:r>
      <w:r w:rsidR="00E012FF">
        <w:t> </w:t>
      </w:r>
      <w:r w:rsidRPr="00843F1B">
        <w:t>269/2014.</w:t>
      </w:r>
    </w:p>
    <w:p w14:paraId="7865131B" w14:textId="5835547F" w:rsidR="00843F1B" w:rsidRPr="00843F1B" w:rsidRDefault="00843F1B" w:rsidP="005E66E0">
      <w:pPr>
        <w:pStyle w:val="Odstavecseseznamem"/>
        <w:jc w:val="both"/>
        <w:rPr>
          <w:b/>
        </w:rPr>
      </w:pPr>
      <w:r w:rsidRPr="00843F1B">
        <w:t>Prodávající se dále ve smyslu článku 2</w:t>
      </w:r>
      <w:r w:rsidRPr="00843F1B">
        <w:rPr>
          <w:b/>
        </w:rPr>
        <w:t xml:space="preserve"> </w:t>
      </w:r>
      <w:r w:rsidRPr="00843F1B">
        <w:t>nařízení Rady (EU) č. 269/2014 ze dne 17.</w:t>
      </w:r>
      <w:r w:rsidR="00E012FF">
        <w:t> </w:t>
      </w:r>
      <w:r w:rsidRPr="00843F1B">
        <w:t>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589ADA6F" w:rsidR="00843F1B" w:rsidRPr="00266CCA" w:rsidRDefault="00843F1B" w:rsidP="005E66E0">
      <w:pPr>
        <w:pStyle w:val="Odstavecseseznamem"/>
        <w:jc w:val="both"/>
      </w:pPr>
      <w:r w:rsidRPr="00843F1B">
        <w:t xml:space="preserve">Ukáží-li se prohlášení Prodávajícího dle odstavce </w:t>
      </w:r>
      <w:r w:rsidRPr="00D9577C">
        <w:t>11.1 a 11.2</w:t>
      </w:r>
      <w:r w:rsidRPr="00843F1B">
        <w:t xml:space="preserve"> této Smlouvy jako nepravdivá nebo poruší-li Prodávající svou oznamovací povinnost dle odstavce </w:t>
      </w:r>
      <w:r w:rsidRPr="00D9577C">
        <w:t>11.4</w:t>
      </w:r>
      <w:r w:rsidRPr="00843F1B">
        <w:t xml:space="preserve"> nebo povinnosti dle odstavců </w:t>
      </w:r>
      <w:r w:rsidRPr="00D9577C">
        <w:t>11.5 nebo 11.6</w:t>
      </w:r>
      <w:r w:rsidRPr="00843F1B">
        <w:t xml:space="preserve"> této Smlouvy, je Kupující oprávněn odstoupit od této Smlouvy. Prodávající je dále povinen zaplatit za každé jednotlivé porušení povinností dle předchozí věty smluvní pokutu ve výši 5 % procent z Ceny. </w:t>
      </w:r>
      <w:r w:rsidRPr="00843F1B">
        <w:lastRenderedPageBreak/>
        <w:t>Ustanovení § 2004 odst. 2 Občanského zákoníku a § 2050 Občanského zákoníku se nepoužijí.</w:t>
      </w:r>
    </w:p>
    <w:p w14:paraId="4DEE2C94" w14:textId="0D9E3F55" w:rsidR="008F60C6" w:rsidRPr="00221465" w:rsidRDefault="008F60C6" w:rsidP="005E66E0">
      <w:pPr>
        <w:pStyle w:val="Nadpis4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6756B82F" w:rsidR="00064254" w:rsidRDefault="00064254" w:rsidP="005E66E0">
      <w:pPr>
        <w:pStyle w:val="Odstavecseseznamem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 w:rsidRPr="00D9577C">
        <w:t xml:space="preserve">Přílohou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 xml:space="preserve">; v případě rozporu ustanovení </w:t>
      </w:r>
      <w:r w:rsidRPr="00D9577C">
        <w:t xml:space="preserve">Přílohy č. </w:t>
      </w:r>
      <w:r w:rsidR="001568C5" w:rsidRPr="00D9577C">
        <w:t>3</w:t>
      </w:r>
      <w:r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10F76754" w:rsidR="008F60C6" w:rsidRPr="00221465" w:rsidRDefault="008F60C6" w:rsidP="005E66E0">
      <w:pPr>
        <w:pStyle w:val="Odstavecseseznamem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</w:t>
      </w:r>
      <w:r w:rsidR="000C45C9">
        <w:t> </w:t>
      </w:r>
      <w:r w:rsidRPr="00221465">
        <w:t>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5E66E0">
      <w:pPr>
        <w:pStyle w:val="Odstavecseseznamem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5E66E0">
      <w:pPr>
        <w:pStyle w:val="Odstavecseseznamem"/>
        <w:jc w:val="both"/>
      </w:pPr>
      <w:r>
        <w:t>Tuto Smlouvu lze měnit pouze písemnými dodatky.</w:t>
      </w:r>
    </w:p>
    <w:p w14:paraId="7BA8A8EA" w14:textId="5242C443" w:rsidR="00312FA9" w:rsidRDefault="00312FA9" w:rsidP="005E66E0">
      <w:pPr>
        <w:pStyle w:val="Odstavecseseznamem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5E66E0">
      <w:pPr>
        <w:pStyle w:val="Odstavecseseznamem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5E66E0">
      <w:pPr>
        <w:pStyle w:val="Odstavecseseznamem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5E66E0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5E66E0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5E66E0">
      <w:pPr>
        <w:pStyle w:val="Odstavecseseznamem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 xml:space="preserve">uvní strana je povinna výslovně uvést, že informace, které označila jako své obchodní tajemství, naplňují současně všechny definiční znaky </w:t>
      </w:r>
      <w:r w:rsidRPr="000C5DA0">
        <w:lastRenderedPageBreak/>
        <w:t>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5E66E0">
      <w:pPr>
        <w:pStyle w:val="Odstavecseseznamem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5E66E0">
      <w:pPr>
        <w:pStyle w:val="Odstavecseseznamem"/>
        <w:jc w:val="both"/>
      </w:pPr>
      <w:r w:rsidRPr="00221465">
        <w:t>Nedílnou součástí této Smlouvy jsou její přílohy:</w:t>
      </w:r>
    </w:p>
    <w:p w14:paraId="5DECB271" w14:textId="49CF524A" w:rsidR="00097F37" w:rsidRPr="004A4BFE" w:rsidRDefault="00036D1F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1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Specifikace </w:t>
      </w:r>
      <w:r w:rsidR="002F3DE9" w:rsidRPr="004A4BFE">
        <w:rPr>
          <w:rFonts w:asciiTheme="majorHAnsi" w:hAnsiTheme="majorHAnsi"/>
        </w:rPr>
        <w:t>Plnění</w:t>
      </w:r>
    </w:p>
    <w:p w14:paraId="5C869415" w14:textId="30566DB1" w:rsidR="00097F37" w:rsidRPr="004A4BFE" w:rsidRDefault="00036D1F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685634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2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447984" w:rsidRPr="004A4BFE">
        <w:rPr>
          <w:rFonts w:asciiTheme="majorHAnsi" w:hAnsiTheme="majorHAnsi"/>
        </w:rPr>
        <w:t xml:space="preserve">Cena </w:t>
      </w:r>
      <w:r w:rsidR="00586495" w:rsidRPr="004A4BFE">
        <w:rPr>
          <w:rFonts w:asciiTheme="majorHAnsi" w:hAnsiTheme="majorHAnsi"/>
        </w:rPr>
        <w:t>P</w:t>
      </w:r>
      <w:r w:rsidR="00447984" w:rsidRPr="004A4BFE">
        <w:rPr>
          <w:rFonts w:asciiTheme="majorHAnsi" w:hAnsiTheme="majorHAnsi"/>
        </w:rPr>
        <w:t>lnění</w:t>
      </w:r>
    </w:p>
    <w:p w14:paraId="31EBCD36" w14:textId="65AFAEDA" w:rsidR="00097F37" w:rsidRPr="004A4BFE" w:rsidRDefault="00036D1F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</w:t>
      </w:r>
      <w:r w:rsidR="00097F37" w:rsidRPr="004A4BFE">
        <w:rPr>
          <w:rFonts w:asciiTheme="majorHAnsi" w:hAnsiTheme="majorHAnsi"/>
        </w:rPr>
        <w:t xml:space="preserve">č. </w:t>
      </w:r>
      <w:r w:rsidR="004A4BFE" w:rsidRPr="004A4BFE">
        <w:rPr>
          <w:rFonts w:asciiTheme="majorHAnsi" w:hAnsiTheme="majorHAnsi"/>
        </w:rPr>
        <w:t>3</w:t>
      </w:r>
      <w:r w:rsidR="00097F37" w:rsidRPr="004A4BFE">
        <w:rPr>
          <w:rFonts w:asciiTheme="majorHAnsi" w:hAnsiTheme="majorHAnsi"/>
        </w:rPr>
        <w:t xml:space="preserve"> </w:t>
      </w:r>
      <w:r w:rsidR="003656E8" w:rsidRPr="004A4BFE">
        <w:rPr>
          <w:rFonts w:asciiTheme="majorHAnsi" w:hAnsiTheme="majorHAnsi"/>
        </w:rPr>
        <w:t xml:space="preserve">– </w:t>
      </w:r>
      <w:r w:rsidR="002F3DE9" w:rsidRPr="004A4BFE">
        <w:rPr>
          <w:rFonts w:asciiTheme="majorHAnsi" w:hAnsiTheme="majorHAnsi"/>
        </w:rPr>
        <w:t>Platforma S</w:t>
      </w:r>
      <w:r w:rsidR="00064254" w:rsidRPr="004A4BFE">
        <w:rPr>
          <w:rFonts w:asciiTheme="majorHAnsi" w:hAnsiTheme="majorHAnsi"/>
        </w:rPr>
        <w:t>Ž (včetně její</w:t>
      </w:r>
      <w:r w:rsidR="00B555FC" w:rsidRPr="004A4BFE">
        <w:rPr>
          <w:rFonts w:asciiTheme="majorHAnsi" w:hAnsiTheme="majorHAnsi"/>
        </w:rPr>
        <w:t>ch</w:t>
      </w:r>
      <w:r w:rsidR="00064254" w:rsidRPr="004A4BFE">
        <w:rPr>
          <w:rFonts w:asciiTheme="majorHAnsi" w:hAnsiTheme="majorHAnsi"/>
        </w:rPr>
        <w:t xml:space="preserve"> příloh)</w:t>
      </w:r>
    </w:p>
    <w:p w14:paraId="007A24F0" w14:textId="1C02742E" w:rsidR="00EF4996" w:rsidRPr="004A4BFE" w:rsidRDefault="00EF4996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4</w:t>
      </w:r>
      <w:r w:rsidRPr="004A4BFE">
        <w:rPr>
          <w:rFonts w:asciiTheme="majorHAnsi" w:hAnsiTheme="majorHAnsi"/>
        </w:rPr>
        <w:t xml:space="preserve"> – Poddodavatelé</w:t>
      </w:r>
    </w:p>
    <w:p w14:paraId="51E98C8E" w14:textId="36E565FC" w:rsidR="00590D81" w:rsidRPr="004A4BFE" w:rsidRDefault="00685634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4A4BFE">
        <w:rPr>
          <w:rFonts w:asciiTheme="majorHAnsi" w:hAnsiTheme="majorHAnsi"/>
        </w:rPr>
        <w:t xml:space="preserve">Příloha č. </w:t>
      </w:r>
      <w:r w:rsidR="004A4BFE" w:rsidRPr="004A4BFE">
        <w:rPr>
          <w:rFonts w:asciiTheme="majorHAnsi" w:hAnsiTheme="majorHAnsi"/>
        </w:rPr>
        <w:t>5</w:t>
      </w:r>
      <w:r w:rsidR="00590D81" w:rsidRPr="004A4BFE">
        <w:rPr>
          <w:rFonts w:asciiTheme="majorHAnsi" w:hAnsiTheme="majorHAnsi"/>
        </w:rPr>
        <w:t xml:space="preserve"> – Zvláštní obchodní podmínky</w:t>
      </w:r>
    </w:p>
    <w:p w14:paraId="451929BF" w14:textId="4A3BF311" w:rsidR="00491EB4" w:rsidRPr="00031C89" w:rsidRDefault="00036D1F" w:rsidP="005E66E0">
      <w:pPr>
        <w:spacing w:after="0" w:line="276" w:lineRule="auto"/>
        <w:ind w:left="794"/>
        <w:jc w:val="both"/>
        <w:rPr>
          <w:rFonts w:asciiTheme="majorHAnsi" w:hAnsiTheme="majorHAnsi"/>
        </w:rPr>
      </w:pPr>
      <w:r w:rsidRPr="00031C89">
        <w:rPr>
          <w:rFonts w:asciiTheme="majorHAnsi" w:hAnsiTheme="majorHAnsi"/>
        </w:rPr>
        <w:t xml:space="preserve">Příloha </w:t>
      </w:r>
      <w:r w:rsidR="003656E8" w:rsidRPr="00031C89">
        <w:rPr>
          <w:rFonts w:asciiTheme="majorHAnsi" w:hAnsiTheme="majorHAnsi"/>
        </w:rPr>
        <w:t xml:space="preserve">č. </w:t>
      </w:r>
      <w:r w:rsidR="004A4BFE" w:rsidRPr="00031C89">
        <w:rPr>
          <w:rFonts w:asciiTheme="majorHAnsi" w:hAnsiTheme="majorHAnsi"/>
        </w:rPr>
        <w:t>6</w:t>
      </w:r>
      <w:r w:rsidR="00590D81" w:rsidRPr="00031C89">
        <w:rPr>
          <w:rFonts w:asciiTheme="majorHAnsi" w:hAnsiTheme="majorHAnsi"/>
        </w:rPr>
        <w:t xml:space="preserve"> </w:t>
      </w:r>
      <w:r w:rsidR="003656E8" w:rsidRPr="00031C89">
        <w:rPr>
          <w:rFonts w:asciiTheme="majorHAnsi" w:hAnsiTheme="majorHAnsi"/>
        </w:rPr>
        <w:t>–</w:t>
      </w:r>
      <w:r w:rsidR="00C24989" w:rsidRPr="00031C89">
        <w:rPr>
          <w:rFonts w:asciiTheme="majorHAnsi" w:hAnsiTheme="majorHAnsi"/>
        </w:rPr>
        <w:t xml:space="preserve"> </w:t>
      </w:r>
      <w:r w:rsidR="004A4BFE" w:rsidRPr="00031C89">
        <w:rPr>
          <w:rFonts w:asciiTheme="majorHAnsi" w:hAnsiTheme="majorHAnsi"/>
        </w:rPr>
        <w:t>Obchodní podmínky</w:t>
      </w:r>
    </w:p>
    <w:p w14:paraId="3E2C5374" w14:textId="77777777" w:rsidR="00097F37" w:rsidRPr="00221465" w:rsidRDefault="00097F37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40F90E88" w14:textId="77777777" w:rsidR="002D2277" w:rsidRDefault="002D2277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2317D996" w14:textId="77777777" w:rsidR="00031C89" w:rsidRDefault="00031C89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062189A4" w14:textId="61054AEA" w:rsidR="00097F37" w:rsidRPr="00221465" w:rsidRDefault="00097F37" w:rsidP="005E66E0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4CA08E3E" w14:textId="03867A53" w:rsidR="004A4BFE" w:rsidRDefault="004A4BFE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590F7FAB" w14:textId="42A1A1D5" w:rsidR="00031C89" w:rsidRDefault="00031C89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4DCA32A2" w14:textId="77777777" w:rsidR="00031C89" w:rsidRPr="00221465" w:rsidRDefault="00031C89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5E66E0">
      <w:pPr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5E66E0">
      <w:pPr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00C56E1E" w:rsidR="00097F37" w:rsidRPr="00221465" w:rsidRDefault="004A4BFE" w:rsidP="005E66E0">
      <w:pPr>
        <w:spacing w:after="0" w:line="276" w:lineRule="auto"/>
        <w:jc w:val="both"/>
        <w:rPr>
          <w:rFonts w:asciiTheme="majorHAnsi" w:hAnsiTheme="majorHAnsi"/>
        </w:rPr>
      </w:pPr>
      <w:r w:rsidRPr="004A4BFE">
        <w:rPr>
          <w:b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  <w:noProof/>
        </w:rPr>
        <w:t>[</w:t>
      </w:r>
      <w:r w:rsidR="00586495" w:rsidRPr="0022146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586495" w:rsidRPr="00221465">
        <w:rPr>
          <w:rFonts w:asciiTheme="majorHAnsi" w:hAnsiTheme="majorHAnsi"/>
          <w:noProof/>
        </w:rPr>
        <w:t>]</w:t>
      </w:r>
    </w:p>
    <w:p w14:paraId="6D23F68C" w14:textId="1527E860" w:rsidR="00097F37" w:rsidRPr="00221465" w:rsidRDefault="004A4BFE" w:rsidP="005E66E0">
      <w:pPr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  <w:r w:rsidR="00097F37" w:rsidRPr="00221465">
        <w:rPr>
          <w:rFonts w:asciiTheme="majorHAnsi" w:hAnsiTheme="majorHAnsi"/>
        </w:rPr>
        <w:t xml:space="preserve">                 </w:t>
      </w:r>
    </w:p>
    <w:p w14:paraId="17B6565E" w14:textId="77777777" w:rsidR="00AC3262" w:rsidRPr="00221465" w:rsidRDefault="00AC3262" w:rsidP="005E66E0">
      <w:pPr>
        <w:spacing w:after="0" w:line="276" w:lineRule="auto"/>
        <w:jc w:val="both"/>
        <w:rPr>
          <w:rFonts w:asciiTheme="majorHAnsi" w:hAnsiTheme="majorHAnsi"/>
        </w:rPr>
      </w:pPr>
    </w:p>
    <w:bookmarkEnd w:id="1"/>
    <w:p w14:paraId="620C9B81" w14:textId="1ED86732" w:rsidR="00586495" w:rsidRPr="00221465" w:rsidRDefault="00586495" w:rsidP="005E66E0">
      <w:pPr>
        <w:jc w:val="both"/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AF291" w14:textId="77777777" w:rsidR="00421EEA" w:rsidRDefault="00421EEA" w:rsidP="00962258">
      <w:pPr>
        <w:spacing w:after="0" w:line="240" w:lineRule="auto"/>
      </w:pPr>
      <w:r>
        <w:separator/>
      </w:r>
    </w:p>
  </w:endnote>
  <w:endnote w:type="continuationSeparator" w:id="0">
    <w:p w14:paraId="7EAA7654" w14:textId="77777777" w:rsidR="00421EEA" w:rsidRDefault="00421EEA" w:rsidP="00962258">
      <w:pPr>
        <w:spacing w:after="0" w:line="240" w:lineRule="auto"/>
      </w:pPr>
      <w:r>
        <w:continuationSeparator/>
      </w:r>
    </w:p>
  </w:endnote>
  <w:endnote w:type="continuationNotice" w:id="1">
    <w:p w14:paraId="13624E90" w14:textId="77777777" w:rsidR="00421EEA" w:rsidRDefault="00421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356B5302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4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Přímá spojnic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3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Přímá spojnice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arto="http://schemas.microsoft.com/office/word/2006/arto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36C8D43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926B6D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E3646" w14:textId="77777777" w:rsidR="00421EEA" w:rsidRDefault="00421EEA" w:rsidP="00962258">
      <w:pPr>
        <w:spacing w:after="0" w:line="240" w:lineRule="auto"/>
      </w:pPr>
      <w:r>
        <w:separator/>
      </w:r>
    </w:p>
  </w:footnote>
  <w:footnote w:type="continuationSeparator" w:id="0">
    <w:p w14:paraId="6B1C2EE1" w14:textId="77777777" w:rsidR="00421EEA" w:rsidRDefault="00421EEA" w:rsidP="00962258">
      <w:pPr>
        <w:spacing w:after="0" w:line="240" w:lineRule="auto"/>
      </w:pPr>
      <w:r>
        <w:continuationSeparator/>
      </w:r>
    </w:p>
  </w:footnote>
  <w:footnote w:type="continuationNotice" w:id="1">
    <w:p w14:paraId="23B724E2" w14:textId="77777777" w:rsidR="00421EEA" w:rsidRDefault="00421E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5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A32730D"/>
    <w:multiLevelType w:val="hybridMultilevel"/>
    <w:tmpl w:val="180A8E7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7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1" w15:restartNumberingAfterBreak="0">
    <w:nsid w:val="74070991"/>
    <w:multiLevelType w:val="multilevel"/>
    <w:tmpl w:val="CABE99FC"/>
    <w:numStyleLink w:val="ListNumbermultilevel"/>
  </w:abstractNum>
  <w:abstractNum w:abstractNumId="32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4606239">
    <w:abstractNumId w:val="7"/>
  </w:num>
  <w:num w:numId="2" w16cid:durableId="1631396041">
    <w:abstractNumId w:val="1"/>
  </w:num>
  <w:num w:numId="3" w16cid:durableId="1434008578">
    <w:abstractNumId w:val="14"/>
  </w:num>
  <w:num w:numId="4" w16cid:durableId="2061054506">
    <w:abstractNumId w:val="31"/>
  </w:num>
  <w:num w:numId="5" w16cid:durableId="1358386150">
    <w:abstractNumId w:val="17"/>
  </w:num>
  <w:num w:numId="6" w16cid:durableId="287199405">
    <w:abstractNumId w:val="23"/>
  </w:num>
  <w:num w:numId="7" w16cid:durableId="256132039">
    <w:abstractNumId w:val="11"/>
  </w:num>
  <w:num w:numId="8" w16cid:durableId="1772049049">
    <w:abstractNumId w:val="21"/>
  </w:num>
  <w:num w:numId="9" w16cid:durableId="1918467809">
    <w:abstractNumId w:val="32"/>
  </w:num>
  <w:num w:numId="10" w16cid:durableId="165873455">
    <w:abstractNumId w:val="28"/>
  </w:num>
  <w:num w:numId="11" w16cid:durableId="1595943694">
    <w:abstractNumId w:val="3"/>
  </w:num>
  <w:num w:numId="12" w16cid:durableId="529413022">
    <w:abstractNumId w:val="8"/>
  </w:num>
  <w:num w:numId="13" w16cid:durableId="527254926">
    <w:abstractNumId w:val="15"/>
  </w:num>
  <w:num w:numId="14" w16cid:durableId="770513466">
    <w:abstractNumId w:val="24"/>
  </w:num>
  <w:num w:numId="15" w16cid:durableId="1752002068">
    <w:abstractNumId w:val="12"/>
  </w:num>
  <w:num w:numId="16" w16cid:durableId="104925651">
    <w:abstractNumId w:val="19"/>
  </w:num>
  <w:num w:numId="17" w16cid:durableId="908421417">
    <w:abstractNumId w:val="27"/>
  </w:num>
  <w:num w:numId="18" w16cid:durableId="512379867">
    <w:abstractNumId w:val="10"/>
  </w:num>
  <w:num w:numId="19" w16cid:durableId="95366891">
    <w:abstractNumId w:val="22"/>
  </w:num>
  <w:num w:numId="20" w16cid:durableId="1254895437">
    <w:abstractNumId w:val="5"/>
  </w:num>
  <w:num w:numId="21" w16cid:durableId="48917709">
    <w:abstractNumId w:val="13"/>
  </w:num>
  <w:num w:numId="22" w16cid:durableId="1799646643">
    <w:abstractNumId w:val="29"/>
  </w:num>
  <w:num w:numId="23" w16cid:durableId="1696954166">
    <w:abstractNumId w:val="6"/>
  </w:num>
  <w:num w:numId="24" w16cid:durableId="38676647">
    <w:abstractNumId w:val="30"/>
  </w:num>
  <w:num w:numId="25" w16cid:durableId="1982464032">
    <w:abstractNumId w:val="20"/>
  </w:num>
  <w:num w:numId="26" w16cid:durableId="16780978">
    <w:abstractNumId w:val="16"/>
  </w:num>
  <w:num w:numId="27" w16cid:durableId="744111420">
    <w:abstractNumId w:val="9"/>
  </w:num>
  <w:num w:numId="28" w16cid:durableId="2024936270">
    <w:abstractNumId w:val="2"/>
  </w:num>
  <w:num w:numId="29" w16cid:durableId="11542245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33016825">
    <w:abstractNumId w:val="0"/>
  </w:num>
  <w:num w:numId="31" w16cid:durableId="331563661">
    <w:abstractNumId w:val="18"/>
  </w:num>
  <w:num w:numId="32" w16cid:durableId="1096562055">
    <w:abstractNumId w:val="4"/>
  </w:num>
  <w:num w:numId="33" w16cid:durableId="2022506678">
    <w:abstractNumId w:val="17"/>
  </w:num>
  <w:num w:numId="34" w16cid:durableId="10792532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352414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0131709">
    <w:abstractNumId w:val="17"/>
  </w:num>
  <w:num w:numId="37" w16cid:durableId="1917593323">
    <w:abstractNumId w:val="33"/>
  </w:num>
  <w:num w:numId="38" w16cid:durableId="524945275">
    <w:abstractNumId w:val="26"/>
  </w:num>
  <w:num w:numId="39" w16cid:durableId="148308169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1DB"/>
    <w:rsid w:val="00000BAB"/>
    <w:rsid w:val="00006521"/>
    <w:rsid w:val="00010E34"/>
    <w:rsid w:val="0001327F"/>
    <w:rsid w:val="00022FC3"/>
    <w:rsid w:val="00025DDC"/>
    <w:rsid w:val="00031C89"/>
    <w:rsid w:val="00034E52"/>
    <w:rsid w:val="00036D1F"/>
    <w:rsid w:val="00042A2C"/>
    <w:rsid w:val="000451AE"/>
    <w:rsid w:val="00046F28"/>
    <w:rsid w:val="00047260"/>
    <w:rsid w:val="00053B18"/>
    <w:rsid w:val="000570B6"/>
    <w:rsid w:val="000573A5"/>
    <w:rsid w:val="00061D77"/>
    <w:rsid w:val="00064254"/>
    <w:rsid w:val="00064B5A"/>
    <w:rsid w:val="00072C1E"/>
    <w:rsid w:val="0007414E"/>
    <w:rsid w:val="00074809"/>
    <w:rsid w:val="00075354"/>
    <w:rsid w:val="000820C5"/>
    <w:rsid w:val="00082146"/>
    <w:rsid w:val="00083A67"/>
    <w:rsid w:val="00084CE8"/>
    <w:rsid w:val="000945F7"/>
    <w:rsid w:val="00096484"/>
    <w:rsid w:val="00097F37"/>
    <w:rsid w:val="000A1704"/>
    <w:rsid w:val="000A1BD4"/>
    <w:rsid w:val="000B4D01"/>
    <w:rsid w:val="000C45C9"/>
    <w:rsid w:val="000D0054"/>
    <w:rsid w:val="000D0D9B"/>
    <w:rsid w:val="000D2268"/>
    <w:rsid w:val="000D3ADE"/>
    <w:rsid w:val="000D76DC"/>
    <w:rsid w:val="000E23A7"/>
    <w:rsid w:val="000E2E68"/>
    <w:rsid w:val="000F0F5C"/>
    <w:rsid w:val="000F3BA5"/>
    <w:rsid w:val="0010693F"/>
    <w:rsid w:val="001074C6"/>
    <w:rsid w:val="00114472"/>
    <w:rsid w:val="001146C0"/>
    <w:rsid w:val="0012069E"/>
    <w:rsid w:val="00120BCD"/>
    <w:rsid w:val="00123C89"/>
    <w:rsid w:val="00126EF5"/>
    <w:rsid w:val="001303D1"/>
    <w:rsid w:val="00136245"/>
    <w:rsid w:val="00140178"/>
    <w:rsid w:val="00140831"/>
    <w:rsid w:val="0014393D"/>
    <w:rsid w:val="00143CAE"/>
    <w:rsid w:val="0014565C"/>
    <w:rsid w:val="00147A1A"/>
    <w:rsid w:val="00153B54"/>
    <w:rsid w:val="001550BC"/>
    <w:rsid w:val="001568C5"/>
    <w:rsid w:val="00157463"/>
    <w:rsid w:val="001576AB"/>
    <w:rsid w:val="00160118"/>
    <w:rsid w:val="001605B9"/>
    <w:rsid w:val="001659E9"/>
    <w:rsid w:val="00170EC5"/>
    <w:rsid w:val="00171C2C"/>
    <w:rsid w:val="001747C1"/>
    <w:rsid w:val="00174B36"/>
    <w:rsid w:val="00184743"/>
    <w:rsid w:val="001852F6"/>
    <w:rsid w:val="001903A9"/>
    <w:rsid w:val="001942BB"/>
    <w:rsid w:val="001975F5"/>
    <w:rsid w:val="001A26AF"/>
    <w:rsid w:val="001A2756"/>
    <w:rsid w:val="001A3D0B"/>
    <w:rsid w:val="001B0D58"/>
    <w:rsid w:val="001B629E"/>
    <w:rsid w:val="001B6324"/>
    <w:rsid w:val="001C4862"/>
    <w:rsid w:val="001C786E"/>
    <w:rsid w:val="001E0341"/>
    <w:rsid w:val="001E7681"/>
    <w:rsid w:val="001E7F6B"/>
    <w:rsid w:val="001F0FAC"/>
    <w:rsid w:val="001F2DA3"/>
    <w:rsid w:val="001F763F"/>
    <w:rsid w:val="002060F7"/>
    <w:rsid w:val="00207DF5"/>
    <w:rsid w:val="00210B4C"/>
    <w:rsid w:val="002144CB"/>
    <w:rsid w:val="00214685"/>
    <w:rsid w:val="00221465"/>
    <w:rsid w:val="0022200D"/>
    <w:rsid w:val="00222AB2"/>
    <w:rsid w:val="00222F74"/>
    <w:rsid w:val="00224616"/>
    <w:rsid w:val="0022531E"/>
    <w:rsid w:val="00237F6C"/>
    <w:rsid w:val="002422FB"/>
    <w:rsid w:val="0024247F"/>
    <w:rsid w:val="002479AE"/>
    <w:rsid w:val="00252F2B"/>
    <w:rsid w:val="0025503B"/>
    <w:rsid w:val="00263B4F"/>
    <w:rsid w:val="00265C75"/>
    <w:rsid w:val="00266CCA"/>
    <w:rsid w:val="00270C68"/>
    <w:rsid w:val="002721B5"/>
    <w:rsid w:val="00275B09"/>
    <w:rsid w:val="00275D5F"/>
    <w:rsid w:val="00280E07"/>
    <w:rsid w:val="00281D7B"/>
    <w:rsid w:val="00281F69"/>
    <w:rsid w:val="00290EAC"/>
    <w:rsid w:val="00291B07"/>
    <w:rsid w:val="002929A9"/>
    <w:rsid w:val="002A4447"/>
    <w:rsid w:val="002B0B85"/>
    <w:rsid w:val="002B36B8"/>
    <w:rsid w:val="002B3E61"/>
    <w:rsid w:val="002B72B2"/>
    <w:rsid w:val="002C03FD"/>
    <w:rsid w:val="002C31BF"/>
    <w:rsid w:val="002C7239"/>
    <w:rsid w:val="002D08B1"/>
    <w:rsid w:val="002D2277"/>
    <w:rsid w:val="002D24D9"/>
    <w:rsid w:val="002D4CCB"/>
    <w:rsid w:val="002E0CD7"/>
    <w:rsid w:val="002E20E4"/>
    <w:rsid w:val="002F0631"/>
    <w:rsid w:val="002F1476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4D3C"/>
    <w:rsid w:val="00355DD1"/>
    <w:rsid w:val="00357BC6"/>
    <w:rsid w:val="003628ED"/>
    <w:rsid w:val="00362E35"/>
    <w:rsid w:val="00364A36"/>
    <w:rsid w:val="003656E8"/>
    <w:rsid w:val="00365E87"/>
    <w:rsid w:val="00376854"/>
    <w:rsid w:val="00382D2B"/>
    <w:rsid w:val="0039072E"/>
    <w:rsid w:val="003909C0"/>
    <w:rsid w:val="003949A2"/>
    <w:rsid w:val="003951C9"/>
    <w:rsid w:val="003956C6"/>
    <w:rsid w:val="00395A8A"/>
    <w:rsid w:val="003960B1"/>
    <w:rsid w:val="00396220"/>
    <w:rsid w:val="00397CC4"/>
    <w:rsid w:val="00397E77"/>
    <w:rsid w:val="003A2D5C"/>
    <w:rsid w:val="003B1721"/>
    <w:rsid w:val="003B1A01"/>
    <w:rsid w:val="003B4725"/>
    <w:rsid w:val="003B7C76"/>
    <w:rsid w:val="003C220A"/>
    <w:rsid w:val="003C5769"/>
    <w:rsid w:val="003D2F8A"/>
    <w:rsid w:val="003E16CE"/>
    <w:rsid w:val="003E2F1F"/>
    <w:rsid w:val="003F0F08"/>
    <w:rsid w:val="003F37AA"/>
    <w:rsid w:val="003F5AA1"/>
    <w:rsid w:val="004006B9"/>
    <w:rsid w:val="00411FDE"/>
    <w:rsid w:val="004129FC"/>
    <w:rsid w:val="00415115"/>
    <w:rsid w:val="00417C24"/>
    <w:rsid w:val="00421EEA"/>
    <w:rsid w:val="0042446A"/>
    <w:rsid w:val="00425499"/>
    <w:rsid w:val="004353C6"/>
    <w:rsid w:val="00441430"/>
    <w:rsid w:val="00445CFA"/>
    <w:rsid w:val="00447984"/>
    <w:rsid w:val="00450F07"/>
    <w:rsid w:val="00453CD3"/>
    <w:rsid w:val="00460660"/>
    <w:rsid w:val="00464CC8"/>
    <w:rsid w:val="00481340"/>
    <w:rsid w:val="00486107"/>
    <w:rsid w:val="00491827"/>
    <w:rsid w:val="00491EB4"/>
    <w:rsid w:val="00493326"/>
    <w:rsid w:val="00494DCC"/>
    <w:rsid w:val="00495FB2"/>
    <w:rsid w:val="004A4BFE"/>
    <w:rsid w:val="004B1109"/>
    <w:rsid w:val="004B2074"/>
    <w:rsid w:val="004B348C"/>
    <w:rsid w:val="004B7EDF"/>
    <w:rsid w:val="004C11F0"/>
    <w:rsid w:val="004C367B"/>
    <w:rsid w:val="004C4399"/>
    <w:rsid w:val="004C588C"/>
    <w:rsid w:val="004C787C"/>
    <w:rsid w:val="004D6346"/>
    <w:rsid w:val="004E143C"/>
    <w:rsid w:val="004E2C7C"/>
    <w:rsid w:val="004E3A53"/>
    <w:rsid w:val="004E7292"/>
    <w:rsid w:val="004E79D6"/>
    <w:rsid w:val="004E7DD8"/>
    <w:rsid w:val="004F2B7D"/>
    <w:rsid w:val="004F4B9B"/>
    <w:rsid w:val="0050139C"/>
    <w:rsid w:val="00510451"/>
    <w:rsid w:val="00510CBD"/>
    <w:rsid w:val="00511AB9"/>
    <w:rsid w:val="00523EA7"/>
    <w:rsid w:val="00533281"/>
    <w:rsid w:val="00540F45"/>
    <w:rsid w:val="005466DD"/>
    <w:rsid w:val="005507AE"/>
    <w:rsid w:val="00553375"/>
    <w:rsid w:val="00555C2D"/>
    <w:rsid w:val="00557A62"/>
    <w:rsid w:val="00567BCB"/>
    <w:rsid w:val="005736B7"/>
    <w:rsid w:val="00575495"/>
    <w:rsid w:val="00575E5A"/>
    <w:rsid w:val="00585442"/>
    <w:rsid w:val="00586495"/>
    <w:rsid w:val="00590D81"/>
    <w:rsid w:val="0059287B"/>
    <w:rsid w:val="00595F71"/>
    <w:rsid w:val="005A2E3D"/>
    <w:rsid w:val="005A3662"/>
    <w:rsid w:val="005A4159"/>
    <w:rsid w:val="005A5E47"/>
    <w:rsid w:val="005B3109"/>
    <w:rsid w:val="005C1CC7"/>
    <w:rsid w:val="005D0FA3"/>
    <w:rsid w:val="005D158B"/>
    <w:rsid w:val="005D7A09"/>
    <w:rsid w:val="005E1747"/>
    <w:rsid w:val="005E2084"/>
    <w:rsid w:val="005E66E0"/>
    <w:rsid w:val="005F1404"/>
    <w:rsid w:val="005F2D6C"/>
    <w:rsid w:val="00602F50"/>
    <w:rsid w:val="00607B6A"/>
    <w:rsid w:val="0061068E"/>
    <w:rsid w:val="00611349"/>
    <w:rsid w:val="006117E4"/>
    <w:rsid w:val="00615789"/>
    <w:rsid w:val="00624971"/>
    <w:rsid w:val="00624CD3"/>
    <w:rsid w:val="0063371F"/>
    <w:rsid w:val="00635508"/>
    <w:rsid w:val="006413B7"/>
    <w:rsid w:val="00646F86"/>
    <w:rsid w:val="0064774B"/>
    <w:rsid w:val="00650EF0"/>
    <w:rsid w:val="0065710F"/>
    <w:rsid w:val="00660AD3"/>
    <w:rsid w:val="00663123"/>
    <w:rsid w:val="0066749B"/>
    <w:rsid w:val="00677B7F"/>
    <w:rsid w:val="00685634"/>
    <w:rsid w:val="006862DF"/>
    <w:rsid w:val="00692D54"/>
    <w:rsid w:val="00696526"/>
    <w:rsid w:val="00696698"/>
    <w:rsid w:val="006A337C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6F3C39"/>
    <w:rsid w:val="006F4E92"/>
    <w:rsid w:val="00710723"/>
    <w:rsid w:val="00710B8F"/>
    <w:rsid w:val="007141ED"/>
    <w:rsid w:val="0072303D"/>
    <w:rsid w:val="00723C89"/>
    <w:rsid w:val="00723ED1"/>
    <w:rsid w:val="00740BDE"/>
    <w:rsid w:val="00743525"/>
    <w:rsid w:val="00745D74"/>
    <w:rsid w:val="00747B4E"/>
    <w:rsid w:val="00752D5B"/>
    <w:rsid w:val="00757EC4"/>
    <w:rsid w:val="0076286B"/>
    <w:rsid w:val="00766846"/>
    <w:rsid w:val="00772D05"/>
    <w:rsid w:val="0077363D"/>
    <w:rsid w:val="0077673A"/>
    <w:rsid w:val="00782365"/>
    <w:rsid w:val="00782E3E"/>
    <w:rsid w:val="007846E1"/>
    <w:rsid w:val="00786282"/>
    <w:rsid w:val="00790DDD"/>
    <w:rsid w:val="0079309C"/>
    <w:rsid w:val="007967A7"/>
    <w:rsid w:val="007B015B"/>
    <w:rsid w:val="007B4C72"/>
    <w:rsid w:val="007B570C"/>
    <w:rsid w:val="007C589B"/>
    <w:rsid w:val="007D41F2"/>
    <w:rsid w:val="007E0125"/>
    <w:rsid w:val="007E3495"/>
    <w:rsid w:val="007E4A6E"/>
    <w:rsid w:val="007E592A"/>
    <w:rsid w:val="007F0A86"/>
    <w:rsid w:val="007F32D9"/>
    <w:rsid w:val="007F38C2"/>
    <w:rsid w:val="007F4A9D"/>
    <w:rsid w:val="007F56A7"/>
    <w:rsid w:val="007F7EDC"/>
    <w:rsid w:val="00800D43"/>
    <w:rsid w:val="00800F00"/>
    <w:rsid w:val="00807DD0"/>
    <w:rsid w:val="00822396"/>
    <w:rsid w:val="00822E53"/>
    <w:rsid w:val="00823B5C"/>
    <w:rsid w:val="008277D7"/>
    <w:rsid w:val="00834F5F"/>
    <w:rsid w:val="00843F1B"/>
    <w:rsid w:val="0084632B"/>
    <w:rsid w:val="00852BA4"/>
    <w:rsid w:val="00860FB6"/>
    <w:rsid w:val="00864244"/>
    <w:rsid w:val="008659F3"/>
    <w:rsid w:val="00866713"/>
    <w:rsid w:val="00871304"/>
    <w:rsid w:val="008819F6"/>
    <w:rsid w:val="00882B18"/>
    <w:rsid w:val="00886D4B"/>
    <w:rsid w:val="008874EA"/>
    <w:rsid w:val="0089225E"/>
    <w:rsid w:val="00895406"/>
    <w:rsid w:val="00897D79"/>
    <w:rsid w:val="008A3568"/>
    <w:rsid w:val="008A368D"/>
    <w:rsid w:val="008B00BB"/>
    <w:rsid w:val="008B1888"/>
    <w:rsid w:val="008C415D"/>
    <w:rsid w:val="008C6316"/>
    <w:rsid w:val="008D03B9"/>
    <w:rsid w:val="008E2B2A"/>
    <w:rsid w:val="008E455B"/>
    <w:rsid w:val="008E791D"/>
    <w:rsid w:val="008F015B"/>
    <w:rsid w:val="008F0A4D"/>
    <w:rsid w:val="008F18D6"/>
    <w:rsid w:val="008F5E52"/>
    <w:rsid w:val="008F60C6"/>
    <w:rsid w:val="008F61D9"/>
    <w:rsid w:val="00900B82"/>
    <w:rsid w:val="00904780"/>
    <w:rsid w:val="00905C50"/>
    <w:rsid w:val="00920134"/>
    <w:rsid w:val="00922385"/>
    <w:rsid w:val="009223DF"/>
    <w:rsid w:val="00926B6D"/>
    <w:rsid w:val="00936091"/>
    <w:rsid w:val="0093701F"/>
    <w:rsid w:val="00940D8A"/>
    <w:rsid w:val="009418BC"/>
    <w:rsid w:val="00941929"/>
    <w:rsid w:val="00942C2C"/>
    <w:rsid w:val="009542AC"/>
    <w:rsid w:val="00962258"/>
    <w:rsid w:val="00965A68"/>
    <w:rsid w:val="009678B7"/>
    <w:rsid w:val="00974FD0"/>
    <w:rsid w:val="00975106"/>
    <w:rsid w:val="00980C6E"/>
    <w:rsid w:val="009833E1"/>
    <w:rsid w:val="00992D9C"/>
    <w:rsid w:val="00996CB8"/>
    <w:rsid w:val="00997B88"/>
    <w:rsid w:val="009A0CD0"/>
    <w:rsid w:val="009B14A9"/>
    <w:rsid w:val="009B2E97"/>
    <w:rsid w:val="009B30D0"/>
    <w:rsid w:val="009B5F56"/>
    <w:rsid w:val="009B6BE6"/>
    <w:rsid w:val="009C0A64"/>
    <w:rsid w:val="009C3EFF"/>
    <w:rsid w:val="009C7928"/>
    <w:rsid w:val="009D17FC"/>
    <w:rsid w:val="009D1BA2"/>
    <w:rsid w:val="009D50D4"/>
    <w:rsid w:val="009E07F4"/>
    <w:rsid w:val="009E1D91"/>
    <w:rsid w:val="009E38B9"/>
    <w:rsid w:val="009E4C4A"/>
    <w:rsid w:val="009F392E"/>
    <w:rsid w:val="00A02735"/>
    <w:rsid w:val="00A03031"/>
    <w:rsid w:val="00A037C2"/>
    <w:rsid w:val="00A06158"/>
    <w:rsid w:val="00A06E45"/>
    <w:rsid w:val="00A13035"/>
    <w:rsid w:val="00A16B5F"/>
    <w:rsid w:val="00A2114B"/>
    <w:rsid w:val="00A249DE"/>
    <w:rsid w:val="00A32D45"/>
    <w:rsid w:val="00A35755"/>
    <w:rsid w:val="00A37B7A"/>
    <w:rsid w:val="00A404A5"/>
    <w:rsid w:val="00A453A3"/>
    <w:rsid w:val="00A4600C"/>
    <w:rsid w:val="00A54A5E"/>
    <w:rsid w:val="00A6177B"/>
    <w:rsid w:val="00A6280F"/>
    <w:rsid w:val="00A62872"/>
    <w:rsid w:val="00A63630"/>
    <w:rsid w:val="00A63796"/>
    <w:rsid w:val="00A65910"/>
    <w:rsid w:val="00A66136"/>
    <w:rsid w:val="00A73142"/>
    <w:rsid w:val="00A74C1B"/>
    <w:rsid w:val="00A853B1"/>
    <w:rsid w:val="00A90199"/>
    <w:rsid w:val="00A91226"/>
    <w:rsid w:val="00A92A4B"/>
    <w:rsid w:val="00A93896"/>
    <w:rsid w:val="00AA052D"/>
    <w:rsid w:val="00AA2216"/>
    <w:rsid w:val="00AA4CBB"/>
    <w:rsid w:val="00AA65FA"/>
    <w:rsid w:val="00AA6E9F"/>
    <w:rsid w:val="00AA7351"/>
    <w:rsid w:val="00AB1253"/>
    <w:rsid w:val="00AB1515"/>
    <w:rsid w:val="00AB1712"/>
    <w:rsid w:val="00AC0D9B"/>
    <w:rsid w:val="00AC3262"/>
    <w:rsid w:val="00AD056F"/>
    <w:rsid w:val="00AD6731"/>
    <w:rsid w:val="00AD7B13"/>
    <w:rsid w:val="00AE4D08"/>
    <w:rsid w:val="00AF5FA9"/>
    <w:rsid w:val="00B00ABE"/>
    <w:rsid w:val="00B0515B"/>
    <w:rsid w:val="00B10E29"/>
    <w:rsid w:val="00B12DCD"/>
    <w:rsid w:val="00B1337E"/>
    <w:rsid w:val="00B15D0D"/>
    <w:rsid w:val="00B22724"/>
    <w:rsid w:val="00B32F23"/>
    <w:rsid w:val="00B51EDB"/>
    <w:rsid w:val="00B54266"/>
    <w:rsid w:val="00B5460A"/>
    <w:rsid w:val="00B555FC"/>
    <w:rsid w:val="00B57215"/>
    <w:rsid w:val="00B57A80"/>
    <w:rsid w:val="00B57AB1"/>
    <w:rsid w:val="00B612C0"/>
    <w:rsid w:val="00B71D19"/>
    <w:rsid w:val="00B72A50"/>
    <w:rsid w:val="00B75EE1"/>
    <w:rsid w:val="00B77481"/>
    <w:rsid w:val="00B843B7"/>
    <w:rsid w:val="00B8518B"/>
    <w:rsid w:val="00B91E11"/>
    <w:rsid w:val="00B94009"/>
    <w:rsid w:val="00B94BD9"/>
    <w:rsid w:val="00BA0E7A"/>
    <w:rsid w:val="00BA1626"/>
    <w:rsid w:val="00BA3F4C"/>
    <w:rsid w:val="00BA4C12"/>
    <w:rsid w:val="00BA67D6"/>
    <w:rsid w:val="00BA7054"/>
    <w:rsid w:val="00BB3B2F"/>
    <w:rsid w:val="00BB5852"/>
    <w:rsid w:val="00BB6126"/>
    <w:rsid w:val="00BB65B9"/>
    <w:rsid w:val="00BB74F1"/>
    <w:rsid w:val="00BC079B"/>
    <w:rsid w:val="00BC3E10"/>
    <w:rsid w:val="00BC4CE4"/>
    <w:rsid w:val="00BD057D"/>
    <w:rsid w:val="00BD7E91"/>
    <w:rsid w:val="00BE7C40"/>
    <w:rsid w:val="00BE7D13"/>
    <w:rsid w:val="00BF07BA"/>
    <w:rsid w:val="00BF1FB7"/>
    <w:rsid w:val="00C02406"/>
    <w:rsid w:val="00C02D0A"/>
    <w:rsid w:val="00C03A6E"/>
    <w:rsid w:val="00C03CFB"/>
    <w:rsid w:val="00C10551"/>
    <w:rsid w:val="00C10E4D"/>
    <w:rsid w:val="00C11225"/>
    <w:rsid w:val="00C11C50"/>
    <w:rsid w:val="00C138C8"/>
    <w:rsid w:val="00C24989"/>
    <w:rsid w:val="00C24FA3"/>
    <w:rsid w:val="00C30B21"/>
    <w:rsid w:val="00C311B0"/>
    <w:rsid w:val="00C345FB"/>
    <w:rsid w:val="00C3693C"/>
    <w:rsid w:val="00C4034A"/>
    <w:rsid w:val="00C44806"/>
    <w:rsid w:val="00C44F6A"/>
    <w:rsid w:val="00C47AE3"/>
    <w:rsid w:val="00C50835"/>
    <w:rsid w:val="00C51CC5"/>
    <w:rsid w:val="00C53CD3"/>
    <w:rsid w:val="00C5500E"/>
    <w:rsid w:val="00C632AC"/>
    <w:rsid w:val="00C70843"/>
    <w:rsid w:val="00C730B9"/>
    <w:rsid w:val="00C7646D"/>
    <w:rsid w:val="00C82DFD"/>
    <w:rsid w:val="00C86E08"/>
    <w:rsid w:val="00C8720C"/>
    <w:rsid w:val="00C87E85"/>
    <w:rsid w:val="00C93A04"/>
    <w:rsid w:val="00C96955"/>
    <w:rsid w:val="00C96F29"/>
    <w:rsid w:val="00CA13BF"/>
    <w:rsid w:val="00CA1ABD"/>
    <w:rsid w:val="00CB0C8E"/>
    <w:rsid w:val="00CC2C09"/>
    <w:rsid w:val="00CC3EBF"/>
    <w:rsid w:val="00CC5B97"/>
    <w:rsid w:val="00CD1FC4"/>
    <w:rsid w:val="00CD2112"/>
    <w:rsid w:val="00CE56F8"/>
    <w:rsid w:val="00CF17BE"/>
    <w:rsid w:val="00D051C6"/>
    <w:rsid w:val="00D1147C"/>
    <w:rsid w:val="00D13EDD"/>
    <w:rsid w:val="00D14347"/>
    <w:rsid w:val="00D15793"/>
    <w:rsid w:val="00D21061"/>
    <w:rsid w:val="00D231B3"/>
    <w:rsid w:val="00D234C2"/>
    <w:rsid w:val="00D2450A"/>
    <w:rsid w:val="00D31E61"/>
    <w:rsid w:val="00D3362A"/>
    <w:rsid w:val="00D37396"/>
    <w:rsid w:val="00D3776A"/>
    <w:rsid w:val="00D4108E"/>
    <w:rsid w:val="00D439FA"/>
    <w:rsid w:val="00D44580"/>
    <w:rsid w:val="00D45A45"/>
    <w:rsid w:val="00D6163D"/>
    <w:rsid w:val="00D642D1"/>
    <w:rsid w:val="00D64352"/>
    <w:rsid w:val="00D661EF"/>
    <w:rsid w:val="00D7071A"/>
    <w:rsid w:val="00D73934"/>
    <w:rsid w:val="00D73EBB"/>
    <w:rsid w:val="00D763EB"/>
    <w:rsid w:val="00D81AAB"/>
    <w:rsid w:val="00D831A3"/>
    <w:rsid w:val="00D86668"/>
    <w:rsid w:val="00D87AB2"/>
    <w:rsid w:val="00D90583"/>
    <w:rsid w:val="00D91A80"/>
    <w:rsid w:val="00D92FF5"/>
    <w:rsid w:val="00D94672"/>
    <w:rsid w:val="00D9577C"/>
    <w:rsid w:val="00D964DA"/>
    <w:rsid w:val="00DA3406"/>
    <w:rsid w:val="00DB2B0F"/>
    <w:rsid w:val="00DB7FE0"/>
    <w:rsid w:val="00DC3026"/>
    <w:rsid w:val="00DC323E"/>
    <w:rsid w:val="00DC3510"/>
    <w:rsid w:val="00DC380C"/>
    <w:rsid w:val="00DC415C"/>
    <w:rsid w:val="00DC665A"/>
    <w:rsid w:val="00DC75F3"/>
    <w:rsid w:val="00DD01F0"/>
    <w:rsid w:val="00DD3A95"/>
    <w:rsid w:val="00DD46F3"/>
    <w:rsid w:val="00DD6B14"/>
    <w:rsid w:val="00DE56F2"/>
    <w:rsid w:val="00DE6462"/>
    <w:rsid w:val="00DF0EF3"/>
    <w:rsid w:val="00DF116D"/>
    <w:rsid w:val="00DF28BE"/>
    <w:rsid w:val="00DF4424"/>
    <w:rsid w:val="00DF4BD7"/>
    <w:rsid w:val="00DF668A"/>
    <w:rsid w:val="00E012FF"/>
    <w:rsid w:val="00E015FF"/>
    <w:rsid w:val="00E02963"/>
    <w:rsid w:val="00E053D6"/>
    <w:rsid w:val="00E1513E"/>
    <w:rsid w:val="00E16F0C"/>
    <w:rsid w:val="00E2616C"/>
    <w:rsid w:val="00E261B6"/>
    <w:rsid w:val="00E26FD6"/>
    <w:rsid w:val="00E304AD"/>
    <w:rsid w:val="00E30729"/>
    <w:rsid w:val="00E30847"/>
    <w:rsid w:val="00E339AC"/>
    <w:rsid w:val="00E37A7F"/>
    <w:rsid w:val="00E40685"/>
    <w:rsid w:val="00E408CB"/>
    <w:rsid w:val="00E449EF"/>
    <w:rsid w:val="00E46DE1"/>
    <w:rsid w:val="00E51199"/>
    <w:rsid w:val="00E519B3"/>
    <w:rsid w:val="00E539A0"/>
    <w:rsid w:val="00E64CFF"/>
    <w:rsid w:val="00E67999"/>
    <w:rsid w:val="00E80E7B"/>
    <w:rsid w:val="00E86F16"/>
    <w:rsid w:val="00E877FD"/>
    <w:rsid w:val="00E90396"/>
    <w:rsid w:val="00E90C16"/>
    <w:rsid w:val="00E91C27"/>
    <w:rsid w:val="00EA1889"/>
    <w:rsid w:val="00EA1AEF"/>
    <w:rsid w:val="00EA2C48"/>
    <w:rsid w:val="00EA40B9"/>
    <w:rsid w:val="00EA57B9"/>
    <w:rsid w:val="00EB104F"/>
    <w:rsid w:val="00EB12A2"/>
    <w:rsid w:val="00EC02D9"/>
    <w:rsid w:val="00EC0435"/>
    <w:rsid w:val="00EC2D7C"/>
    <w:rsid w:val="00EC7CBA"/>
    <w:rsid w:val="00ED0450"/>
    <w:rsid w:val="00ED14BD"/>
    <w:rsid w:val="00ED3BD8"/>
    <w:rsid w:val="00ED43E8"/>
    <w:rsid w:val="00EE11E4"/>
    <w:rsid w:val="00EE1577"/>
    <w:rsid w:val="00EE56CE"/>
    <w:rsid w:val="00EE678B"/>
    <w:rsid w:val="00EE704A"/>
    <w:rsid w:val="00EF0177"/>
    <w:rsid w:val="00EF04EA"/>
    <w:rsid w:val="00EF4479"/>
    <w:rsid w:val="00EF4996"/>
    <w:rsid w:val="00EF6D14"/>
    <w:rsid w:val="00F02E30"/>
    <w:rsid w:val="00F02F66"/>
    <w:rsid w:val="00F0520A"/>
    <w:rsid w:val="00F0533E"/>
    <w:rsid w:val="00F1048D"/>
    <w:rsid w:val="00F12DEC"/>
    <w:rsid w:val="00F1715C"/>
    <w:rsid w:val="00F20EA8"/>
    <w:rsid w:val="00F243E2"/>
    <w:rsid w:val="00F30B05"/>
    <w:rsid w:val="00F310F8"/>
    <w:rsid w:val="00F33C74"/>
    <w:rsid w:val="00F34814"/>
    <w:rsid w:val="00F34B3C"/>
    <w:rsid w:val="00F35939"/>
    <w:rsid w:val="00F4242D"/>
    <w:rsid w:val="00F440C8"/>
    <w:rsid w:val="00F45607"/>
    <w:rsid w:val="00F5070F"/>
    <w:rsid w:val="00F525E0"/>
    <w:rsid w:val="00F54BBB"/>
    <w:rsid w:val="00F61DE3"/>
    <w:rsid w:val="00F6377D"/>
    <w:rsid w:val="00F656A9"/>
    <w:rsid w:val="00F659EB"/>
    <w:rsid w:val="00F668BA"/>
    <w:rsid w:val="00F70F72"/>
    <w:rsid w:val="00F86BA6"/>
    <w:rsid w:val="00F95EC3"/>
    <w:rsid w:val="00FA2A5A"/>
    <w:rsid w:val="00FA4B6F"/>
    <w:rsid w:val="00FB018F"/>
    <w:rsid w:val="00FB0534"/>
    <w:rsid w:val="00FC074B"/>
    <w:rsid w:val="00FC6389"/>
    <w:rsid w:val="00FD54A4"/>
    <w:rsid w:val="00FE50F9"/>
    <w:rsid w:val="00FE5117"/>
    <w:rsid w:val="00FF3C3D"/>
    <w:rsid w:val="00FF65DD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23F07950-4E98-491D-959A-81D258E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6A1DD-89B8-4B73-B54B-2DC27792D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0C4252-6166-4FA5-A508-1854B5ED6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2586</Words>
  <Characters>15264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Štefanová Simona, Ing.</dc:creator>
  <cp:keywords/>
  <cp:lastModifiedBy>Zadina Ondřej, Mgr.</cp:lastModifiedBy>
  <cp:revision>31</cp:revision>
  <cp:lastPrinted>2019-02-25T13:30:00Z</cp:lastPrinted>
  <dcterms:created xsi:type="dcterms:W3CDTF">2024-11-18T14:16:00Z</dcterms:created>
  <dcterms:modified xsi:type="dcterms:W3CDTF">2024-12-05T08:03:00Z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