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4FE05C44" w:rsidR="00F422D3" w:rsidRDefault="00F422D3" w:rsidP="00B42F40">
      <w:pPr>
        <w:pStyle w:val="Titul2"/>
      </w:pPr>
      <w:r>
        <w:t xml:space="preserve">Název zakázky: </w:t>
      </w:r>
      <w:r w:rsidR="009B198F">
        <w:rPr>
          <w:rFonts w:eastAsia="Times New Roman" w:cs="Times New Roman"/>
          <w:b w:val="0"/>
          <w:lang w:eastAsia="cs-CZ"/>
        </w:rPr>
        <w:t>„</w:t>
      </w:r>
      <w:r w:rsidR="009B198F" w:rsidRPr="00752A0B">
        <w:rPr>
          <w:rFonts w:eastAsia="Times New Roman" w:cs="Times New Roman"/>
          <w:lang w:eastAsia="cs-CZ"/>
        </w:rPr>
        <w:t>Výstavba mechanizačního střediska Český Těšín</w:t>
      </w:r>
      <w:r w:rsidR="009B198F" w:rsidRPr="001A6F12">
        <w:rPr>
          <w:rFonts w:eastAsia="Times New Roman" w:cs="Times New Roman"/>
          <w:lang w:eastAsia="cs-CZ"/>
        </w:rPr>
        <w:t>“</w:t>
      </w:r>
      <w:r w:rsidR="009B198F">
        <w:rPr>
          <w:rFonts w:eastAsia="Times New Roman" w:cs="Times New Roman"/>
          <w:lang w:eastAsia="cs-CZ"/>
        </w:rPr>
        <w:t xml:space="preserve"> -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6BC78C4F" w14:textId="77777777" w:rsidR="009B198F" w:rsidRPr="005C7EED" w:rsidRDefault="009B198F" w:rsidP="009B198F">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615E9275" w14:textId="77777777" w:rsidR="009B198F" w:rsidRPr="005C7EED" w:rsidRDefault="009B198F" w:rsidP="009B198F">
      <w:pPr>
        <w:spacing w:after="120"/>
        <w:ind w:left="567"/>
        <w:jc w:val="both"/>
        <w:rPr>
          <w:rFonts w:ascii="Verdana" w:hAnsi="Verdana" w:cs="Calibri"/>
        </w:rPr>
      </w:pPr>
      <w:r>
        <w:t>Mgr. Markéta Volfová</w:t>
      </w:r>
      <w:r w:rsidRPr="005C7EED">
        <w:rPr>
          <w:rFonts w:ascii="Verdana" w:hAnsi="Verdana" w:cs="Calibri"/>
        </w:rPr>
        <w:t xml:space="preserve">, tel.: </w:t>
      </w:r>
      <w:r>
        <w:t>+420 725 915 943</w:t>
      </w:r>
      <w:r w:rsidRPr="005C7EED">
        <w:rPr>
          <w:rFonts w:ascii="Verdana" w:hAnsi="Verdana" w:cs="Calibri"/>
        </w:rPr>
        <w:t>,</w:t>
      </w:r>
    </w:p>
    <w:p w14:paraId="042571BE" w14:textId="77777777" w:rsidR="009B198F" w:rsidRPr="005C7EED" w:rsidRDefault="009B198F" w:rsidP="009B198F">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2B893455" w14:textId="138A87FA" w:rsidR="009B198F" w:rsidRPr="005C7EED" w:rsidRDefault="006F670D" w:rsidP="009B198F">
      <w:pPr>
        <w:spacing w:after="120"/>
        <w:ind w:left="567"/>
        <w:jc w:val="both"/>
        <w:rPr>
          <w:rFonts w:ascii="Verdana" w:hAnsi="Verdana" w:cs="Calibri"/>
        </w:rPr>
      </w:pPr>
      <w:r w:rsidRPr="006F670D">
        <w:t>Ing. Martin Hryzbil</w:t>
      </w:r>
      <w:r w:rsidR="009B198F" w:rsidRPr="005C7EED">
        <w:rPr>
          <w:rFonts w:ascii="Verdana" w:hAnsi="Verdana" w:cs="Calibri"/>
        </w:rPr>
        <w:t>,</w:t>
      </w:r>
      <w:r w:rsidR="009B198F">
        <w:rPr>
          <w:rFonts w:ascii="Verdana" w:hAnsi="Verdana" w:cs="Calibri"/>
        </w:rPr>
        <w:t xml:space="preserve"> </w:t>
      </w:r>
      <w:r w:rsidR="009B198F" w:rsidRPr="005C7EED">
        <w:rPr>
          <w:rFonts w:ascii="Verdana" w:hAnsi="Verdana" w:cs="Calibri"/>
        </w:rPr>
        <w:t xml:space="preserve">tel.: </w:t>
      </w:r>
      <w:r w:rsidR="009B198F">
        <w:t>+420</w:t>
      </w:r>
      <w:r>
        <w:t> 724 932 357</w:t>
      </w:r>
      <w:r w:rsidR="009B198F" w:rsidRPr="005C7EED">
        <w:rPr>
          <w:rFonts w:ascii="Verdana" w:hAnsi="Verdana" w:cs="Arial"/>
        </w:rPr>
        <w:t>,</w:t>
      </w:r>
    </w:p>
    <w:p w14:paraId="49A95E18" w14:textId="77777777" w:rsidR="009B198F" w:rsidRPr="005C7EED" w:rsidRDefault="009B198F" w:rsidP="009B198F">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B145B78" w:rsidR="00F91101" w:rsidRDefault="009B198F" w:rsidP="009B198F">
      <w:pPr>
        <w:pStyle w:val="Textbezodsazen"/>
        <w:ind w:left="567"/>
      </w:pPr>
      <w:r w:rsidRPr="009B198F">
        <w:t>Bc. Jan Špandel</w:t>
      </w:r>
      <w:r w:rsidRPr="00374588">
        <w:rPr>
          <w:b/>
          <w:bCs/>
        </w:rPr>
        <w:t xml:space="preserve"> </w:t>
      </w:r>
      <w:r w:rsidRPr="00374588">
        <w:t>tel. +420 724 932 350</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018278CD" w:rsidR="00F422D3" w:rsidRDefault="00F422D3" w:rsidP="00B42F40">
      <w:pPr>
        <w:pStyle w:val="Textbezodsazen"/>
      </w:pPr>
      <w:r w:rsidRPr="009B198F">
        <w:t xml:space="preserve">ISPROFOND: </w:t>
      </w:r>
      <w:r w:rsidR="009B198F" w:rsidRPr="009B198F">
        <w:t>5813520040</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744E67E5"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w:t>
      </w:r>
      <w:r w:rsidR="00F91101" w:rsidRPr="009D694A">
        <w:t>stavby „</w:t>
      </w:r>
      <w:r w:rsidR="009D694A" w:rsidRPr="009D694A">
        <w:rPr>
          <w:rFonts w:ascii="Verdana" w:hAnsi="Verdana" w:cs="Calibri"/>
          <w:b/>
          <w:bCs/>
        </w:rPr>
        <w:t>Výstavba mechanizačního střediska Český Těšín</w:t>
      </w:r>
      <w:r w:rsidR="00F91101" w:rsidRPr="009D694A">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7A8AB17E" w:rsidR="00F91101" w:rsidRPr="005C7EED" w:rsidRDefault="00F91101" w:rsidP="00F7247A">
      <w:pPr>
        <w:pStyle w:val="Text1-2"/>
        <w:numPr>
          <w:ilvl w:val="2"/>
          <w:numId w:val="8"/>
        </w:numPr>
        <w:tabs>
          <w:tab w:val="clear" w:pos="1474"/>
        </w:tabs>
        <w:ind w:left="737"/>
      </w:pPr>
      <w:r w:rsidRPr="005C7EED">
        <w:t xml:space="preserve">Ukončení výkonu činnosti: do </w:t>
      </w:r>
      <w:r w:rsidR="00327421" w:rsidRPr="00327421">
        <w:rPr>
          <w:rFonts w:cs="Arial"/>
          <w:b/>
          <w:bCs/>
        </w:rPr>
        <w:t>22 měsíců</w:t>
      </w:r>
      <w:r w:rsidRPr="00327421">
        <w:t xml:space="preserve"> </w:t>
      </w:r>
      <w:r w:rsidRPr="005C7EED">
        <w:t>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proofErr w:type="gramStart"/>
      <w:r w:rsidRPr="0050326A">
        <w:t>Ukáží</w:t>
      </w:r>
      <w:proofErr w:type="gramEnd"/>
      <w:r w:rsidRPr="0050326A">
        <w:t xml:space="preserve">-li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proofErr w:type="gramStart"/>
      <w:r w:rsidRPr="00B459C0">
        <w:t>Ukáží</w:t>
      </w:r>
      <w:proofErr w:type="gramEnd"/>
      <w:r w:rsidRPr="00B459C0">
        <w:t xml:space="preserve">-li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7FA0663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27421">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421"/>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25C8D"/>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6F670D"/>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198F"/>
    <w:rsid w:val="009B2E97"/>
    <w:rsid w:val="009B4201"/>
    <w:rsid w:val="009B5146"/>
    <w:rsid w:val="009C418E"/>
    <w:rsid w:val="009C442C"/>
    <w:rsid w:val="009D694A"/>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12DE4"/>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1A95"/>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38</TotalTime>
  <Pages>17</Pages>
  <Words>6789</Words>
  <Characters>40058</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9</cp:revision>
  <cp:lastPrinted>2019-03-12T14:16:00Z</cp:lastPrinted>
  <dcterms:created xsi:type="dcterms:W3CDTF">2024-02-07T14:37:00Z</dcterms:created>
  <dcterms:modified xsi:type="dcterms:W3CDTF">2024-12-04T07:27:00Z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