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19647C4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6116FB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6116FB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6116FB">
        <w:t xml:space="preserve"> </w:t>
      </w:r>
      <w:r w:rsidRPr="006116FB">
        <w:rPr>
          <w:rStyle w:val="Siln"/>
          <w:highlight w:val="green"/>
        </w:rPr>
        <w:t>[DOPLNÍ DODAVATEL]</w:t>
      </w:r>
    </w:p>
    <w:p w14:paraId="6BDDF1D1" w14:textId="77777777" w:rsidR="009348E2" w:rsidRPr="003032A7" w:rsidRDefault="009348E2" w:rsidP="00426C2A">
      <w:pPr>
        <w:pStyle w:val="aodst"/>
        <w:rPr>
          <w:rStyle w:val="Siln"/>
          <w:b w:val="0"/>
          <w:bCs w:val="0"/>
        </w:rPr>
      </w:pPr>
      <w:r w:rsidRPr="00A07A54">
        <w:t xml:space="preserve">Jméno: </w:t>
      </w:r>
      <w:r w:rsidRPr="006116FB">
        <w:rPr>
          <w:rStyle w:val="Siln"/>
          <w:highlight w:val="green"/>
        </w:rPr>
        <w:t>[DOPLNÍ DODAVATEL]</w:t>
      </w:r>
    </w:p>
    <w:p w14:paraId="6A67C2D5" w14:textId="12BEF58D" w:rsidR="003032A7" w:rsidRPr="00A07A54" w:rsidRDefault="003032A7" w:rsidP="00426C2A">
      <w:pPr>
        <w:pStyle w:val="aodst"/>
      </w:pPr>
      <w:r w:rsidRPr="003032A7">
        <w:rPr>
          <w:rStyle w:val="Siln"/>
          <w:b w:val="0"/>
          <w:bCs w:val="0"/>
        </w:rPr>
        <w:t>Titul:</w:t>
      </w:r>
      <w:r>
        <w:rPr>
          <w:rStyle w:val="Siln"/>
        </w:rPr>
        <w:t xml:space="preserve"> </w:t>
      </w:r>
      <w:r w:rsidRPr="003032A7">
        <w:rPr>
          <w:highlight w:val="green"/>
        </w:rPr>
        <w:t xml:space="preserve"> </w:t>
      </w:r>
      <w:r w:rsidRPr="006116FB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6116FB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6116FB">
        <w:rPr>
          <w:rStyle w:val="Siln"/>
          <w:highlight w:val="green"/>
        </w:rPr>
        <w:t>[DOPLNÍ DODAVATEL]</w:t>
      </w:r>
    </w:p>
    <w:p w14:paraId="2F206356" w14:textId="77777777" w:rsidR="003032A7" w:rsidRDefault="009348E2" w:rsidP="003032A7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4A0B2474" w14:textId="34F4D1C6" w:rsidR="003032A7" w:rsidRPr="003032A7" w:rsidRDefault="003032A7" w:rsidP="003032A7">
      <w:pPr>
        <w:pStyle w:val="aodst"/>
      </w:pPr>
      <w:r w:rsidRPr="003032A7">
        <w:t xml:space="preserve">Osoba </w:t>
      </w:r>
      <w:r w:rsidRPr="003032A7">
        <w:rPr>
          <w:highlight w:val="green"/>
        </w:rPr>
        <w:t>je / není</w:t>
      </w:r>
      <w:r w:rsidRPr="003032A7">
        <w:t xml:space="preserve"> </w:t>
      </w:r>
      <w:r w:rsidRPr="003032A7">
        <w:rPr>
          <w:b/>
          <w:bCs/>
          <w:highlight w:val="green"/>
        </w:rPr>
        <w:t>[DOPLNÍ DODAVATEL]</w:t>
      </w:r>
      <w:r w:rsidRPr="003032A7">
        <w:t xml:space="preserve"> zaměstnancem dodavatele.</w:t>
      </w:r>
    </w:p>
    <w:p w14:paraId="28825886" w14:textId="77777777" w:rsidR="003032A7" w:rsidRPr="003032A7" w:rsidRDefault="003032A7" w:rsidP="003032A7">
      <w:pPr>
        <w:pStyle w:val="aodst"/>
      </w:pPr>
      <w:r w:rsidRPr="003032A7">
        <w:t xml:space="preserve">Osoba </w:t>
      </w:r>
      <w:r w:rsidRPr="003032A7">
        <w:rPr>
          <w:highlight w:val="green"/>
        </w:rPr>
        <w:t>je / není</w:t>
      </w:r>
      <w:r w:rsidRPr="003032A7">
        <w:t xml:space="preserve"> </w:t>
      </w:r>
      <w:r w:rsidRPr="003032A7">
        <w:rPr>
          <w:b/>
          <w:bCs/>
          <w:highlight w:val="green"/>
        </w:rPr>
        <w:t>[DOPLNÍ DODAVATEL]</w:t>
      </w:r>
      <w:r w:rsidRPr="003032A7">
        <w:t xml:space="preserve"> současně zaměstnancem zadavatele.</w:t>
      </w:r>
    </w:p>
    <w:p w14:paraId="2C25D411" w14:textId="41780234" w:rsidR="009348E2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="003032A7">
        <w:t xml:space="preserve"> (</w:t>
      </w:r>
      <w:r w:rsidR="003032A7" w:rsidRPr="00A07A54">
        <w:t xml:space="preserve">popis </w:t>
      </w:r>
      <w:r w:rsidR="003032A7">
        <w:t xml:space="preserve">pracovní náplně </w:t>
      </w:r>
      <w:r w:rsidR="003032A7" w:rsidRPr="00A07A54">
        <w:t>– v detailu potřebném pro ověření splnění požadavků</w:t>
      </w:r>
      <w:r w:rsidR="003032A7">
        <w:t xml:space="preserve"> čl. 9.5.4. Výzvy)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F67E5" w:rsidRPr="00426C2A" w14:paraId="63DEE77B" w14:textId="77777777" w:rsidTr="00EE5D3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F56F" w14:textId="0B3C55AC" w:rsidR="009F67E5" w:rsidRPr="009F67E5" w:rsidRDefault="009F67E5" w:rsidP="009F67E5">
            <w:pPr>
              <w:ind w:left="142"/>
              <w:rPr>
                <w:b/>
                <w:bCs/>
                <w:iCs/>
              </w:rPr>
            </w:pPr>
            <w:r w:rsidRPr="009F67E5">
              <w:rPr>
                <w:b/>
                <w:bCs/>
              </w:rPr>
              <w:t>Počet let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8ED9" w14:textId="77777777" w:rsidR="009F67E5" w:rsidRPr="00426C2A" w:rsidRDefault="009F67E5" w:rsidP="00EE5D3A">
            <w:pPr>
              <w:rPr>
                <w:rStyle w:val="Siln"/>
                <w:highlight w:val="yellow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</w:tbl>
    <w:p w14:paraId="7E3C5287" w14:textId="77777777" w:rsidR="009F67E5" w:rsidRPr="00A07A54" w:rsidRDefault="009F67E5" w:rsidP="009F67E5">
      <w:pPr>
        <w:pStyle w:val="aodst"/>
        <w:numPr>
          <w:ilvl w:val="0"/>
          <w:numId w:val="0"/>
        </w:numPr>
        <w:spacing w:before="0" w:after="0"/>
        <w:ind w:left="567"/>
      </w:pP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F67E5" w:rsidRPr="00A07A54" w14:paraId="7F39D51F" w14:textId="77777777" w:rsidTr="009F67E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E8A9" w14:textId="5B15CF58" w:rsidR="009F67E5" w:rsidRPr="00A07A54" w:rsidRDefault="009F67E5" w:rsidP="009F67E5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728A" w14:textId="6EC0426D" w:rsidR="009F67E5" w:rsidRPr="006116FB" w:rsidRDefault="009F67E5" w:rsidP="009F67E5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9F67E5" w:rsidRPr="00A07A54" w14:paraId="3271F00B" w14:textId="77777777" w:rsidTr="009F67E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F67E5" w:rsidRPr="00A07A54" w:rsidRDefault="009F67E5" w:rsidP="009F67E5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F67E5" w:rsidRPr="006116FB" w:rsidRDefault="009F67E5" w:rsidP="009F67E5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9F67E5" w:rsidRPr="00A07A54" w14:paraId="3467ABD6" w14:textId="77777777" w:rsidTr="009F67E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F67E5" w:rsidRPr="00A07A54" w:rsidRDefault="009F67E5" w:rsidP="009F67E5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F67E5" w:rsidRPr="006116FB" w:rsidRDefault="009F67E5" w:rsidP="009F67E5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9F67E5" w:rsidRPr="00A07A54" w14:paraId="1EF91903" w14:textId="77777777" w:rsidTr="009F67E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F67E5" w:rsidRPr="00A07A54" w:rsidRDefault="009F67E5" w:rsidP="009F67E5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F67E5" w:rsidRPr="006116FB" w:rsidRDefault="009F67E5" w:rsidP="009F67E5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</w:tbl>
    <w:p w14:paraId="7BAF5EE3" w14:textId="7F18A8A0" w:rsidR="009348E2" w:rsidRPr="00A07A54" w:rsidRDefault="009348E2" w:rsidP="00426C2A">
      <w:pPr>
        <w:pStyle w:val="aodst"/>
      </w:pPr>
      <w:r w:rsidRPr="00426C2A">
        <w:rPr>
          <w:rStyle w:val="Siln"/>
        </w:rPr>
        <w:lastRenderedPageBreak/>
        <w:t>Zkušenosti</w:t>
      </w:r>
      <w:r w:rsidRPr="00A07A54">
        <w:t xml:space="preserve"> (popis věcného rozsahu </w:t>
      </w:r>
      <w:r w:rsidR="009F67E5">
        <w:t>projektu a role člena realizačního týmu</w:t>
      </w:r>
      <w:r w:rsidRPr="00A07A54">
        <w:t xml:space="preserve"> – v detailu potřebném pro ověření splnění požadavků</w:t>
      </w:r>
      <w:r w:rsidR="003032A7">
        <w:t xml:space="preserve"> čl. 9.5.4. Výzvy</w:t>
      </w:r>
      <w:r w:rsidRPr="00A07A54">
        <w:t>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3964"/>
      </w:tblGrid>
      <w:tr w:rsidR="009348E2" w:rsidRPr="00A07A54" w14:paraId="5C46439C" w14:textId="77777777" w:rsidTr="00D215A9">
        <w:trPr>
          <w:cantSplit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A2FB6AF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 w:rsidR="009F67E5">
              <w:rPr>
                <w:rFonts w:cstheme="minorHAnsi"/>
              </w:rPr>
              <w:t>projektu/činnosti/zakázky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6116FB" w:rsidRDefault="009348E2" w:rsidP="00426C2A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D215A9">
        <w:trPr>
          <w:cantSplit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27D44EAF" w:rsidR="009348E2" w:rsidRPr="00A07A54" w:rsidRDefault="009348E2" w:rsidP="009F67E5">
            <w:pPr>
              <w:spacing w:line="276" w:lineRule="auto"/>
              <w:jc w:val="left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</w:t>
            </w:r>
            <w:r w:rsidR="00D215A9">
              <w:rPr>
                <w:rFonts w:cstheme="minorHAnsi"/>
              </w:rPr>
              <w:t xml:space="preserve"> projektu/činnosti/zakázky</w:t>
            </w:r>
            <w:r w:rsidR="009F67E5">
              <w:rPr>
                <w:rFonts w:cstheme="minorHAnsi"/>
              </w:rPr>
              <w:br/>
              <w:t>(</w:t>
            </w:r>
            <w:r w:rsidRPr="009F67E5">
              <w:rPr>
                <w:rFonts w:cstheme="minorHAnsi"/>
                <w:i/>
                <w:iCs/>
              </w:rPr>
              <w:t>v detailu potřebném pro ověření splnění požadavků</w:t>
            </w:r>
            <w:r w:rsidR="00D215A9">
              <w:rPr>
                <w:rFonts w:cstheme="minorHAnsi"/>
                <w:i/>
                <w:iCs/>
              </w:rPr>
              <w:t xml:space="preserve"> zadavatele</w:t>
            </w:r>
            <w:r w:rsidR="009F67E5">
              <w:rPr>
                <w:rFonts w:cstheme="minorHAnsi"/>
                <w:i/>
                <w:iCs/>
              </w:rPr>
              <w:t>)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6116FB" w:rsidRDefault="009348E2" w:rsidP="00426C2A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D215A9">
        <w:trPr>
          <w:cantSplit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9F67E5">
            <w:pPr>
              <w:spacing w:line="276" w:lineRule="auto"/>
              <w:jc w:val="left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6116FB" w:rsidRDefault="009348E2" w:rsidP="00426C2A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D215A9">
        <w:trPr>
          <w:cantSplit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9F67E5">
            <w:pPr>
              <w:spacing w:line="276" w:lineRule="auto"/>
              <w:jc w:val="left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6116FB" w:rsidRDefault="009348E2" w:rsidP="00426C2A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D215A9">
        <w:trPr>
          <w:cantSplit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40E94B5A" w:rsidR="009348E2" w:rsidRPr="00A07A54" w:rsidRDefault="009348E2" w:rsidP="009F67E5">
            <w:pPr>
              <w:spacing w:line="276" w:lineRule="auto"/>
              <w:jc w:val="left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 w:rsidR="009F67E5">
              <w:rPr>
                <w:rFonts w:cstheme="minorHAnsi"/>
              </w:rPr>
              <w:t xml:space="preserve"> </w:t>
            </w:r>
            <w:r w:rsidR="009F67E5" w:rsidRPr="009F67E5">
              <w:rPr>
                <w:rFonts w:cstheme="minorHAnsi"/>
                <w:i/>
                <w:iCs/>
              </w:rPr>
              <w:t>(</w:t>
            </w:r>
            <w:r w:rsidRPr="009F67E5">
              <w:rPr>
                <w:rFonts w:cstheme="minorHAnsi"/>
                <w:i/>
                <w:iCs/>
              </w:rPr>
              <w:t>v detailu potřebném pro ověření splnění požadavků</w:t>
            </w:r>
            <w:r w:rsidR="00D215A9">
              <w:rPr>
                <w:rFonts w:cstheme="minorHAnsi"/>
                <w:i/>
                <w:iCs/>
              </w:rPr>
              <w:t xml:space="preserve"> zadavatele</w:t>
            </w:r>
            <w:r w:rsidR="009F67E5" w:rsidRPr="009F67E5">
              <w:rPr>
                <w:rFonts w:cstheme="minorHAnsi"/>
                <w:i/>
                <w:iCs/>
              </w:rPr>
              <w:t>)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6116FB" w:rsidRDefault="009348E2" w:rsidP="00426C2A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B8751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A6BFA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EA52B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C5E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9F67E5" w:rsidRDefault="009348E2" w:rsidP="00426C2A">
      <w:pPr>
        <w:pStyle w:val="Poznmkypodarou"/>
        <w:rPr>
          <w:sz w:val="16"/>
          <w:szCs w:val="16"/>
        </w:rPr>
      </w:pPr>
      <w:r w:rsidRPr="009F67E5">
        <w:rPr>
          <w:rStyle w:val="Znakapoznpodarou"/>
          <w:sz w:val="16"/>
          <w:szCs w:val="16"/>
        </w:rPr>
        <w:footnoteRef/>
      </w:r>
      <w:r w:rsidRPr="009F67E5">
        <w:rPr>
          <w:sz w:val="16"/>
          <w:szCs w:val="16"/>
        </w:rPr>
        <w:t xml:space="preserve"> V případě další praxe použije dodavatel tabulku opakovaně dle potřeby.</w:t>
      </w:r>
    </w:p>
  </w:footnote>
  <w:footnote w:id="2">
    <w:p w14:paraId="1D52904C" w14:textId="702CF849" w:rsidR="009348E2" w:rsidRPr="009F67E5" w:rsidRDefault="009348E2" w:rsidP="00426C2A">
      <w:pPr>
        <w:pStyle w:val="Poznmkypodarou"/>
        <w:rPr>
          <w:sz w:val="16"/>
          <w:szCs w:val="16"/>
        </w:rPr>
      </w:pPr>
      <w:r w:rsidRPr="009F67E5">
        <w:rPr>
          <w:rStyle w:val="Znakapoznpodarou"/>
          <w:sz w:val="16"/>
          <w:szCs w:val="16"/>
        </w:rPr>
        <w:footnoteRef/>
      </w:r>
      <w:r w:rsidRPr="009F67E5">
        <w:rPr>
          <w:sz w:val="16"/>
          <w:szCs w:val="16"/>
        </w:rPr>
        <w:t xml:space="preserve"> V případě dalších zkušeností použije dodavatel tabulku opakovaně dle potřeby.</w:t>
      </w:r>
      <w:r w:rsidR="009F67E5">
        <w:rPr>
          <w:sz w:val="16"/>
          <w:szCs w:val="16"/>
        </w:rPr>
        <w:t xml:space="preserve"> U SAP </w:t>
      </w:r>
      <w:r w:rsidR="002721D0">
        <w:rPr>
          <w:sz w:val="16"/>
          <w:szCs w:val="16"/>
        </w:rPr>
        <w:t>v</w:t>
      </w:r>
      <w:r w:rsidR="00E17E9F">
        <w:rPr>
          <w:sz w:val="16"/>
          <w:szCs w:val="16"/>
        </w:rPr>
        <w:t>ývojáře</w:t>
      </w:r>
      <w:r w:rsidR="009F67E5">
        <w:rPr>
          <w:sz w:val="16"/>
          <w:szCs w:val="16"/>
        </w:rPr>
        <w:t xml:space="preserve"> se tato tabulka odstraní.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721D0"/>
    <w:rsid w:val="00280E07"/>
    <w:rsid w:val="002A0C0D"/>
    <w:rsid w:val="002B7C8F"/>
    <w:rsid w:val="002C31BF"/>
    <w:rsid w:val="002D08B1"/>
    <w:rsid w:val="002E0CD7"/>
    <w:rsid w:val="003032A7"/>
    <w:rsid w:val="00341DCF"/>
    <w:rsid w:val="00357BC6"/>
    <w:rsid w:val="0038302E"/>
    <w:rsid w:val="003956C6"/>
    <w:rsid w:val="003972E5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54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116FB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2A5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44BB"/>
    <w:rsid w:val="00845E45"/>
    <w:rsid w:val="008574AF"/>
    <w:rsid w:val="008640D9"/>
    <w:rsid w:val="008659F3"/>
    <w:rsid w:val="00886D4B"/>
    <w:rsid w:val="0089351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9F67E5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215A9"/>
    <w:rsid w:val="00D35AD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17E9F"/>
    <w:rsid w:val="00E36C4A"/>
    <w:rsid w:val="00E83A12"/>
    <w:rsid w:val="00E8440A"/>
    <w:rsid w:val="00E85BF6"/>
    <w:rsid w:val="00E93E46"/>
    <w:rsid w:val="00E941F4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1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FD5396DDD86E4F8D780CC78413C7FC" ma:contentTypeVersion="12" ma:contentTypeDescription="Vytvoří nový dokument" ma:contentTypeScope="" ma:versionID="343d05b74b2fcde7bb7b940ce9affd3c">
  <xsd:schema xmlns:xsd="http://www.w3.org/2001/XMLSchema" xmlns:xs="http://www.w3.org/2001/XMLSchema" xmlns:p="http://schemas.microsoft.com/office/2006/metadata/properties" xmlns:ns2="5e3f487c-e983-415d-9d00-69203519f5d2" xmlns:ns3="5b1c838d-1ff2-4ebf-bbc7-0834e736f6a1" targetNamespace="http://schemas.microsoft.com/office/2006/metadata/properties" ma:root="true" ma:fieldsID="c6143a03ac890b6bdf00c7996daf8616" ns2:_="" ns3:_="">
    <xsd:import namespace="5e3f487c-e983-415d-9d00-69203519f5d2"/>
    <xsd:import namespace="5b1c838d-1ff2-4ebf-bbc7-0834e736f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f487c-e983-415d-9d00-69203519f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c838d-1ff2-4ebf-bbc7-0834e736f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5e3f487c-e983-415d-9d00-69203519f5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B41A4F-6BE0-420B-96C3-51134589A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f487c-e983-415d-9d00-69203519f5d2"/>
    <ds:schemaRef ds:uri="5b1c838d-1ff2-4ebf-bbc7-0834e736f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e3f487c-e983-415d-9d00-69203519f5d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54</TotalTime>
  <Pages>2</Pages>
  <Words>333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17</cp:revision>
  <cp:lastPrinted>2020-07-15T06:29:00Z</cp:lastPrinted>
  <dcterms:created xsi:type="dcterms:W3CDTF">2020-11-18T18:18:00Z</dcterms:created>
  <dcterms:modified xsi:type="dcterms:W3CDTF">2024-11-29T12:40:00Z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0x0101003AFD5396DDD86E4F8D780CC78413C7FC</vt:lpwstr>
  </property>
  <property fmtid="{D5CDD505-2E9C-101B-9397-08002B2CF9AE}" pid="3" name="URL">
    <vt:lpwstr/>
  </property>
</Properties>
</file>