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4C1E591C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67E18E52" w:rsidR="00F862D6" w:rsidRPr="003E6B9A" w:rsidRDefault="00946A14" w:rsidP="0037111D">
            <w:r w:rsidRPr="00946A14">
              <w:rPr>
                <w:rFonts w:ascii="Helvetica" w:hAnsi="Helvetica"/>
              </w:rPr>
              <w:t>13916/2024-SŽ-SSV-Ú3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543145" w:rsidRDefault="00F862D6" w:rsidP="0077673A">
            <w:r w:rsidRPr="00543145">
              <w:t>Listů/příloh</w:t>
            </w:r>
          </w:p>
        </w:tc>
        <w:tc>
          <w:tcPr>
            <w:tcW w:w="2552" w:type="dxa"/>
          </w:tcPr>
          <w:p w14:paraId="00AF12B3" w14:textId="4CD1E6D9" w:rsidR="00F862D6" w:rsidRPr="00543145" w:rsidRDefault="00543145" w:rsidP="00CC1E2B">
            <w:r w:rsidRPr="00543145">
              <w:t>1</w:t>
            </w:r>
            <w:r w:rsidR="003E6B9A" w:rsidRPr="00543145">
              <w:t>/</w:t>
            </w:r>
            <w:r w:rsidRPr="00543145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53B8C01" w:rsidR="00F862D6" w:rsidRPr="003E6B9A" w:rsidRDefault="00F70F4B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E9E0B39" w:rsidR="009A7568" w:rsidRPr="003E6B9A" w:rsidRDefault="00F70F4B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49BE419D" w:rsidR="009A7568" w:rsidRPr="003E6B9A" w:rsidRDefault="00F70F4B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3BAA50A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17E82">
              <w:rPr>
                <w:noProof/>
              </w:rPr>
              <w:t>9.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072BB2A4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946A14">
        <w:rPr>
          <w:rFonts w:eastAsia="Times New Roman" w:cs="Times New Roman"/>
          <w:lang w:eastAsia="cs-CZ"/>
        </w:rPr>
        <w:t>2</w:t>
      </w:r>
    </w:p>
    <w:p w14:paraId="1C466933" w14:textId="291A95E2" w:rsidR="009206F5" w:rsidRPr="00C84783" w:rsidRDefault="009206F5" w:rsidP="00F70F4B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F70F4B" w:rsidRPr="00F70F4B">
        <w:rPr>
          <w:rFonts w:eastAsia="Calibri" w:cs="Times New Roman"/>
          <w:b/>
          <w:lang w:eastAsia="cs-CZ"/>
        </w:rPr>
        <w:t>Výstavba přejezdu P7699 v km 0,696 Milotice nad Opavou – Vrbno 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1D7CB64F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CE7FF5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5C4F47A3" w14:textId="185294DB" w:rsidR="00CB7B5A" w:rsidRPr="00CE7FF5" w:rsidRDefault="00CE7FF5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CE7FF5">
        <w:rPr>
          <w:rFonts w:eastAsia="Calibri" w:cs="Times New Roman"/>
          <w:bCs/>
          <w:lang w:eastAsia="cs-CZ"/>
        </w:rPr>
        <w:t>V přiložených souborech rekapitulace rozpočtu chybí vzorce. Můžeme je doplnit nebo bude vámi vydán nový rozpočtový soubor?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532B4731" w:rsidR="00CB7B5A" w:rsidRPr="00543145" w:rsidRDefault="00543145" w:rsidP="0054314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43145">
        <w:rPr>
          <w:rFonts w:eastAsia="Calibri" w:cs="Times New Roman"/>
          <w:bCs/>
          <w:lang w:eastAsia="cs-CZ"/>
        </w:rPr>
        <w:t>Zadavatel doplnil vzorce do rozpočtového souboru, který přikládá přílohou tohoto vysvětlení. V rámci nabídky uchazeče bude vyplněna a předložena tato nová verze rozpočtového souboru.</w:t>
      </w:r>
    </w:p>
    <w:p w14:paraId="2723B201" w14:textId="58EE39E2" w:rsidR="00483F34" w:rsidRDefault="00483F34" w:rsidP="00483F34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241CEF1B" w14:textId="77777777" w:rsidR="00543145" w:rsidRPr="00C84783" w:rsidRDefault="00543145" w:rsidP="00483F34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639D15A1" w14:textId="77777777" w:rsidR="00117E82" w:rsidRPr="00117E82" w:rsidRDefault="00117E82" w:rsidP="00117E8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17E82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4DAF4B9A" w14:textId="77777777" w:rsidR="00CB7B5A" w:rsidRPr="00C84783" w:rsidRDefault="00CB7B5A" w:rsidP="00CB7B5A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25134EFA" w:rsidR="00CB7B5A" w:rsidRPr="00543145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43145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543145" w:rsidRPr="00543145">
        <w:rPr>
          <w:rFonts w:eastAsia="Calibri" w:cs="Times New Roman"/>
          <w:bCs/>
          <w:lang w:eastAsia="cs-CZ"/>
        </w:rPr>
        <w:t>Rekapitulace ceny P7699</w:t>
      </w:r>
    </w:p>
    <w:p w14:paraId="17F30656" w14:textId="77777777" w:rsidR="00CB7B5A" w:rsidRPr="006E2034" w:rsidRDefault="00CB7B5A" w:rsidP="00CB7B5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139680" w14:textId="77777777" w:rsidR="00117E82" w:rsidRDefault="00117E8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7841D6" w14:textId="77777777" w:rsidR="00117E82" w:rsidRDefault="00117E8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48819D31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543145">
        <w:rPr>
          <w:rFonts w:eastAsia="Calibri" w:cs="Times New Roman"/>
          <w:lang w:eastAsia="cs-CZ"/>
        </w:rPr>
        <w:t>9.12.2024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496125" w14:textId="77777777" w:rsidR="00117E82" w:rsidRDefault="00117E8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E83E39" w14:textId="77777777" w:rsidR="00543145" w:rsidRPr="00CB7B5A" w:rsidRDefault="0054314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AD402" w14:textId="77777777" w:rsidR="004F3181" w:rsidRDefault="004F3181" w:rsidP="00962258">
      <w:pPr>
        <w:spacing w:after="0" w:line="240" w:lineRule="auto"/>
      </w:pPr>
      <w:r>
        <w:separator/>
      </w:r>
    </w:p>
  </w:endnote>
  <w:endnote w:type="continuationSeparator" w:id="0">
    <w:p w14:paraId="554DBB8E" w14:textId="77777777" w:rsidR="004F3181" w:rsidRDefault="004F31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9D7C9" w14:textId="77777777" w:rsidR="004F3181" w:rsidRDefault="004F3181" w:rsidP="00962258">
      <w:pPr>
        <w:spacing w:after="0" w:line="240" w:lineRule="auto"/>
      </w:pPr>
      <w:r>
        <w:separator/>
      </w:r>
    </w:p>
  </w:footnote>
  <w:footnote w:type="continuationSeparator" w:id="0">
    <w:p w14:paraId="743CB8ED" w14:textId="77777777" w:rsidR="004F3181" w:rsidRDefault="004F31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205"/>
    <w:rsid w:val="000C0429"/>
    <w:rsid w:val="000C45E8"/>
    <w:rsid w:val="00114472"/>
    <w:rsid w:val="00117E82"/>
    <w:rsid w:val="00154CE5"/>
    <w:rsid w:val="00170EC5"/>
    <w:rsid w:val="001747C1"/>
    <w:rsid w:val="0018596A"/>
    <w:rsid w:val="001B69C2"/>
    <w:rsid w:val="001C4DA0"/>
    <w:rsid w:val="001F605E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64D3"/>
    <w:rsid w:val="004A7C69"/>
    <w:rsid w:val="004C4399"/>
    <w:rsid w:val="004C69ED"/>
    <w:rsid w:val="004C787C"/>
    <w:rsid w:val="004D518E"/>
    <w:rsid w:val="004F3181"/>
    <w:rsid w:val="004F4B9B"/>
    <w:rsid w:val="00501654"/>
    <w:rsid w:val="00511AB9"/>
    <w:rsid w:val="00523EA7"/>
    <w:rsid w:val="00542527"/>
    <w:rsid w:val="00543145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52882"/>
    <w:rsid w:val="00660AD3"/>
    <w:rsid w:val="006A2746"/>
    <w:rsid w:val="006A3633"/>
    <w:rsid w:val="006A5570"/>
    <w:rsid w:val="006A689C"/>
    <w:rsid w:val="006B3D79"/>
    <w:rsid w:val="006D3093"/>
    <w:rsid w:val="006E0578"/>
    <w:rsid w:val="006E2034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46A14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68B"/>
    <w:rsid w:val="00B3491A"/>
    <w:rsid w:val="00B45E9E"/>
    <w:rsid w:val="00B55F9C"/>
    <w:rsid w:val="00B75EE1"/>
    <w:rsid w:val="00B77481"/>
    <w:rsid w:val="00B8518B"/>
    <w:rsid w:val="00BA43BA"/>
    <w:rsid w:val="00BB3740"/>
    <w:rsid w:val="00BD7E91"/>
    <w:rsid w:val="00BF374D"/>
    <w:rsid w:val="00C02D0A"/>
    <w:rsid w:val="00C03A6E"/>
    <w:rsid w:val="00C10666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CE7FF5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0F4B"/>
    <w:rsid w:val="00F804A7"/>
    <w:rsid w:val="00F862D6"/>
    <w:rsid w:val="00F86BA6"/>
    <w:rsid w:val="00FC6389"/>
    <w:rsid w:val="00FD2F51"/>
    <w:rsid w:val="00FE3455"/>
    <w:rsid w:val="00FF4959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2019-02-22T13:28:00Z</cp:lastPrinted>
  <dcterms:created xsi:type="dcterms:W3CDTF">2024-12-09T07:29:00Z</dcterms:created>
  <dcterms:modified xsi:type="dcterms:W3CDTF">2024-12-09T07:50:00Z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