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DD2E5CF" w:rsidR="00F862D6" w:rsidRPr="003E6B9A" w:rsidRDefault="008C28DB" w:rsidP="0037111D">
            <w:r w:rsidRPr="008C28DB">
              <w:rPr>
                <w:rFonts w:ascii="Helvetica" w:hAnsi="Helvetica"/>
              </w:rPr>
              <w:t>13885/2024-SŽ-SSV-Ú3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52535B" w:rsidRDefault="00F862D6" w:rsidP="0077673A">
            <w:r w:rsidRPr="0052535B">
              <w:t>Listů/příloh</w:t>
            </w:r>
          </w:p>
        </w:tc>
        <w:tc>
          <w:tcPr>
            <w:tcW w:w="2552" w:type="dxa"/>
          </w:tcPr>
          <w:p w14:paraId="00AF12B3" w14:textId="2978F6FF" w:rsidR="00F862D6" w:rsidRPr="0052535B" w:rsidRDefault="0052535B" w:rsidP="00CC1E2B">
            <w:r w:rsidRPr="0052535B">
              <w:t>1</w:t>
            </w:r>
            <w:r w:rsidR="003E6B9A" w:rsidRPr="0052535B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A482C1F" w:rsidR="00F862D6" w:rsidRPr="003E6B9A" w:rsidRDefault="00A168E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2D62351" w:rsidR="009A7568" w:rsidRPr="003E6B9A" w:rsidRDefault="00A168E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64CAFEE" w:rsidR="009A7568" w:rsidRPr="003E6B9A" w:rsidRDefault="00A168E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1ADDA24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2490D">
              <w:rPr>
                <w:noProof/>
              </w:rPr>
              <w:t>6.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7809380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C37E1D">
        <w:rPr>
          <w:rFonts w:eastAsia="Times New Roman" w:cs="Times New Roman"/>
          <w:lang w:eastAsia="cs-CZ"/>
        </w:rPr>
        <w:t>1</w:t>
      </w:r>
    </w:p>
    <w:p w14:paraId="1C466933" w14:textId="14B73DC9" w:rsidR="009206F5" w:rsidRPr="00C84783" w:rsidRDefault="009206F5" w:rsidP="00C37E1D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A168E3" w:rsidRPr="00A168E3">
        <w:rPr>
          <w:rFonts w:eastAsia="Calibri" w:cs="Times New Roman"/>
          <w:b/>
          <w:lang w:eastAsia="cs-CZ"/>
        </w:rPr>
        <w:t>Výstavba PZS přejezdu P7890 v km 15,595 na trati Chuchelná – Kravaře ve Slezsku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11FC2A5" w14:textId="77777777" w:rsidR="00C37E1D" w:rsidRPr="00C37E1D" w:rsidRDefault="00C37E1D" w:rsidP="00C37E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7E1D">
        <w:rPr>
          <w:rFonts w:eastAsia="Calibri" w:cs="Times New Roman"/>
          <w:b/>
          <w:lang w:eastAsia="cs-CZ"/>
        </w:rPr>
        <w:t xml:space="preserve">PS 1301 - </w:t>
      </w:r>
      <w:r w:rsidRPr="00C37E1D">
        <w:rPr>
          <w:rFonts w:eastAsia="Calibri" w:cs="Times New Roman"/>
          <w:bCs/>
          <w:lang w:eastAsia="cs-CZ"/>
        </w:rPr>
        <w:t>„P7890, Výstavba PZS“: Dotaz se týká zabezpečovacího zařízení.</w:t>
      </w:r>
    </w:p>
    <w:p w14:paraId="4A7B0DEE" w14:textId="77777777" w:rsidR="00C37E1D" w:rsidRPr="00C37E1D" w:rsidRDefault="00C37E1D" w:rsidP="009249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7E1D">
        <w:rPr>
          <w:rFonts w:eastAsia="Calibri" w:cs="Times New Roman"/>
          <w:bCs/>
          <w:lang w:eastAsia="cs-CZ"/>
        </w:rPr>
        <w:t>Technická zpráva v kapitole 3.2.2 „Světelná výstraha“ uvádí:</w:t>
      </w:r>
    </w:p>
    <w:p w14:paraId="6DD24311" w14:textId="77777777" w:rsidR="00C37E1D" w:rsidRPr="00C37E1D" w:rsidRDefault="00C37E1D" w:rsidP="009249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7E1D">
        <w:rPr>
          <w:rFonts w:eastAsia="Calibri" w:cs="Times New Roman"/>
          <w:bCs/>
          <w:lang w:eastAsia="cs-CZ"/>
        </w:rPr>
        <w:t>„S ohledem na situování PZS v intravilánu obce, bude požadováno aplikovat funkci na ovládání intenzity svícení pozitivního signálu v závislosti na okolním osvětlení (automatické přepínání den/noc).“</w:t>
      </w:r>
    </w:p>
    <w:p w14:paraId="3663DAB0" w14:textId="77777777" w:rsidR="00C37E1D" w:rsidRPr="00C37E1D" w:rsidRDefault="00C37E1D" w:rsidP="009249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7E1D">
        <w:rPr>
          <w:rFonts w:eastAsia="Calibri" w:cs="Times New Roman"/>
          <w:bCs/>
          <w:lang w:eastAsia="cs-CZ"/>
        </w:rPr>
        <w:t>Domníváme se, že takové zařízení v současné době není dostupné.</w:t>
      </w:r>
    </w:p>
    <w:p w14:paraId="2FC960FD" w14:textId="77777777" w:rsidR="00C37E1D" w:rsidRPr="00C37E1D" w:rsidRDefault="00C37E1D" w:rsidP="009249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7E1D">
        <w:rPr>
          <w:rFonts w:eastAsia="Calibri" w:cs="Times New Roman"/>
          <w:bCs/>
          <w:lang w:eastAsia="cs-CZ"/>
        </w:rPr>
        <w:t>Chápeme správně, že zadavatel připouští stavbu bez tohoto požadavku, tj. že netrvá na aplikaci funkce ovládání intenzity svícení pozitivního signálu v závislosti na okolním osvětlení (automatické přepínání den/noc)?</w:t>
      </w:r>
    </w:p>
    <w:p w14:paraId="5C4F47A3" w14:textId="5B9A9596" w:rsidR="00CB7B5A" w:rsidRPr="00C37E1D" w:rsidRDefault="00C37E1D" w:rsidP="009249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7E1D">
        <w:rPr>
          <w:rFonts w:eastAsia="Calibri" w:cs="Times New Roman"/>
          <w:bCs/>
          <w:lang w:eastAsia="cs-CZ"/>
        </w:rPr>
        <w:t>V opačném případě žádáme zadavatele o stanovení přesné funkční specifikace chování požadovaného systému se stanovením veškerých parametrů, požadavků a dále žádáme zadavatele o stanovení přesných kritérií, které musí být naplněny, doloženy a předány tak, aby dodání požadovaného zařízení určeného pro tyto účely bylo považováno za splněné.</w:t>
      </w:r>
    </w:p>
    <w:p w14:paraId="687C2E86" w14:textId="77777777" w:rsidR="00CB7B5A" w:rsidRDefault="00CB7B5A" w:rsidP="009249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40C4A84" w14:textId="3BBE683C" w:rsidR="002E0996" w:rsidRPr="0052535B" w:rsidRDefault="002E0996" w:rsidP="009249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2535B">
        <w:rPr>
          <w:rFonts w:eastAsia="Calibri" w:cs="Times New Roman"/>
          <w:bCs/>
          <w:lang w:eastAsia="cs-CZ"/>
        </w:rPr>
        <w:t xml:space="preserve">Zadavatel netrvá </w:t>
      </w:r>
      <w:r w:rsidR="00F03588">
        <w:rPr>
          <w:rFonts w:eastAsia="Calibri" w:cs="Times New Roman"/>
          <w:bCs/>
          <w:lang w:eastAsia="cs-CZ"/>
        </w:rPr>
        <w:t xml:space="preserve">na </w:t>
      </w:r>
      <w:r w:rsidRPr="0052535B">
        <w:rPr>
          <w:rFonts w:eastAsia="Calibri" w:cs="Times New Roman"/>
          <w:bCs/>
          <w:lang w:eastAsia="cs-CZ"/>
        </w:rPr>
        <w:t>aplikaci funkce ovládání intenzity pozitivního signálu v závislosti na okolním osvětlení (automatické ovládání den/noc)</w:t>
      </w:r>
      <w:r w:rsidR="0052535B" w:rsidRPr="0052535B">
        <w:rPr>
          <w:rFonts w:eastAsia="Calibri" w:cs="Times New Roman"/>
          <w:bCs/>
          <w:lang w:eastAsia="cs-CZ"/>
        </w:rPr>
        <w:t>.</w:t>
      </w:r>
    </w:p>
    <w:p w14:paraId="6F10AE4D" w14:textId="0C9BC128" w:rsidR="00CB7B5A" w:rsidRPr="0052535B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21BAFA7" w14:textId="259FA748" w:rsidR="0092490D" w:rsidRPr="0092490D" w:rsidRDefault="0092490D" w:rsidP="0092490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490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2490D">
        <w:rPr>
          <w:rFonts w:eastAsia="Times New Roman" w:cs="Times New Roman"/>
          <w:b/>
          <w:lang w:eastAsia="cs-CZ"/>
        </w:rPr>
        <w:t>změny/doplnění zadávací dokumentace</w:t>
      </w:r>
      <w:r w:rsidRPr="0092490D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92490D">
        <w:rPr>
          <w:rFonts w:eastAsia="Times New Roman" w:cs="Times New Roman"/>
          <w:lang w:eastAsia="cs-CZ"/>
        </w:rPr>
        <w:br/>
        <w:t>12.</w:t>
      </w:r>
      <w:r w:rsidRPr="0092490D">
        <w:rPr>
          <w:rFonts w:eastAsia="Times New Roman" w:cs="Times New Roman"/>
          <w:lang w:eastAsia="cs-CZ"/>
        </w:rPr>
        <w:t>12.2024 09:30hod.</w:t>
      </w:r>
      <w:r w:rsidRPr="0092490D">
        <w:rPr>
          <w:rFonts w:eastAsia="Times New Roman" w:cs="Times New Roman"/>
          <w:lang w:eastAsia="cs-CZ"/>
        </w:rPr>
        <w:t xml:space="preserve"> </w:t>
      </w:r>
      <w:r w:rsidRPr="0092490D">
        <w:rPr>
          <w:rFonts w:eastAsia="Times New Roman" w:cs="Times New Roman"/>
          <w:lang w:eastAsia="cs-CZ"/>
        </w:rPr>
        <w:t xml:space="preserve">na den </w:t>
      </w:r>
      <w:r w:rsidRPr="0092490D">
        <w:rPr>
          <w:rFonts w:eastAsia="Times New Roman" w:cs="Times New Roman"/>
          <w:lang w:eastAsia="cs-CZ"/>
        </w:rPr>
        <w:t>18.12.2024 09:00, tedy o celou původní délku.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FC72F0D" w14:textId="36C0E8FC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7F30656" w14:textId="53A9511E" w:rsidR="00CB7B5A" w:rsidRDefault="00CB7B5A" w:rsidP="0052535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246C0B7" w14:textId="77777777" w:rsidR="0092490D" w:rsidRPr="0052535B" w:rsidRDefault="0092490D" w:rsidP="0052535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D8E358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52535B">
        <w:rPr>
          <w:rFonts w:eastAsia="Calibri" w:cs="Times New Roman"/>
          <w:lang w:eastAsia="cs-CZ"/>
        </w:rPr>
        <w:t>0</w:t>
      </w:r>
      <w:r w:rsidR="0092490D">
        <w:rPr>
          <w:rFonts w:eastAsia="Calibri" w:cs="Times New Roman"/>
          <w:lang w:eastAsia="cs-CZ"/>
        </w:rPr>
        <w:t>6</w:t>
      </w:r>
      <w:r w:rsidR="0052535B">
        <w:rPr>
          <w:rFonts w:eastAsia="Calibri" w:cs="Times New Roman"/>
          <w:lang w:eastAsia="cs-CZ"/>
        </w:rPr>
        <w:t>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F66477" w14:textId="77777777" w:rsidR="0052535B" w:rsidRDefault="0052535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067A5" w14:textId="77777777" w:rsidR="004F46FB" w:rsidRDefault="004F46FB" w:rsidP="00962258">
      <w:pPr>
        <w:spacing w:after="0" w:line="240" w:lineRule="auto"/>
      </w:pPr>
      <w:r>
        <w:separator/>
      </w:r>
    </w:p>
  </w:endnote>
  <w:endnote w:type="continuationSeparator" w:id="0">
    <w:p w14:paraId="418D5F21" w14:textId="77777777" w:rsidR="004F46FB" w:rsidRDefault="004F46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AB966" w14:textId="77777777" w:rsidR="004F46FB" w:rsidRDefault="004F46FB" w:rsidP="00962258">
      <w:pPr>
        <w:spacing w:after="0" w:line="240" w:lineRule="auto"/>
      </w:pPr>
      <w:r>
        <w:separator/>
      </w:r>
    </w:p>
  </w:footnote>
  <w:footnote w:type="continuationSeparator" w:id="0">
    <w:p w14:paraId="764F3731" w14:textId="77777777" w:rsidR="004F46FB" w:rsidRDefault="004F46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A1E"/>
    <w:rsid w:val="00033432"/>
    <w:rsid w:val="000335CC"/>
    <w:rsid w:val="00063DDB"/>
    <w:rsid w:val="00072C1E"/>
    <w:rsid w:val="000B1153"/>
    <w:rsid w:val="000B6C7E"/>
    <w:rsid w:val="000B7907"/>
    <w:rsid w:val="000C0429"/>
    <w:rsid w:val="000C45E8"/>
    <w:rsid w:val="0011232E"/>
    <w:rsid w:val="00114472"/>
    <w:rsid w:val="00170EC5"/>
    <w:rsid w:val="001747C1"/>
    <w:rsid w:val="0018596A"/>
    <w:rsid w:val="00190A20"/>
    <w:rsid w:val="001B69C2"/>
    <w:rsid w:val="001C4DA0"/>
    <w:rsid w:val="00207DF5"/>
    <w:rsid w:val="00250395"/>
    <w:rsid w:val="00267369"/>
    <w:rsid w:val="0026785D"/>
    <w:rsid w:val="0027075A"/>
    <w:rsid w:val="00287874"/>
    <w:rsid w:val="0029411F"/>
    <w:rsid w:val="002C31BF"/>
    <w:rsid w:val="002C447D"/>
    <w:rsid w:val="002E0996"/>
    <w:rsid w:val="002E0CD7"/>
    <w:rsid w:val="002F026B"/>
    <w:rsid w:val="00302BAF"/>
    <w:rsid w:val="003354AD"/>
    <w:rsid w:val="00357BC6"/>
    <w:rsid w:val="0037111D"/>
    <w:rsid w:val="003956C6"/>
    <w:rsid w:val="00396D0D"/>
    <w:rsid w:val="003A1550"/>
    <w:rsid w:val="003A4CF8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561B"/>
    <w:rsid w:val="004A7C69"/>
    <w:rsid w:val="004C4399"/>
    <w:rsid w:val="004C69ED"/>
    <w:rsid w:val="004C787C"/>
    <w:rsid w:val="004D518E"/>
    <w:rsid w:val="004F46FB"/>
    <w:rsid w:val="004F4B9B"/>
    <w:rsid w:val="00501654"/>
    <w:rsid w:val="00511AB9"/>
    <w:rsid w:val="00523EA7"/>
    <w:rsid w:val="0052535B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3AF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1B18"/>
    <w:rsid w:val="007846E1"/>
    <w:rsid w:val="007B570C"/>
    <w:rsid w:val="007D330E"/>
    <w:rsid w:val="007E4A6E"/>
    <w:rsid w:val="007F56A7"/>
    <w:rsid w:val="00807DD0"/>
    <w:rsid w:val="008100BF"/>
    <w:rsid w:val="00813F11"/>
    <w:rsid w:val="00891334"/>
    <w:rsid w:val="008A14C0"/>
    <w:rsid w:val="008A3568"/>
    <w:rsid w:val="008C28DB"/>
    <w:rsid w:val="008C71CF"/>
    <w:rsid w:val="008D03B9"/>
    <w:rsid w:val="008F18D6"/>
    <w:rsid w:val="00904780"/>
    <w:rsid w:val="009113A8"/>
    <w:rsid w:val="009206F5"/>
    <w:rsid w:val="00922385"/>
    <w:rsid w:val="009223DF"/>
    <w:rsid w:val="0092490D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168E3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3500F"/>
    <w:rsid w:val="00B45E9E"/>
    <w:rsid w:val="00B55F9C"/>
    <w:rsid w:val="00B75EE1"/>
    <w:rsid w:val="00B76C36"/>
    <w:rsid w:val="00B77481"/>
    <w:rsid w:val="00B8518B"/>
    <w:rsid w:val="00BA5F23"/>
    <w:rsid w:val="00BB3740"/>
    <w:rsid w:val="00BD7E91"/>
    <w:rsid w:val="00BF374D"/>
    <w:rsid w:val="00C02D0A"/>
    <w:rsid w:val="00C03A6E"/>
    <w:rsid w:val="00C30759"/>
    <w:rsid w:val="00C37E1D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15B6"/>
    <w:rsid w:val="00DE56F2"/>
    <w:rsid w:val="00DF116D"/>
    <w:rsid w:val="00E032DB"/>
    <w:rsid w:val="00E054F2"/>
    <w:rsid w:val="00E824F1"/>
    <w:rsid w:val="00EB104F"/>
    <w:rsid w:val="00ED14BD"/>
    <w:rsid w:val="00F01440"/>
    <w:rsid w:val="00F03588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318</Words>
  <Characters>1882</Characters>
  <Application>Microsoft Office Word</Application>
  <DocSecurity>4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2024-12-06T06:57:00Z</dcterms:created>
  <dcterms:modified xsi:type="dcterms:W3CDTF">2024-12-06T06:57:00Z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