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DA97B" w14:textId="43BF84EC" w:rsidR="00B702D2" w:rsidRPr="008B5521" w:rsidRDefault="00BB5E7C" w:rsidP="00D33D99">
      <w:r w:rsidRPr="008B5521">
        <w:rPr>
          <w:rFonts w:cstheme="minorHAnsi"/>
          <w:szCs w:val="18"/>
        </w:rPr>
        <w:t xml:space="preserve">Příloha č. </w:t>
      </w:r>
      <w:r w:rsidR="00BB7CA2">
        <w:rPr>
          <w:rFonts w:cstheme="minorHAnsi"/>
          <w:szCs w:val="18"/>
        </w:rPr>
        <w:t>4</w:t>
      </w:r>
      <w:r w:rsidR="005E6DAB" w:rsidRPr="008B5521">
        <w:rPr>
          <w:rFonts w:cstheme="minorHAnsi"/>
          <w:szCs w:val="18"/>
        </w:rPr>
        <w:t xml:space="preserve"> </w:t>
      </w:r>
      <w:r w:rsidR="0050781D">
        <w:rPr>
          <w:rFonts w:cstheme="minorHAnsi"/>
          <w:bCs/>
          <w:szCs w:val="18"/>
        </w:rPr>
        <w:t>Výzvy</w:t>
      </w:r>
    </w:p>
    <w:p w14:paraId="164DA97C" w14:textId="77777777" w:rsidR="00072FD9" w:rsidRPr="008B5521" w:rsidRDefault="00022D53" w:rsidP="00EE5AE6">
      <w:pPr>
        <w:pStyle w:val="Nadpissmlouvy"/>
      </w:pPr>
      <w:r w:rsidRPr="008B5521">
        <w:t>R</w:t>
      </w:r>
      <w:r w:rsidR="00CC5257" w:rsidRPr="008B5521">
        <w:t xml:space="preserve">ámcová </w:t>
      </w:r>
      <w:r w:rsidR="00B55BD0" w:rsidRPr="008B5521">
        <w:t>dohoda</w:t>
      </w:r>
      <w:r w:rsidR="009D00C4" w:rsidRPr="008B5521">
        <w:t xml:space="preserve"> na</w:t>
      </w:r>
      <w:r w:rsidR="00362102" w:rsidRPr="008B5521">
        <w:t xml:space="preserve"> dodávky</w:t>
      </w:r>
      <w:r w:rsidRPr="008B5521">
        <w:t xml:space="preserve"> </w:t>
      </w:r>
    </w:p>
    <w:p w14:paraId="164DA97D" w14:textId="600AFC40" w:rsidR="00CC5257" w:rsidRPr="008B5521" w:rsidRDefault="00022D53" w:rsidP="00EE5AE6">
      <w:pPr>
        <w:pStyle w:val="Podpnadpissmlouvy"/>
      </w:pPr>
      <w:r w:rsidRPr="008B5521">
        <w:t xml:space="preserve">č. </w:t>
      </w:r>
      <w:r w:rsidR="00CB26F1" w:rsidRPr="008B5521">
        <w:t>Kupujícího</w:t>
      </w:r>
      <w:r w:rsidR="00072FD9" w:rsidRPr="008B5521">
        <w:t>:</w:t>
      </w:r>
      <w:r w:rsidR="005B1500">
        <w:tab/>
      </w:r>
      <w:r w:rsidR="005B1500">
        <w:tab/>
      </w:r>
      <w:r w:rsidR="005C1AF3" w:rsidRPr="00EE5AE6">
        <w:rPr>
          <w:highlight w:val="yellow"/>
        </w:rPr>
        <w:t>[DOPLNÍ KUPUJÍCÍ PŘI PODPISU RÁMCOVÉ DOHODY]</w:t>
      </w:r>
    </w:p>
    <w:p w14:paraId="3E258130" w14:textId="54B0F317" w:rsidR="00FB589F" w:rsidRDefault="00FB589F" w:rsidP="00EE5AE6">
      <w:pPr>
        <w:pStyle w:val="Podpnadpissmlouvy"/>
      </w:pPr>
      <w:r w:rsidRPr="008B5521">
        <w:t>č. Prodávající:</w:t>
      </w:r>
      <w:r w:rsidR="005B1500">
        <w:tab/>
      </w:r>
      <w:r w:rsidRPr="00EE5AE6">
        <w:rPr>
          <w:highlight w:val="green"/>
        </w:rPr>
        <w:t>[DOPLNÍ PRODÁVAJÍCÍ]</w:t>
      </w:r>
    </w:p>
    <w:p w14:paraId="164DA980" w14:textId="73740328" w:rsidR="0022127F" w:rsidRDefault="0022127F" w:rsidP="00D33D99">
      <w:pPr>
        <w:widowControl w:val="0"/>
        <w:spacing w:before="240"/>
        <w:rPr>
          <w:rFonts w:cstheme="minorHAnsi"/>
          <w:szCs w:val="18"/>
        </w:rPr>
      </w:pPr>
      <w:r w:rsidRPr="005B1500">
        <w:rPr>
          <w:rFonts w:cstheme="minorHAnsi"/>
          <w:szCs w:val="18"/>
        </w:rPr>
        <w:t>uzavřená analogicky k ustanovení § 131 zákona č. 134/2016 Sb., o zadávání veřejných zakázek, ve znění pozdějších předpisů (dále jen „</w:t>
      </w:r>
      <w:r w:rsidR="00E04E66">
        <w:rPr>
          <w:rStyle w:val="Kurzvatun0"/>
        </w:rPr>
        <w:t>ZZVZ</w:t>
      </w:r>
      <w:r w:rsidRPr="005B1500">
        <w:rPr>
          <w:rFonts w:cstheme="minorHAnsi"/>
          <w:szCs w:val="18"/>
        </w:rPr>
        <w:t>“), dle ustanovení § 2079 a násl. zákona č. 89/2012 Sb., občanský zákoník, ve znění pozdějších předpisů (dále jen „</w:t>
      </w:r>
      <w:r w:rsidRPr="005B1500">
        <w:rPr>
          <w:rStyle w:val="Kurzvatun0"/>
        </w:rPr>
        <w:t>občanský zákoník</w:t>
      </w:r>
      <w:r w:rsidRPr="005B1500">
        <w:rPr>
          <w:rFonts w:cstheme="minorHAnsi"/>
          <w:szCs w:val="18"/>
        </w:rPr>
        <w:t xml:space="preserve">“) </w:t>
      </w:r>
    </w:p>
    <w:p w14:paraId="6274872F" w14:textId="4E7FB2A8" w:rsidR="00701779" w:rsidRPr="008B5521" w:rsidRDefault="00701779" w:rsidP="00D33D99">
      <w:pPr>
        <w:widowControl w:val="0"/>
        <w:spacing w:before="240"/>
        <w:rPr>
          <w:rFonts w:cstheme="minorHAnsi"/>
          <w:szCs w:val="18"/>
        </w:rPr>
      </w:pPr>
      <w:r>
        <w:rPr>
          <w:rFonts w:cstheme="minorHAnsi"/>
          <w:szCs w:val="18"/>
        </w:rPr>
        <w:t>(dále jen „</w:t>
      </w:r>
      <w:r w:rsidRPr="00EE5AE6">
        <w:rPr>
          <w:rStyle w:val="Kurzvatun0"/>
        </w:rPr>
        <w:t>Rámcová dohoda</w:t>
      </w:r>
      <w:r>
        <w:rPr>
          <w:rFonts w:cstheme="minorHAnsi"/>
          <w:szCs w:val="18"/>
        </w:rPr>
        <w:t>“)</w:t>
      </w:r>
    </w:p>
    <w:p w14:paraId="164DA981" w14:textId="77777777" w:rsidR="00EF0BF5" w:rsidRPr="008B5521" w:rsidRDefault="000B560C" w:rsidP="00D33D99">
      <w:pPr>
        <w:widowControl w:val="0"/>
        <w:spacing w:before="240"/>
        <w:rPr>
          <w:rFonts w:cstheme="minorHAnsi"/>
          <w:szCs w:val="18"/>
        </w:rPr>
      </w:pPr>
      <w:r w:rsidRPr="008B5521">
        <w:rPr>
          <w:rFonts w:cstheme="minorHAnsi"/>
          <w:szCs w:val="18"/>
        </w:rPr>
        <w:t>mezi:</w:t>
      </w:r>
    </w:p>
    <w:p w14:paraId="164DA982" w14:textId="33B04B40" w:rsidR="00D734CC" w:rsidRPr="008B5521" w:rsidRDefault="00D734CC" w:rsidP="00EE5AE6">
      <w:pPr>
        <w:pStyle w:val="Nzevsmluvnstrany"/>
      </w:pPr>
      <w:r w:rsidRPr="00EE5AE6">
        <w:rPr>
          <w:rStyle w:val="Tun"/>
        </w:rPr>
        <w:t>Název:</w:t>
      </w:r>
      <w:r w:rsidRPr="008B5521">
        <w:tab/>
      </w:r>
      <w:r w:rsidRPr="00EE5AE6">
        <w:rPr>
          <w:rStyle w:val="Tun"/>
        </w:rPr>
        <w:t xml:space="preserve">Správa </w:t>
      </w:r>
      <w:r w:rsidR="00D4423A" w:rsidRPr="00EE5AE6">
        <w:rPr>
          <w:rStyle w:val="Tun"/>
        </w:rPr>
        <w:t>železnic</w:t>
      </w:r>
      <w:r w:rsidRPr="00EE5AE6">
        <w:rPr>
          <w:rStyle w:val="Tun"/>
        </w:rPr>
        <w:t>, státní organizace</w:t>
      </w:r>
    </w:p>
    <w:p w14:paraId="164DA983" w14:textId="79682CC8" w:rsidR="00D734CC" w:rsidRPr="008B5521" w:rsidRDefault="00D734CC" w:rsidP="00EE5AE6">
      <w:pPr>
        <w:pStyle w:val="Identifikace"/>
      </w:pPr>
      <w:r w:rsidRPr="008B5521">
        <w:t>Sídlo:</w:t>
      </w:r>
      <w:r w:rsidR="005675BC">
        <w:tab/>
      </w:r>
      <w:r w:rsidRPr="008B5521">
        <w:t>Praha 1</w:t>
      </w:r>
      <w:r w:rsidR="00194826" w:rsidRPr="008B5521">
        <w:t xml:space="preserve"> -</w:t>
      </w:r>
      <w:r w:rsidRPr="008B5521">
        <w:t xml:space="preserve"> Nové Město, Dlážděná 1003/7, PSČ 110 00</w:t>
      </w:r>
    </w:p>
    <w:p w14:paraId="164DA984" w14:textId="69B82F7A" w:rsidR="00D734CC" w:rsidRPr="008B5521" w:rsidRDefault="00D734CC" w:rsidP="00EE5AE6">
      <w:pPr>
        <w:pStyle w:val="Identifikace"/>
      </w:pPr>
      <w:r w:rsidRPr="008B5521">
        <w:t>IČ</w:t>
      </w:r>
      <w:r w:rsidR="000B6260" w:rsidRPr="008B5521">
        <w:t>O</w:t>
      </w:r>
      <w:r w:rsidRPr="008B5521">
        <w:t>:</w:t>
      </w:r>
      <w:r w:rsidR="005675BC">
        <w:tab/>
      </w:r>
      <w:r w:rsidRPr="008B5521">
        <w:t>709</w:t>
      </w:r>
      <w:r w:rsidR="000B6260" w:rsidRPr="008B5521">
        <w:t xml:space="preserve"> </w:t>
      </w:r>
      <w:r w:rsidRPr="008B5521">
        <w:t>94</w:t>
      </w:r>
      <w:r w:rsidR="000B6260" w:rsidRPr="008B5521">
        <w:t xml:space="preserve"> </w:t>
      </w:r>
      <w:r w:rsidRPr="008B5521">
        <w:t>234</w:t>
      </w:r>
    </w:p>
    <w:p w14:paraId="164DA987" w14:textId="774B12BC" w:rsidR="00306FC6" w:rsidRPr="008B5521" w:rsidRDefault="00D734CC" w:rsidP="00EE5AE6">
      <w:pPr>
        <w:pStyle w:val="Identifikace"/>
      </w:pPr>
      <w:r w:rsidRPr="008B5521">
        <w:t>DIČ:</w:t>
      </w:r>
      <w:r w:rsidR="005675BC">
        <w:tab/>
      </w:r>
      <w:r w:rsidRPr="008B5521">
        <w:t>CZ70994234</w:t>
      </w:r>
    </w:p>
    <w:p w14:paraId="164DA988" w14:textId="77777777" w:rsidR="00D734CC" w:rsidRPr="008B5521" w:rsidRDefault="000A5BC6" w:rsidP="00EE5AE6">
      <w:pPr>
        <w:pStyle w:val="Identifikace"/>
        <w:ind w:left="0" w:firstLine="0"/>
      </w:pPr>
      <w:r w:rsidRPr="008B5521">
        <w:t>Z</w:t>
      </w:r>
      <w:r w:rsidR="001D394C" w:rsidRPr="008B5521">
        <w:t>apsá</w:t>
      </w:r>
      <w:r w:rsidR="00987103" w:rsidRPr="008B5521">
        <w:t>n</w:t>
      </w:r>
      <w:r w:rsidR="001D394C" w:rsidRPr="008B5521">
        <w:t>a</w:t>
      </w:r>
      <w:r w:rsidR="00D734CC" w:rsidRPr="008B5521">
        <w:t xml:space="preserve"> v obchodním rejstříku </w:t>
      </w:r>
      <w:r w:rsidR="000B6260" w:rsidRPr="008B5521">
        <w:t>vedeném Městským soudem v</w:t>
      </w:r>
      <w:r w:rsidR="001C7A89" w:rsidRPr="008B5521">
        <w:t> </w:t>
      </w:r>
      <w:r w:rsidR="000B6260" w:rsidRPr="008B5521">
        <w:t>Praze</w:t>
      </w:r>
      <w:r w:rsidR="001C7A89" w:rsidRPr="008B5521">
        <w:t>, oddíl A, vložka</w:t>
      </w:r>
      <w:r w:rsidR="00D734CC" w:rsidRPr="008B5521">
        <w:t xml:space="preserve"> 48384</w:t>
      </w:r>
    </w:p>
    <w:p w14:paraId="164DA989" w14:textId="67DF79AA" w:rsidR="00D734CC" w:rsidRPr="008B5521" w:rsidRDefault="00D734CC" w:rsidP="00EE5AE6">
      <w:pPr>
        <w:pStyle w:val="Identifikace"/>
      </w:pPr>
      <w:r w:rsidRPr="008B5521">
        <w:t>Zastoupena:</w:t>
      </w:r>
      <w:r w:rsidR="005B1500">
        <w:tab/>
      </w:r>
      <w:r w:rsidR="005B1500" w:rsidRPr="005B1500">
        <w:t>Ing. Karlem Švejdou, MBA, náměstkem GŘ pro provozuschopnost dráhy</w:t>
      </w:r>
    </w:p>
    <w:p w14:paraId="3DBE9AF5" w14:textId="77777777" w:rsidR="003343F5" w:rsidRDefault="00D02F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2507FA">
        <w:rPr>
          <w:rFonts w:cstheme="minorHAnsi"/>
          <w:sz w:val="18"/>
          <w:szCs w:val="18"/>
        </w:rPr>
        <w:t>Adresa pro doručování písemností</w:t>
      </w:r>
      <w:r>
        <w:rPr>
          <w:rFonts w:cstheme="minorHAnsi"/>
          <w:sz w:val="18"/>
          <w:szCs w:val="18"/>
        </w:rPr>
        <w:t xml:space="preserve"> je uvedena v obchodních podmínkách, které jsou přílohou této smlouvy</w:t>
      </w:r>
      <w:r w:rsidRPr="008B5521" w:rsidDel="00D02F57">
        <w:rPr>
          <w:rFonts w:cstheme="minorHAnsi"/>
          <w:sz w:val="18"/>
          <w:szCs w:val="18"/>
        </w:rPr>
        <w:t xml:space="preserve"> </w:t>
      </w:r>
    </w:p>
    <w:p w14:paraId="164DA98E" w14:textId="61E588D1" w:rsidR="00CC5257" w:rsidRPr="008B5521" w:rsidRDefault="00CC52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8B5521">
        <w:rPr>
          <w:rFonts w:cstheme="minorHAnsi"/>
          <w:sz w:val="18"/>
          <w:szCs w:val="18"/>
        </w:rPr>
        <w:t>jako „</w:t>
      </w:r>
      <w:r w:rsidR="00CB26F1" w:rsidRPr="005B1500">
        <w:rPr>
          <w:rFonts w:cstheme="minorHAnsi"/>
          <w:b/>
          <w:bCs/>
          <w:sz w:val="18"/>
          <w:szCs w:val="18"/>
        </w:rPr>
        <w:t>Kupující</w:t>
      </w:r>
      <w:r w:rsidRPr="008B5521">
        <w:rPr>
          <w:rFonts w:cstheme="minorHAnsi"/>
          <w:sz w:val="18"/>
          <w:szCs w:val="18"/>
        </w:rPr>
        <w:t>“ na straně jedné</w:t>
      </w:r>
    </w:p>
    <w:p w14:paraId="164DA990" w14:textId="77777777" w:rsidR="00F265E8" w:rsidRPr="008B5521" w:rsidRDefault="00CC5257" w:rsidP="00EE5AE6">
      <w:pPr>
        <w:pStyle w:val="asmluvnstrany"/>
      </w:pPr>
      <w:r w:rsidRPr="008B5521">
        <w:t xml:space="preserve">a </w:t>
      </w:r>
    </w:p>
    <w:p w14:paraId="41F7DC7E" w14:textId="1D62C72C" w:rsidR="005C1AF3" w:rsidRPr="00E21B35" w:rsidRDefault="005C1AF3" w:rsidP="00EE5AE6">
      <w:pPr>
        <w:pStyle w:val="Nzevsmluvnstrany"/>
      </w:pPr>
      <w:r w:rsidRPr="00EE5AE6">
        <w:rPr>
          <w:rStyle w:val="Tun"/>
        </w:rPr>
        <w:t>Název:</w:t>
      </w:r>
      <w:r w:rsidRPr="00E21B35">
        <w:tab/>
      </w:r>
      <w:r w:rsidRPr="00EE5AE6">
        <w:rPr>
          <w:rStyle w:val="Tun"/>
          <w:highlight w:val="green"/>
        </w:rPr>
        <w:t>[DOPLNÍ PRODÁVAJÍCÍ]</w:t>
      </w:r>
      <w:r w:rsidRPr="00E21B35">
        <w:tab/>
      </w:r>
    </w:p>
    <w:p w14:paraId="5CD29CD2" w14:textId="1180CAA2" w:rsidR="005C1AF3" w:rsidRPr="005675BC" w:rsidRDefault="005C1AF3" w:rsidP="00EE5AE6">
      <w:pPr>
        <w:pStyle w:val="Identifikace"/>
        <w:rPr>
          <w:highlight w:val="yellow"/>
        </w:rPr>
      </w:pPr>
      <w:r w:rsidRPr="005675BC">
        <w:t>Sídlo:</w:t>
      </w:r>
      <w:r w:rsidR="005675BC">
        <w:tab/>
      </w:r>
      <w:r w:rsidRPr="005675BC">
        <w:rPr>
          <w:highlight w:val="green"/>
        </w:rPr>
        <w:t>[DOPLNÍ PRODÁVAJÍCÍ]</w:t>
      </w:r>
    </w:p>
    <w:p w14:paraId="16D71655" w14:textId="14EA6D44" w:rsidR="005C1AF3" w:rsidRPr="005675BC" w:rsidRDefault="005C1AF3" w:rsidP="00EE5AE6">
      <w:pPr>
        <w:pStyle w:val="Identifikace"/>
        <w:rPr>
          <w:highlight w:val="yellow"/>
        </w:rPr>
      </w:pPr>
      <w:r w:rsidRPr="005675BC">
        <w:t>IČO:</w:t>
      </w:r>
      <w:r w:rsidR="005675BC">
        <w:tab/>
      </w:r>
      <w:r w:rsidRPr="005675BC">
        <w:rPr>
          <w:highlight w:val="green"/>
        </w:rPr>
        <w:t>[DOPLNÍ PRODÁVAJÍCÍ]</w:t>
      </w:r>
    </w:p>
    <w:p w14:paraId="54807FE3" w14:textId="006E76F7" w:rsidR="005C1AF3" w:rsidRPr="005675BC" w:rsidRDefault="005C1AF3" w:rsidP="00EE5AE6">
      <w:pPr>
        <w:pStyle w:val="Identifikace"/>
        <w:rPr>
          <w:highlight w:val="yellow"/>
        </w:rPr>
      </w:pPr>
      <w:r w:rsidRPr="005675BC">
        <w:t>DIČ:</w:t>
      </w:r>
      <w:r w:rsidR="005675BC">
        <w:tab/>
      </w:r>
      <w:r w:rsidRPr="005675BC">
        <w:rPr>
          <w:highlight w:val="green"/>
        </w:rPr>
        <w:t>[DOPLNÍ PRODÁVAJÍCÍ]</w:t>
      </w:r>
    </w:p>
    <w:p w14:paraId="60B70C77" w14:textId="28D68A1E" w:rsidR="005C1AF3" w:rsidRPr="00EE5AE6" w:rsidRDefault="005C1AF3" w:rsidP="00EE5AE6">
      <w:pPr>
        <w:pStyle w:val="Identifikace"/>
        <w:rPr>
          <w:highlight w:val="yellow"/>
        </w:rPr>
      </w:pPr>
      <w:r w:rsidRPr="005675BC">
        <w:t>Bankovní spojení:</w:t>
      </w:r>
      <w:r w:rsidR="005675BC">
        <w:tab/>
      </w:r>
      <w:r w:rsidRPr="005675BC">
        <w:rPr>
          <w:highlight w:val="green"/>
        </w:rPr>
        <w:t>[DOPLNÍ PRODÁVAJÍCÍ]</w:t>
      </w:r>
    </w:p>
    <w:p w14:paraId="69662BBC" w14:textId="497D7711" w:rsidR="005C1AF3" w:rsidRPr="00EE5AE6" w:rsidRDefault="005C1AF3" w:rsidP="00EE5AE6">
      <w:pPr>
        <w:pStyle w:val="Identifikace"/>
        <w:rPr>
          <w:highlight w:val="yellow"/>
        </w:rPr>
      </w:pPr>
      <w:r w:rsidRPr="00EE5AE6">
        <w:t>Číslo účtu:</w:t>
      </w:r>
      <w:r w:rsidR="005675BC">
        <w:tab/>
      </w:r>
      <w:r w:rsidRPr="005675BC">
        <w:rPr>
          <w:highlight w:val="green"/>
        </w:rPr>
        <w:t>[DOPLNÍ PRODÁVAJÍCÍ]</w:t>
      </w:r>
    </w:p>
    <w:p w14:paraId="0FA8CAD4" w14:textId="72F44784" w:rsidR="005C1AF3" w:rsidRPr="005675BC" w:rsidRDefault="005C1AF3" w:rsidP="00EE5AE6">
      <w:pPr>
        <w:pStyle w:val="Identifikace"/>
      </w:pPr>
      <w:r w:rsidRPr="005675BC">
        <w:t xml:space="preserve">Zapsán v obchodním rejstříku vedeném </w:t>
      </w:r>
      <w:r w:rsidRPr="005675BC">
        <w:rPr>
          <w:highlight w:val="green"/>
        </w:rPr>
        <w:t>[DOPLNÍ PRODÁVAJÍCÍ]</w:t>
      </w:r>
    </w:p>
    <w:p w14:paraId="5979E056" w14:textId="6D4DA82B" w:rsidR="005C1AF3" w:rsidRPr="005675BC" w:rsidRDefault="005C1AF3" w:rsidP="00EE5AE6">
      <w:pPr>
        <w:pStyle w:val="Identifikace"/>
      </w:pPr>
      <w:r w:rsidRPr="005675BC">
        <w:t>Zastoupen:</w:t>
      </w:r>
      <w:r w:rsidR="005675BC">
        <w:tab/>
      </w:r>
      <w:r w:rsidRPr="005675BC">
        <w:rPr>
          <w:highlight w:val="green"/>
        </w:rPr>
        <w:t>[DOPLNÍ PRODÁVAJÍCÍ]</w:t>
      </w:r>
    </w:p>
    <w:p w14:paraId="33A01B5C" w14:textId="7963B287" w:rsidR="005C1AF3" w:rsidRPr="005675BC" w:rsidRDefault="005C1AF3" w:rsidP="00EE5AE6">
      <w:pPr>
        <w:pStyle w:val="Identifikace"/>
      </w:pPr>
      <w:r w:rsidRPr="005675BC">
        <w:t xml:space="preserve">Adresa pro doručování písemností v listinné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20466347" w14:textId="1007B6BB" w:rsidR="005C1AF3" w:rsidRPr="005675BC" w:rsidRDefault="005C1AF3" w:rsidP="00EE5AE6">
      <w:pPr>
        <w:pStyle w:val="Identifikace"/>
      </w:pPr>
      <w:r w:rsidRPr="005675BC">
        <w:t xml:space="preserve">Adresa pro doručování písemnosti v elektronické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4D1EBD52" w14:textId="358D76EF" w:rsidR="00A142E6" w:rsidRDefault="00CC5257" w:rsidP="00EE5AE6">
      <w:r w:rsidRPr="005B1500">
        <w:rPr>
          <w:i/>
          <w:iCs/>
        </w:rPr>
        <w:t>jako „</w:t>
      </w:r>
      <w:r w:rsidR="000B560C" w:rsidRPr="005B1500">
        <w:rPr>
          <w:rStyle w:val="Kurzvatun"/>
          <w:i w:val="0"/>
          <w:iCs/>
        </w:rPr>
        <w:t>Prodávající</w:t>
      </w:r>
      <w:r w:rsidRPr="005B1500">
        <w:rPr>
          <w:i/>
          <w:iCs/>
        </w:rPr>
        <w:t>“ na</w:t>
      </w:r>
      <w:r w:rsidRPr="008B5521">
        <w:t xml:space="preserve"> straně druhé</w:t>
      </w:r>
    </w:p>
    <w:p w14:paraId="382C16DE" w14:textId="77777777" w:rsidR="005B1500" w:rsidRPr="00A142E6" w:rsidRDefault="005B1500" w:rsidP="00EE5AE6"/>
    <w:p w14:paraId="164DA99F" w14:textId="77777777" w:rsidR="00CC5257" w:rsidRPr="008B5521" w:rsidRDefault="00E5485A" w:rsidP="00EE5AE6">
      <w:r w:rsidRPr="008B5521">
        <w:t>uzavřeli</w:t>
      </w:r>
      <w:r w:rsidR="00CC5257" w:rsidRPr="008B5521">
        <w:t xml:space="preserve"> níže uvedeného dne, měsíce a roku tuto </w:t>
      </w:r>
      <w:r w:rsidR="00881560" w:rsidRPr="008B5521">
        <w:t xml:space="preserve">Rámcovou </w:t>
      </w:r>
      <w:r w:rsidR="00712561" w:rsidRPr="008B5521">
        <w:t>dohodu</w:t>
      </w:r>
    </w:p>
    <w:p w14:paraId="164DA9A0" w14:textId="4D8085EC" w:rsidR="000C4186" w:rsidRPr="008B5521" w:rsidRDefault="000B560C" w:rsidP="00EE5AE6">
      <w:pPr>
        <w:pStyle w:val="Preambule"/>
      </w:pPr>
      <w:r w:rsidRPr="008B5521">
        <w:t xml:space="preserve">Tato </w:t>
      </w:r>
      <w:r w:rsidR="007A1D6A" w:rsidRPr="008B5521">
        <w:t xml:space="preserve">Rámcová </w:t>
      </w:r>
      <w:r w:rsidRPr="008B5521">
        <w:t>dohoda je uzavřena na základě výsl</w:t>
      </w:r>
      <w:r w:rsidRPr="005B1500">
        <w:t xml:space="preserve">edků </w:t>
      </w:r>
      <w:r w:rsidR="0030101F" w:rsidRPr="005B1500">
        <w:t>výběrového</w:t>
      </w:r>
      <w:r w:rsidRPr="005B1500">
        <w:t xml:space="preserve"> řízení </w:t>
      </w:r>
      <w:r w:rsidR="000A53AE" w:rsidRPr="005B1500">
        <w:t xml:space="preserve">na uzavření </w:t>
      </w:r>
      <w:r w:rsidR="007A1D6A" w:rsidRPr="005B1500">
        <w:t xml:space="preserve">Rámcové </w:t>
      </w:r>
      <w:r w:rsidR="000A53AE" w:rsidRPr="005B1500">
        <w:t>dohody odpovídající</w:t>
      </w:r>
      <w:r w:rsidR="00E01062" w:rsidRPr="005B1500">
        <w:t xml:space="preserve"> </w:t>
      </w:r>
      <w:r w:rsidR="0030101F" w:rsidRPr="005B1500">
        <w:t>výběrovému</w:t>
      </w:r>
      <w:r w:rsidR="000A53AE" w:rsidRPr="005B1500">
        <w:t xml:space="preserve"> řízení na </w:t>
      </w:r>
      <w:r w:rsidR="005E6DAB" w:rsidRPr="005B1500">
        <w:t>podlimitní sektorov</w:t>
      </w:r>
      <w:r w:rsidR="000A53AE" w:rsidRPr="005B1500">
        <w:t>ou</w:t>
      </w:r>
      <w:r w:rsidR="005E6DAB" w:rsidRPr="005B1500">
        <w:t xml:space="preserve"> veřejn</w:t>
      </w:r>
      <w:r w:rsidR="000A53AE" w:rsidRPr="005B1500">
        <w:t>ou</w:t>
      </w:r>
      <w:r w:rsidR="005E6DAB" w:rsidRPr="005B1500">
        <w:t xml:space="preserve"> zakázk</w:t>
      </w:r>
      <w:r w:rsidR="000A53AE" w:rsidRPr="005B1500">
        <w:t>u</w:t>
      </w:r>
      <w:r w:rsidR="005B1500" w:rsidRPr="005B1500">
        <w:t xml:space="preserve"> </w:t>
      </w:r>
      <w:r w:rsidRPr="005B1500">
        <w:t xml:space="preserve">s názvem </w:t>
      </w:r>
      <w:r w:rsidR="005B1500" w:rsidRPr="005B1500">
        <w:t>Třívrstvý zásahový oděv</w:t>
      </w:r>
      <w:r w:rsidRPr="005B1500">
        <w:t xml:space="preserve">, č.j. </w:t>
      </w:r>
      <w:r w:rsidR="00EF3C62">
        <w:t>45509/</w:t>
      </w:r>
      <w:r w:rsidR="005B1500" w:rsidRPr="005B1500">
        <w:t xml:space="preserve">2024-SŽ-GŘ-O8 </w:t>
      </w:r>
      <w:r w:rsidRPr="005B1500">
        <w:t>(dále jen „</w:t>
      </w:r>
      <w:r w:rsidR="00A82C34" w:rsidRPr="005B1500">
        <w:rPr>
          <w:rStyle w:val="Kurzvatun0"/>
        </w:rPr>
        <w:t>V</w:t>
      </w:r>
      <w:r w:rsidR="0030101F" w:rsidRPr="005B1500">
        <w:rPr>
          <w:rStyle w:val="Kurzvatun0"/>
        </w:rPr>
        <w:t>ýběrové řízení</w:t>
      </w:r>
      <w:r w:rsidR="0030101F" w:rsidRPr="005B1500">
        <w:t>“</w:t>
      </w:r>
      <w:r w:rsidRPr="005B1500">
        <w:t>). Jednotlivá</w:t>
      </w:r>
      <w:r w:rsidRPr="008B5521">
        <w:t xml:space="preserve"> </w:t>
      </w:r>
      <w:r w:rsidRPr="005B1500">
        <w:t xml:space="preserve">ustanovení této </w:t>
      </w:r>
      <w:r w:rsidR="00881560" w:rsidRPr="005B1500">
        <w:t xml:space="preserve">Rámcové </w:t>
      </w:r>
      <w:r w:rsidRPr="005B1500">
        <w:t>dohody tak budou vykládána v souladu se zadávacími podmínkami</w:t>
      </w:r>
      <w:r w:rsidR="005B1500" w:rsidRPr="005B1500">
        <w:t xml:space="preserve"> </w:t>
      </w:r>
      <w:r w:rsidR="00A82C34" w:rsidRPr="005B1500">
        <w:lastRenderedPageBreak/>
        <w:t>V</w:t>
      </w:r>
      <w:r w:rsidR="0030101F" w:rsidRPr="005B1500">
        <w:t>ýběrového</w:t>
      </w:r>
      <w:r w:rsidR="000A53AE" w:rsidRPr="005B1500">
        <w:t xml:space="preserve"> řízen</w:t>
      </w:r>
      <w:r w:rsidR="009801AE" w:rsidRPr="005B1500">
        <w:t>í</w:t>
      </w:r>
      <w:r w:rsidRPr="008B5521">
        <w:t xml:space="preserve">. </w:t>
      </w:r>
    </w:p>
    <w:p w14:paraId="164DA9A1" w14:textId="77777777" w:rsidR="00CC5257" w:rsidRDefault="008B5521" w:rsidP="00EE5AE6">
      <w:pPr>
        <w:pStyle w:val="Inadpis"/>
      </w:pPr>
      <w:r w:rsidRPr="008B5521">
        <w:t>ÚČEL A PŘEDMĚT DOHODY</w:t>
      </w:r>
    </w:p>
    <w:p w14:paraId="164DA9A2" w14:textId="58246395" w:rsidR="00893290" w:rsidRPr="008B5521" w:rsidRDefault="00893290" w:rsidP="00EE5AE6">
      <w:pPr>
        <w:pStyle w:val="1odstavec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</w:t>
      </w:r>
      <w:r w:rsidRPr="00EE5AE6">
        <w:rPr>
          <w:rStyle w:val="Kurzvatun0"/>
        </w:rPr>
        <w:t>dílčí veřejné zakázky</w:t>
      </w:r>
      <w:r w:rsidRPr="008B5521">
        <w:t xml:space="preserve">“). </w:t>
      </w:r>
    </w:p>
    <w:p w14:paraId="164DA9A3" w14:textId="6158C47E" w:rsidR="000B560C" w:rsidRPr="00E003B8" w:rsidRDefault="00893290" w:rsidP="00AF2C1B">
      <w:pPr>
        <w:pStyle w:val="1odstavec"/>
        <w:rPr>
          <w:rFonts w:eastAsia="Times New Roman"/>
          <w:lang w:eastAsia="cs-CZ"/>
        </w:rPr>
      </w:pPr>
      <w:r w:rsidRPr="008B5521">
        <w:t xml:space="preserve">Předmětem dílčích veřejných zakázek bude dodávka zboží uvedeného </w:t>
      </w:r>
      <w:r w:rsidR="001B06B7" w:rsidRPr="008B5521">
        <w:t xml:space="preserve">v </w:t>
      </w:r>
      <w:r w:rsidR="001B06B7" w:rsidRPr="00EF3C62">
        <w:t>příloze</w:t>
      </w:r>
      <w:r w:rsidRPr="00EF3C62">
        <w:rPr>
          <w:lang w:eastAsia="cs-CZ"/>
        </w:rPr>
        <w:t xml:space="preserve"> č. </w:t>
      </w:r>
      <w:r w:rsidR="007465F2" w:rsidRPr="00EF3C62">
        <w:rPr>
          <w:lang w:eastAsia="cs-CZ"/>
        </w:rPr>
        <w:t>2</w:t>
      </w:r>
      <w:r w:rsidR="005B1500" w:rsidRPr="00EF3C62">
        <w:rPr>
          <w:lang w:eastAsia="cs-CZ"/>
        </w:rPr>
        <w:t xml:space="preserve"> a</w:t>
      </w:r>
      <w:r w:rsidR="005B1500">
        <w:rPr>
          <w:lang w:eastAsia="cs-CZ"/>
        </w:rPr>
        <w:t xml:space="preserve"> 3</w:t>
      </w:r>
      <w:r w:rsidR="006A4A0B" w:rsidRPr="008B5521">
        <w:rPr>
          <w:lang w:eastAsia="cs-CZ"/>
        </w:rPr>
        <w:t xml:space="preserve"> </w:t>
      </w:r>
      <w:r w:rsidRPr="008B5521">
        <w:rPr>
          <w:lang w:eastAsia="cs-CZ"/>
        </w:rPr>
        <w:t xml:space="preserve">této </w:t>
      </w:r>
      <w:r w:rsidR="00881560" w:rsidRPr="008B5521">
        <w:rPr>
          <w:lang w:eastAsia="cs-CZ"/>
        </w:rPr>
        <w:t>Rámcové</w:t>
      </w:r>
      <w:r w:rsidRPr="008B5521">
        <w:rPr>
          <w:lang w:eastAsia="cs-CZ"/>
        </w:rPr>
        <w:t xml:space="preserve"> dohody.</w:t>
      </w:r>
    </w:p>
    <w:p w14:paraId="164DA9A4" w14:textId="77777777" w:rsidR="00893290" w:rsidRPr="008B5521" w:rsidRDefault="008B5521" w:rsidP="00EE5AE6">
      <w:pPr>
        <w:pStyle w:val="Inadpis"/>
      </w:pPr>
      <w:r w:rsidRPr="008B5521">
        <w:t>ZPŮSOB ZADÁVÁNÍ VEŘEJNÝCH ZAKÁZEK NA ZÁKLADĚ TÉTO RÁMCOVÉ DOHODY</w:t>
      </w:r>
    </w:p>
    <w:p w14:paraId="164DA9A5" w14:textId="70829333" w:rsidR="00893290" w:rsidRPr="008B5521" w:rsidRDefault="00893290" w:rsidP="00EF3C62">
      <w:pPr>
        <w:pStyle w:val="1odstavec"/>
        <w:numPr>
          <w:ilvl w:val="0"/>
          <w:numId w:val="6"/>
        </w:numPr>
      </w:pPr>
      <w:bookmarkStart w:id="0" w:name="_Hlk158921233"/>
      <w:r w:rsidRPr="008B5521">
        <w:t xml:space="preserve">Dílčí veřejné zakázky budou zadávány </w:t>
      </w:r>
      <w:r w:rsidR="00D608AA" w:rsidRPr="008B5521">
        <w:t>Kupujícím</w:t>
      </w:r>
      <w:r w:rsidRPr="008B5521">
        <w:t xml:space="preserve"> </w:t>
      </w:r>
      <w:r w:rsidR="00D608AA" w:rsidRPr="008B5521">
        <w:t>Prodávajícímu</w:t>
      </w:r>
      <w:r w:rsidRPr="008B5521">
        <w:t xml:space="preserve"> postupem uvedeným v této 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 a taktéž obchodními podmínkami uvedenými v příloze č. </w:t>
      </w:r>
      <w:r w:rsidR="00152CF0" w:rsidRPr="008B5521">
        <w:t>1 této</w:t>
      </w:r>
      <w:r w:rsidRPr="008B5521">
        <w:t xml:space="preserve"> </w:t>
      </w:r>
      <w:r w:rsidR="00881560" w:rsidRPr="008B5521">
        <w:t>Rámcové</w:t>
      </w:r>
      <w:r w:rsidRPr="008B5521">
        <w:t xml:space="preserve"> dohody (dále jen „</w:t>
      </w:r>
      <w:r w:rsidR="00182BAA" w:rsidRPr="00EE5AE6">
        <w:rPr>
          <w:rStyle w:val="Kurzvatun0"/>
        </w:rPr>
        <w:t>dílčí zakázka</w:t>
      </w:r>
      <w:r w:rsidRPr="008B5521">
        <w:t xml:space="preserve">“). V rámci </w:t>
      </w:r>
      <w:r w:rsidR="00182BAA" w:rsidRPr="008B5521">
        <w:t xml:space="preserve">dílčí zakázky </w:t>
      </w:r>
      <w:r w:rsidRPr="008B5521">
        <w:t xml:space="preserve">bude mezi </w:t>
      </w:r>
      <w:r w:rsidR="00D608AA" w:rsidRPr="008B5521">
        <w:t>Kupujícím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</w:t>
      </w:r>
      <w:r w:rsidRPr="00EE5AE6">
        <w:rPr>
          <w:rStyle w:val="Kurzvatun0"/>
        </w:rPr>
        <w:t>dílčí smlouva</w:t>
      </w:r>
      <w:r w:rsidRPr="008B5521">
        <w:t xml:space="preserve">“), na </w:t>
      </w:r>
      <w:proofErr w:type="gramStart"/>
      <w:r w:rsidRPr="008B5521">
        <w:t>základě</w:t>
      </w:r>
      <w:proofErr w:type="gramEnd"/>
      <w:r w:rsidRPr="008B5521">
        <w:t xml:space="preserve">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bookmarkEnd w:id="0"/>
    <w:p w14:paraId="164DA9A6" w14:textId="77777777" w:rsidR="00B74412" w:rsidRPr="008B5521" w:rsidRDefault="00D608AA" w:rsidP="00EF3C62">
      <w:pPr>
        <w:pStyle w:val="1odstavec"/>
        <w:numPr>
          <w:ilvl w:val="0"/>
          <w:numId w:val="24"/>
        </w:numPr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>zasláním písemné výzvy k poskytnutí plnění (dále jen „</w:t>
      </w:r>
      <w:r w:rsidR="00893290" w:rsidRPr="00EE5AE6">
        <w:rPr>
          <w:rStyle w:val="Kurzvatun0"/>
        </w:rPr>
        <w:t>objednávka</w:t>
      </w:r>
      <w:r w:rsidR="00893290" w:rsidRPr="008B5521">
        <w:t xml:space="preserve">“) </w:t>
      </w:r>
      <w:r w:rsidRPr="008B5521">
        <w:t>Prodávajícímu</w:t>
      </w:r>
      <w:r w:rsidR="00893290" w:rsidRPr="008B5521">
        <w:t xml:space="preserve">. Písemná forma objednávky je splněna, i pokud </w:t>
      </w:r>
      <w:r w:rsidRPr="008B5521">
        <w:t>Kupující</w:t>
      </w:r>
      <w:r w:rsidR="00893290" w:rsidRPr="008B5521">
        <w:t xml:space="preserve"> zašle Prodávajícímu objednávku e-mailovou zprávou.</w:t>
      </w:r>
      <w:r w:rsidR="00B74412" w:rsidRPr="008B5521">
        <w:t xml:space="preserve"> Smluvní strany určily následující kontaktní emailové adresy pro zasílání veškerých písemností dle tohoto článku Rámcové dohody:</w:t>
      </w:r>
    </w:p>
    <w:p w14:paraId="05EF729E" w14:textId="69E200F7" w:rsidR="005C1AF3" w:rsidRPr="005C1AF3" w:rsidRDefault="00B74412" w:rsidP="00EE5AE6">
      <w:pPr>
        <w:pStyle w:val="Odstbez"/>
      </w:pPr>
      <w:r w:rsidRPr="008B5521">
        <w:t xml:space="preserve">Kupující: </w:t>
      </w:r>
      <w:r w:rsidR="00415641" w:rsidRPr="00415641">
        <w:t>oprávnění zaměstnanci Správy železnic, státní organizace</w:t>
      </w:r>
      <w:r w:rsidR="00415641" w:rsidRPr="00415641" w:rsidDel="00415641">
        <w:rPr>
          <w:highlight w:val="yellow"/>
        </w:rPr>
        <w:t xml:space="preserve"> </w:t>
      </w:r>
    </w:p>
    <w:p w14:paraId="4E0CC2A2" w14:textId="77777777" w:rsidR="005C1AF3" w:rsidRPr="008D37FE" w:rsidRDefault="005C1AF3" w:rsidP="00EE5AE6">
      <w:pPr>
        <w:pStyle w:val="Odstbez"/>
      </w:pPr>
      <w:r w:rsidRPr="008D37FE">
        <w:t xml:space="preserve">Prodávající: </w:t>
      </w:r>
      <w:r w:rsidRPr="008D37FE">
        <w:rPr>
          <w:highlight w:val="green"/>
        </w:rPr>
        <w:t>[DOPLNÍ PRODÁVAJÍCÍ]</w:t>
      </w:r>
    </w:p>
    <w:p w14:paraId="164DA9A9" w14:textId="77777777" w:rsidR="00893290" w:rsidRPr="008B5521" w:rsidRDefault="00893290" w:rsidP="00EE5AE6">
      <w:pPr>
        <w:pStyle w:val="Odstbez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E63239">
      <w:pPr>
        <w:pStyle w:val="aodst0"/>
      </w:pPr>
      <w:r w:rsidRPr="00E63239">
        <w:t>označení</w:t>
      </w:r>
      <w:r w:rsidRPr="008B5521">
        <w:t xml:space="preserve"> </w:t>
      </w:r>
      <w:r w:rsidR="00C54309" w:rsidRPr="008B5521">
        <w:t xml:space="preserve">Smluvních </w:t>
      </w:r>
      <w:r w:rsidRPr="008B5521">
        <w:t>stran,</w:t>
      </w:r>
    </w:p>
    <w:p w14:paraId="164DA9AB" w14:textId="77777777" w:rsidR="00893290" w:rsidRPr="008B5521" w:rsidRDefault="00893290" w:rsidP="00EE5AE6">
      <w:pPr>
        <w:pStyle w:val="aodst0"/>
      </w:pPr>
      <w:r w:rsidRPr="008B5521">
        <w:t xml:space="preserve">číslo této </w:t>
      </w:r>
      <w:r w:rsidR="00881560" w:rsidRPr="008B5521">
        <w:t>Rámcové</w:t>
      </w:r>
      <w:r w:rsidRPr="008B5521">
        <w:t xml:space="preserve"> dohody,</w:t>
      </w:r>
    </w:p>
    <w:p w14:paraId="164DA9AC" w14:textId="77777777" w:rsidR="00893290" w:rsidRPr="008B5521" w:rsidRDefault="00893290" w:rsidP="00EE5AE6">
      <w:pPr>
        <w:pStyle w:val="aodst0"/>
      </w:pPr>
      <w:r w:rsidRPr="008B5521">
        <w:t>číslo objednávky,</w:t>
      </w:r>
    </w:p>
    <w:p w14:paraId="164DA9AD" w14:textId="77777777" w:rsidR="00893290" w:rsidRPr="008B5521" w:rsidRDefault="00893290" w:rsidP="00EE5AE6">
      <w:pPr>
        <w:pStyle w:val="aodst0"/>
      </w:pPr>
      <w:r w:rsidRPr="008B5521">
        <w:t>specifikaci a množství požadovaného zboží,</w:t>
      </w:r>
    </w:p>
    <w:p w14:paraId="164DA9AE" w14:textId="77777777" w:rsidR="00893290" w:rsidRPr="008B5521" w:rsidRDefault="00893290" w:rsidP="00EE5AE6">
      <w:pPr>
        <w:pStyle w:val="aodst0"/>
      </w:pPr>
      <w:r w:rsidRPr="008B5521">
        <w:t xml:space="preserve">kontaktní osobu </w:t>
      </w:r>
      <w:r w:rsidR="00D608AA" w:rsidRPr="008B5521">
        <w:t>Kupujícího</w:t>
      </w:r>
      <w:r w:rsidRPr="008B5521">
        <w:t>,</w:t>
      </w:r>
    </w:p>
    <w:p w14:paraId="164DA9AF" w14:textId="67DF9C3F" w:rsidR="00893290" w:rsidRPr="008B5521" w:rsidRDefault="00893290" w:rsidP="00EE5AE6">
      <w:pPr>
        <w:pStyle w:val="aodst0"/>
      </w:pPr>
      <w:r w:rsidRPr="000620CF">
        <w:t>cenu za plnění dílčí smlouvy vypočtenou dle jednotkových cen v </w:t>
      </w:r>
      <w:r w:rsidRPr="00EF3C62">
        <w:t xml:space="preserve">příloze č. </w:t>
      </w:r>
      <w:r w:rsidR="000620CF" w:rsidRPr="00EF3C62">
        <w:t>4</w:t>
      </w:r>
      <w:r w:rsidR="007465F2" w:rsidRPr="00EF3C62">
        <w:t xml:space="preserve"> </w:t>
      </w:r>
      <w:r w:rsidRPr="00EF3C62">
        <w:t>této</w:t>
      </w:r>
      <w:r w:rsidRPr="000620CF">
        <w:t xml:space="preserve"> </w:t>
      </w:r>
      <w:r w:rsidR="00881560" w:rsidRPr="000620CF">
        <w:t>Rámcové</w:t>
      </w:r>
      <w:r w:rsidRPr="000620CF"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B5521" w:rsidRDefault="00893290" w:rsidP="00EE5AE6">
      <w:pPr>
        <w:pStyle w:val="aodst0"/>
      </w:pPr>
      <w:r w:rsidRPr="008B5521">
        <w:t xml:space="preserve">požadovaný termín </w:t>
      </w:r>
      <w:r w:rsidR="00D608AA" w:rsidRPr="008B5521">
        <w:t>dodání zboží</w:t>
      </w:r>
      <w:r w:rsidRPr="008B5521">
        <w:t>,</w:t>
      </w:r>
    </w:p>
    <w:p w14:paraId="164DA9B1" w14:textId="77777777" w:rsidR="00893290" w:rsidRPr="008B5521" w:rsidRDefault="00893290" w:rsidP="00EE5AE6">
      <w:pPr>
        <w:pStyle w:val="aodst0"/>
      </w:pPr>
      <w:r w:rsidRPr="008B5521">
        <w:t>místo dodání zboží,</w:t>
      </w:r>
    </w:p>
    <w:p w14:paraId="164DA9B4" w14:textId="77777777" w:rsidR="00893290" w:rsidRPr="008B5521" w:rsidRDefault="00893290" w:rsidP="00EE5AE6">
      <w:pPr>
        <w:pStyle w:val="aodst0"/>
      </w:pPr>
      <w:r w:rsidRPr="008B5521">
        <w:t>případně další nezbytné údaje ohledně předmětu plnění dílčí smlouvy.</w:t>
      </w:r>
    </w:p>
    <w:p w14:paraId="68D4470E" w14:textId="77777777" w:rsidR="00D702F8" w:rsidRPr="008B5521" w:rsidRDefault="00D702F8" w:rsidP="00D702F8">
      <w:pPr>
        <w:pStyle w:val="1odstavec"/>
      </w:pPr>
      <w:r w:rsidRPr="008B5521">
        <w:t xml:space="preserve">V případě pochybností či nejasností ohledně údajů uvedených v objednávce je Prodávající povinen vyžádat si od Kupujícího ve lhůtě uvedené v následujícím odstavci této </w:t>
      </w:r>
      <w:r>
        <w:t xml:space="preserve">Rámcové </w:t>
      </w:r>
      <w:r w:rsidRPr="008B5521">
        <w:t>dohody doplňující informace. Kupující poskytuje doplňující informace k objednávce vždy úpravou či doplněním objednávky a zasláním takto upravené objednávky Prodávajícímu. Zasláním upravené objednávky Prodávajícímu je původní objednávka bez dalšího stornována a nemůže být již akceptována Prodávajícím.</w:t>
      </w:r>
    </w:p>
    <w:p w14:paraId="32B6E603" w14:textId="4916E164" w:rsidR="00D702F8" w:rsidRDefault="00D702F8" w:rsidP="00D702F8">
      <w:pPr>
        <w:pStyle w:val="1odstavec"/>
      </w:pPr>
      <w:r w:rsidRPr="008B5521">
        <w:t xml:space="preserve">Prodávající je povinen na objednávku Kupujícího reagovat písemně na emailovou adresu Kupujícího uvedenou v odstavci 2 tohoto článku nejpozději do </w:t>
      </w:r>
      <w:r w:rsidR="00B25E40">
        <w:t>5</w:t>
      </w:r>
      <w:r w:rsidR="00B25E40" w:rsidRPr="008B5521">
        <w:t xml:space="preserve"> </w:t>
      </w:r>
      <w:r w:rsidRPr="008B5521">
        <w:t xml:space="preserve">pracovních dnů od jejího </w:t>
      </w:r>
      <w:r w:rsidRPr="008B5521">
        <w:lastRenderedPageBreak/>
        <w:t>doručení, anebo ve lhůtě uvedené Kupujícím v</w:t>
      </w:r>
      <w:r w:rsidR="00811D6E">
        <w:t> </w:t>
      </w:r>
      <w:r w:rsidRPr="008B5521">
        <w:t>objednávce</w:t>
      </w:r>
      <w:r w:rsidR="00811D6E">
        <w:t xml:space="preserve">. </w:t>
      </w:r>
      <w:r w:rsidRPr="008B5521">
        <w:t>Písemnou akceptací objednávky ze strany Prodávajícího je uzavřena mezi Prodávajícím a Kupujícím dílčí smlouva na plnění dílčí veřejné zakázky, která se sestává z objednávky Kupujícího a její akceptace Prodávajícím, jejíž obsah je dále tvořen dalšími ustanoveními této Rámcové dohody a jejích příloh.</w:t>
      </w:r>
    </w:p>
    <w:p w14:paraId="5208790A" w14:textId="37B8A27C" w:rsidR="00630788" w:rsidRPr="000620CF" w:rsidRDefault="00630788" w:rsidP="00630788">
      <w:pPr>
        <w:pStyle w:val="1odstavec"/>
      </w:pPr>
      <w:r w:rsidRPr="000620CF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0620CF">
        <w:t>ust</w:t>
      </w:r>
      <w:proofErr w:type="spellEnd"/>
      <w:r w:rsidRPr="000620CF">
        <w:t>. § 1785 občanského zákoníku obecným způsobem vymezen v této Rámcové dohodě a jejích přílohách. V rámci tohoto obecného vymezení je Kupující oprávněn vyzývat Prodávajícího opakovaně k postupnému uzavírání jednotlivých budoucích smluv postupem uvedeným v článku II. odst. 2 a</w:t>
      </w:r>
      <w:r w:rsidR="00AB3887" w:rsidRPr="000620CF">
        <w:t>ž</w:t>
      </w:r>
      <w:r w:rsidRPr="000620CF">
        <w:t xml:space="preserve"> </w:t>
      </w:r>
      <w:r w:rsidR="00AB3887" w:rsidRPr="000620CF">
        <w:t>4</w:t>
      </w:r>
      <w:r w:rsidRPr="000620CF">
        <w:t xml:space="preserve"> této dohody, přičemž výzvou k uzavření dílčí smlouvy se rozumí objednávka. Prodávající je povinen výzvu k uzavření dílčí smlouvy akceptovat a smlouvu uzavřít ve lhůtě uvedené v článku II. odst. 4 této dohody. Ujednanou lhůtou pro uzavírání budoucích smluv je doba trvání této Rámcové dohody. Oprávněnou smluvní stranou je Kupující. </w:t>
      </w:r>
    </w:p>
    <w:p w14:paraId="6645BAAE" w14:textId="77777777" w:rsidR="009F69B6" w:rsidRDefault="009F69B6">
      <w:pPr>
        <w:pStyle w:val="Odstbez"/>
        <w:rPr>
          <w:i/>
          <w:iCs/>
          <w:highlight w:val="yellow"/>
        </w:rPr>
      </w:pPr>
    </w:p>
    <w:p w14:paraId="164DA9B8" w14:textId="77777777" w:rsidR="00CC5257" w:rsidRPr="008B5521" w:rsidRDefault="008B5521" w:rsidP="00EE5AE6">
      <w:pPr>
        <w:pStyle w:val="Inadpis"/>
      </w:pPr>
      <w:r w:rsidRPr="008B5521">
        <w:t>DOBA, MÍSTO, ZPŮSOB A LHŮTY PLNĚNÍ</w:t>
      </w:r>
    </w:p>
    <w:p w14:paraId="164DA9B9" w14:textId="38CD611C" w:rsidR="00D608AA" w:rsidRPr="008B5521" w:rsidRDefault="00D608AA" w:rsidP="00EF3C62">
      <w:pPr>
        <w:pStyle w:val="1odstavec"/>
        <w:numPr>
          <w:ilvl w:val="0"/>
          <w:numId w:val="7"/>
        </w:numPr>
      </w:pPr>
      <w:r w:rsidRPr="00D42757">
        <w:rPr>
          <w:rFonts w:eastAsiaTheme="majorEastAsia"/>
          <w:bCs/>
        </w:rPr>
        <w:t xml:space="preserve">Tato </w:t>
      </w:r>
      <w:r w:rsidR="00881560" w:rsidRPr="00D42757">
        <w:rPr>
          <w:rFonts w:eastAsiaTheme="majorEastAsia"/>
          <w:bCs/>
        </w:rPr>
        <w:t>Rámcová</w:t>
      </w:r>
      <w:r w:rsidRPr="00D42757">
        <w:rPr>
          <w:rFonts w:eastAsiaTheme="majorEastAsia"/>
          <w:bCs/>
        </w:rPr>
        <w:t xml:space="preserve"> dohoda je </w:t>
      </w:r>
      <w:r w:rsidRPr="008B5521">
        <w:t>uzavírána</w:t>
      </w:r>
      <w:r w:rsidRPr="00D42757">
        <w:rPr>
          <w:rFonts w:eastAsiaTheme="majorEastAsia"/>
          <w:bCs/>
        </w:rPr>
        <w:t xml:space="preserve"> </w:t>
      </w:r>
      <w:r w:rsidRPr="000620CF">
        <w:rPr>
          <w:rFonts w:eastAsiaTheme="majorEastAsia"/>
          <w:bCs/>
        </w:rPr>
        <w:t xml:space="preserve">na dobu </w:t>
      </w:r>
      <w:r w:rsidR="007241FB">
        <w:rPr>
          <w:rFonts w:eastAsiaTheme="majorEastAsia"/>
          <w:bCs/>
        </w:rPr>
        <w:t>12</w:t>
      </w:r>
      <w:r w:rsidRPr="000620CF">
        <w:rPr>
          <w:rFonts w:eastAsiaTheme="majorEastAsia"/>
          <w:bCs/>
        </w:rPr>
        <w:t xml:space="preserve"> měsíců od nabytí její účinnosti, </w:t>
      </w:r>
      <w:r w:rsidRPr="000620CF">
        <w:t>anebo</w:t>
      </w:r>
      <w:r w:rsidRPr="00D33D99">
        <w:t xml:space="preserve"> do doby uzavření dílčí smlouvy, na </w:t>
      </w:r>
      <w:r w:rsidR="000620CF" w:rsidRPr="00D33D99">
        <w:t>základě</w:t>
      </w:r>
      <w:r w:rsidR="000620CF">
        <w:t xml:space="preserve"> </w:t>
      </w:r>
      <w:r w:rsidRPr="00D33D99">
        <w:t>které dojde k</w:t>
      </w:r>
      <w:r w:rsidR="000D441F">
        <w:t> </w:t>
      </w:r>
      <w:r w:rsidRPr="00D33D99">
        <w:t xml:space="preserve">objednání zboží dle této </w:t>
      </w:r>
      <w:r w:rsidR="00881560" w:rsidRPr="00D33D99">
        <w:t>Rámcové</w:t>
      </w:r>
      <w:r w:rsidRPr="00D33D99">
        <w:t xml:space="preserve"> dohody (v součtu všech dílčích smluv) v</w:t>
      </w:r>
      <w:r w:rsidR="000D441F">
        <w:t> </w:t>
      </w:r>
      <w:r w:rsidRPr="00D33D99">
        <w:t xml:space="preserve">částce </w:t>
      </w:r>
      <w:r w:rsidRPr="000620CF">
        <w:t xml:space="preserve">převyšující </w:t>
      </w:r>
      <w:proofErr w:type="gramStart"/>
      <w:r w:rsidR="007241FB">
        <w:t>1</w:t>
      </w:r>
      <w:r w:rsidR="000620CF" w:rsidRPr="000620CF">
        <w:t>.99</w:t>
      </w:r>
      <w:r w:rsidR="004679C7">
        <w:t>0</w:t>
      </w:r>
      <w:r w:rsidR="000620CF" w:rsidRPr="000620CF">
        <w:t>.000</w:t>
      </w:r>
      <w:r w:rsidRPr="000620CF">
        <w:t>,-</w:t>
      </w:r>
      <w:proofErr w:type="gramEnd"/>
      <w:r w:rsidRPr="000620CF">
        <w:t xml:space="preserve"> Kč</w:t>
      </w:r>
      <w:r w:rsidRPr="000620CF">
        <w:rPr>
          <w:b/>
        </w:rPr>
        <w:t xml:space="preserve"> </w:t>
      </w:r>
      <w:r w:rsidRPr="000620CF">
        <w:t>bez DPH.</w:t>
      </w:r>
      <w:r w:rsidRPr="00D33D99">
        <w:t xml:space="preserve"> V</w:t>
      </w:r>
      <w:r w:rsidR="000D441F">
        <w:t> </w:t>
      </w:r>
      <w:r w:rsidRPr="00D33D99">
        <w:t>případě, že dojde k</w:t>
      </w:r>
      <w:r w:rsidR="000D441F">
        <w:t> </w:t>
      </w:r>
      <w:r w:rsidRPr="00D33D99">
        <w:t xml:space="preserve">ukončení účinnosti této </w:t>
      </w:r>
      <w:r w:rsidR="00881560" w:rsidRPr="00D33D99">
        <w:t>Rámcové</w:t>
      </w:r>
      <w:r w:rsidRPr="00D33D99">
        <w:t xml:space="preserve"> dohody dle předchozí věty, nemá toto ukončení vliv na účinnost dílčích smluv, které byly na základě této </w:t>
      </w:r>
      <w:r w:rsidR="00881560" w:rsidRPr="00D33D99">
        <w:t>Rámcové</w:t>
      </w:r>
      <w:r w:rsidRPr="00D33D99">
        <w:t xml:space="preserve"> dohody uzavřeny. Kupující není oprávněn na základě této </w:t>
      </w:r>
      <w:r w:rsidR="00881560" w:rsidRPr="00D33D99">
        <w:t>Rámcové</w:t>
      </w:r>
      <w:r w:rsidRPr="00D33D99">
        <w:t xml:space="preserve"> dohody učinit objednávky (v součtu všech objednávek) přesahující </w:t>
      </w:r>
      <w:r w:rsidRPr="000620CF">
        <w:t xml:space="preserve">částku </w:t>
      </w:r>
      <w:proofErr w:type="gramStart"/>
      <w:r w:rsidR="007241FB">
        <w:t>2</w:t>
      </w:r>
      <w:r w:rsidR="000620CF" w:rsidRPr="000620CF">
        <w:t>.000.000,</w:t>
      </w:r>
      <w:r w:rsidRPr="000620CF">
        <w:t>-</w:t>
      </w:r>
      <w:proofErr w:type="gramEnd"/>
      <w:r w:rsidRPr="000620CF">
        <w:t xml:space="preserve"> Kč</w:t>
      </w:r>
      <w:r w:rsidRPr="000620CF">
        <w:rPr>
          <w:b/>
        </w:rPr>
        <w:t xml:space="preserve"> </w:t>
      </w:r>
      <w:r w:rsidRPr="000620CF">
        <w:t>bez DPH</w:t>
      </w:r>
      <w:r w:rsidRPr="000620CF">
        <w:rPr>
          <w:rFonts w:eastAsiaTheme="majorEastAsia"/>
          <w:bCs/>
        </w:rPr>
        <w:t>.</w:t>
      </w:r>
    </w:p>
    <w:p w14:paraId="164DA9BA" w14:textId="2A4B50F7" w:rsidR="00062B10" w:rsidRPr="000620CF" w:rsidRDefault="00D608AA" w:rsidP="00EF3C62">
      <w:pPr>
        <w:pStyle w:val="1odstavec"/>
        <w:numPr>
          <w:ilvl w:val="0"/>
          <w:numId w:val="23"/>
        </w:numPr>
      </w:pPr>
      <w:r w:rsidRPr="000620CF">
        <w:t>Míst</w:t>
      </w:r>
      <w:r w:rsidR="00474AD3" w:rsidRPr="000620CF">
        <w:t>o</w:t>
      </w:r>
      <w:r w:rsidRPr="000620CF">
        <w:t xml:space="preserve"> plnění dílčích smluv je zpravidla uvedeno v</w:t>
      </w:r>
      <w:r w:rsidR="000D441F" w:rsidRPr="000620CF">
        <w:t> </w:t>
      </w:r>
      <w:r w:rsidRPr="000620CF">
        <w:t xml:space="preserve">dílčí smlouvě. </w:t>
      </w:r>
      <w:r w:rsidR="00062B10" w:rsidRPr="000620CF">
        <w:rPr>
          <w:rFonts w:eastAsiaTheme="majorEastAsia"/>
          <w:bCs/>
        </w:rPr>
        <w:t>Dopravu požadovaného zboží do místa plnění zajišťuje Prodávající.</w:t>
      </w:r>
      <w:r w:rsidR="00062B10" w:rsidRPr="000620CF">
        <w:t xml:space="preserve"> </w:t>
      </w:r>
    </w:p>
    <w:p w14:paraId="164DA9BB" w14:textId="11E1BE62" w:rsidR="00D034CB" w:rsidRPr="008B5521" w:rsidRDefault="00D034CB" w:rsidP="00EF3C62">
      <w:pPr>
        <w:pStyle w:val="1odstavec"/>
        <w:numPr>
          <w:ilvl w:val="0"/>
          <w:numId w:val="36"/>
        </w:numPr>
      </w:pPr>
      <w:r w:rsidRPr="008B5521">
        <w:t xml:space="preserve">Kupující požaduje, aby Prodávající realizoval plnění </w:t>
      </w:r>
      <w:r w:rsidR="00083201" w:rsidRPr="008B5521">
        <w:t>dílčích smluv</w:t>
      </w:r>
      <w:r w:rsidRPr="008B5521">
        <w:t xml:space="preserve"> ve </w:t>
      </w:r>
      <w:r w:rsidR="00B25E40" w:rsidRPr="008B5521">
        <w:t>lhůt</w:t>
      </w:r>
      <w:r w:rsidR="00B25E40">
        <w:t>ě</w:t>
      </w:r>
      <w:r w:rsidR="00B25E40" w:rsidRPr="008B5521">
        <w:t xml:space="preserve"> </w:t>
      </w:r>
      <w:r w:rsidR="00B25E40">
        <w:t>10 tý</w:t>
      </w:r>
      <w:r w:rsidR="007241FB">
        <w:t>d</w:t>
      </w:r>
      <w:r w:rsidR="00B25E40">
        <w:t xml:space="preserve">nů </w:t>
      </w:r>
      <w:r w:rsidR="00B25E40" w:rsidRPr="007701CF">
        <w:t>od uzavření dílčí smlouvy</w:t>
      </w:r>
      <w:r w:rsidR="00B25E40">
        <w:t>, případně v delší lhůtě uvedené v</w:t>
      </w:r>
      <w:r w:rsidR="009B0549">
        <w:t> dílčí smlouvě</w:t>
      </w:r>
      <w:r w:rsidRPr="008B5521">
        <w:t>. Prodávající je povinen tyto lhůty dodržet.</w:t>
      </w:r>
    </w:p>
    <w:p w14:paraId="164DA9BC" w14:textId="4DEC6D2D" w:rsidR="00062B10" w:rsidRPr="008B5521" w:rsidRDefault="00062B10" w:rsidP="00EE5AE6">
      <w:pPr>
        <w:pStyle w:val="1odstavec"/>
      </w:pPr>
      <w:r w:rsidRPr="008B5521">
        <w:t>V</w:t>
      </w:r>
      <w:r w:rsidR="000D441F">
        <w:t> </w:t>
      </w:r>
      <w:r w:rsidRPr="008B5521">
        <w:t xml:space="preserve">případě, že po </w:t>
      </w:r>
      <w:r w:rsidR="00083201" w:rsidRPr="008B5521">
        <w:t>uzavření dílčí smlouvy</w:t>
      </w:r>
      <w:r w:rsidRPr="008B5521">
        <w:t xml:space="preserve"> nastanou u </w:t>
      </w:r>
      <w:r w:rsidR="00C54309" w:rsidRPr="008B5521">
        <w:t xml:space="preserve">Smluvních </w:t>
      </w:r>
      <w:r w:rsidRPr="008B5521">
        <w:t xml:space="preserve">stran skutečnosti mající vliv na dodržení sjednaného času plnění uvedeného </w:t>
      </w:r>
      <w:r w:rsidR="00D608AA" w:rsidRPr="008B5521">
        <w:t>dílčí smlouvě</w:t>
      </w:r>
      <w:r w:rsidRPr="008B5521">
        <w:t xml:space="preserve">, je </w:t>
      </w:r>
      <w:r w:rsidR="00C54309" w:rsidRPr="008B5521">
        <w:t xml:space="preserve">Smluvní </w:t>
      </w:r>
      <w:r w:rsidRPr="008B5521">
        <w:t xml:space="preserve">strana, u které tyto okolnosti nastanou, povinna neprodleně, nejpozději však </w:t>
      </w:r>
      <w:r w:rsidR="00B25E40">
        <w:t>3 dny</w:t>
      </w:r>
      <w:r w:rsidR="00B25E40" w:rsidRPr="008B5521">
        <w:t xml:space="preserve"> </w:t>
      </w:r>
      <w:r w:rsidRPr="008B5521">
        <w:t>před sjednaným termínem plnění, dohodnout s</w:t>
      </w:r>
      <w:r w:rsidR="000D441F">
        <w:t> </w:t>
      </w:r>
      <w:r w:rsidRPr="008B5521">
        <w:t xml:space="preserve">druhou </w:t>
      </w:r>
      <w:r w:rsidR="00C54309" w:rsidRPr="008B5521">
        <w:t xml:space="preserve">Smluvní </w:t>
      </w:r>
      <w:r w:rsidRPr="008B5521">
        <w:t>stranou a písemně stvrdit náhradní dobu plnění s</w:t>
      </w:r>
      <w:r w:rsidR="000D441F">
        <w:t> </w:t>
      </w:r>
      <w:r w:rsidRPr="008B5521">
        <w:t>uvedením odůvodnění této změny.</w:t>
      </w:r>
    </w:p>
    <w:p w14:paraId="164DA9BD" w14:textId="3420B744" w:rsidR="00062B10" w:rsidRPr="008B5521" w:rsidRDefault="00062B10" w:rsidP="00EE5AE6">
      <w:pPr>
        <w:pStyle w:val="1odstavec"/>
      </w:pPr>
      <w:r w:rsidRPr="008B5521">
        <w:t>Převzetím zboží ze strany</w:t>
      </w:r>
      <w:r w:rsidR="00B03468" w:rsidRPr="008B5521">
        <w:t xml:space="preserve"> </w:t>
      </w:r>
      <w:r w:rsidR="00681F22" w:rsidRPr="008B5521">
        <w:t>Kupujícího</w:t>
      </w:r>
      <w:r w:rsidR="00B03468" w:rsidRPr="008B5521">
        <w:t xml:space="preserve"> </w:t>
      </w:r>
      <w:r w:rsidRPr="008B5521">
        <w:t>se rozumí převzetí bezvadného zboží k</w:t>
      </w:r>
      <w:r w:rsidR="000D441F">
        <w:t> </w:t>
      </w:r>
      <w:r w:rsidRPr="008B5521">
        <w:t>užívání</w:t>
      </w:r>
      <w:r w:rsidR="006A4A0B" w:rsidRPr="008B5521">
        <w:t xml:space="preserve"> včetně všech souvisejících dokladů dle přílohy č. </w:t>
      </w:r>
      <w:r w:rsidR="007465F2" w:rsidRPr="008B5521">
        <w:t>2</w:t>
      </w:r>
      <w:r w:rsidR="006A4A0B" w:rsidRPr="008B5521">
        <w:t xml:space="preserve"> této dohody či dokumentů, na které příloha č. 1 odkazuje</w:t>
      </w:r>
      <w:r w:rsidRPr="008B5521">
        <w:t xml:space="preserve">, po kontrole a přepočtu zboží. </w:t>
      </w:r>
    </w:p>
    <w:p w14:paraId="164DA9BE" w14:textId="1AA625F8" w:rsidR="00062B10" w:rsidRPr="00EF3C62" w:rsidRDefault="00062B10" w:rsidP="00EE5AE6">
      <w:pPr>
        <w:pStyle w:val="1odstavec"/>
      </w:pPr>
      <w:r w:rsidRPr="008B5521">
        <w:t xml:space="preserve">Prodávající je povinen vyrozumět určeného </w:t>
      </w:r>
      <w:r w:rsidR="003E3A8A" w:rsidRPr="008B5521">
        <w:t>zaměstnance</w:t>
      </w:r>
      <w:r w:rsidRPr="008B5521">
        <w:t xml:space="preserve"> </w:t>
      </w:r>
      <w:r w:rsidR="00681F22" w:rsidRPr="008B5521">
        <w:t>Kupující</w:t>
      </w:r>
      <w:r w:rsidRPr="008B5521">
        <w:t>ho uvedeného v</w:t>
      </w:r>
      <w:r w:rsidR="000D441F">
        <w:t> </w:t>
      </w:r>
      <w:r w:rsidR="00D608AA" w:rsidRPr="008B5521">
        <w:t>dílčí smlouvě jako „kontaktní osoba</w:t>
      </w:r>
      <w:r w:rsidRPr="008B5521">
        <w:t>“ o datu a době dodání zboží (v pracovní dny v</w:t>
      </w:r>
      <w:r w:rsidR="000D441F">
        <w:t> </w:t>
      </w:r>
      <w:r w:rsidRPr="00EF3C62">
        <w:t xml:space="preserve">čase </w:t>
      </w:r>
      <w:r w:rsidR="00B25E40" w:rsidRPr="00EF3C62">
        <w:t>8:00</w:t>
      </w:r>
      <w:r w:rsidR="007701CF" w:rsidRPr="00EF3C62">
        <w:t xml:space="preserve"> – 14:00</w:t>
      </w:r>
      <w:r w:rsidRPr="00EF3C62">
        <w:t xml:space="preserve"> hod.).</w:t>
      </w:r>
      <w:r w:rsidR="00D034CB" w:rsidRPr="008B5521">
        <w:t xml:space="preserve"> K</w:t>
      </w:r>
      <w:r w:rsidR="000D441F">
        <w:t> </w:t>
      </w:r>
      <w:r w:rsidR="00D034CB" w:rsidRPr="008B5521">
        <w:t>předání a převzetí zboží probíhá v</w:t>
      </w:r>
      <w:r w:rsidR="000D441F">
        <w:t> </w:t>
      </w:r>
      <w:r w:rsidR="00D034CB" w:rsidRPr="008B5521">
        <w:t xml:space="preserve">rámci předávacího řízení potvrzením Dodacího listu ze </w:t>
      </w:r>
      <w:r w:rsidR="00D034CB" w:rsidRPr="00EF3C62">
        <w:t xml:space="preserve">strany Kupujícího a Prodávajícího. </w:t>
      </w:r>
    </w:p>
    <w:p w14:paraId="164DA9BF" w14:textId="730B5336" w:rsidR="00062B10" w:rsidRPr="00EF3C62" w:rsidRDefault="00062B10" w:rsidP="00EE5AE6">
      <w:pPr>
        <w:pStyle w:val="1odstavec"/>
      </w:pPr>
      <w:r w:rsidRPr="00EF3C62">
        <w:t>Pojištění se u zboží nevyžaduje.</w:t>
      </w:r>
      <w:r w:rsidR="00685D2E" w:rsidRPr="00EF3C62">
        <w:t xml:space="preserve"> Speciální balení se nevyžaduje. </w:t>
      </w:r>
    </w:p>
    <w:p w14:paraId="164DA9C1" w14:textId="77777777" w:rsidR="00211202" w:rsidRPr="008B5521" w:rsidRDefault="008B5521" w:rsidP="00EE5AE6">
      <w:pPr>
        <w:pStyle w:val="Inadpis"/>
      </w:pPr>
      <w:r w:rsidRPr="008B5521">
        <w:t>CENA DODÁVEK A PLATEBNÍ PODMÍNKY</w:t>
      </w:r>
    </w:p>
    <w:p w14:paraId="164DA9C2" w14:textId="148440B2" w:rsidR="00CB26F1" w:rsidRPr="000620CF" w:rsidRDefault="00496E5D" w:rsidP="00EF3C62">
      <w:pPr>
        <w:pStyle w:val="1odstavec"/>
        <w:numPr>
          <w:ilvl w:val="0"/>
          <w:numId w:val="8"/>
        </w:numPr>
      </w:pPr>
      <w:r w:rsidRPr="000620CF">
        <w:t>Cena za plnění dílčí smlouvy je zpravidla uvedena v</w:t>
      </w:r>
      <w:r w:rsidR="000D441F" w:rsidRPr="000620CF">
        <w:t> </w:t>
      </w:r>
      <w:r w:rsidRPr="000620CF">
        <w:t>dílčí smlouvě, přičemž v</w:t>
      </w:r>
      <w:r w:rsidR="000D441F" w:rsidRPr="000620CF">
        <w:t> </w:t>
      </w:r>
      <w:r w:rsidRPr="000620CF">
        <w:t>případě, že v</w:t>
      </w:r>
      <w:r w:rsidR="000D441F" w:rsidRPr="000620CF">
        <w:t> </w:t>
      </w:r>
      <w:r w:rsidRPr="000620CF">
        <w:t>dílčí smlouvě uvedena není, je cena za plnění dílčí smlouvy dle jednotkových cen v</w:t>
      </w:r>
      <w:r w:rsidR="000D441F" w:rsidRPr="000620CF">
        <w:t> </w:t>
      </w:r>
      <w:r w:rsidRPr="000620CF">
        <w:t xml:space="preserve">příloze č. </w:t>
      </w:r>
      <w:r w:rsidR="009B0549">
        <w:t>4</w:t>
      </w:r>
      <w:r w:rsidR="009B0549" w:rsidRPr="000620CF">
        <w:t xml:space="preserve"> </w:t>
      </w:r>
      <w:r w:rsidRPr="000620CF">
        <w:t xml:space="preserve">této </w:t>
      </w:r>
      <w:r w:rsidR="00881560" w:rsidRPr="000620CF">
        <w:t>Rámcové</w:t>
      </w:r>
      <w:r w:rsidRPr="000620CF">
        <w:t xml:space="preserve"> dohody a množství skutečně dodaného zboží Kupujícímu. </w:t>
      </w:r>
    </w:p>
    <w:p w14:paraId="164DA9C3" w14:textId="6380868B" w:rsidR="00CB26F1" w:rsidRPr="000620CF" w:rsidRDefault="00E6302B" w:rsidP="00EF3C62">
      <w:pPr>
        <w:pStyle w:val="1odstavec"/>
        <w:numPr>
          <w:ilvl w:val="0"/>
          <w:numId w:val="22"/>
        </w:numPr>
      </w:pPr>
      <w:r w:rsidRPr="000620CF">
        <w:t xml:space="preserve">Jednotlivé ceny uvedené </w:t>
      </w:r>
      <w:r w:rsidR="00CB26F1" w:rsidRPr="000620CF">
        <w:t>v</w:t>
      </w:r>
      <w:r w:rsidR="000D441F" w:rsidRPr="000620CF">
        <w:t> </w:t>
      </w:r>
      <w:r w:rsidR="007465F2" w:rsidRPr="000620CF">
        <w:t>jednotkovém ceníku</w:t>
      </w:r>
      <w:r w:rsidR="00CB26F1" w:rsidRPr="000620CF">
        <w:t xml:space="preserve">, který je přílohou č. </w:t>
      </w:r>
      <w:r w:rsidR="009B0549">
        <w:t>4</w:t>
      </w:r>
      <w:r w:rsidR="009B0549" w:rsidRPr="000620CF">
        <w:t xml:space="preserve"> </w:t>
      </w:r>
      <w:r w:rsidR="00CB26F1" w:rsidRPr="000620CF">
        <w:t>této Rámcové dohody</w:t>
      </w:r>
      <w:r w:rsidRPr="000620CF">
        <w:t xml:space="preserve">, </w:t>
      </w:r>
      <w:r w:rsidR="00CB26F1" w:rsidRPr="000620CF">
        <w:t xml:space="preserve">jsou cenami konečnými, zahrnující veškeré náklady Prodávajícího, včetně nákladů na třídění, </w:t>
      </w:r>
      <w:r w:rsidR="00CB26F1" w:rsidRPr="000620CF">
        <w:lastRenderedPageBreak/>
        <w:t>balení, odběr prázdných obalů a jejich likvidaci, nakládání, dopravy do místa plnění, vyložení v</w:t>
      </w:r>
      <w:r w:rsidR="000D441F" w:rsidRPr="000620CF">
        <w:t> </w:t>
      </w:r>
      <w:r w:rsidR="00CB26F1" w:rsidRPr="000620CF">
        <w:t>místě plnění, včetně dalších nákladů Prodávajícího spojených s</w:t>
      </w:r>
      <w:r w:rsidR="000D441F" w:rsidRPr="000620CF">
        <w:t> </w:t>
      </w:r>
      <w:r w:rsidR="00CB26F1" w:rsidRPr="000620CF">
        <w:t>plněním veřejné zakázky.</w:t>
      </w:r>
    </w:p>
    <w:p w14:paraId="164DA9C5" w14:textId="3526549F" w:rsidR="00CB26F1" w:rsidRPr="000620CF" w:rsidRDefault="00CB26F1" w:rsidP="00EF3C62">
      <w:pPr>
        <w:pStyle w:val="1odstavec"/>
        <w:numPr>
          <w:ilvl w:val="0"/>
          <w:numId w:val="30"/>
        </w:numPr>
      </w:pPr>
      <w:r w:rsidRPr="000620CF">
        <w:t xml:space="preserve">Cena </w:t>
      </w:r>
      <w:r w:rsidR="000A3CC2" w:rsidRPr="000620CF">
        <w:t xml:space="preserve">za plnění dílčí smlouvy </w:t>
      </w:r>
      <w:r w:rsidRPr="000620CF">
        <w:t>bude uhrazena bankovním převodem na bankovní účet Prodávajícího specifikovaný v</w:t>
      </w:r>
      <w:r w:rsidR="000D441F" w:rsidRPr="000620CF">
        <w:t> </w:t>
      </w:r>
      <w:r w:rsidRPr="000620CF">
        <w:t>záhlaví této</w:t>
      </w:r>
      <w:r w:rsidR="001228C5" w:rsidRPr="000620CF">
        <w:t xml:space="preserve"> </w:t>
      </w:r>
      <w:r w:rsidR="00881560" w:rsidRPr="000620CF">
        <w:t>Rámcové</w:t>
      </w:r>
      <w:r w:rsidRPr="000620CF">
        <w:t xml:space="preserve"> dohody po řádném splnění </w:t>
      </w:r>
      <w:r w:rsidR="000A3CC2" w:rsidRPr="000620CF">
        <w:t>dílčí smlouvy</w:t>
      </w:r>
      <w:r w:rsidRPr="000620CF">
        <w:t xml:space="preserve"> na základě </w:t>
      </w:r>
      <w:r w:rsidR="00A606A2" w:rsidRPr="000620CF">
        <w:t>účetního/</w:t>
      </w:r>
      <w:r w:rsidRPr="000620CF">
        <w:t xml:space="preserve">daňového dokladu (faktury) vystaveného Prodávajícím. Právo fakturovat vzniká Prodávajícímu dnem převzetí </w:t>
      </w:r>
      <w:r w:rsidR="006007E5" w:rsidRPr="000620CF">
        <w:t>zboží Kupujícím</w:t>
      </w:r>
      <w:r w:rsidRPr="000620CF">
        <w:t xml:space="preserve">. Faktura musí mít náležitosti daňového dokladu, její přílohou musí být stejnopis </w:t>
      </w:r>
      <w:r w:rsidR="00A606A2" w:rsidRPr="000620CF">
        <w:t>D</w:t>
      </w:r>
      <w:r w:rsidRPr="000620CF">
        <w:t>odacího listu s</w:t>
      </w:r>
      <w:r w:rsidR="000D441F" w:rsidRPr="000620CF">
        <w:t> </w:t>
      </w:r>
      <w:r w:rsidRPr="000620CF">
        <w:t xml:space="preserve">potvrzením převzetí dodávky bez jakýchkoli vad </w:t>
      </w:r>
      <w:r w:rsidR="00681F22" w:rsidRPr="000620CF">
        <w:t>Kupujícím</w:t>
      </w:r>
      <w:r w:rsidRPr="000620CF">
        <w:t>. V</w:t>
      </w:r>
      <w:r w:rsidR="000D441F" w:rsidRPr="000620CF">
        <w:t> </w:t>
      </w:r>
      <w:r w:rsidRPr="000620CF">
        <w:t>záhlaví faktury je nutno taktéž uvést číslo objednávky</w:t>
      </w:r>
      <w:r w:rsidR="00A606A2" w:rsidRPr="000620CF">
        <w:t xml:space="preserve"> a této </w:t>
      </w:r>
      <w:r w:rsidR="00881560" w:rsidRPr="000620CF">
        <w:t>Rámcové</w:t>
      </w:r>
      <w:r w:rsidR="00A606A2" w:rsidRPr="000620CF">
        <w:t xml:space="preserve"> dohody</w:t>
      </w:r>
      <w:r w:rsidR="004F3758" w:rsidRPr="000620CF">
        <w:t>.</w:t>
      </w:r>
    </w:p>
    <w:p w14:paraId="164DA9C6" w14:textId="055454EC" w:rsidR="00194826" w:rsidRPr="000620CF" w:rsidRDefault="00194826" w:rsidP="00EE5AE6">
      <w:pPr>
        <w:pStyle w:val="1odstavec"/>
      </w:pPr>
      <w:r w:rsidRPr="000620CF">
        <w:t>Daňové doklady, vč. všech příloh, budou zasílány pouze elektronicky na e-mailovou adresu pro doručování písemností. V</w:t>
      </w:r>
      <w:r w:rsidR="000D441F" w:rsidRPr="000620CF">
        <w:t> </w:t>
      </w:r>
      <w:r w:rsidRPr="000620CF">
        <w:t>případě technických problémů s</w:t>
      </w:r>
      <w:r w:rsidR="000D441F" w:rsidRPr="000620CF">
        <w:t> </w:t>
      </w:r>
      <w:r w:rsidRPr="000620CF">
        <w:t>vyhotovením elektronické podoby daňového dokladu či jeho příloh (např. nečitelnost skenu) bude objednatel akceptovat daňový doklad doručený v</w:t>
      </w:r>
      <w:r w:rsidR="000D441F" w:rsidRPr="000620CF">
        <w:t> </w:t>
      </w:r>
      <w:r w:rsidRPr="000620CF">
        <w:t>listinné podobě.</w:t>
      </w:r>
    </w:p>
    <w:p w14:paraId="2C32AE8A" w14:textId="77777777" w:rsidR="000620CF" w:rsidRDefault="00CB26F1" w:rsidP="000620CF">
      <w:pPr>
        <w:pStyle w:val="1odstavec"/>
      </w:pPr>
      <w:r w:rsidRPr="008B5521">
        <w:t xml:space="preserve">Splatnost faktury se sjednává na 30 kalendářních dnů od jejího </w:t>
      </w:r>
      <w:r w:rsidR="00C63B85" w:rsidRPr="008B5521">
        <w:t xml:space="preserve">písemného </w:t>
      </w:r>
      <w:r w:rsidRPr="008B5521">
        <w:t>doručení</w:t>
      </w:r>
      <w:r w:rsidR="00A606A2" w:rsidRPr="008B5521">
        <w:t xml:space="preserve"> Kupujícímu</w:t>
      </w:r>
      <w:r w:rsidRPr="008B5521">
        <w:t>. V</w:t>
      </w:r>
      <w:r w:rsidR="000D441F">
        <w:t> </w:t>
      </w:r>
      <w:r w:rsidRPr="008B5521">
        <w:t>případě, že faktura nebude mít odpovídající náležitosti</w:t>
      </w:r>
      <w:r w:rsidR="00A606A2" w:rsidRPr="008B5521">
        <w:t xml:space="preserve"> účetního nebo daňového dokladu</w:t>
      </w:r>
      <w:r w:rsidRPr="008B5521">
        <w:t>, je</w:t>
      </w:r>
      <w:r w:rsidR="00FC00AD" w:rsidRPr="008B5521">
        <w:t xml:space="preserve"> </w:t>
      </w:r>
      <w:r w:rsidR="00B03468" w:rsidRPr="008B5521">
        <w:t xml:space="preserve">Kupující </w:t>
      </w:r>
      <w:r w:rsidRPr="008B5521">
        <w:t>oprávněn ve lhůtě splatnosti ji vrátit Prodávajícímu s</w:t>
      </w:r>
      <w:r w:rsidR="000D441F">
        <w:t> </w:t>
      </w:r>
      <w:r w:rsidRPr="008B5521">
        <w:t xml:space="preserve">vytknutím nedostatků, aniž by se dostal do prodlení se splatností. Lhůta splatnosti počíná běžet znovu od okamžiku doručení opravené či doplněné faktury </w:t>
      </w:r>
      <w:r w:rsidR="00681F22" w:rsidRPr="008B5521">
        <w:t>Kupujícím</w:t>
      </w:r>
      <w:r w:rsidRPr="008B5521">
        <w:t>u.</w:t>
      </w:r>
    </w:p>
    <w:p w14:paraId="504AB26F" w14:textId="455544AF" w:rsidR="000620CF" w:rsidRPr="008B5521" w:rsidRDefault="000620CF" w:rsidP="007241FB">
      <w:pPr>
        <w:pStyle w:val="1odstavec"/>
      </w:pPr>
      <w:r w:rsidRPr="000620CF">
        <w:t>Zálohy Kupující neposkytuje.</w:t>
      </w:r>
    </w:p>
    <w:p w14:paraId="164DA9C8" w14:textId="77777777" w:rsidR="00CB26F1" w:rsidRPr="008B5521" w:rsidRDefault="008B5521" w:rsidP="00EE5AE6">
      <w:pPr>
        <w:pStyle w:val="Inadpis"/>
      </w:pPr>
      <w:r w:rsidRPr="008B5521">
        <w:t>ODPOVĚDNOST ZA VADY, JAKOST, ZÁRUKA, ODPOVĚDNOST ZA ŠKODU</w:t>
      </w:r>
    </w:p>
    <w:p w14:paraId="164DA9C9" w14:textId="77777777" w:rsidR="00CB26F1" w:rsidRPr="008B5521" w:rsidRDefault="00CB26F1" w:rsidP="00EF3C62">
      <w:pPr>
        <w:pStyle w:val="1odstavec"/>
        <w:numPr>
          <w:ilvl w:val="0"/>
          <w:numId w:val="9"/>
        </w:numPr>
      </w:pPr>
      <w:r w:rsidRPr="008B5521">
        <w:t xml:space="preserve">Prodávající je povinen realizovat veškerá plnění </w:t>
      </w:r>
      <w:r w:rsidR="000A3CC2" w:rsidRPr="008B5521">
        <w:t>dílčích smluv</w:t>
      </w:r>
      <w:r w:rsidRPr="008B5521">
        <w:t xml:space="preserve"> </w:t>
      </w:r>
      <w:r w:rsidR="000A3CC2" w:rsidRPr="008B5521">
        <w:t xml:space="preserve">uzavřených na základě této </w:t>
      </w:r>
      <w:r w:rsidR="00881560" w:rsidRPr="008B5521">
        <w:t>Rámcové</w:t>
      </w:r>
      <w:r w:rsidR="000A3CC2" w:rsidRPr="008B5521">
        <w:t xml:space="preserve"> dohody</w:t>
      </w:r>
      <w:r w:rsidRPr="008B5521">
        <w:t xml:space="preserve"> na svůj náklad a na své nebezpečí. </w:t>
      </w:r>
    </w:p>
    <w:p w14:paraId="164DA9CA" w14:textId="77777777" w:rsidR="00CB26F1" w:rsidRPr="008B5521" w:rsidRDefault="00CB26F1" w:rsidP="00EF3C62">
      <w:pPr>
        <w:pStyle w:val="1odstavec"/>
        <w:numPr>
          <w:ilvl w:val="0"/>
          <w:numId w:val="17"/>
        </w:numPr>
      </w:pPr>
      <w:r w:rsidRPr="008B5521">
        <w:t>Záruční doba čin</w:t>
      </w:r>
      <w:r w:rsidRPr="003E7BB7">
        <w:t>í 24</w:t>
      </w:r>
      <w:r w:rsidRPr="008B5521">
        <w:t xml:space="preserve"> měsíců od data přejímky zboží.</w:t>
      </w:r>
    </w:p>
    <w:p w14:paraId="164DA9CB" w14:textId="50289B5E" w:rsidR="00CB26F1" w:rsidRPr="008B5521" w:rsidRDefault="00CB26F1" w:rsidP="00EF3C62">
      <w:pPr>
        <w:pStyle w:val="1odstavec"/>
        <w:numPr>
          <w:ilvl w:val="0"/>
          <w:numId w:val="35"/>
        </w:numPr>
      </w:pPr>
      <w:r w:rsidRPr="008B5521">
        <w:t xml:space="preserve">Reklamaci zboží uplatní u </w:t>
      </w:r>
      <w:r w:rsidR="00F14996" w:rsidRPr="008B5521">
        <w:t>P</w:t>
      </w:r>
      <w:r w:rsidRPr="008B5521">
        <w:t>rodávajícího zástupce</w:t>
      </w:r>
      <w:r w:rsidR="00681F22" w:rsidRPr="008B5521">
        <w:t xml:space="preserve"> Kupujícího </w:t>
      </w:r>
      <w:r w:rsidRPr="008B5521">
        <w:t>písemně s</w:t>
      </w:r>
      <w:r w:rsidR="000D441F">
        <w:t> </w:t>
      </w:r>
      <w:r w:rsidRPr="008B5521">
        <w:t>uvedením vad. K</w:t>
      </w:r>
      <w:r w:rsidR="000D441F">
        <w:t> </w:t>
      </w:r>
      <w:r w:rsidRPr="008B5521">
        <w:t>reklamaci přiloží vždy vadné zboží, příp. i další dokumentaci (přejímací zápis, fotodokumentace, příp. kopie zkušebního protokolu notifikované zkušebny apod.).</w:t>
      </w:r>
    </w:p>
    <w:p w14:paraId="164DA9CC" w14:textId="3D791740" w:rsidR="00CB26F1" w:rsidRPr="008B5521" w:rsidRDefault="00CB26F1" w:rsidP="00EE5AE6">
      <w:pPr>
        <w:pStyle w:val="1odstavec"/>
      </w:pPr>
      <w:r w:rsidRPr="008B5521">
        <w:t>V</w:t>
      </w:r>
      <w:r w:rsidR="000D441F">
        <w:t> </w:t>
      </w:r>
      <w:r w:rsidRPr="008B5521">
        <w:t>případě, že dodávka nebude uskutečněna v</w:t>
      </w:r>
      <w:r w:rsidR="000D441F">
        <w:t> </w:t>
      </w:r>
      <w:r w:rsidRPr="008B5521">
        <w:t>souladu s</w:t>
      </w:r>
      <w:r w:rsidR="000D441F">
        <w:t> </w:t>
      </w:r>
      <w:r w:rsidR="00730FA9" w:rsidRPr="008B5521">
        <w:t>dílčí smlouvou</w:t>
      </w:r>
      <w:r w:rsidRPr="008B5521">
        <w:t xml:space="preserve">, </w:t>
      </w:r>
      <w:r w:rsidR="001B06B7" w:rsidRPr="008B5521">
        <w:t>je Kupující</w:t>
      </w:r>
      <w:r w:rsidR="00730FA9" w:rsidRPr="008B5521">
        <w:t xml:space="preserve"> </w:t>
      </w:r>
      <w:r w:rsidRPr="008B5521">
        <w:t xml:space="preserve">oprávněn požádat o výměnu vadného zboží na náklady Prodávajícího. Platba za takovou dodávku bude uskutečněna až po odstranění vad. </w:t>
      </w:r>
    </w:p>
    <w:p w14:paraId="164DA9CD" w14:textId="697DB888" w:rsidR="00CB26F1" w:rsidRPr="008B5521" w:rsidRDefault="00CB26F1" w:rsidP="00EE5AE6">
      <w:pPr>
        <w:pStyle w:val="1odstavec"/>
      </w:pPr>
      <w:r w:rsidRPr="008B5521">
        <w:t>Odpovědnost za vady, kvalitu, jakost a nároky z</w:t>
      </w:r>
      <w:r w:rsidR="000D441F">
        <w:t> </w:t>
      </w:r>
      <w:r w:rsidRPr="008B5521">
        <w:t xml:space="preserve">ní vyplývající se řídí </w:t>
      </w:r>
      <w:r w:rsidR="00F14996" w:rsidRPr="008B5521">
        <w:t xml:space="preserve">Obchodními podmínkami a </w:t>
      </w:r>
      <w:r w:rsidR="00EF6A9D" w:rsidRPr="008B5521">
        <w:t xml:space="preserve">příslušnými </w:t>
      </w:r>
      <w:r w:rsidRPr="008B5521">
        <w:t xml:space="preserve">ustanoveními </w:t>
      </w:r>
      <w:r w:rsidR="004C3347" w:rsidRPr="008B5521">
        <w:t xml:space="preserve">Občanského </w:t>
      </w:r>
      <w:r w:rsidR="00EF6A9D" w:rsidRPr="008B5521">
        <w:t>zákoníku.</w:t>
      </w:r>
    </w:p>
    <w:p w14:paraId="164DA9CE" w14:textId="77777777" w:rsidR="00EF6A9D" w:rsidRPr="008B5521" w:rsidRDefault="008B5521" w:rsidP="00EE5AE6">
      <w:pPr>
        <w:pStyle w:val="Inadpis"/>
      </w:pPr>
      <w:r w:rsidRPr="008B5521">
        <w:t>DALŠÍ UJEDNÁNÍ</w:t>
      </w:r>
    </w:p>
    <w:p w14:paraId="164DA9CF" w14:textId="0EB9BE2F" w:rsidR="00935934" w:rsidRPr="008B5521" w:rsidRDefault="00935934" w:rsidP="00EF3C62">
      <w:pPr>
        <w:pStyle w:val="1odstavec"/>
        <w:numPr>
          <w:ilvl w:val="0"/>
          <w:numId w:val="10"/>
        </w:numPr>
      </w:pPr>
      <w:r w:rsidRPr="008B5521">
        <w:t xml:space="preserve">Smluvní strany berou na vědomí, že tato </w:t>
      </w:r>
      <w:r w:rsidR="00881560" w:rsidRPr="008B5521">
        <w:t>Rámcová</w:t>
      </w:r>
      <w:r w:rsidRPr="008B5521">
        <w:t xml:space="preserve"> dohoda (následné odstavce se týkají jak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dohody, tak dílčích smluv s</w:t>
      </w:r>
      <w:r w:rsidR="000D441F">
        <w:t> </w:t>
      </w:r>
      <w:r w:rsidRPr="008B5521">
        <w:t xml:space="preserve">hodnotou </w:t>
      </w:r>
      <w:r w:rsidR="00194826" w:rsidRPr="008B5521">
        <w:t>pře</w:t>
      </w:r>
      <w:r w:rsidR="00641AC8" w:rsidRPr="008B5521">
        <w:t>vyšu</w:t>
      </w:r>
      <w:r w:rsidR="00194826" w:rsidRPr="008B5521">
        <w:t xml:space="preserve">jící </w:t>
      </w:r>
      <w:r w:rsidRPr="008B5521">
        <w:t>50</w:t>
      </w:r>
      <w:r w:rsidR="007A1D6A" w:rsidRPr="008B5521">
        <w:t>.</w:t>
      </w:r>
      <w:r w:rsidRPr="008B5521">
        <w:t>000</w:t>
      </w:r>
      <w:r w:rsidR="007A1D6A" w:rsidRPr="008B5521">
        <w:t>,-</w:t>
      </w:r>
      <w:r w:rsidRPr="008B5521">
        <w:t xml:space="preserve"> Kč bez DPH), podléhá uveřejnění v</w:t>
      </w:r>
      <w:r w:rsidR="000D441F">
        <w:t> </w:t>
      </w:r>
      <w:r w:rsidRPr="008B5521">
        <w:t>registru smluv podle zákona č. 340/2015 Sb., o zvláštních podmínkách účinnosti některých smluv, uveřejňování těchto smluv a o registru smluv, ve znění pozdějších předpisů (dále jen „</w:t>
      </w:r>
      <w:r w:rsidRPr="00EE5AE6">
        <w:rPr>
          <w:rStyle w:val="Kurzvatun0"/>
        </w:rPr>
        <w:t>ZRS</w:t>
      </w:r>
      <w:r w:rsidRPr="008B5521">
        <w:t xml:space="preserve">“), a současně souhlasí se zveřejněním údajů o identifikaci </w:t>
      </w:r>
      <w:r w:rsidR="004C3347" w:rsidRPr="008B5521">
        <w:t xml:space="preserve">Smluvních </w:t>
      </w:r>
      <w:r w:rsidRPr="008B5521">
        <w:t xml:space="preserve">stran, předmětu a účelu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smluv, její ceně či hodnotě a datu uzavření této </w:t>
      </w:r>
      <w:r w:rsidR="00881560" w:rsidRPr="008B5521">
        <w:t>Rámcové</w:t>
      </w:r>
      <w:r w:rsidRPr="008B5521">
        <w:t xml:space="preserve"> dohody nebo dílčí smlouvy. Osoby uzavírající tuto </w:t>
      </w:r>
      <w:r w:rsidR="00C26221" w:rsidRPr="008B5521">
        <w:t xml:space="preserve">Rámcovou </w:t>
      </w:r>
      <w:r w:rsidRPr="008B5521">
        <w:t>dohodu za Smluvní strany souhlasí s</w:t>
      </w:r>
      <w:r w:rsidR="000D441F">
        <w:t> </w:t>
      </w:r>
      <w:r w:rsidRPr="008B5521">
        <w:t>uveřejněním svých osobních údajů, které jsou uvedeny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dohodě, spolu s</w:t>
      </w:r>
      <w:r w:rsidR="000D441F">
        <w:t> </w:t>
      </w:r>
      <w:r w:rsidR="00C26221" w:rsidRPr="008B5521">
        <w:t xml:space="preserve">touto Rámcovou </w:t>
      </w:r>
      <w:r w:rsidRPr="008B5521">
        <w:t>dohodou v</w:t>
      </w:r>
      <w:r w:rsidR="000D441F">
        <w:t> </w:t>
      </w:r>
      <w:r w:rsidRPr="008B5521">
        <w:t>registru smluv. Tento souhlas je udělen na dobu neurčitou.</w:t>
      </w:r>
    </w:p>
    <w:p w14:paraId="164DA9D0" w14:textId="314416AB" w:rsidR="00935934" w:rsidRPr="008B5521" w:rsidRDefault="00935934" w:rsidP="00EF3C62">
      <w:pPr>
        <w:pStyle w:val="1odstavec"/>
        <w:numPr>
          <w:ilvl w:val="0"/>
          <w:numId w:val="18"/>
        </w:numPr>
      </w:pPr>
      <w:r w:rsidRPr="008B5521">
        <w:t xml:space="preserve">Zaslání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 správci registru smluv k</w:t>
      </w:r>
      <w:r w:rsidR="000D441F">
        <w:t> </w:t>
      </w:r>
      <w:r w:rsidRPr="008B5521">
        <w:t>uveřejnění v</w:t>
      </w:r>
      <w:r w:rsidR="000D441F">
        <w:t> </w:t>
      </w:r>
      <w:r w:rsidRPr="008B5521">
        <w:t xml:space="preserve">registru smluv zajišťuje Kupující. Nebude-li tato </w:t>
      </w:r>
      <w:r w:rsidR="00881560" w:rsidRPr="008B5521">
        <w:t>Rámcová</w:t>
      </w:r>
      <w:r w:rsidRPr="008B5521">
        <w:t xml:space="preserve"> dohoda nebo dílčí smlouva zaslána k</w:t>
      </w:r>
      <w:r w:rsidR="000D441F">
        <w:t> </w:t>
      </w:r>
      <w:r w:rsidRPr="008B5521">
        <w:t xml:space="preserve">uveřejnění a/nebo uveřejněna prostřednictvím registru smluv, není žádná ze </w:t>
      </w:r>
      <w:r w:rsidR="004C3347" w:rsidRPr="008B5521">
        <w:t xml:space="preserve">Smluvních </w:t>
      </w:r>
      <w:r w:rsidRPr="008B5521">
        <w:t xml:space="preserve">stran </w:t>
      </w:r>
      <w:r w:rsidRPr="008B5521">
        <w:lastRenderedPageBreak/>
        <w:t xml:space="preserve">oprávněna požadovat po druhé </w:t>
      </w:r>
      <w:r w:rsidR="004C3347" w:rsidRPr="008B5521">
        <w:t xml:space="preserve">Smluvní </w:t>
      </w:r>
      <w:r w:rsidRPr="008B5521">
        <w:t>straně náhradu škody ani jiné újmy, která by jí v</w:t>
      </w:r>
      <w:r w:rsidR="000D441F">
        <w:t> </w:t>
      </w:r>
      <w:r w:rsidRPr="008B5521">
        <w:t>této souvislosti vznikla nebo vzniknout mohla.</w:t>
      </w:r>
    </w:p>
    <w:p w14:paraId="164DA9D1" w14:textId="099E7803" w:rsidR="00935934" w:rsidRPr="008B5521" w:rsidRDefault="00935934" w:rsidP="00EF3C62">
      <w:pPr>
        <w:pStyle w:val="1odstavec"/>
        <w:numPr>
          <w:ilvl w:val="0"/>
          <w:numId w:val="31"/>
        </w:numPr>
      </w:pPr>
      <w:r w:rsidRPr="008B5521">
        <w:t>Smluvní strany výslovně prohlašují, že údaje a další skutečnosti uvedené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</w:t>
      </w:r>
      <w:r w:rsidRPr="00EE5AE6">
        <w:rPr>
          <w:rStyle w:val="Kurzvatun0"/>
        </w:rPr>
        <w:t>obchodní tajemství</w:t>
      </w:r>
      <w:r w:rsidRPr="008B5521">
        <w:t>“), a že se nejedná ani o informace, které nemohou být v</w:t>
      </w:r>
      <w:r w:rsidR="000D441F">
        <w:t> </w:t>
      </w:r>
      <w:r w:rsidRPr="008B5521">
        <w:t>registru smluv uveřejněny na základě ustanovení § 3 odst. 1 ZRS.</w:t>
      </w:r>
    </w:p>
    <w:p w14:paraId="164DA9D2" w14:textId="5215242C" w:rsidR="00935934" w:rsidRPr="008B5521" w:rsidRDefault="00935934" w:rsidP="00EE5AE6">
      <w:pPr>
        <w:pStyle w:val="1odstavec"/>
      </w:pPr>
      <w:r w:rsidRPr="008B5521">
        <w:t xml:space="preserve">Jestliže </w:t>
      </w:r>
      <w:r w:rsidR="004C3347" w:rsidRPr="008B5521">
        <w:t xml:space="preserve">Smluvní </w:t>
      </w:r>
      <w:r w:rsidRPr="008B5521">
        <w:t xml:space="preserve">strana označí za své obchodní tajemství část obsahu </w:t>
      </w:r>
      <w:r w:rsidR="00881560" w:rsidRPr="008B5521">
        <w:t>této Rámcové</w:t>
      </w:r>
      <w:r w:rsidRPr="008B5521">
        <w:t xml:space="preserve"> dohody nebo dílčí smlouvy, která v</w:t>
      </w:r>
      <w:r w:rsidR="000D441F">
        <w:t> </w:t>
      </w:r>
      <w:r w:rsidRPr="008B5521">
        <w:t xml:space="preserve">důsledku toho bude pro účely uveřejnění </w:t>
      </w:r>
      <w:r w:rsidR="00881560" w:rsidRPr="008B5521">
        <w:t>této Rámcové</w:t>
      </w:r>
      <w:r w:rsidRPr="008B5521">
        <w:t xml:space="preserve"> dohody </w:t>
      </w:r>
      <w:r w:rsidR="00157D66" w:rsidRPr="008B5521">
        <w:t xml:space="preserve">nebo dílčí smlouvy </w:t>
      </w:r>
      <w:r w:rsidRPr="008B5521">
        <w:t>v</w:t>
      </w:r>
      <w:r w:rsidR="000D441F">
        <w:t> </w:t>
      </w:r>
      <w:r w:rsidRPr="008B5521">
        <w:t xml:space="preserve">registru smluv znečitelněna, nese tato </w:t>
      </w:r>
      <w:r w:rsidR="00881560" w:rsidRPr="008B5521">
        <w:t xml:space="preserve">Smluvní </w:t>
      </w:r>
      <w:r w:rsidRPr="008B5521">
        <w:t xml:space="preserve">strana odpovědnost, pokud by </w:t>
      </w:r>
      <w:r w:rsidR="00881560" w:rsidRPr="008B5521">
        <w:t xml:space="preserve">tato Rámcová </w:t>
      </w:r>
      <w:r w:rsidRPr="008B5521">
        <w:t xml:space="preserve">dohoda </w:t>
      </w:r>
      <w:r w:rsidR="00850D57" w:rsidRPr="008B5521">
        <w:t xml:space="preserve">nebo dílčí smlouva </w:t>
      </w:r>
      <w:r w:rsidRPr="008B5521">
        <w:t>v</w:t>
      </w:r>
      <w:r w:rsidR="000D441F">
        <w:t> </w:t>
      </w:r>
      <w:r w:rsidRPr="008B5521">
        <w:t xml:space="preserve">důsledku takového označení byla uveřejněna způsobem odporujícím ZRS, a to bez ohledu na to, která ze </w:t>
      </w:r>
      <w:r w:rsidR="00881560" w:rsidRPr="008B5521">
        <w:t xml:space="preserve">Smluvních </w:t>
      </w:r>
      <w:r w:rsidRPr="008B5521">
        <w:t xml:space="preserve">stran </w:t>
      </w:r>
      <w:r w:rsidR="00881560" w:rsidRPr="008B5521">
        <w:t xml:space="preserve">tuto Rámcovou </w:t>
      </w:r>
      <w:r w:rsidRPr="008B5521">
        <w:t>dohodu v</w:t>
      </w:r>
      <w:r w:rsidR="000D441F">
        <w:t> </w:t>
      </w:r>
      <w:r w:rsidRPr="008B5521">
        <w:t>registru smluv uveřejnila. S</w:t>
      </w:r>
      <w:r w:rsidR="000D441F">
        <w:t> </w:t>
      </w:r>
      <w:r w:rsidRPr="008B5521">
        <w:t xml:space="preserve">částmi </w:t>
      </w:r>
      <w:r w:rsidR="00881560" w:rsidRPr="008B5521">
        <w:t xml:space="preserve">této Rámcové </w:t>
      </w:r>
      <w:r w:rsidRPr="008B5521">
        <w:t>dohody</w:t>
      </w:r>
      <w:r w:rsidR="00850D57" w:rsidRPr="008B5521">
        <w:t xml:space="preserve"> nebo dílčí smlouvy</w:t>
      </w:r>
      <w:r w:rsidRPr="008B5521">
        <w:t xml:space="preserve">, které druhá </w:t>
      </w:r>
      <w:r w:rsidR="00881560" w:rsidRPr="008B5521">
        <w:t xml:space="preserve">Smluvní </w:t>
      </w:r>
      <w:r w:rsidRPr="008B5521">
        <w:t xml:space="preserve">strana neoznačí za své obchodní tajemství před uzavřením této </w:t>
      </w:r>
      <w:r w:rsidR="00881560" w:rsidRPr="008B5521">
        <w:t xml:space="preserve">Rámcové </w:t>
      </w:r>
      <w:r w:rsidRPr="008B5521">
        <w:t>dohody nebo dílčí smlouvy, nebude Kupující jako s</w:t>
      </w:r>
      <w:r w:rsidR="000D441F">
        <w:t> </w:t>
      </w:r>
      <w:r w:rsidRPr="008B5521"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t xml:space="preserve">Smluvní </w:t>
      </w:r>
      <w:r w:rsidRPr="008B5521">
        <w:t xml:space="preserve">strany Kupující obsahujícího přesnou identifikaci dotčených částí </w:t>
      </w:r>
      <w:r w:rsidR="00881560" w:rsidRPr="008B5521">
        <w:t xml:space="preserve">této Rámcové </w:t>
      </w:r>
      <w:r w:rsidRPr="008B5521">
        <w:t xml:space="preserve">dohody nebo dílčí smlouvy včetně odůvodnění, proč jsou za obchodní tajemství považovány. Druhá </w:t>
      </w:r>
      <w:r w:rsidR="004C3347" w:rsidRPr="008B5521">
        <w:t xml:space="preserve">Smluvní </w:t>
      </w:r>
      <w:r w:rsidRPr="008B5521">
        <w:t>strana je povinna výslovně uvést, že informace, které označila jako své obchodní tajemství, naplňují současně všechny definiční znaky obchodního tajemství, tak jak je vymezeno v</w:t>
      </w:r>
      <w:r w:rsidR="000D441F">
        <w:t> </w:t>
      </w:r>
      <w:r w:rsidRPr="008B5521">
        <w:t xml:space="preserve">ustanovení § 504 občanského zákoníku, a zavazuje se neprodleně písemně sdělit Kupující skutečnost, že takto označené informace přestaly naplňovat znaky obchodního tajemství. </w:t>
      </w:r>
    </w:p>
    <w:p w14:paraId="164DA9D3" w14:textId="7ADBD1A8" w:rsidR="006A4A0B" w:rsidRDefault="006A4A0B" w:rsidP="00EE5AE6">
      <w:pPr>
        <w:pStyle w:val="1odstavec"/>
      </w:pPr>
      <w:r w:rsidRPr="008B5521">
        <w:t>Prodávající</w:t>
      </w:r>
      <w:r w:rsidR="000A53AE" w:rsidRPr="008B5521">
        <w:t xml:space="preserve"> může při plnění dílčích smluv použít poddodavatele uvedené v</w:t>
      </w:r>
      <w:r w:rsidR="000D441F">
        <w:t> </w:t>
      </w:r>
      <w:r w:rsidR="000A53AE" w:rsidRPr="008B5521">
        <w:t xml:space="preserve">příloze č. </w:t>
      </w:r>
      <w:r w:rsidR="007701CF">
        <w:t>5</w:t>
      </w:r>
      <w:r w:rsidR="007701CF" w:rsidRPr="008B5521">
        <w:t xml:space="preserve"> </w:t>
      </w:r>
      <w:r w:rsidR="000A53AE" w:rsidRPr="008B5521">
        <w:t xml:space="preserve">této </w:t>
      </w:r>
      <w:r w:rsidR="00881560" w:rsidRPr="008B5521">
        <w:t xml:space="preserve">Rámcové </w:t>
      </w:r>
      <w:r w:rsidR="000A53AE" w:rsidRPr="008B5521">
        <w:t>dohody. Poddodavatele neuvedeného v</w:t>
      </w:r>
      <w:r w:rsidR="000D441F">
        <w:t> </w:t>
      </w:r>
      <w:r w:rsidR="000A53AE" w:rsidRPr="008B5521">
        <w:t xml:space="preserve">příloze č. </w:t>
      </w:r>
      <w:r w:rsidR="007701CF">
        <w:t>5</w:t>
      </w:r>
      <w:r w:rsidR="007701CF" w:rsidRPr="008B5521">
        <w:t xml:space="preserve"> </w:t>
      </w:r>
      <w:r w:rsidR="000A53AE" w:rsidRPr="008B5521">
        <w:t xml:space="preserve">této </w:t>
      </w:r>
      <w:r w:rsidR="00881560" w:rsidRPr="008B5521">
        <w:t xml:space="preserve">Rámcové </w:t>
      </w:r>
      <w:r w:rsidR="000A53AE" w:rsidRPr="008B5521">
        <w:t>dohody může Prodávající k</w:t>
      </w:r>
      <w:r w:rsidR="000D441F">
        <w:t> </w:t>
      </w:r>
      <w:r w:rsidR="000A53AE" w:rsidRPr="008B5521">
        <w:t>plnění dílčí smlouvy použít pouze po předchozím souhlasu Kupujícího na základě písemné žádostí Prodávajícího</w:t>
      </w:r>
      <w:r w:rsidR="00925A19" w:rsidRPr="008B5521">
        <w:t xml:space="preserve"> a uzavření písemného dodatku k</w:t>
      </w:r>
      <w:r w:rsidR="000D441F">
        <w:t> </w:t>
      </w:r>
      <w:r w:rsidR="00925A19" w:rsidRPr="008B5521">
        <w:t xml:space="preserve">této </w:t>
      </w:r>
      <w:r w:rsidR="00F1551D">
        <w:t>R</w:t>
      </w:r>
      <w:r w:rsidR="00925A19" w:rsidRPr="008B5521">
        <w:t>ámcové dohodě</w:t>
      </w:r>
      <w:r w:rsidR="000A53AE" w:rsidRPr="008B5521">
        <w:t>. V</w:t>
      </w:r>
      <w:r w:rsidR="000D441F">
        <w:t> </w:t>
      </w:r>
      <w:r w:rsidR="000A53AE" w:rsidRPr="008B5521">
        <w:t>případě, že Prodávající žádá o změnu poddodavatele uvedeného v</w:t>
      </w:r>
      <w:r w:rsidR="000D441F">
        <w:t> </w:t>
      </w:r>
      <w:r w:rsidR="000A53AE" w:rsidRPr="008B5521">
        <w:t xml:space="preserve">příloze č. </w:t>
      </w:r>
      <w:r w:rsidR="007701CF">
        <w:t>5</w:t>
      </w:r>
      <w:r w:rsidR="007701CF" w:rsidRPr="008B5521">
        <w:t xml:space="preserve"> </w:t>
      </w:r>
      <w:r w:rsidR="000A53AE" w:rsidRPr="008B5521">
        <w:t xml:space="preserve">této </w:t>
      </w:r>
      <w:r w:rsidR="00881560" w:rsidRPr="008B5521">
        <w:t xml:space="preserve">Rámcové </w:t>
      </w:r>
      <w:r w:rsidR="000A53AE" w:rsidRPr="008B5521">
        <w:t xml:space="preserve">dohody, prostřednictvím kterého prokazoval část </w:t>
      </w:r>
      <w:r w:rsidR="000A53AE" w:rsidRPr="003E7BB7">
        <w:t>kvalifikace v</w:t>
      </w:r>
      <w:r w:rsidR="0030101F" w:rsidRPr="003E7BB7">
        <w:t>e</w:t>
      </w:r>
      <w:r w:rsidR="000A53AE" w:rsidRPr="003E7BB7">
        <w:t> </w:t>
      </w:r>
      <w:r w:rsidR="000D5413" w:rsidRPr="003E7BB7">
        <w:t>Výběrovém</w:t>
      </w:r>
      <w:r w:rsidR="000D5413" w:rsidRPr="008B5521">
        <w:t xml:space="preserve"> </w:t>
      </w:r>
      <w:r w:rsidR="000A53AE" w:rsidRPr="008B5521">
        <w:t>řízení, doloží společně se žádostí dle předchozí věty i doklady o prokázání kvalifikace novým poddodavatelem v</w:t>
      </w:r>
      <w:r w:rsidR="000D441F">
        <w:t> </w:t>
      </w:r>
      <w:r w:rsidR="000A53AE" w:rsidRPr="008B5521">
        <w:t>rozsahu, v</w:t>
      </w:r>
      <w:r w:rsidR="000D441F">
        <w:t> </w:t>
      </w:r>
      <w:r w:rsidR="000A53AE" w:rsidRPr="008B5521">
        <w:t>jakém prokázal kvalifikaci nahrazovaný poddodavatel</w:t>
      </w:r>
      <w:r w:rsidR="009601AA" w:rsidRPr="008B5521">
        <w:t>.</w:t>
      </w:r>
    </w:p>
    <w:p w14:paraId="2E4186EA" w14:textId="53F86208" w:rsidR="0030101F" w:rsidRDefault="00843A42" w:rsidP="00EE5AE6">
      <w:pPr>
        <w:pStyle w:val="Inadpis"/>
      </w:pPr>
      <w:r>
        <w:t xml:space="preserve">STŘET </w:t>
      </w:r>
      <w:r w:rsidRPr="001B06B7">
        <w:t>ZÁJMŮ</w:t>
      </w:r>
      <w:r>
        <w:t xml:space="preserve">, POVINNOSTI </w:t>
      </w:r>
      <w:r w:rsidR="00696032">
        <w:t>PRODÁVAJÍCÍHO</w:t>
      </w:r>
      <w:r>
        <w:t xml:space="preserve"> V</w:t>
      </w:r>
      <w:r w:rsidR="000D441F">
        <w:t> </w:t>
      </w:r>
      <w:r>
        <w:t>SOUVISLOSTI S</w:t>
      </w:r>
      <w:r w:rsidR="000D441F">
        <w:t> </w:t>
      </w:r>
      <w:r>
        <w:t>KONFLIKTEM NA UKRAJINĚ</w:t>
      </w:r>
    </w:p>
    <w:p w14:paraId="7B5BEE00" w14:textId="76F6D50B" w:rsidR="0060092C" w:rsidRPr="00CF3ED5" w:rsidRDefault="00696032" w:rsidP="00EF3C62">
      <w:pPr>
        <w:pStyle w:val="1odstavec"/>
        <w:numPr>
          <w:ilvl w:val="0"/>
          <w:numId w:val="11"/>
        </w:numPr>
      </w:pPr>
      <w:r>
        <w:t>Prodávající</w:t>
      </w:r>
      <w:r w:rsidR="0060092C" w:rsidRPr="00CF3ED5">
        <w:t xml:space="preserve"> prohlašuje, že není obchodní společností, ve které veřejný funkcionář uvedený v</w:t>
      </w:r>
      <w:r w:rsidR="000D441F">
        <w:t> </w:t>
      </w:r>
      <w:proofErr w:type="spellStart"/>
      <w:r w:rsidR="0060092C" w:rsidRPr="00CF3ED5">
        <w:t>ust</w:t>
      </w:r>
      <w:proofErr w:type="spellEnd"/>
      <w:r w:rsidR="0060092C" w:rsidRPr="00CF3ED5">
        <w:t>. § 2 odst. 1 písm. c) zákona č. 159/2006 Sb., o střetu zájmů, ve znění pozdějších předpisů (dále jen „</w:t>
      </w:r>
      <w:r w:rsidR="0060092C" w:rsidRPr="00EE5AE6">
        <w:rPr>
          <w:rStyle w:val="Kurzvatun0"/>
        </w:rPr>
        <w:t>Zákon o střetu zájmů</w:t>
      </w:r>
      <w:r w:rsidR="0060092C" w:rsidRPr="00CF3ED5">
        <w:t>“) nebo jím ovládaná osoba vlastní podíl představující alespoň 25 % účasti společníka v</w:t>
      </w:r>
      <w:r w:rsidR="000D441F">
        <w:t> </w:t>
      </w:r>
      <w:r w:rsidR="0060092C" w:rsidRPr="00CF3ED5">
        <w:t xml:space="preserve">obchodní společnosti, a že žádní poddodavatelé, jimiž prokazoval kvalifikaci </w:t>
      </w:r>
      <w:r w:rsidR="0060092C" w:rsidRPr="003E7BB7">
        <w:t>v</w:t>
      </w:r>
      <w:r w:rsidR="003E7BB7" w:rsidRPr="003E7BB7">
        <w:t>e</w:t>
      </w:r>
      <w:r w:rsidR="000D441F" w:rsidRPr="003E7BB7">
        <w:t> </w:t>
      </w:r>
      <w:r w:rsidR="000D5413" w:rsidRPr="003E7BB7">
        <w:t xml:space="preserve">Výběrovém </w:t>
      </w:r>
      <w:r w:rsidR="0060092C" w:rsidRPr="003E7BB7">
        <w:t>řízení</w:t>
      </w:r>
      <w:r w:rsidR="0060092C" w:rsidRPr="00CF3ED5">
        <w:t xml:space="preserve"> na zadání Veřejné zakázky, nejsou obchodní společností, ve které veřejný funkcionář uvedený v</w:t>
      </w:r>
      <w:r w:rsidR="000D441F">
        <w:t> </w:t>
      </w:r>
      <w:proofErr w:type="spellStart"/>
      <w:r w:rsidR="0060092C" w:rsidRPr="00CF3ED5">
        <w:t>ust</w:t>
      </w:r>
      <w:proofErr w:type="spellEnd"/>
      <w:r w:rsidR="0060092C" w:rsidRPr="00CF3ED5">
        <w:t>. § 2 odst. 1 písm. c) Zákona o střetu zájmů nebo jím ovládaná osoba vlastní podíl představující alespoň 25 % účasti společníka v</w:t>
      </w:r>
      <w:r w:rsidR="000D441F">
        <w:t> </w:t>
      </w:r>
      <w:r w:rsidR="0060092C" w:rsidRPr="00CF3ED5">
        <w:t>obchodní společnosti.</w:t>
      </w:r>
    </w:p>
    <w:p w14:paraId="35738601" w14:textId="77777777" w:rsidR="00BA7C40" w:rsidRDefault="00696032" w:rsidP="00EF3C62">
      <w:pPr>
        <w:pStyle w:val="1odstavec"/>
        <w:numPr>
          <w:ilvl w:val="0"/>
          <w:numId w:val="19"/>
        </w:numPr>
      </w:pPr>
      <w:r w:rsidRPr="00F63B52">
        <w:t>Prodávající</w:t>
      </w:r>
      <w:r w:rsidR="00843A42" w:rsidRPr="00F63B52">
        <w:t xml:space="preserve"> prohlašuje, že</w:t>
      </w:r>
      <w:r w:rsidR="00BA7C40">
        <w:t>:</w:t>
      </w:r>
    </w:p>
    <w:p w14:paraId="48351FDF" w14:textId="5E070E78" w:rsidR="00421EFB" w:rsidRPr="003B16F0" w:rsidRDefault="00421EFB" w:rsidP="00EF3C62">
      <w:pPr>
        <w:pStyle w:val="aodst0"/>
        <w:numPr>
          <w:ilvl w:val="0"/>
          <w:numId w:val="16"/>
        </w:numPr>
      </w:pPr>
      <w:r w:rsidRPr="003B16F0">
        <w:t>on, ani žádný z</w:t>
      </w:r>
      <w:r w:rsidR="000D441F">
        <w:t> </w:t>
      </w:r>
      <w:r w:rsidRPr="003B16F0">
        <w:t xml:space="preserve">jeho poddodavatelů, nejsou osobami, na něž se vztahuje zákaz zadání veřejné zakázky ve smyslu § 48a </w:t>
      </w:r>
      <w:r w:rsidR="008279FA">
        <w:t>ZZVZ</w:t>
      </w:r>
      <w:r w:rsidRPr="003B16F0">
        <w:t>,</w:t>
      </w:r>
    </w:p>
    <w:p w14:paraId="3914774B" w14:textId="58931DDF" w:rsidR="00421EFB" w:rsidRPr="003B16F0" w:rsidRDefault="00421EFB" w:rsidP="00EF3C62">
      <w:pPr>
        <w:pStyle w:val="aodst0"/>
        <w:numPr>
          <w:ilvl w:val="0"/>
          <w:numId w:val="26"/>
        </w:numPr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5k nařízení Rady (EU) č. 833/2014 ze dne 31. července 2014 o omezujících opatřeních vzhledem k</w:t>
      </w:r>
      <w:r w:rsidR="000D441F">
        <w:t> </w:t>
      </w:r>
      <w:r w:rsidRPr="003B16F0">
        <w:t xml:space="preserve">činnostem Ruska destabilizujícím situaci na Ukrajině, ve znění pozdějších předpisů, jimž se zakazuje zadat nebo dále plnit jakoukoli veřejnou zakázku nebo </w:t>
      </w:r>
      <w:r w:rsidRPr="003B16F0">
        <w:lastRenderedPageBreak/>
        <w:t xml:space="preserve">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173E07C1" w14:textId="24F711A7" w:rsidR="00843A42" w:rsidRPr="00CF3ED5" w:rsidRDefault="00421EFB" w:rsidP="00EE5AE6">
      <w:pPr>
        <w:pStyle w:val="aodst0"/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2 nařízení Rady (EU) č. 269/2014 ze dne 17. března 2014, o omezujících opatřeních vzhledem k</w:t>
      </w:r>
      <w:r w:rsidR="000D441F">
        <w:t> </w:t>
      </w:r>
      <w:r w:rsidRPr="003B16F0">
        <w:t>činnostem narušujícím nebo ohrožujícím územní celistvost, svrchovanost a nezávislost Ukrajiny, ve znění pozdějších předpisů, a dalších prováděcích předpisů k</w:t>
      </w:r>
      <w:r w:rsidR="000D441F">
        <w:t> </w:t>
      </w:r>
      <w:r w:rsidRPr="003B16F0">
        <w:t>tomuto nařízení Rady (EU) č. 269/2014 anebo osobami dle čl. 2 nařízení uvedených v</w:t>
      </w:r>
      <w:r w:rsidR="000D441F">
        <w:t> </w:t>
      </w:r>
      <w:r w:rsidRPr="003B16F0">
        <w:t xml:space="preserve">odstavci </w:t>
      </w:r>
      <w:r>
        <w:rPr>
          <w:lang w:eastAsia="cs-CZ"/>
        </w:rPr>
        <w:fldChar w:fldCharType="begin"/>
      </w:r>
      <w:r>
        <w:instrText xml:space="preserve"> REF _Ref156818681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EE5AE6">
        <w:rPr>
          <w:rStyle w:val="Kurzvatun0"/>
        </w:rPr>
        <w:t>Sankční seznamy</w:t>
      </w:r>
      <w:r w:rsidRPr="003B16F0">
        <w:t>“)</w:t>
      </w:r>
      <w:r w:rsidR="00843A42" w:rsidRPr="00CF3ED5">
        <w:t>.</w:t>
      </w:r>
    </w:p>
    <w:p w14:paraId="41BC227F" w14:textId="7E264E9D" w:rsidR="00843A42" w:rsidRPr="00CF3ED5" w:rsidRDefault="00843A42" w:rsidP="00EF3C62">
      <w:pPr>
        <w:pStyle w:val="1odstavec"/>
        <w:numPr>
          <w:ilvl w:val="0"/>
          <w:numId w:val="32"/>
        </w:numPr>
      </w:pPr>
      <w:r w:rsidRPr="00CF3ED5">
        <w:t xml:space="preserve">Je-li </w:t>
      </w:r>
      <w:r w:rsidR="00696032">
        <w:t>Prodávajícím</w:t>
      </w:r>
      <w:r w:rsidRPr="00CF3ED5">
        <w:t xml:space="preserve"> sdružení více osob</w:t>
      </w:r>
      <w:r w:rsidRPr="0024350F">
        <w:t>, platí podmínky dle odstavce</w:t>
      </w:r>
      <w:r>
        <w:t xml:space="preserve"> 1</w:t>
      </w:r>
      <w:r w:rsidRPr="00CF3ED5">
        <w:t xml:space="preserve"> a 2 této </w:t>
      </w:r>
      <w:r>
        <w:t>Rámcové dohody</w:t>
      </w:r>
      <w:r w:rsidRPr="00CF3ED5">
        <w:t xml:space="preserve"> také jednotlivě pro všechny osoby v</w:t>
      </w:r>
      <w:r w:rsidR="000D441F">
        <w:t> </w:t>
      </w:r>
      <w:r w:rsidRPr="00CF3ED5">
        <w:t xml:space="preserve">rámci </w:t>
      </w:r>
      <w:r w:rsidR="00696032">
        <w:t>Prodávajícího</w:t>
      </w:r>
      <w:r w:rsidRPr="00CF3ED5">
        <w:t xml:space="preserve"> sdružené</w:t>
      </w:r>
      <w:r w:rsidR="007701CF">
        <w:t>,</w:t>
      </w:r>
      <w:r w:rsidRPr="00CF3ED5">
        <w:t xml:space="preserve"> a to bez ohledu na právní formu tohoto sdružení.</w:t>
      </w:r>
    </w:p>
    <w:p w14:paraId="6984427E" w14:textId="30E605D8" w:rsidR="00843A42" w:rsidRPr="00CF3ED5" w:rsidRDefault="00843A42" w:rsidP="00EE5AE6">
      <w:pPr>
        <w:pStyle w:val="1odstavec"/>
      </w:pPr>
      <w:r w:rsidRPr="00CF3ED5">
        <w:t xml:space="preserve">Přestane-li </w:t>
      </w:r>
      <w:r w:rsidR="00696032">
        <w:t>Prodávající</w:t>
      </w:r>
      <w:r w:rsidRPr="00CF3ED5">
        <w:t xml:space="preserve"> nebo některý z</w:t>
      </w:r>
      <w:r w:rsidR="000D441F">
        <w:t> </w:t>
      </w:r>
      <w:r w:rsidRPr="00CF3ED5">
        <w:t xml:space="preserve">jeho poddodavatelů nebo jiných osob, jejichž způsobilost byla využita ve smyslu evropských směrnic o zadávání veřejných zakázek, splňovat podmínky dle tohoto článku </w:t>
      </w:r>
      <w:r>
        <w:t>Rámcové dohody</w:t>
      </w:r>
      <w:r w:rsidRPr="00CF3ED5">
        <w:t xml:space="preserve">, oznámí tuto skutečnost bez zbytečného odkladu, nejpozději však do 3 pracovních dnů ode dne, kdy přestal splňovat výše uvedené podmínky, </w:t>
      </w:r>
      <w:r>
        <w:t>Kupujícímu</w:t>
      </w:r>
      <w:r w:rsidRPr="00CF3ED5">
        <w:t>.</w:t>
      </w:r>
    </w:p>
    <w:p w14:paraId="11F7CC3E" w14:textId="79963B1D" w:rsidR="00843A42" w:rsidRPr="00CF3ED5" w:rsidRDefault="00696032" w:rsidP="00EE5AE6">
      <w:pPr>
        <w:pStyle w:val="1odstavec"/>
      </w:pPr>
      <w:bookmarkStart w:id="1" w:name="_Ref156818681"/>
      <w:r>
        <w:t>Prodávající</w:t>
      </w:r>
      <w:r w:rsidR="00843A42" w:rsidRPr="00CF3ED5">
        <w:t xml:space="preserve"> se dále zavazuje postupovat při plnění </w:t>
      </w:r>
      <w:r w:rsidR="00843A42">
        <w:t>dílčích smluv uzavřených na základě této Rámcové dohody</w:t>
      </w:r>
      <w:r w:rsidR="00843A42" w:rsidRPr="00CF3ED5">
        <w:t xml:space="preserve"> v</w:t>
      </w:r>
      <w:r w:rsidR="000D441F">
        <w:t> </w:t>
      </w:r>
      <w:r w:rsidR="00843A42" w:rsidRPr="00CF3ED5">
        <w:t>souladu s</w:t>
      </w:r>
      <w:r w:rsidR="000D441F">
        <w:t> </w:t>
      </w:r>
      <w:r w:rsidR="00421EFB">
        <w:t>n</w:t>
      </w:r>
      <w:r w:rsidR="00843A42" w:rsidRPr="00CF3ED5">
        <w:t>ařízením Rady (ES) č. 765/2006 ze dne 18. května 2006 o omezujících opatřeních vzhledem k</w:t>
      </w:r>
      <w:r w:rsidR="000D441F">
        <w:t> </w:t>
      </w:r>
      <w:r w:rsidR="00843A42" w:rsidRPr="00CF3ED5">
        <w:t>situaci v</w:t>
      </w:r>
      <w:r w:rsidR="000D441F">
        <w:t> </w:t>
      </w:r>
      <w:r w:rsidR="00843A42" w:rsidRPr="00CF3ED5">
        <w:t>Bělorusku a k</w:t>
      </w:r>
      <w:r w:rsidR="000D441F">
        <w:t> </w:t>
      </w:r>
      <w:r w:rsidR="00843A42" w:rsidRPr="00CF3ED5">
        <w:t xml:space="preserve">zapojení Běloruska do ruské agrese proti Ukrajině, ve znění pozdějších předpisů, </w:t>
      </w:r>
      <w:r w:rsidR="00BB4F00">
        <w:t>n</w:t>
      </w:r>
      <w:r w:rsidR="00BB4F00" w:rsidRPr="002B73F3">
        <w:rPr>
          <w:rStyle w:val="normaltextrun"/>
          <w:bdr w:val="none" w:sz="0" w:space="0" w:color="auto" w:frame="1"/>
        </w:rPr>
        <w:t>ařízení</w:t>
      </w:r>
      <w:r w:rsidR="00BB4F00">
        <w:rPr>
          <w:rStyle w:val="normaltextrun"/>
          <w:bdr w:val="none" w:sz="0" w:space="0" w:color="auto" w:frame="1"/>
        </w:rPr>
        <w:t>m</w:t>
      </w:r>
      <w:r w:rsidR="00BB4F00" w:rsidRPr="002B73F3">
        <w:rPr>
          <w:rStyle w:val="normaltextrun"/>
          <w:bdr w:val="none" w:sz="0" w:space="0" w:color="auto" w:frame="1"/>
        </w:rPr>
        <w:t xml:space="preserve"> </w:t>
      </w:r>
      <w:r w:rsidR="00BB4F00" w:rsidRPr="00EA0FEC">
        <w:rPr>
          <w:rStyle w:val="normaltextrun"/>
        </w:rPr>
        <w:t>Rady</w:t>
      </w:r>
      <w:r w:rsidR="00BB4F0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0D441F">
        <w:rPr>
          <w:rStyle w:val="normaltextrun"/>
          <w:bdr w:val="none" w:sz="0" w:space="0" w:color="auto" w:frame="1"/>
        </w:rPr>
        <w:t> </w:t>
      </w:r>
      <w:r w:rsidR="00BB4F0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BB4F00">
        <w:rPr>
          <w:rStyle w:val="normaltextrun"/>
          <w:bdr w:val="none" w:sz="0" w:space="0" w:color="auto" w:frame="1"/>
        </w:rPr>
        <w:t>,</w:t>
      </w:r>
      <w:r w:rsidR="00BB4F00" w:rsidRPr="007A08B0">
        <w:t xml:space="preserve"> a dalších prováděcích předpisů k</w:t>
      </w:r>
      <w:r w:rsidR="000D441F">
        <w:t> </w:t>
      </w:r>
      <w:r w:rsidR="00BB4F00" w:rsidRPr="007A08B0">
        <w:t>t</w:t>
      </w:r>
      <w:r w:rsidR="00BB4F00">
        <w:t>ěmto</w:t>
      </w:r>
      <w:r w:rsidR="00BB4F00" w:rsidRPr="007A08B0">
        <w:t xml:space="preserve"> nařízení</w:t>
      </w:r>
      <w:r w:rsidR="00BB4F00">
        <w:t>m</w:t>
      </w:r>
      <w:r w:rsidR="00843A42" w:rsidRPr="00CF3ED5">
        <w:t>.</w:t>
      </w:r>
      <w:bookmarkEnd w:id="1"/>
    </w:p>
    <w:p w14:paraId="6A6332A6" w14:textId="30BF274F" w:rsidR="00843A42" w:rsidRPr="00CF3ED5" w:rsidRDefault="00696032" w:rsidP="00EE5AE6">
      <w:pPr>
        <w:pStyle w:val="1odstavec"/>
      </w:pPr>
      <w:r>
        <w:t>Prodávající</w:t>
      </w:r>
      <w:r w:rsidDel="00696032">
        <w:t xml:space="preserve"> </w:t>
      </w:r>
      <w:r w:rsidR="00843A42" w:rsidRPr="00CF3ED5">
        <w:t xml:space="preserve">se dále </w:t>
      </w:r>
      <w:bookmarkStart w:id="2" w:name="_Hlk156814447"/>
      <w:r w:rsidR="00BB4F00" w:rsidRPr="007A08B0">
        <w:t xml:space="preserve">zavazuje, že finanční prostředky ani hospodářské zdroje, které obdrží od </w:t>
      </w:r>
      <w:r w:rsidR="00BB4F00">
        <w:t>Kupujícího</w:t>
      </w:r>
      <w:r w:rsidR="00BB4F00" w:rsidRPr="007A08B0">
        <w:t xml:space="preserve"> na základě této Smlouvy a jejích případných dodatků, nezpřístupní přímo ani nepřímo fyzickým nebo právnickým osobám, subjektům či orgánům s</w:t>
      </w:r>
      <w:r w:rsidR="000D441F">
        <w:t> </w:t>
      </w:r>
      <w:r w:rsidR="00BB4F00" w:rsidRPr="007A08B0">
        <w:t>nimi spojeným uvedeným v</w:t>
      </w:r>
      <w:r w:rsidR="000D441F">
        <w:t> </w:t>
      </w:r>
      <w:r w:rsidR="00BB4F00" w:rsidRPr="007A08B0">
        <w:t>Sankčních seznamech, nebo v</w:t>
      </w:r>
      <w:r w:rsidR="000D441F">
        <w:t> </w:t>
      </w:r>
      <w:r w:rsidR="00BB4F00" w:rsidRPr="007A08B0">
        <w:t>jejich prospěch</w:t>
      </w:r>
      <w:bookmarkEnd w:id="2"/>
      <w:r w:rsidR="00843A42" w:rsidRPr="00CF3ED5">
        <w:t>.</w:t>
      </w:r>
    </w:p>
    <w:p w14:paraId="1CAA4589" w14:textId="056140E5" w:rsidR="00843A42" w:rsidRPr="00E003B8" w:rsidRDefault="00843A42" w:rsidP="00EE5AE6">
      <w:pPr>
        <w:pStyle w:val="1odstavec"/>
        <w:rPr>
          <w:b/>
          <w:sz w:val="22"/>
        </w:rPr>
      </w:pPr>
      <w:r w:rsidRPr="00CF3ED5">
        <w:t>Ukáž</w:t>
      </w:r>
      <w:r w:rsidR="00677F40">
        <w:t>e</w:t>
      </w:r>
      <w:r w:rsidRPr="00CF3ED5">
        <w:t xml:space="preserve">-li se </w:t>
      </w:r>
      <w:r w:rsidR="00677F40">
        <w:t xml:space="preserve">jakékoliv </w:t>
      </w:r>
      <w:r w:rsidRPr="00CF3ED5">
        <w:t>prohláše</w:t>
      </w:r>
      <w:r w:rsidRPr="0024350F">
        <w:t xml:space="preserve">ní </w:t>
      </w:r>
      <w:r>
        <w:t>P</w:t>
      </w:r>
      <w:r w:rsidR="00530A14">
        <w:t>rodávajícího</w:t>
      </w:r>
      <w:r w:rsidRPr="0024350F">
        <w:t xml:space="preserve"> dle </w:t>
      </w:r>
      <w:r w:rsidR="00530A14">
        <w:t xml:space="preserve">tohoto článku </w:t>
      </w:r>
      <w:r w:rsidR="00677F40">
        <w:t xml:space="preserve">Rámcové dohody </w:t>
      </w:r>
      <w:r w:rsidRPr="00CF3ED5">
        <w:t>jako nepravdiv</w:t>
      </w:r>
      <w:r w:rsidR="00677F40">
        <w:t>é</w:t>
      </w:r>
      <w:r w:rsidRPr="00CF3ED5">
        <w:t xml:space="preserve"> nebo poruší-li </w:t>
      </w:r>
      <w:r w:rsidR="00151F6D">
        <w:t>Prodávající</w:t>
      </w:r>
      <w:r w:rsidR="00151F6D" w:rsidDel="00530A14">
        <w:t xml:space="preserve"> </w:t>
      </w:r>
      <w:r w:rsidR="00151F6D">
        <w:t>svou</w:t>
      </w:r>
      <w:r w:rsidRPr="00CF3ED5">
        <w:t xml:space="preserve"> ozna</w:t>
      </w:r>
      <w:r w:rsidRPr="0024350F">
        <w:t xml:space="preserve">movací povinnost </w:t>
      </w:r>
      <w:r w:rsidRPr="00DC3B17">
        <w:t xml:space="preserve">nebo </w:t>
      </w:r>
      <w:r w:rsidR="00677F40">
        <w:t>některou z</w:t>
      </w:r>
      <w:r w:rsidR="000D441F">
        <w:t> </w:t>
      </w:r>
      <w:r w:rsidR="00677F40">
        <w:t xml:space="preserve">dalších </w:t>
      </w:r>
      <w:r w:rsidR="00677F40" w:rsidRPr="00DC3B17">
        <w:t>povinnost</w:t>
      </w:r>
      <w:r w:rsidR="00677F40">
        <w:t>í</w:t>
      </w:r>
      <w:r w:rsidR="00677F40" w:rsidRPr="00DC3B17">
        <w:t xml:space="preserve"> </w:t>
      </w:r>
      <w:r w:rsidRPr="00DC3B17">
        <w:t xml:space="preserve">dle </w:t>
      </w:r>
      <w:r w:rsidR="00677F40">
        <w:t xml:space="preserve">tohoto </w:t>
      </w:r>
      <w:r w:rsidR="00530A14">
        <w:t>článku</w:t>
      </w:r>
      <w:r w:rsidR="00677F40">
        <w:t xml:space="preserve"> Rámcové dohody</w:t>
      </w:r>
      <w:r w:rsidRPr="00CF3ED5">
        <w:t xml:space="preserve">, je </w:t>
      </w:r>
      <w:r>
        <w:t>Kupující</w:t>
      </w:r>
      <w:r w:rsidRPr="00CF3ED5">
        <w:t xml:space="preserve"> oprávněn </w:t>
      </w:r>
      <w:r>
        <w:t>odstoupit od této</w:t>
      </w:r>
      <w:r w:rsidRPr="00CF3ED5">
        <w:t xml:space="preserve"> </w:t>
      </w:r>
      <w:r>
        <w:t>Rámcové dohody</w:t>
      </w:r>
      <w:r w:rsidRPr="00CF3ED5">
        <w:t>.</w:t>
      </w:r>
      <w:r>
        <w:t xml:space="preserve"> Kupující je vedle toho oprávněn odstoupit od těch dílčích smluv uzavřených na základě této Rámcové dohody, které ještě nebyly splněny. </w:t>
      </w:r>
      <w:r w:rsidR="00DA5DB6">
        <w:t>Kupující</w:t>
      </w:r>
      <w:r>
        <w:t xml:space="preserve"> je oprávněn odstoupit od smluv dle předchozí věty </w:t>
      </w:r>
      <w:r w:rsidR="00CF67BB">
        <w:t xml:space="preserve">i </w:t>
      </w:r>
      <w:r>
        <w:t>ohledně</w:t>
      </w:r>
      <w:r w:rsidR="00CF67BB">
        <w:t xml:space="preserve"> </w:t>
      </w:r>
      <w:r>
        <w:t>celého plnění.</w:t>
      </w:r>
      <w:r w:rsidRPr="00CF3ED5">
        <w:t xml:space="preserve"> </w:t>
      </w:r>
      <w:r>
        <w:t>P</w:t>
      </w:r>
      <w:r w:rsidR="00530A14">
        <w:t>rodávající</w:t>
      </w:r>
      <w:r w:rsidRPr="00CF3ED5">
        <w:t xml:space="preserve"> je dále povinen zaplatit za každé jednotlivé porušení povinností </w:t>
      </w:r>
      <w:r w:rsidR="00530A14" w:rsidRPr="00CF3ED5">
        <w:t>dle</w:t>
      </w:r>
      <w:r w:rsidR="00530A14">
        <w:t xml:space="preserve"> věty první</w:t>
      </w:r>
      <w:r w:rsidR="00530A14" w:rsidRPr="00CF3ED5">
        <w:t xml:space="preserve"> </w:t>
      </w:r>
      <w:r w:rsidR="00530A14">
        <w:t>tohoto odstavce</w:t>
      </w:r>
      <w:r w:rsidRPr="00CF3ED5">
        <w:t xml:space="preserve"> smluvní pokutu ve výši </w:t>
      </w:r>
      <w:proofErr w:type="gramStart"/>
      <w:r w:rsidR="007701CF" w:rsidRPr="007F256A">
        <w:t>250</w:t>
      </w:r>
      <w:r w:rsidRPr="007F256A">
        <w:t>.000,-</w:t>
      </w:r>
      <w:proofErr w:type="gramEnd"/>
      <w:r w:rsidRPr="007F256A">
        <w:t xml:space="preserve">Kč (slovy </w:t>
      </w:r>
      <w:r w:rsidR="007701CF" w:rsidRPr="007F256A">
        <w:t>dvě stě padesát</w:t>
      </w:r>
      <w:r w:rsidRPr="007F256A">
        <w:t xml:space="preserve"> tisíc korun českých)</w:t>
      </w:r>
      <w:r>
        <w:t xml:space="preserve">. </w:t>
      </w:r>
      <w:r w:rsidRPr="00CF3ED5">
        <w:t xml:space="preserve">Ustanovení </w:t>
      </w:r>
      <w:r>
        <w:t xml:space="preserve">§ </w:t>
      </w:r>
      <w:r w:rsidRPr="00CF3ED5">
        <w:t xml:space="preserve">2050 Občanského zákoníku se </w:t>
      </w:r>
      <w:r>
        <w:t>nepoužije</w:t>
      </w:r>
      <w:r w:rsidRPr="00CF3ED5">
        <w:t>.</w:t>
      </w:r>
    </w:p>
    <w:p w14:paraId="71F75CAE" w14:textId="77777777" w:rsidR="009F69B6" w:rsidRDefault="009F69B6" w:rsidP="009F69B6">
      <w:pPr>
        <w:pStyle w:val="1odstavec"/>
        <w:numPr>
          <w:ilvl w:val="0"/>
          <w:numId w:val="0"/>
        </w:numPr>
        <w:ind w:left="567"/>
      </w:pPr>
    </w:p>
    <w:p w14:paraId="1665DD2C" w14:textId="35F213B0" w:rsidR="00151F6D" w:rsidRDefault="00151F6D" w:rsidP="00421EFB">
      <w:pPr>
        <w:pStyle w:val="Inadpis"/>
      </w:pPr>
      <w:r w:rsidRPr="00421EFB">
        <w:t>Compliance</w:t>
      </w:r>
    </w:p>
    <w:p w14:paraId="1A7F5916" w14:textId="77777777" w:rsidR="00151F6D" w:rsidRDefault="00151F6D" w:rsidP="00EF3C62">
      <w:pPr>
        <w:pStyle w:val="1odstavec"/>
        <w:numPr>
          <w:ilvl w:val="0"/>
          <w:numId w:val="14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095E9D84" w14:textId="16C2A89D" w:rsidR="00151F6D" w:rsidRDefault="00151F6D" w:rsidP="00EF3C62">
      <w:pPr>
        <w:pStyle w:val="1odstavec"/>
        <w:numPr>
          <w:ilvl w:val="0"/>
          <w:numId w:val="20"/>
        </w:numPr>
      </w:pPr>
      <w:r>
        <w:t>Správa železnic, státní organizace, má výše uvedené dokumenty k dispozici na webových stránkách:</w:t>
      </w:r>
      <w:r w:rsidR="00EF3C62" w:rsidRPr="00EF3C62">
        <w:rPr>
          <w:color w:val="000000"/>
          <w:sz w:val="20"/>
          <w:szCs w:val="20"/>
        </w:rPr>
        <w:t xml:space="preserve"> </w:t>
      </w:r>
      <w:hyperlink r:id="rId11" w:history="1">
        <w:r w:rsidR="00EF3C62" w:rsidRPr="00EF3C62">
          <w:rPr>
            <w:rStyle w:val="Hypertextovodkaz"/>
          </w:rPr>
          <w:t>https://www.spravazeleznic.cz/o-nas/</w:t>
        </w:r>
        <w:r w:rsidR="00EF3C62" w:rsidRPr="00EF3C62">
          <w:rPr>
            <w:rStyle w:val="Hypertextovodkaz"/>
            <w:b/>
            <w:bCs/>
          </w:rPr>
          <w:t>nezadouci</w:t>
        </w:r>
        <w:r w:rsidR="00EF3C62" w:rsidRPr="00EF3C62">
          <w:rPr>
            <w:rStyle w:val="Hypertextovodkaz"/>
          </w:rPr>
          <w:t>-jednani-a-boj-s-korupci</w:t>
        </w:r>
      </w:hyperlink>
      <w:r w:rsidRPr="00EF3C62">
        <w:t>.</w:t>
      </w:r>
    </w:p>
    <w:p w14:paraId="5D04EDF9" w14:textId="74A1655B" w:rsidR="00151F6D" w:rsidRDefault="00151F6D" w:rsidP="00EF3C62">
      <w:pPr>
        <w:pStyle w:val="1odstavec"/>
        <w:numPr>
          <w:ilvl w:val="0"/>
          <w:numId w:val="34"/>
        </w:numPr>
      </w:pPr>
      <w:r>
        <w:lastRenderedPageBreak/>
        <w:t>Prodávající má výše uvedené dokumenty k dispozici na webových stránkách:</w:t>
      </w:r>
      <w:r w:rsidR="00D278BD" w:rsidRPr="004C2E6D">
        <w:rPr>
          <w:highlight w:val="green"/>
        </w:rPr>
        <w:t xml:space="preserve"> [doplní </w:t>
      </w:r>
      <w:r w:rsidR="001B06B7" w:rsidRPr="004C2E6D">
        <w:rPr>
          <w:highlight w:val="green"/>
        </w:rPr>
        <w:t>Prodávající</w:t>
      </w:r>
      <w:r w:rsidR="00D278BD" w:rsidRPr="004C2E6D">
        <w:rPr>
          <w:highlight w:val="green"/>
        </w:rPr>
        <w:t xml:space="preserve"> x nemá-li </w:t>
      </w:r>
      <w:r w:rsidR="001B06B7" w:rsidRPr="004C2E6D">
        <w:rPr>
          <w:highlight w:val="green"/>
        </w:rPr>
        <w:t>Prodávající</w:t>
      </w:r>
      <w:r w:rsidR="00D278BD" w:rsidRPr="004C2E6D">
        <w:rPr>
          <w:highlight w:val="green"/>
        </w:rPr>
        <w:t xml:space="preserve"> výše uvedené dokumenty, celý </w:t>
      </w:r>
      <w:r w:rsidR="001B06B7" w:rsidRPr="004C2E6D">
        <w:rPr>
          <w:highlight w:val="green"/>
        </w:rPr>
        <w:t xml:space="preserve">odst. </w:t>
      </w:r>
      <w:r w:rsidR="00D278BD" w:rsidRPr="004C2E6D">
        <w:rPr>
          <w:highlight w:val="green"/>
        </w:rPr>
        <w:t>3 odstraní]</w:t>
      </w:r>
      <w:r w:rsidR="00D278BD">
        <w:t>.</w:t>
      </w:r>
    </w:p>
    <w:p w14:paraId="164DA9D4" w14:textId="1801C16B" w:rsidR="00CC5257" w:rsidRPr="008B5521" w:rsidRDefault="008B5521" w:rsidP="00EE5AE6">
      <w:pPr>
        <w:pStyle w:val="Inadpis"/>
      </w:pPr>
      <w:r w:rsidRPr="008B5521">
        <w:t>ZÁVĚREČNÁ UJEDNÁNÍ</w:t>
      </w:r>
    </w:p>
    <w:p w14:paraId="164DA9D5" w14:textId="23E08491" w:rsidR="008135F0" w:rsidRPr="008B5521" w:rsidRDefault="008135F0" w:rsidP="00EF3C62">
      <w:pPr>
        <w:pStyle w:val="1odstavec"/>
        <w:numPr>
          <w:ilvl w:val="0"/>
          <w:numId w:val="12"/>
        </w:numPr>
      </w:pPr>
      <w:r w:rsidRPr="008B5521">
        <w:t xml:space="preserve">Osobami oprávněnými jednat </w:t>
      </w:r>
      <w:r w:rsidR="00E71957" w:rsidRPr="008B5521">
        <w:t xml:space="preserve">ve vztahu k této </w:t>
      </w:r>
      <w:r w:rsidR="00C54309" w:rsidRPr="008B5521">
        <w:t>Rámcové</w:t>
      </w:r>
      <w:r w:rsidR="00E71957" w:rsidRPr="008B5521">
        <w:t xml:space="preserve"> dohodě</w:t>
      </w:r>
      <w:r w:rsidRPr="008B5521">
        <w:t xml:space="preserve"> jsou:</w:t>
      </w:r>
    </w:p>
    <w:p w14:paraId="164DA9D7" w14:textId="1BFBFFA9" w:rsidR="008135F0" w:rsidRPr="008B5521" w:rsidRDefault="008135F0" w:rsidP="00EF3C62">
      <w:pPr>
        <w:pStyle w:val="aodst0"/>
        <w:numPr>
          <w:ilvl w:val="0"/>
          <w:numId w:val="13"/>
        </w:numPr>
      </w:pPr>
      <w:r w:rsidRPr="008B5521">
        <w:t xml:space="preserve">na straně </w:t>
      </w:r>
      <w:r w:rsidR="00CB26F1" w:rsidRPr="008B5521">
        <w:t>Kupujícího</w:t>
      </w:r>
      <w:r w:rsidR="00F9370C" w:rsidRPr="008B5521">
        <w:t>:</w:t>
      </w:r>
      <w:r w:rsidR="003E7BB7">
        <w:t xml:space="preserve"> </w:t>
      </w:r>
      <w:proofErr w:type="spellStart"/>
      <w:r w:rsidR="003E7BB7">
        <w:rPr>
          <w:highlight w:val="yellow"/>
        </w:rPr>
        <w:t>xxx</w:t>
      </w:r>
      <w:proofErr w:type="spellEnd"/>
      <w:r w:rsidR="007F03C6" w:rsidRPr="00151F6D">
        <w:rPr>
          <w:highlight w:val="yellow"/>
        </w:rPr>
        <w:t xml:space="preserve">, </w:t>
      </w:r>
      <w:hyperlink r:id="rId12" w:history="1">
        <w:r w:rsidR="003E7BB7" w:rsidRPr="00F10649">
          <w:rPr>
            <w:rStyle w:val="Hypertextovodkaz"/>
            <w:highlight w:val="yellow"/>
          </w:rPr>
          <w:t>xxx@xx.cz</w:t>
        </w:r>
      </w:hyperlink>
      <w:r w:rsidR="007F03C6" w:rsidRPr="00151F6D">
        <w:rPr>
          <w:highlight w:val="yellow"/>
        </w:rPr>
        <w:t xml:space="preserve">, tel.: </w:t>
      </w:r>
      <w:proofErr w:type="spellStart"/>
      <w:proofErr w:type="gramStart"/>
      <w:r w:rsidR="003E7BB7">
        <w:rPr>
          <w:highlight w:val="yellow"/>
        </w:rPr>
        <w:t>xx</w:t>
      </w:r>
      <w:proofErr w:type="spellEnd"/>
      <w:r w:rsidR="003E7BB7" w:rsidRPr="00EE5AE6">
        <w:rPr>
          <w:highlight w:val="yellow"/>
        </w:rPr>
        <w:t>[</w:t>
      </w:r>
      <w:proofErr w:type="gramEnd"/>
      <w:r w:rsidR="003E7BB7" w:rsidRPr="00EE5AE6">
        <w:rPr>
          <w:highlight w:val="yellow"/>
        </w:rPr>
        <w:t>DOPLNÍ KUPUJÍCÍ PŘI PODPISU R</w:t>
      </w:r>
      <w:r w:rsidR="003E7BB7">
        <w:rPr>
          <w:highlight w:val="yellow"/>
        </w:rPr>
        <w:t>D</w:t>
      </w:r>
      <w:r w:rsidR="003E7BB7" w:rsidRPr="00EE5AE6">
        <w:rPr>
          <w:highlight w:val="yellow"/>
        </w:rPr>
        <w:t>]</w:t>
      </w:r>
    </w:p>
    <w:p w14:paraId="164DA9D9" w14:textId="4A5590F6" w:rsidR="008135F0" w:rsidRPr="00737ABD" w:rsidRDefault="008135F0" w:rsidP="00EF3C62">
      <w:pPr>
        <w:pStyle w:val="aodst0"/>
        <w:numPr>
          <w:ilvl w:val="0"/>
          <w:numId w:val="27"/>
        </w:numPr>
      </w:pPr>
      <w:r w:rsidRPr="008B5521">
        <w:t xml:space="preserve">na straně </w:t>
      </w:r>
      <w:r w:rsidR="000B560C" w:rsidRPr="008B5521">
        <w:t>Prodávající</w:t>
      </w:r>
      <w:r w:rsidR="00CB26F1" w:rsidRPr="008B5521">
        <w:t>ho</w:t>
      </w:r>
      <w:r w:rsidRPr="008B5521">
        <w:t>:</w:t>
      </w:r>
      <w:r w:rsidR="00174612" w:rsidRPr="008B5521">
        <w:t xml:space="preserve"> </w:t>
      </w:r>
      <w:r w:rsidR="005C1AF3" w:rsidRPr="00971895">
        <w:rPr>
          <w:highlight w:val="green"/>
        </w:rPr>
        <w:t>[DOPLNÍ PRODÁVAJÍCÍ]</w:t>
      </w:r>
    </w:p>
    <w:p w14:paraId="164DA9DA" w14:textId="5245DDDA" w:rsidR="00966347" w:rsidRPr="008B5521" w:rsidRDefault="00935934" w:rsidP="00EF3C62">
      <w:pPr>
        <w:pStyle w:val="1odstavec"/>
        <w:numPr>
          <w:ilvl w:val="0"/>
          <w:numId w:val="21"/>
        </w:numPr>
      </w:pPr>
      <w:r w:rsidRPr="008B5521">
        <w:t xml:space="preserve">Obě </w:t>
      </w:r>
      <w:r w:rsidR="004C3347" w:rsidRPr="008B5521">
        <w:t xml:space="preserve">Smluvní </w:t>
      </w:r>
      <w:r w:rsidRPr="008B5521">
        <w:t xml:space="preserve">strany prohlašují, že si tuto </w:t>
      </w:r>
      <w:r w:rsidR="009601AA" w:rsidRPr="008B5521">
        <w:t xml:space="preserve">Rámcovou </w:t>
      </w:r>
      <w:r w:rsidRPr="008B5521"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t xml:space="preserve">Rámcové dohody </w:t>
      </w:r>
      <w:r w:rsidRPr="008B5521">
        <w:t xml:space="preserve">připojují pověření zástupci obou </w:t>
      </w:r>
      <w:r w:rsidR="004C3347" w:rsidRPr="008B5521">
        <w:t xml:space="preserve">Smluvních </w:t>
      </w:r>
      <w:r w:rsidR="00E8277F">
        <w:t>stran své</w:t>
      </w:r>
      <w:r w:rsidRPr="008B5521">
        <w:t xml:space="preserve"> podpisy.</w:t>
      </w:r>
    </w:p>
    <w:p w14:paraId="164DA9DB" w14:textId="55145634" w:rsidR="0070422F" w:rsidRPr="008B5521" w:rsidRDefault="008135F0" w:rsidP="00EF3C62">
      <w:pPr>
        <w:pStyle w:val="1odstavec"/>
        <w:numPr>
          <w:ilvl w:val="0"/>
          <w:numId w:val="33"/>
        </w:numPr>
      </w:pPr>
      <w:r w:rsidRPr="008B5521">
        <w:t xml:space="preserve">Tato </w:t>
      </w:r>
      <w:r w:rsidR="00C54309" w:rsidRPr="008B5521">
        <w:t xml:space="preserve">Rámcová </w:t>
      </w:r>
      <w:r w:rsidR="00E71957" w:rsidRPr="008B5521">
        <w:t>dohoda</w:t>
      </w:r>
      <w:r w:rsidRPr="008B5521">
        <w:t xml:space="preserve"> se řídí Obchodními pod</w:t>
      </w:r>
      <w:r w:rsidR="00174612" w:rsidRPr="008B5521">
        <w:t>mínkami k</w:t>
      </w:r>
      <w:r w:rsidR="00C54309" w:rsidRPr="008B5521">
        <w:t> této Rámcové</w:t>
      </w:r>
      <w:r w:rsidR="00174612" w:rsidRPr="008B5521">
        <w:t xml:space="preserve"> </w:t>
      </w:r>
      <w:r w:rsidR="00E71957" w:rsidRPr="008B5521">
        <w:t>dohodě</w:t>
      </w:r>
      <w:r w:rsidR="00174612" w:rsidRPr="008B5521">
        <w:t xml:space="preserve"> </w:t>
      </w:r>
      <w:r w:rsidR="00BA2BFC" w:rsidRPr="008D37FE">
        <w:t>uvedené v příloze č. 1 této Rámcové dohody</w:t>
      </w:r>
      <w:r w:rsidR="00C52F0E" w:rsidRPr="008B5521">
        <w:t xml:space="preserve"> </w:t>
      </w:r>
      <w:r w:rsidRPr="008B5521">
        <w:t>(dále jen „</w:t>
      </w:r>
      <w:r w:rsidRPr="00EE5AE6">
        <w:rPr>
          <w:rStyle w:val="Kurzvatun"/>
        </w:rPr>
        <w:t>Obchodní podmínky</w:t>
      </w:r>
      <w:r w:rsidRPr="008B5521">
        <w:t>“). Odchylná ujednání v</w:t>
      </w:r>
      <w:r w:rsidR="00C54309" w:rsidRPr="008B5521">
        <w:t> této Rámcové</w:t>
      </w:r>
      <w:r w:rsidRPr="008B5521">
        <w:t xml:space="preserve"> </w:t>
      </w:r>
      <w:r w:rsidR="00E71957" w:rsidRPr="008B5521">
        <w:t>dohodě</w:t>
      </w:r>
      <w:r w:rsidR="008D0F83" w:rsidRPr="008B5521">
        <w:t xml:space="preserve"> a jejích přílohách a dílčí smlouvě</w:t>
      </w:r>
      <w:r w:rsidRPr="008B5521">
        <w:t xml:space="preserve"> mají před zněním Obch</w:t>
      </w:r>
      <w:r w:rsidR="00966347" w:rsidRPr="008B5521">
        <w:t>odních podmínek přednost</w:t>
      </w:r>
      <w:r w:rsidR="0070422F" w:rsidRPr="008B5521">
        <w:t xml:space="preserve">. </w:t>
      </w:r>
    </w:p>
    <w:p w14:paraId="164DA9DC" w14:textId="77777777" w:rsidR="006F1EC7" w:rsidRPr="008B5521" w:rsidRDefault="006F1EC7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EE5AE6">
      <w:pPr>
        <w:pStyle w:val="1odstavec"/>
      </w:pPr>
      <w:r w:rsidRPr="008B5521">
        <w:t>Prodávající</w:t>
      </w:r>
      <w:r w:rsidR="006F1EC7" w:rsidRPr="008B5521">
        <w:t xml:space="preserve"> prohlašuje, že se se zněním Obchodních podmínek před podpisem této </w:t>
      </w:r>
      <w:r w:rsidR="00C54309" w:rsidRPr="008B5521">
        <w:t>Rámcové</w:t>
      </w:r>
      <w:r w:rsidR="006F1EC7" w:rsidRPr="008B5521">
        <w:t xml:space="preserve"> dohody seznámil v dostatečném rozsahu spolu s veškerými požadavky </w:t>
      </w:r>
      <w:r w:rsidR="00CB26F1" w:rsidRPr="008B5521">
        <w:t>Kupujícího</w:t>
      </w:r>
      <w:r w:rsidR="006F1EC7" w:rsidRPr="008B5521">
        <w:t xml:space="preserve"> dle této </w:t>
      </w:r>
      <w:r w:rsidR="00C54309" w:rsidRPr="008B5521">
        <w:t>Rámcové</w:t>
      </w:r>
      <w:r w:rsidR="006F1EC7" w:rsidRPr="008B5521">
        <w:t xml:space="preserve"> dohody, přičemž si není vědom žádných překážek, které by</w:t>
      </w:r>
      <w:r w:rsidR="007147A2" w:rsidRPr="008B5521">
        <w:t xml:space="preserve"> Kupujícímu </w:t>
      </w:r>
      <w:r w:rsidR="006F1EC7" w:rsidRPr="008B5521">
        <w:t xml:space="preserve">bránily v poskytnutí sjednaného plnění v souladu s touto </w:t>
      </w:r>
      <w:r w:rsidR="00C26221" w:rsidRPr="008B5521">
        <w:t xml:space="preserve">Rámcovou </w:t>
      </w:r>
      <w:r w:rsidR="006F1EC7" w:rsidRPr="008B5521">
        <w:t>dohodou.</w:t>
      </w:r>
    </w:p>
    <w:p w14:paraId="3C3799E4" w14:textId="77777777" w:rsidR="00865B25" w:rsidRPr="00865B25" w:rsidRDefault="00865B25" w:rsidP="00EE5AE6">
      <w:pPr>
        <w:pStyle w:val="1odstavec"/>
      </w:pPr>
      <w:r w:rsidRPr="00865B25"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EE5AE6">
      <w:pPr>
        <w:pStyle w:val="1odstavec"/>
      </w:pPr>
      <w:r w:rsidRPr="008B5521">
        <w:t xml:space="preserve">Smluvní vztahy výslovně neupravené </w:t>
      </w:r>
      <w:r w:rsidR="00C26221" w:rsidRPr="008B5521">
        <w:t xml:space="preserve">touto Rámcovou </w:t>
      </w:r>
      <w:r w:rsidRPr="008B5521">
        <w:t xml:space="preserve">dohodou a </w:t>
      </w:r>
      <w:r w:rsidR="00EF6A9D" w:rsidRPr="008B5521">
        <w:t xml:space="preserve">jejími </w:t>
      </w:r>
      <w:r w:rsidRPr="008B5521">
        <w:t xml:space="preserve">Obchodními podmínkami se řídí Občanským zákoníkem a platnými obecně závaznými právními předpisy. Veškerá práva a povinnosti </w:t>
      </w:r>
      <w:r w:rsidR="004C3347" w:rsidRPr="008B5521">
        <w:t xml:space="preserve">Smluvních </w:t>
      </w:r>
      <w:r w:rsidRPr="008B5521">
        <w:t>stran vyplývající z</w:t>
      </w:r>
      <w:r w:rsidR="00C54309" w:rsidRPr="008B5521">
        <w:t> této Rámcové</w:t>
      </w:r>
      <w:r w:rsidRPr="008B5521">
        <w:t xml:space="preserve"> dohody se řídí českým právním řádem.</w:t>
      </w:r>
      <w:r w:rsidR="00EF6A9D" w:rsidRPr="008B5521">
        <w:t xml:space="preserve"> Smluvní strany vylučují použití Úmluvy OSN o smlouvách o mezinárodní koupi zboží.</w:t>
      </w:r>
    </w:p>
    <w:p w14:paraId="164DA9E0" w14:textId="774A74F5" w:rsidR="006F1EC7" w:rsidRPr="008B5521" w:rsidRDefault="006F1EC7" w:rsidP="00EE5AE6">
      <w:pPr>
        <w:pStyle w:val="1odstavec"/>
      </w:pPr>
      <w:r w:rsidRPr="008B5521"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t xml:space="preserve">Smluvní </w:t>
      </w:r>
      <w:r w:rsidRPr="008B5521">
        <w:t xml:space="preserve">strany na tom, že k projednání sporů je příslušný obecný soud </w:t>
      </w:r>
      <w:r w:rsidR="00CB26F1" w:rsidRPr="008B5521">
        <w:t>Kupujícího</w:t>
      </w:r>
      <w:r w:rsidRPr="008B5521"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EE5AE6">
      <w:pPr>
        <w:pStyle w:val="1odstavec"/>
      </w:pPr>
      <w:r w:rsidRPr="008B5521">
        <w:t xml:space="preserve">Zvláštní podmínky, na které odkazuje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</w:t>
      </w:r>
      <w:r w:rsidR="00E71957" w:rsidRPr="008B5521">
        <w:t>dohoda</w:t>
      </w:r>
      <w:r w:rsidRPr="008B5521">
        <w:t>, mají přednost před zněním Obchodních podmínek, Obchodní podmínky se užijí v rozsahu, v jakém nejsou v rozporu s takovými zvláštními podmínkami.</w:t>
      </w:r>
    </w:p>
    <w:p w14:paraId="164DA9E2" w14:textId="77777777" w:rsidR="00F14996" w:rsidRPr="008B5521" w:rsidRDefault="00F14996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nabývá platnosti okamžikem jejího podpisu poslední ze </w:t>
      </w:r>
      <w:r w:rsidR="00C54309" w:rsidRPr="008B5521">
        <w:t xml:space="preserve">Smluvních </w:t>
      </w:r>
      <w:r w:rsidRPr="008B5521">
        <w:t xml:space="preserve">stran. Je-li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dohoda uveřejňována v registru smluv, nabývá účinnosti dnem uveřejnění v registru smluv, jinak je účinná od okamžiku uzavření.</w:t>
      </w:r>
    </w:p>
    <w:p w14:paraId="164DA9E3" w14:textId="7E75C360" w:rsidR="00CC5257" w:rsidRPr="008B5521" w:rsidRDefault="00A02B02" w:rsidP="00EE5AE6">
      <w:pPr>
        <w:pStyle w:val="Plohynadpis"/>
      </w:pPr>
      <w:r w:rsidRPr="008B5521">
        <w:t>Přílohy</w:t>
      </w:r>
      <w:r w:rsidR="00904D7D" w:rsidRPr="008B5521">
        <w:t xml:space="preserve"> tvořící nedílnou součást této </w:t>
      </w:r>
      <w:r w:rsidR="00F1551D">
        <w:t>R</w:t>
      </w:r>
      <w:r w:rsidR="00904D7D" w:rsidRPr="008B5521">
        <w:t>ámcové dohody</w:t>
      </w:r>
    </w:p>
    <w:p w14:paraId="164DA9E4" w14:textId="06D53B21" w:rsidR="007465F2" w:rsidRPr="008B5521" w:rsidRDefault="007465F2" w:rsidP="00EE5AE6">
      <w:pPr>
        <w:pStyle w:val="Plohy"/>
      </w:pPr>
      <w:r w:rsidRPr="008B5521">
        <w:t>Příloha č. 1 – Obchodní podmínky k rámcové dohodě</w:t>
      </w:r>
    </w:p>
    <w:p w14:paraId="164DA9E5" w14:textId="77777777" w:rsidR="00CB26F1" w:rsidRDefault="00CB26F1" w:rsidP="00EE5AE6">
      <w:pPr>
        <w:pStyle w:val="Plohy"/>
      </w:pPr>
      <w:r w:rsidRPr="008B5521">
        <w:t xml:space="preserve">Příloha č. </w:t>
      </w:r>
      <w:r w:rsidR="007465F2" w:rsidRPr="008B5521">
        <w:t>2</w:t>
      </w:r>
      <w:r w:rsidRPr="008B5521">
        <w:t xml:space="preserve"> – </w:t>
      </w:r>
      <w:r w:rsidR="00681F22" w:rsidRPr="008B5521">
        <w:t xml:space="preserve">Bližší specifikace předmětu </w:t>
      </w:r>
      <w:r w:rsidR="00C54309" w:rsidRPr="008B5521">
        <w:t>Dodávek</w:t>
      </w:r>
    </w:p>
    <w:p w14:paraId="3C74F1FD" w14:textId="36236248" w:rsidR="005B1500" w:rsidRPr="008B5521" w:rsidRDefault="005B1500" w:rsidP="00EE5AE6">
      <w:pPr>
        <w:pStyle w:val="Plohy"/>
      </w:pPr>
      <w:r>
        <w:t xml:space="preserve">Příloha č. 3 – Specifikace předmětu </w:t>
      </w:r>
      <w:r w:rsidR="009C69CA">
        <w:t xml:space="preserve">Dodávek </w:t>
      </w:r>
      <w:r>
        <w:t xml:space="preserve">dodavatele </w:t>
      </w:r>
      <w:r w:rsidRPr="00EE5AE6">
        <w:rPr>
          <w:rStyle w:val="Tun"/>
          <w:highlight w:val="green"/>
        </w:rPr>
        <w:t>[DOPLNÍ PRODÁVAJÍCÍ]</w:t>
      </w:r>
    </w:p>
    <w:p w14:paraId="164DA9E6" w14:textId="261405AC" w:rsidR="00935934" w:rsidRPr="008B5521" w:rsidRDefault="00935934" w:rsidP="00EE5AE6">
      <w:pPr>
        <w:pStyle w:val="Plohy"/>
      </w:pPr>
      <w:r w:rsidRPr="00EE5AE6">
        <w:t xml:space="preserve">Příloha č. </w:t>
      </w:r>
      <w:r w:rsidR="005B1500">
        <w:t>4</w:t>
      </w:r>
      <w:r w:rsidRPr="00EE5AE6">
        <w:t xml:space="preserve"> – </w:t>
      </w:r>
      <w:r w:rsidR="003B7199" w:rsidRPr="006A6FDE">
        <w:t xml:space="preserve">Jednotkový ceník dodávaného zboží </w:t>
      </w:r>
    </w:p>
    <w:p w14:paraId="164DA9E7" w14:textId="084A843E" w:rsidR="006A4A0B" w:rsidRPr="008B5521" w:rsidRDefault="006A4A0B" w:rsidP="00EE5AE6">
      <w:pPr>
        <w:pStyle w:val="Plohy"/>
      </w:pPr>
      <w:r w:rsidRPr="008B5521">
        <w:t xml:space="preserve">Příloha č. </w:t>
      </w:r>
      <w:r w:rsidR="005B1500">
        <w:t>5</w:t>
      </w:r>
      <w:r w:rsidRPr="008B5521">
        <w:t xml:space="preserve"> – Seznam poddodavatelů</w:t>
      </w:r>
    </w:p>
    <w:p w14:paraId="164DA9EA" w14:textId="55AF103A" w:rsidR="00C928F9" w:rsidRDefault="003867FF" w:rsidP="00EE5AE6">
      <w:pPr>
        <w:pStyle w:val="ZaKupujchoprodvajcho"/>
      </w:pPr>
      <w:r>
        <w:lastRenderedPageBreak/>
        <w:t xml:space="preserve">Za </w:t>
      </w:r>
      <w:r w:rsidRPr="008B5521">
        <w:t>Kupující</w:t>
      </w:r>
      <w:r>
        <w:t>ho</w:t>
      </w:r>
      <w:r w:rsidRPr="008B5521">
        <w:t>: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Pr="008B5521">
        <w:t>Prodávající</w:t>
      </w:r>
      <w:r>
        <w:t>ho</w:t>
      </w:r>
      <w:r w:rsidRPr="008B5521">
        <w:t>:</w:t>
      </w:r>
    </w:p>
    <w:p w14:paraId="6CD16016" w14:textId="77777777" w:rsidR="003E7BB7" w:rsidRDefault="003E7BB7" w:rsidP="00EE5AE6">
      <w:pPr>
        <w:pStyle w:val="ZaKupujchoprodvajcho"/>
      </w:pPr>
    </w:p>
    <w:p w14:paraId="72D07A6C" w14:textId="77777777" w:rsidR="007701CF" w:rsidRPr="008B5521" w:rsidRDefault="007701CF" w:rsidP="00EE5AE6">
      <w:pPr>
        <w:pStyle w:val="ZaKupujchoprodvajcho"/>
      </w:pPr>
    </w:p>
    <w:p w14:paraId="183C3D38" w14:textId="43F396BC" w:rsidR="005C1AF3" w:rsidRPr="008B5521" w:rsidRDefault="005C1AF3" w:rsidP="003E7BB7">
      <w:pPr>
        <w:pStyle w:val="Podpisovoprvnn"/>
        <w:spacing w:before="0"/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="003E7BB7" w:rsidRPr="003E7BB7">
        <w:rPr>
          <w:rStyle w:val="Tun"/>
        </w:rPr>
        <w:t>Ing. Karel Švejda, MBA</w:t>
      </w:r>
      <w:r w:rsidR="003E7BB7">
        <w:rPr>
          <w:rStyle w:val="Tun"/>
        </w:rPr>
        <w:tab/>
      </w:r>
      <w:r w:rsidR="003E7BB7">
        <w:rPr>
          <w:rStyle w:val="Tun"/>
        </w:rPr>
        <w:tab/>
      </w:r>
      <w:r w:rsidR="003E7BB7">
        <w:rPr>
          <w:rStyle w:val="Tun"/>
        </w:rPr>
        <w:tab/>
      </w:r>
      <w:r w:rsidR="003E7BB7">
        <w:rPr>
          <w:rStyle w:val="Tun"/>
        </w:rPr>
        <w:tab/>
      </w:r>
      <w:r w:rsidRPr="00EE5AE6">
        <w:rPr>
          <w:rStyle w:val="Tun"/>
          <w:highlight w:val="green"/>
        </w:rPr>
        <w:t>[DOPLNÍ PRODÁVAJÍCÍ]</w:t>
      </w:r>
      <w:r w:rsidRPr="00EE5AE6">
        <w:rPr>
          <w:rStyle w:val="Tun"/>
        </w:rPr>
        <w:br/>
      </w:r>
      <w:r w:rsidR="003E7BB7" w:rsidRPr="003E7BB7">
        <w:rPr>
          <w:rStyle w:val="Tun"/>
          <w:b w:val="0"/>
          <w:bCs/>
        </w:rPr>
        <w:t>náměstek GŘ pro provozuschopnost dráhy</w:t>
      </w:r>
    </w:p>
    <w:p w14:paraId="164DA9F4" w14:textId="278C1EE6" w:rsidR="00BF4D4D" w:rsidRPr="008B5521" w:rsidRDefault="00BF4D4D" w:rsidP="00EE5AE6">
      <w:pPr>
        <w:widowControl w:val="0"/>
        <w:spacing w:before="0" w:after="200"/>
        <w:jc w:val="left"/>
        <w:rPr>
          <w:rFonts w:cstheme="minorHAnsi"/>
          <w:szCs w:val="18"/>
        </w:rPr>
      </w:pPr>
    </w:p>
    <w:sectPr w:rsidR="00BF4D4D" w:rsidRPr="008B5521" w:rsidSect="00371CA0">
      <w:footerReference w:type="default" r:id="rId13"/>
      <w:headerReference w:type="first" r:id="rId14"/>
      <w:footerReference w:type="first" r:id="rId15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93F81" w14:textId="77777777" w:rsidR="0006083F" w:rsidRDefault="0006083F" w:rsidP="003706CB">
      <w:pPr>
        <w:spacing w:after="0" w:line="240" w:lineRule="auto"/>
      </w:pPr>
      <w:r>
        <w:separator/>
      </w:r>
    </w:p>
  </w:endnote>
  <w:endnote w:type="continuationSeparator" w:id="0">
    <w:p w14:paraId="1D2F64D0" w14:textId="77777777" w:rsidR="0006083F" w:rsidRDefault="0006083F" w:rsidP="003706CB">
      <w:pPr>
        <w:spacing w:after="0" w:line="240" w:lineRule="auto"/>
      </w:pPr>
      <w:r>
        <w:continuationSeparator/>
      </w:r>
    </w:p>
  </w:endnote>
  <w:endnote w:type="continuationNotice" w:id="1">
    <w:p w14:paraId="0107CDF6" w14:textId="77777777" w:rsidR="0006083F" w:rsidRDefault="000608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AA05" w14:textId="50A00E3D" w:rsidR="00925A19" w:rsidRDefault="003B2DAA" w:rsidP="003B2DAA">
    <w:pPr>
      <w:pStyle w:val="Zpat"/>
      <w:spacing w:line="200" w:lineRule="exact"/>
      <w:jc w:val="center"/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2F57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2F57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1241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354F82F0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color w:val="FF5200"/>
              <w:sz w:val="14"/>
            </w:rPr>
          </w:pP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>PAGE   \* MERGEFORMAT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D02F57">
            <w:rPr>
              <w:rFonts w:eastAsia="Verdana"/>
              <w:noProof/>
              <w:color w:val="FF5200"/>
              <w:sz w:val="14"/>
            </w:rPr>
            <w:t>1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  <w:r w:rsidRPr="003B2DAA">
            <w:rPr>
              <w:rFonts w:eastAsia="Verdana"/>
              <w:color w:val="FF5200"/>
              <w:sz w:val="14"/>
            </w:rPr>
            <w:t>/</w:t>
          </w: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D02F57">
            <w:rPr>
              <w:rFonts w:eastAsia="Verdana"/>
              <w:noProof/>
              <w:color w:val="FF5200"/>
              <w:sz w:val="14"/>
            </w:rPr>
            <w:t>9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3B2DAA" w:rsidRPr="003B2DAA">
            <w:rPr>
              <w:rFonts w:eastAsia="Verdana"/>
              <w:sz w:val="12"/>
            </w:rPr>
            <w:t>, státní organizace</w:t>
          </w:r>
        </w:p>
        <w:p w14:paraId="164DAA09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www</w:t>
          </w:r>
          <w:r w:rsidRPr="004B4891">
            <w:rPr>
              <w:rFonts w:eastAsia="Verdana"/>
              <w:sz w:val="12"/>
            </w:rPr>
            <w:t>.spravazeleznic</w:t>
          </w:r>
          <w:r w:rsidR="003B2DAA" w:rsidRPr="003B2DAA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D2704A" w14:textId="77777777" w:rsidR="0006083F" w:rsidRDefault="0006083F" w:rsidP="003706CB">
      <w:pPr>
        <w:spacing w:after="0" w:line="240" w:lineRule="auto"/>
      </w:pPr>
      <w:r>
        <w:separator/>
      </w:r>
    </w:p>
  </w:footnote>
  <w:footnote w:type="continuationSeparator" w:id="0">
    <w:p w14:paraId="570BBA66" w14:textId="77777777" w:rsidR="0006083F" w:rsidRDefault="0006083F" w:rsidP="003706CB">
      <w:pPr>
        <w:spacing w:after="0" w:line="240" w:lineRule="auto"/>
      </w:pPr>
      <w:r>
        <w:continuationSeparator/>
      </w:r>
    </w:p>
  </w:footnote>
  <w:footnote w:type="continuationNotice" w:id="1">
    <w:p w14:paraId="67484EE1" w14:textId="77777777" w:rsidR="0006083F" w:rsidRDefault="000608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AA06" w14:textId="7AACC94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multilevel"/>
    <w:tmpl w:val="71DC7216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DF81B55"/>
    <w:multiLevelType w:val="multilevel"/>
    <w:tmpl w:val="F1CCDB20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1F47716"/>
    <w:multiLevelType w:val="multilevel"/>
    <w:tmpl w:val="7856E66A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927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5" w15:restartNumberingAfterBreak="0">
    <w:nsid w:val="1E502C90"/>
    <w:multiLevelType w:val="multilevel"/>
    <w:tmpl w:val="FFAC0C98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927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F707B9D"/>
    <w:multiLevelType w:val="multilevel"/>
    <w:tmpl w:val="4EC09A6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0" w15:restartNumberingAfterBreak="0">
    <w:nsid w:val="43BD6932"/>
    <w:multiLevelType w:val="multilevel"/>
    <w:tmpl w:val="20C80E72"/>
    <w:lvl w:ilvl="0">
      <w:start w:val="1"/>
      <w:numFmt w:val="decimal"/>
      <w:pStyle w:val="1odstavec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pStyle w:val="Odrka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B4C797F"/>
    <w:multiLevelType w:val="hybridMultilevel"/>
    <w:tmpl w:val="FD0C7F30"/>
    <w:lvl w:ilvl="0" w:tplc="CA64F0F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2" w15:restartNumberingAfterBreak="0">
    <w:nsid w:val="536A3DCA"/>
    <w:multiLevelType w:val="multilevel"/>
    <w:tmpl w:val="A62C5E0E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70360D35"/>
    <w:multiLevelType w:val="multilevel"/>
    <w:tmpl w:val="A8F43D2A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 w16cid:durableId="1372224986">
    <w:abstractNumId w:val="11"/>
  </w:num>
  <w:num w:numId="2" w16cid:durableId="1673870100">
    <w:abstractNumId w:val="1"/>
  </w:num>
  <w:num w:numId="3" w16cid:durableId="349844400">
    <w:abstractNumId w:val="6"/>
  </w:num>
  <w:num w:numId="4" w16cid:durableId="2136676935">
    <w:abstractNumId w:val="0"/>
  </w:num>
  <w:num w:numId="5" w16cid:durableId="1047997277">
    <w:abstractNumId w:val="8"/>
  </w:num>
  <w:num w:numId="6" w16cid:durableId="1616446860">
    <w:abstractNumId w:val="12"/>
  </w:num>
  <w:num w:numId="7" w16cid:durableId="3023900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49859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26672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21833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67584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647772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052858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503904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76482616">
    <w:abstractNumId w:val="4"/>
  </w:num>
  <w:num w:numId="16" w16cid:durableId="20903449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510162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3476692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3371011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9741135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8460918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7544034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2696836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1661492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04676938">
    <w:abstractNumId w:val="13"/>
  </w:num>
  <w:num w:numId="26" w16cid:durableId="130431099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62913899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47108081">
    <w:abstractNumId w:val="10"/>
  </w:num>
  <w:num w:numId="29" w16cid:durableId="1435398121">
    <w:abstractNumId w:val="5"/>
  </w:num>
  <w:num w:numId="30" w16cid:durableId="1826556118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70464520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05157178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79775334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4081145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7591428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4746954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40631722">
    <w:abstractNumId w:val="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57"/>
    <w:rsid w:val="000016C0"/>
    <w:rsid w:val="00002E23"/>
    <w:rsid w:val="0000537B"/>
    <w:rsid w:val="000126B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33446"/>
    <w:rsid w:val="00034F63"/>
    <w:rsid w:val="00040CB0"/>
    <w:rsid w:val="00042633"/>
    <w:rsid w:val="00053B1E"/>
    <w:rsid w:val="00055411"/>
    <w:rsid w:val="0006083F"/>
    <w:rsid w:val="000620CF"/>
    <w:rsid w:val="00062B10"/>
    <w:rsid w:val="000647F6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0C14"/>
    <w:rsid w:val="000A3CC2"/>
    <w:rsid w:val="000A53AE"/>
    <w:rsid w:val="000A5BC6"/>
    <w:rsid w:val="000B4045"/>
    <w:rsid w:val="000B560C"/>
    <w:rsid w:val="000B6260"/>
    <w:rsid w:val="000C4186"/>
    <w:rsid w:val="000C5A20"/>
    <w:rsid w:val="000C7132"/>
    <w:rsid w:val="000D441F"/>
    <w:rsid w:val="000D5413"/>
    <w:rsid w:val="000D59B0"/>
    <w:rsid w:val="000D5B52"/>
    <w:rsid w:val="000D5E27"/>
    <w:rsid w:val="000E14E0"/>
    <w:rsid w:val="000E43FD"/>
    <w:rsid w:val="000E48AB"/>
    <w:rsid w:val="000E5DAD"/>
    <w:rsid w:val="000E63D9"/>
    <w:rsid w:val="000F65D4"/>
    <w:rsid w:val="00100AFD"/>
    <w:rsid w:val="001043F1"/>
    <w:rsid w:val="00110C41"/>
    <w:rsid w:val="001119A2"/>
    <w:rsid w:val="00113027"/>
    <w:rsid w:val="00117B54"/>
    <w:rsid w:val="001228C5"/>
    <w:rsid w:val="0012414B"/>
    <w:rsid w:val="00125333"/>
    <w:rsid w:val="00125AD6"/>
    <w:rsid w:val="001302AD"/>
    <w:rsid w:val="00137760"/>
    <w:rsid w:val="00137BD3"/>
    <w:rsid w:val="00151F6D"/>
    <w:rsid w:val="00152CF0"/>
    <w:rsid w:val="00157D66"/>
    <w:rsid w:val="00164F68"/>
    <w:rsid w:val="001711F8"/>
    <w:rsid w:val="00173841"/>
    <w:rsid w:val="00173E08"/>
    <w:rsid w:val="00174612"/>
    <w:rsid w:val="0017765F"/>
    <w:rsid w:val="00182BAA"/>
    <w:rsid w:val="00184807"/>
    <w:rsid w:val="0018499F"/>
    <w:rsid w:val="00184DB2"/>
    <w:rsid w:val="00190A1B"/>
    <w:rsid w:val="00194826"/>
    <w:rsid w:val="001A0EC9"/>
    <w:rsid w:val="001A3204"/>
    <w:rsid w:val="001A3DB4"/>
    <w:rsid w:val="001A487E"/>
    <w:rsid w:val="001B06B7"/>
    <w:rsid w:val="001C012F"/>
    <w:rsid w:val="001C7A89"/>
    <w:rsid w:val="001C7FC3"/>
    <w:rsid w:val="001D394C"/>
    <w:rsid w:val="001D65ED"/>
    <w:rsid w:val="001D78A4"/>
    <w:rsid w:val="001E20FA"/>
    <w:rsid w:val="001E2A72"/>
    <w:rsid w:val="001F3F33"/>
    <w:rsid w:val="001F5E70"/>
    <w:rsid w:val="00201D14"/>
    <w:rsid w:val="002045B1"/>
    <w:rsid w:val="002101F6"/>
    <w:rsid w:val="0021052B"/>
    <w:rsid w:val="00211202"/>
    <w:rsid w:val="00212E4A"/>
    <w:rsid w:val="00215097"/>
    <w:rsid w:val="002171E6"/>
    <w:rsid w:val="00220472"/>
    <w:rsid w:val="0022127F"/>
    <w:rsid w:val="0022305B"/>
    <w:rsid w:val="0022507E"/>
    <w:rsid w:val="00226B88"/>
    <w:rsid w:val="00227803"/>
    <w:rsid w:val="0023151B"/>
    <w:rsid w:val="00235748"/>
    <w:rsid w:val="0024088D"/>
    <w:rsid w:val="0024121F"/>
    <w:rsid w:val="002422A1"/>
    <w:rsid w:val="00242EE0"/>
    <w:rsid w:val="002479F3"/>
    <w:rsid w:val="002510A3"/>
    <w:rsid w:val="00252D09"/>
    <w:rsid w:val="00253C01"/>
    <w:rsid w:val="00254661"/>
    <w:rsid w:val="002573D5"/>
    <w:rsid w:val="00263E00"/>
    <w:rsid w:val="00270E16"/>
    <w:rsid w:val="002739E8"/>
    <w:rsid w:val="00277C3D"/>
    <w:rsid w:val="0028212C"/>
    <w:rsid w:val="00282490"/>
    <w:rsid w:val="00287BC5"/>
    <w:rsid w:val="0029081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509"/>
    <w:rsid w:val="002C5B14"/>
    <w:rsid w:val="002C635F"/>
    <w:rsid w:val="002D5D10"/>
    <w:rsid w:val="002D5EE8"/>
    <w:rsid w:val="002E59A3"/>
    <w:rsid w:val="002E7C9A"/>
    <w:rsid w:val="0030101F"/>
    <w:rsid w:val="00303F31"/>
    <w:rsid w:val="00306FC6"/>
    <w:rsid w:val="00310D7B"/>
    <w:rsid w:val="003120FE"/>
    <w:rsid w:val="00312CAC"/>
    <w:rsid w:val="00324DFF"/>
    <w:rsid w:val="003343F5"/>
    <w:rsid w:val="00342BE3"/>
    <w:rsid w:val="00344220"/>
    <w:rsid w:val="00346D6A"/>
    <w:rsid w:val="003509D2"/>
    <w:rsid w:val="00362102"/>
    <w:rsid w:val="003706CB"/>
    <w:rsid w:val="00371CA0"/>
    <w:rsid w:val="003761EF"/>
    <w:rsid w:val="003826CD"/>
    <w:rsid w:val="00383CA1"/>
    <w:rsid w:val="003847FF"/>
    <w:rsid w:val="00385061"/>
    <w:rsid w:val="0038577B"/>
    <w:rsid w:val="00385E26"/>
    <w:rsid w:val="003862BB"/>
    <w:rsid w:val="003867FF"/>
    <w:rsid w:val="003934CC"/>
    <w:rsid w:val="00395493"/>
    <w:rsid w:val="00396C73"/>
    <w:rsid w:val="003A1609"/>
    <w:rsid w:val="003A181A"/>
    <w:rsid w:val="003A26D5"/>
    <w:rsid w:val="003A695E"/>
    <w:rsid w:val="003B191D"/>
    <w:rsid w:val="003B2DAA"/>
    <w:rsid w:val="003B670D"/>
    <w:rsid w:val="003B7199"/>
    <w:rsid w:val="003C004B"/>
    <w:rsid w:val="003C58F8"/>
    <w:rsid w:val="003D4AD9"/>
    <w:rsid w:val="003D7C3B"/>
    <w:rsid w:val="003E0E6B"/>
    <w:rsid w:val="003E2450"/>
    <w:rsid w:val="003E3A8A"/>
    <w:rsid w:val="003E662A"/>
    <w:rsid w:val="003E7BB7"/>
    <w:rsid w:val="00402E9E"/>
    <w:rsid w:val="0040306C"/>
    <w:rsid w:val="00404FCB"/>
    <w:rsid w:val="0040600D"/>
    <w:rsid w:val="00410560"/>
    <w:rsid w:val="004135D3"/>
    <w:rsid w:val="00415641"/>
    <w:rsid w:val="00421EFB"/>
    <w:rsid w:val="00425375"/>
    <w:rsid w:val="004354FF"/>
    <w:rsid w:val="00441B1F"/>
    <w:rsid w:val="00442A34"/>
    <w:rsid w:val="00443D25"/>
    <w:rsid w:val="0044630D"/>
    <w:rsid w:val="0045586A"/>
    <w:rsid w:val="0045606E"/>
    <w:rsid w:val="00457E76"/>
    <w:rsid w:val="004618C1"/>
    <w:rsid w:val="004633C5"/>
    <w:rsid w:val="004662B3"/>
    <w:rsid w:val="0046631B"/>
    <w:rsid w:val="00467459"/>
    <w:rsid w:val="004679C7"/>
    <w:rsid w:val="0047043C"/>
    <w:rsid w:val="00474AD3"/>
    <w:rsid w:val="004760BE"/>
    <w:rsid w:val="004774CF"/>
    <w:rsid w:val="00481FBA"/>
    <w:rsid w:val="00483564"/>
    <w:rsid w:val="004867C2"/>
    <w:rsid w:val="00487619"/>
    <w:rsid w:val="00496E5D"/>
    <w:rsid w:val="004A33DA"/>
    <w:rsid w:val="004A5633"/>
    <w:rsid w:val="004B0429"/>
    <w:rsid w:val="004B403E"/>
    <w:rsid w:val="004B4891"/>
    <w:rsid w:val="004B71BA"/>
    <w:rsid w:val="004B744D"/>
    <w:rsid w:val="004C2E6D"/>
    <w:rsid w:val="004C3347"/>
    <w:rsid w:val="004D235B"/>
    <w:rsid w:val="004D3F5F"/>
    <w:rsid w:val="004E6499"/>
    <w:rsid w:val="004F14F3"/>
    <w:rsid w:val="004F194C"/>
    <w:rsid w:val="004F22C3"/>
    <w:rsid w:val="004F23DD"/>
    <w:rsid w:val="004F2F38"/>
    <w:rsid w:val="004F3758"/>
    <w:rsid w:val="00500E21"/>
    <w:rsid w:val="005023F6"/>
    <w:rsid w:val="0050781D"/>
    <w:rsid w:val="005166BE"/>
    <w:rsid w:val="005179C7"/>
    <w:rsid w:val="00517F20"/>
    <w:rsid w:val="00527752"/>
    <w:rsid w:val="005306D8"/>
    <w:rsid w:val="00530A14"/>
    <w:rsid w:val="005311A5"/>
    <w:rsid w:val="00534DBA"/>
    <w:rsid w:val="00544144"/>
    <w:rsid w:val="00544B8E"/>
    <w:rsid w:val="00546176"/>
    <w:rsid w:val="00560216"/>
    <w:rsid w:val="00562A02"/>
    <w:rsid w:val="00563670"/>
    <w:rsid w:val="005647C4"/>
    <w:rsid w:val="00566F57"/>
    <w:rsid w:val="005675BC"/>
    <w:rsid w:val="00570C8D"/>
    <w:rsid w:val="00572B36"/>
    <w:rsid w:val="00573A67"/>
    <w:rsid w:val="00574368"/>
    <w:rsid w:val="00576A2A"/>
    <w:rsid w:val="005962BE"/>
    <w:rsid w:val="0059769D"/>
    <w:rsid w:val="005A40FB"/>
    <w:rsid w:val="005A4E1A"/>
    <w:rsid w:val="005B1500"/>
    <w:rsid w:val="005C0F02"/>
    <w:rsid w:val="005C1AF3"/>
    <w:rsid w:val="005C3A03"/>
    <w:rsid w:val="005C64B7"/>
    <w:rsid w:val="005C776A"/>
    <w:rsid w:val="005D27DF"/>
    <w:rsid w:val="005D4748"/>
    <w:rsid w:val="005D4FDA"/>
    <w:rsid w:val="005D7C2C"/>
    <w:rsid w:val="005E3788"/>
    <w:rsid w:val="005E6DAB"/>
    <w:rsid w:val="005F45C7"/>
    <w:rsid w:val="006007AF"/>
    <w:rsid w:val="006007E5"/>
    <w:rsid w:val="0060092C"/>
    <w:rsid w:val="006054D7"/>
    <w:rsid w:val="00610175"/>
    <w:rsid w:val="0061415F"/>
    <w:rsid w:val="00616498"/>
    <w:rsid w:val="00616912"/>
    <w:rsid w:val="006174C9"/>
    <w:rsid w:val="006257CE"/>
    <w:rsid w:val="00630788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2FB9"/>
    <w:rsid w:val="00664D23"/>
    <w:rsid w:val="006653C8"/>
    <w:rsid w:val="006672B1"/>
    <w:rsid w:val="00672030"/>
    <w:rsid w:val="00675602"/>
    <w:rsid w:val="00677D52"/>
    <w:rsid w:val="00677F40"/>
    <w:rsid w:val="0068035D"/>
    <w:rsid w:val="00681F22"/>
    <w:rsid w:val="0068231E"/>
    <w:rsid w:val="006848CF"/>
    <w:rsid w:val="00685D2E"/>
    <w:rsid w:val="00687186"/>
    <w:rsid w:val="00687D47"/>
    <w:rsid w:val="00694CDE"/>
    <w:rsid w:val="00696032"/>
    <w:rsid w:val="006A2D61"/>
    <w:rsid w:val="006A488A"/>
    <w:rsid w:val="006A4A0B"/>
    <w:rsid w:val="006C21B2"/>
    <w:rsid w:val="006C3217"/>
    <w:rsid w:val="006D1ACE"/>
    <w:rsid w:val="006D2C0C"/>
    <w:rsid w:val="006D4716"/>
    <w:rsid w:val="006E145C"/>
    <w:rsid w:val="006E2605"/>
    <w:rsid w:val="006E381A"/>
    <w:rsid w:val="006F1EC7"/>
    <w:rsid w:val="006F2696"/>
    <w:rsid w:val="006F3D01"/>
    <w:rsid w:val="00700C54"/>
    <w:rsid w:val="00701779"/>
    <w:rsid w:val="0070422F"/>
    <w:rsid w:val="00704546"/>
    <w:rsid w:val="00705203"/>
    <w:rsid w:val="0071081E"/>
    <w:rsid w:val="00712557"/>
    <w:rsid w:val="00712561"/>
    <w:rsid w:val="00712B43"/>
    <w:rsid w:val="00712CE3"/>
    <w:rsid w:val="007132E8"/>
    <w:rsid w:val="00713652"/>
    <w:rsid w:val="00714260"/>
    <w:rsid w:val="007147A2"/>
    <w:rsid w:val="00720253"/>
    <w:rsid w:val="007241FB"/>
    <w:rsid w:val="00730DAD"/>
    <w:rsid w:val="00730FA9"/>
    <w:rsid w:val="00733118"/>
    <w:rsid w:val="00737ABD"/>
    <w:rsid w:val="00737EAD"/>
    <w:rsid w:val="00742CFF"/>
    <w:rsid w:val="00745DB8"/>
    <w:rsid w:val="007465F2"/>
    <w:rsid w:val="007503FC"/>
    <w:rsid w:val="0075097D"/>
    <w:rsid w:val="00757FBB"/>
    <w:rsid w:val="007602FC"/>
    <w:rsid w:val="00762D8F"/>
    <w:rsid w:val="0076361F"/>
    <w:rsid w:val="00764F8D"/>
    <w:rsid w:val="007666DE"/>
    <w:rsid w:val="007701CF"/>
    <w:rsid w:val="00770533"/>
    <w:rsid w:val="00772E48"/>
    <w:rsid w:val="00781A98"/>
    <w:rsid w:val="0078646A"/>
    <w:rsid w:val="00790E1D"/>
    <w:rsid w:val="00794650"/>
    <w:rsid w:val="007A1D6A"/>
    <w:rsid w:val="007A3036"/>
    <w:rsid w:val="007A7666"/>
    <w:rsid w:val="007B2AB1"/>
    <w:rsid w:val="007C1338"/>
    <w:rsid w:val="007C320A"/>
    <w:rsid w:val="007C413B"/>
    <w:rsid w:val="007C5684"/>
    <w:rsid w:val="007C6153"/>
    <w:rsid w:val="007E11A3"/>
    <w:rsid w:val="007E2B43"/>
    <w:rsid w:val="007E3252"/>
    <w:rsid w:val="007E6C88"/>
    <w:rsid w:val="007F03C6"/>
    <w:rsid w:val="007F062A"/>
    <w:rsid w:val="007F0F0A"/>
    <w:rsid w:val="007F1A30"/>
    <w:rsid w:val="007F256A"/>
    <w:rsid w:val="007F2C74"/>
    <w:rsid w:val="007F3E0C"/>
    <w:rsid w:val="007F6C9D"/>
    <w:rsid w:val="007F73AD"/>
    <w:rsid w:val="00803077"/>
    <w:rsid w:val="00811D6E"/>
    <w:rsid w:val="008121AC"/>
    <w:rsid w:val="008135F0"/>
    <w:rsid w:val="00815E99"/>
    <w:rsid w:val="008279FA"/>
    <w:rsid w:val="00827EDF"/>
    <w:rsid w:val="008310FB"/>
    <w:rsid w:val="0083458B"/>
    <w:rsid w:val="00835B2F"/>
    <w:rsid w:val="00843A42"/>
    <w:rsid w:val="00844542"/>
    <w:rsid w:val="0084459D"/>
    <w:rsid w:val="008464AF"/>
    <w:rsid w:val="00850D57"/>
    <w:rsid w:val="00853CA3"/>
    <w:rsid w:val="00854F3E"/>
    <w:rsid w:val="00856B7D"/>
    <w:rsid w:val="0086119D"/>
    <w:rsid w:val="008611B5"/>
    <w:rsid w:val="00862F51"/>
    <w:rsid w:val="00863B8A"/>
    <w:rsid w:val="00865640"/>
    <w:rsid w:val="00865B25"/>
    <w:rsid w:val="00873007"/>
    <w:rsid w:val="00873939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2BB4"/>
    <w:rsid w:val="008A3D61"/>
    <w:rsid w:val="008A6F26"/>
    <w:rsid w:val="008B1A0A"/>
    <w:rsid w:val="008B2A9F"/>
    <w:rsid w:val="008B5521"/>
    <w:rsid w:val="008B608E"/>
    <w:rsid w:val="008C0AC4"/>
    <w:rsid w:val="008C1439"/>
    <w:rsid w:val="008C1DEB"/>
    <w:rsid w:val="008C566E"/>
    <w:rsid w:val="008D0F83"/>
    <w:rsid w:val="008D7572"/>
    <w:rsid w:val="008F0D1F"/>
    <w:rsid w:val="008F0E4A"/>
    <w:rsid w:val="008F191D"/>
    <w:rsid w:val="008F1BAF"/>
    <w:rsid w:val="008F2A93"/>
    <w:rsid w:val="008F6829"/>
    <w:rsid w:val="00904D7D"/>
    <w:rsid w:val="009070BA"/>
    <w:rsid w:val="009070D6"/>
    <w:rsid w:val="009107B4"/>
    <w:rsid w:val="009126E8"/>
    <w:rsid w:val="00925A19"/>
    <w:rsid w:val="00926059"/>
    <w:rsid w:val="009313FD"/>
    <w:rsid w:val="00933111"/>
    <w:rsid w:val="00935934"/>
    <w:rsid w:val="00940817"/>
    <w:rsid w:val="00953CAE"/>
    <w:rsid w:val="00956933"/>
    <w:rsid w:val="009601AA"/>
    <w:rsid w:val="00964953"/>
    <w:rsid w:val="00966347"/>
    <w:rsid w:val="0097142F"/>
    <w:rsid w:val="009716FD"/>
    <w:rsid w:val="00971895"/>
    <w:rsid w:val="00972745"/>
    <w:rsid w:val="00976F5F"/>
    <w:rsid w:val="009801AE"/>
    <w:rsid w:val="00981807"/>
    <w:rsid w:val="00985D85"/>
    <w:rsid w:val="00987103"/>
    <w:rsid w:val="0098748B"/>
    <w:rsid w:val="00997082"/>
    <w:rsid w:val="009A14C7"/>
    <w:rsid w:val="009A47F6"/>
    <w:rsid w:val="009A69E5"/>
    <w:rsid w:val="009A7946"/>
    <w:rsid w:val="009B0549"/>
    <w:rsid w:val="009B0FEE"/>
    <w:rsid w:val="009B4571"/>
    <w:rsid w:val="009C1BFA"/>
    <w:rsid w:val="009C69CA"/>
    <w:rsid w:val="009D00C4"/>
    <w:rsid w:val="009E1099"/>
    <w:rsid w:val="009E1A26"/>
    <w:rsid w:val="009E32FA"/>
    <w:rsid w:val="009E4618"/>
    <w:rsid w:val="009E5DB0"/>
    <w:rsid w:val="009E60A6"/>
    <w:rsid w:val="009F39BA"/>
    <w:rsid w:val="009F54B7"/>
    <w:rsid w:val="009F69B6"/>
    <w:rsid w:val="009F6FF7"/>
    <w:rsid w:val="00A02B02"/>
    <w:rsid w:val="00A0411C"/>
    <w:rsid w:val="00A0526B"/>
    <w:rsid w:val="00A07413"/>
    <w:rsid w:val="00A076CE"/>
    <w:rsid w:val="00A1357E"/>
    <w:rsid w:val="00A142E6"/>
    <w:rsid w:val="00A210F3"/>
    <w:rsid w:val="00A316C1"/>
    <w:rsid w:val="00A316C8"/>
    <w:rsid w:val="00A323DE"/>
    <w:rsid w:val="00A33754"/>
    <w:rsid w:val="00A34CB2"/>
    <w:rsid w:val="00A46AAE"/>
    <w:rsid w:val="00A606A2"/>
    <w:rsid w:val="00A65560"/>
    <w:rsid w:val="00A72DB9"/>
    <w:rsid w:val="00A7353F"/>
    <w:rsid w:val="00A7658C"/>
    <w:rsid w:val="00A77CA7"/>
    <w:rsid w:val="00A82C34"/>
    <w:rsid w:val="00A853EC"/>
    <w:rsid w:val="00A92E45"/>
    <w:rsid w:val="00A976F4"/>
    <w:rsid w:val="00AA25B3"/>
    <w:rsid w:val="00AA2A2D"/>
    <w:rsid w:val="00AA435D"/>
    <w:rsid w:val="00AA7FE5"/>
    <w:rsid w:val="00AB0714"/>
    <w:rsid w:val="00AB3887"/>
    <w:rsid w:val="00AC61E7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AF2C1B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5E40"/>
    <w:rsid w:val="00B26887"/>
    <w:rsid w:val="00B26E20"/>
    <w:rsid w:val="00B32A80"/>
    <w:rsid w:val="00B36B13"/>
    <w:rsid w:val="00B36EB8"/>
    <w:rsid w:val="00B37744"/>
    <w:rsid w:val="00B42F11"/>
    <w:rsid w:val="00B447EA"/>
    <w:rsid w:val="00B44E13"/>
    <w:rsid w:val="00B53428"/>
    <w:rsid w:val="00B53C04"/>
    <w:rsid w:val="00B55BD0"/>
    <w:rsid w:val="00B63F9B"/>
    <w:rsid w:val="00B702D2"/>
    <w:rsid w:val="00B74412"/>
    <w:rsid w:val="00B838EF"/>
    <w:rsid w:val="00B84455"/>
    <w:rsid w:val="00BA19C0"/>
    <w:rsid w:val="00BA2BFC"/>
    <w:rsid w:val="00BA3F41"/>
    <w:rsid w:val="00BA4430"/>
    <w:rsid w:val="00BA5837"/>
    <w:rsid w:val="00BA7784"/>
    <w:rsid w:val="00BA7C40"/>
    <w:rsid w:val="00BA7E2F"/>
    <w:rsid w:val="00BB00E1"/>
    <w:rsid w:val="00BB0757"/>
    <w:rsid w:val="00BB0A3A"/>
    <w:rsid w:val="00BB1A24"/>
    <w:rsid w:val="00BB4F00"/>
    <w:rsid w:val="00BB5E7C"/>
    <w:rsid w:val="00BB7CA2"/>
    <w:rsid w:val="00BC380A"/>
    <w:rsid w:val="00BC5D86"/>
    <w:rsid w:val="00BD7195"/>
    <w:rsid w:val="00BE0FA7"/>
    <w:rsid w:val="00BE24DE"/>
    <w:rsid w:val="00BE2F73"/>
    <w:rsid w:val="00BF15AD"/>
    <w:rsid w:val="00BF2011"/>
    <w:rsid w:val="00BF4D4D"/>
    <w:rsid w:val="00C01FDB"/>
    <w:rsid w:val="00C06AF0"/>
    <w:rsid w:val="00C10A21"/>
    <w:rsid w:val="00C12CBA"/>
    <w:rsid w:val="00C16730"/>
    <w:rsid w:val="00C16BAC"/>
    <w:rsid w:val="00C171F1"/>
    <w:rsid w:val="00C17879"/>
    <w:rsid w:val="00C20498"/>
    <w:rsid w:val="00C2433C"/>
    <w:rsid w:val="00C24777"/>
    <w:rsid w:val="00C26221"/>
    <w:rsid w:val="00C26995"/>
    <w:rsid w:val="00C26E78"/>
    <w:rsid w:val="00C31D5B"/>
    <w:rsid w:val="00C43F40"/>
    <w:rsid w:val="00C448C0"/>
    <w:rsid w:val="00C45706"/>
    <w:rsid w:val="00C52F0E"/>
    <w:rsid w:val="00C53862"/>
    <w:rsid w:val="00C54309"/>
    <w:rsid w:val="00C563AC"/>
    <w:rsid w:val="00C568ED"/>
    <w:rsid w:val="00C61475"/>
    <w:rsid w:val="00C63B6D"/>
    <w:rsid w:val="00C63B85"/>
    <w:rsid w:val="00C70772"/>
    <w:rsid w:val="00C733AF"/>
    <w:rsid w:val="00C90BCF"/>
    <w:rsid w:val="00C90FEE"/>
    <w:rsid w:val="00C928F9"/>
    <w:rsid w:val="00C951D3"/>
    <w:rsid w:val="00CA5E7B"/>
    <w:rsid w:val="00CA7C40"/>
    <w:rsid w:val="00CB09BC"/>
    <w:rsid w:val="00CB26F1"/>
    <w:rsid w:val="00CB6B7E"/>
    <w:rsid w:val="00CB7790"/>
    <w:rsid w:val="00CC2D9E"/>
    <w:rsid w:val="00CC5257"/>
    <w:rsid w:val="00CC76B6"/>
    <w:rsid w:val="00CD14C0"/>
    <w:rsid w:val="00CE0374"/>
    <w:rsid w:val="00CE041C"/>
    <w:rsid w:val="00CE0AD5"/>
    <w:rsid w:val="00CE4397"/>
    <w:rsid w:val="00CE488A"/>
    <w:rsid w:val="00CF1282"/>
    <w:rsid w:val="00CF66BA"/>
    <w:rsid w:val="00CF67BB"/>
    <w:rsid w:val="00D01A96"/>
    <w:rsid w:val="00D02F57"/>
    <w:rsid w:val="00D034CB"/>
    <w:rsid w:val="00D04FD1"/>
    <w:rsid w:val="00D13D04"/>
    <w:rsid w:val="00D162B6"/>
    <w:rsid w:val="00D25082"/>
    <w:rsid w:val="00D278BD"/>
    <w:rsid w:val="00D279CA"/>
    <w:rsid w:val="00D30AD6"/>
    <w:rsid w:val="00D31EC2"/>
    <w:rsid w:val="00D323A6"/>
    <w:rsid w:val="00D33D99"/>
    <w:rsid w:val="00D37412"/>
    <w:rsid w:val="00D37586"/>
    <w:rsid w:val="00D406BC"/>
    <w:rsid w:val="00D42757"/>
    <w:rsid w:val="00D4423A"/>
    <w:rsid w:val="00D50B61"/>
    <w:rsid w:val="00D5313F"/>
    <w:rsid w:val="00D54D02"/>
    <w:rsid w:val="00D56BAE"/>
    <w:rsid w:val="00D608AA"/>
    <w:rsid w:val="00D61A99"/>
    <w:rsid w:val="00D67673"/>
    <w:rsid w:val="00D702F8"/>
    <w:rsid w:val="00D734CC"/>
    <w:rsid w:val="00D73DCF"/>
    <w:rsid w:val="00D76B88"/>
    <w:rsid w:val="00D804BE"/>
    <w:rsid w:val="00D8538C"/>
    <w:rsid w:val="00D864DF"/>
    <w:rsid w:val="00D87A75"/>
    <w:rsid w:val="00D9437C"/>
    <w:rsid w:val="00D97481"/>
    <w:rsid w:val="00DA0093"/>
    <w:rsid w:val="00DA0469"/>
    <w:rsid w:val="00DA5DB6"/>
    <w:rsid w:val="00DB324F"/>
    <w:rsid w:val="00DB33CD"/>
    <w:rsid w:val="00DC2D4A"/>
    <w:rsid w:val="00DC4AD5"/>
    <w:rsid w:val="00DC7261"/>
    <w:rsid w:val="00DD7514"/>
    <w:rsid w:val="00DE5EFD"/>
    <w:rsid w:val="00DF104A"/>
    <w:rsid w:val="00DF38A2"/>
    <w:rsid w:val="00DF57ED"/>
    <w:rsid w:val="00DF61E5"/>
    <w:rsid w:val="00E003B8"/>
    <w:rsid w:val="00E01062"/>
    <w:rsid w:val="00E02756"/>
    <w:rsid w:val="00E0320C"/>
    <w:rsid w:val="00E03ECF"/>
    <w:rsid w:val="00E0446B"/>
    <w:rsid w:val="00E04E66"/>
    <w:rsid w:val="00E05929"/>
    <w:rsid w:val="00E11477"/>
    <w:rsid w:val="00E1230C"/>
    <w:rsid w:val="00E171EA"/>
    <w:rsid w:val="00E3610E"/>
    <w:rsid w:val="00E37EE4"/>
    <w:rsid w:val="00E405CE"/>
    <w:rsid w:val="00E419FD"/>
    <w:rsid w:val="00E46045"/>
    <w:rsid w:val="00E52263"/>
    <w:rsid w:val="00E539A3"/>
    <w:rsid w:val="00E5485A"/>
    <w:rsid w:val="00E57A32"/>
    <w:rsid w:val="00E615DC"/>
    <w:rsid w:val="00E61BA4"/>
    <w:rsid w:val="00E6302B"/>
    <w:rsid w:val="00E63239"/>
    <w:rsid w:val="00E71957"/>
    <w:rsid w:val="00E7423C"/>
    <w:rsid w:val="00E8277F"/>
    <w:rsid w:val="00E875BD"/>
    <w:rsid w:val="00E92321"/>
    <w:rsid w:val="00E94C8C"/>
    <w:rsid w:val="00E956D9"/>
    <w:rsid w:val="00E97E19"/>
    <w:rsid w:val="00EA09C6"/>
    <w:rsid w:val="00EA10AE"/>
    <w:rsid w:val="00EA312B"/>
    <w:rsid w:val="00EA3CA5"/>
    <w:rsid w:val="00EA7DB9"/>
    <w:rsid w:val="00EB1E1A"/>
    <w:rsid w:val="00EB258A"/>
    <w:rsid w:val="00EB4792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5AE6"/>
    <w:rsid w:val="00EE77D8"/>
    <w:rsid w:val="00EF0BF5"/>
    <w:rsid w:val="00EF3C62"/>
    <w:rsid w:val="00EF6A9D"/>
    <w:rsid w:val="00EF7489"/>
    <w:rsid w:val="00F0075C"/>
    <w:rsid w:val="00F04558"/>
    <w:rsid w:val="00F04A6E"/>
    <w:rsid w:val="00F14996"/>
    <w:rsid w:val="00F14D0F"/>
    <w:rsid w:val="00F1551D"/>
    <w:rsid w:val="00F16701"/>
    <w:rsid w:val="00F16C52"/>
    <w:rsid w:val="00F213DC"/>
    <w:rsid w:val="00F22E45"/>
    <w:rsid w:val="00F22ECE"/>
    <w:rsid w:val="00F23A38"/>
    <w:rsid w:val="00F2499A"/>
    <w:rsid w:val="00F265E8"/>
    <w:rsid w:val="00F30896"/>
    <w:rsid w:val="00F37200"/>
    <w:rsid w:val="00F4000F"/>
    <w:rsid w:val="00F416B4"/>
    <w:rsid w:val="00F50F24"/>
    <w:rsid w:val="00F52DA1"/>
    <w:rsid w:val="00F57C05"/>
    <w:rsid w:val="00F605B5"/>
    <w:rsid w:val="00F62F39"/>
    <w:rsid w:val="00F63B52"/>
    <w:rsid w:val="00F64E0B"/>
    <w:rsid w:val="00F6593A"/>
    <w:rsid w:val="00F72785"/>
    <w:rsid w:val="00F73E78"/>
    <w:rsid w:val="00F832D7"/>
    <w:rsid w:val="00F85922"/>
    <w:rsid w:val="00F90339"/>
    <w:rsid w:val="00F91956"/>
    <w:rsid w:val="00F935C4"/>
    <w:rsid w:val="00F9370C"/>
    <w:rsid w:val="00F9718B"/>
    <w:rsid w:val="00FA61F1"/>
    <w:rsid w:val="00FA799E"/>
    <w:rsid w:val="00FB04E9"/>
    <w:rsid w:val="00FB062D"/>
    <w:rsid w:val="00FB0B0B"/>
    <w:rsid w:val="00FB0BB2"/>
    <w:rsid w:val="00FB2D4F"/>
    <w:rsid w:val="00FB589F"/>
    <w:rsid w:val="00FB7FF8"/>
    <w:rsid w:val="00FC00AD"/>
    <w:rsid w:val="00FC3FE1"/>
    <w:rsid w:val="00FD1161"/>
    <w:rsid w:val="00FE3EA1"/>
    <w:rsid w:val="00FF0BD3"/>
    <w:rsid w:val="00FF14B8"/>
    <w:rsid w:val="00FF49F1"/>
    <w:rsid w:val="00FF5516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DA97A"/>
  <w15:docId w15:val="{1E1697EE-A765-4D1A-93A1-D4F21719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74CF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aliases w:val="1. čl.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4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3"/>
      </w:numPr>
      <w:spacing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link w:val="acnormalbulletedChar"/>
    <w:autoRedefine/>
    <w:qFormat/>
    <w:rsid w:val="00C45706"/>
    <w:pPr>
      <w:widowControl w:val="0"/>
      <w:numPr>
        <w:numId w:val="1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5"/>
      </w:numPr>
      <w:ind w:left="1560" w:hanging="567"/>
    </w:pPr>
    <w:rPr>
      <w:rFonts w:eastAsia="Times New Roman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5"/>
      </w:numPr>
    </w:pPr>
    <w:rPr>
      <w:rFonts w:ascii="Times New Roman" w:eastAsia="Times New Roman" w:hAnsi="Times New Roman"/>
      <w:color w:val="000000"/>
      <w:szCs w:val="24"/>
    </w:rPr>
  </w:style>
  <w:style w:type="paragraph" w:customStyle="1" w:styleId="Inadpis">
    <w:name w:val="I nadpis"/>
    <w:basedOn w:val="Normln"/>
    <w:link w:val="InadpisChar"/>
    <w:qFormat/>
    <w:rsid w:val="00421EFB"/>
    <w:pPr>
      <w:keepNext/>
      <w:numPr>
        <w:numId w:val="2"/>
      </w:numPr>
      <w:spacing w:before="240" w:after="240"/>
      <w:jc w:val="left"/>
    </w:pPr>
    <w:rPr>
      <w:rFonts w:cstheme="minorHAnsi"/>
      <w:b/>
      <w:caps/>
      <w:sz w:val="22"/>
    </w:rPr>
  </w:style>
  <w:style w:type="character" w:customStyle="1" w:styleId="InadpisChar">
    <w:name w:val="I nadpis Char"/>
    <w:basedOn w:val="acnormalChar"/>
    <w:link w:val="Inadpis"/>
    <w:rsid w:val="00421EFB"/>
    <w:rPr>
      <w:rFonts w:ascii="Verdana" w:eastAsia="Calibri" w:hAnsi="Verdana" w:cstheme="minorHAnsi"/>
      <w:b/>
      <w:caps/>
      <w:sz w:val="16"/>
    </w:rPr>
  </w:style>
  <w:style w:type="paragraph" w:customStyle="1" w:styleId="1odstavec">
    <w:name w:val="1. odstavec"/>
    <w:basedOn w:val="Normln"/>
    <w:link w:val="1odstavecChar"/>
    <w:qFormat/>
    <w:rsid w:val="006D2C0C"/>
    <w:pPr>
      <w:numPr>
        <w:numId w:val="28"/>
      </w:numPr>
    </w:pPr>
    <w:rPr>
      <w:rFonts w:cstheme="minorHAnsi"/>
      <w:szCs w:val="18"/>
    </w:rPr>
  </w:style>
  <w:style w:type="character" w:customStyle="1" w:styleId="acnormalbulletedChar">
    <w:name w:val="ac_normal_bulleted Char"/>
    <w:basedOn w:val="acnormalChar"/>
    <w:link w:val="acnormalbulleted"/>
    <w:rsid w:val="00C45706"/>
    <w:rPr>
      <w:rFonts w:ascii="Arial" w:eastAsia="Calibri" w:hAnsi="Arial" w:cs="Arial"/>
      <w:sz w:val="16"/>
    </w:rPr>
  </w:style>
  <w:style w:type="character" w:customStyle="1" w:styleId="1odstavecChar">
    <w:name w:val="1. odstavec Char"/>
    <w:basedOn w:val="acnormalbulletedChar"/>
    <w:link w:val="1odstavec"/>
    <w:rsid w:val="006D2C0C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bez č."/>
    <w:basedOn w:val="acnormal"/>
    <w:link w:val="OdstbezChar"/>
    <w:qFormat/>
    <w:rsid w:val="00D42757"/>
    <w:pPr>
      <w:widowControl w:val="0"/>
      <w:ind w:left="567"/>
    </w:pPr>
    <w:rPr>
      <w:sz w:val="18"/>
      <w:szCs w:val="18"/>
    </w:rPr>
  </w:style>
  <w:style w:type="character" w:customStyle="1" w:styleId="OdstbezChar">
    <w:name w:val="Odst.bez č. Char"/>
    <w:basedOn w:val="acnormalChar"/>
    <w:link w:val="Odstbez"/>
    <w:rsid w:val="00D42757"/>
    <w:rPr>
      <w:rFonts w:ascii="Verdana" w:eastAsia="Calibri" w:hAnsi="Verdana" w:cs="Times New Roman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F63B52"/>
    <w:pPr>
      <w:widowControl w:val="0"/>
      <w:numPr>
        <w:numId w:val="25"/>
      </w:numPr>
      <w:tabs>
        <w:tab w:val="left" w:pos="0"/>
      </w:tabs>
    </w:pPr>
    <w:rPr>
      <w:rFonts w:cstheme="minorHAnsi"/>
      <w:sz w:val="18"/>
      <w:szCs w:val="18"/>
    </w:rPr>
  </w:style>
  <w:style w:type="character" w:customStyle="1" w:styleId="aodstChar">
    <w:name w:val="a.odst Char"/>
    <w:basedOn w:val="acnormalChar"/>
    <w:link w:val="aodst0"/>
    <w:rsid w:val="00F63B52"/>
    <w:rPr>
      <w:rFonts w:ascii="Verdana" w:eastAsia="Calibri" w:hAnsi="Verdana" w:cstheme="minorHAns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151F6D"/>
    <w:rPr>
      <w:color w:val="605E5C"/>
      <w:shd w:val="clear" w:color="auto" w:fill="E1DFDD"/>
    </w:rPr>
  </w:style>
  <w:style w:type="paragraph" w:customStyle="1" w:styleId="Nadpissmlouvy">
    <w:name w:val="Nadpis smlouvy"/>
    <w:basedOn w:val="Normln"/>
    <w:link w:val="NadpissmlouvyChar"/>
    <w:qFormat/>
    <w:rsid w:val="006D2C0C"/>
    <w:pPr>
      <w:widowControl w:val="0"/>
    </w:pPr>
    <w:rPr>
      <w:rFonts w:cstheme="minorHAnsi"/>
      <w:b/>
      <w:color w:val="FF5200"/>
      <w:sz w:val="36"/>
      <w:szCs w:val="28"/>
    </w:rPr>
  </w:style>
  <w:style w:type="character" w:customStyle="1" w:styleId="NadpissmlouvyChar">
    <w:name w:val="Nadpis smlouvy Char"/>
    <w:basedOn w:val="acnormalChar"/>
    <w:link w:val="Nadpissmlouvy"/>
    <w:rsid w:val="006D2C0C"/>
    <w:rPr>
      <w:rFonts w:ascii="Verdana" w:eastAsia="Calibri" w:hAnsi="Verdana" w:cstheme="minorHAnsi"/>
      <w:b/>
      <w:color w:val="FF5200"/>
      <w:sz w:val="36"/>
      <w:szCs w:val="28"/>
    </w:rPr>
  </w:style>
  <w:style w:type="paragraph" w:customStyle="1" w:styleId="Podpnadpissmlouvy">
    <w:name w:val="Podpnadpis smlouvy"/>
    <w:basedOn w:val="acnormal"/>
    <w:link w:val="PodpnadpissmlouvyChar"/>
    <w:qFormat/>
    <w:rsid w:val="00BB00E1"/>
    <w:pPr>
      <w:widowControl w:val="0"/>
      <w:spacing w:after="0"/>
      <w:jc w:val="left"/>
    </w:pPr>
    <w:rPr>
      <w:rFonts w:cstheme="minorHAnsi"/>
      <w:b/>
      <w:sz w:val="18"/>
    </w:rPr>
  </w:style>
  <w:style w:type="character" w:customStyle="1" w:styleId="PodpnadpissmlouvyChar">
    <w:name w:val="Podpnadpis smlouvy Char"/>
    <w:basedOn w:val="acnormalChar"/>
    <w:link w:val="Podpnadpissmlouvy"/>
    <w:rsid w:val="00BB00E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Normln"/>
    <w:link w:val="PlohynadpisChar"/>
    <w:qFormat/>
    <w:rsid w:val="0012414B"/>
    <w:pPr>
      <w:keepNext/>
      <w:widowControl w:val="0"/>
      <w:spacing w:before="600"/>
    </w:pPr>
    <w:rPr>
      <w:rFonts w:cstheme="minorHAnsi"/>
      <w:b/>
      <w:szCs w:val="18"/>
    </w:rPr>
  </w:style>
  <w:style w:type="character" w:customStyle="1" w:styleId="PlohynadpisChar">
    <w:name w:val="Přílohy nadpis Char"/>
    <w:basedOn w:val="acnormalChar"/>
    <w:link w:val="Plohynadpis"/>
    <w:rsid w:val="0012414B"/>
    <w:rPr>
      <w:rFonts w:ascii="Verdana" w:eastAsia="Calibri" w:hAnsi="Verdana" w:cstheme="minorHAnsi"/>
      <w:b/>
      <w:sz w:val="18"/>
      <w:szCs w:val="18"/>
    </w:rPr>
  </w:style>
  <w:style w:type="paragraph" w:customStyle="1" w:styleId="Plohy">
    <w:name w:val="Přílohy"/>
    <w:basedOn w:val="Normln"/>
    <w:link w:val="PlohyChar"/>
    <w:qFormat/>
    <w:rsid w:val="00282490"/>
    <w:pPr>
      <w:widowControl w:val="0"/>
      <w:spacing w:before="0" w:after="0"/>
    </w:pPr>
    <w:rPr>
      <w:rFonts w:cstheme="minorHAnsi"/>
      <w:szCs w:val="18"/>
    </w:rPr>
  </w:style>
  <w:style w:type="character" w:customStyle="1" w:styleId="PlohyChar">
    <w:name w:val="Přílohy Char"/>
    <w:basedOn w:val="acnormalChar"/>
    <w:link w:val="Plohy"/>
    <w:rsid w:val="0012414B"/>
    <w:rPr>
      <w:rFonts w:ascii="Verdana" w:eastAsia="Calibri" w:hAnsi="Verdana" w:cstheme="minorHAnsi"/>
      <w:sz w:val="18"/>
      <w:szCs w:val="18"/>
    </w:rPr>
  </w:style>
  <w:style w:type="character" w:customStyle="1" w:styleId="Tun">
    <w:name w:val="Tučně"/>
    <w:basedOn w:val="Standardnpsmoodstavce"/>
    <w:uiPriority w:val="1"/>
    <w:qFormat/>
    <w:rsid w:val="006D2C0C"/>
    <w:rPr>
      <w:rFonts w:ascii="Verdana" w:hAnsi="Verdana" w:cstheme="minorHAnsi"/>
      <w:b/>
      <w:sz w:val="18"/>
      <w:szCs w:val="18"/>
    </w:rPr>
  </w:style>
  <w:style w:type="paragraph" w:customStyle="1" w:styleId="Identifikace">
    <w:name w:val="Identifikace"/>
    <w:basedOn w:val="Normln"/>
    <w:link w:val="IdentifikaceChar"/>
    <w:qFormat/>
    <w:rsid w:val="004774CF"/>
    <w:pPr>
      <w:widowControl w:val="0"/>
      <w:tabs>
        <w:tab w:val="left" w:pos="2126"/>
      </w:tabs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4774CF"/>
    <w:rPr>
      <w:rFonts w:ascii="Verdana" w:eastAsia="Calibri" w:hAnsi="Verdana" w:cstheme="minorHAnsi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5675BC"/>
    <w:pPr>
      <w:widowControl w:val="0"/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5675BC"/>
    <w:rPr>
      <w:rFonts w:ascii="Verdana" w:eastAsia="Calibri" w:hAnsi="Verdana" w:cs="Times New Roman"/>
      <w:sz w:val="18"/>
    </w:rPr>
  </w:style>
  <w:style w:type="character" w:customStyle="1" w:styleId="Kurzvatun">
    <w:name w:val="Kurzíva tučně"/>
    <w:basedOn w:val="Standardnpsmoodstavce"/>
    <w:uiPriority w:val="1"/>
    <w:qFormat/>
    <w:rsid w:val="005675BC"/>
    <w:rPr>
      <w:rFonts w:ascii="Verdana" w:hAnsi="Verdana" w:cstheme="minorHAnsi"/>
      <w:b/>
      <w:i/>
      <w:sz w:val="18"/>
      <w:szCs w:val="18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43D25"/>
    <w:pPr>
      <w:widowControl w:val="0"/>
      <w:spacing w:before="480" w:after="0"/>
    </w:pPr>
    <w:rPr>
      <w:rFonts w:cstheme="minorHAnsi"/>
      <w:szCs w:val="18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43D25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Normln"/>
    <w:link w:val="PodpisovoprvnnChar"/>
    <w:qFormat/>
    <w:rsid w:val="001B06B7"/>
    <w:pPr>
      <w:widowControl w:val="0"/>
      <w:spacing w:before="1200"/>
      <w:jc w:val="left"/>
    </w:pPr>
    <w:rPr>
      <w:rFonts w:cstheme="minorHAnsi"/>
      <w:szCs w:val="18"/>
    </w:rPr>
  </w:style>
  <w:style w:type="character" w:customStyle="1" w:styleId="PodpisovoprvnnChar">
    <w:name w:val="Podpisové oprávnění Char"/>
    <w:basedOn w:val="Standardnpsmoodstavce"/>
    <w:link w:val="Podpisovoprvnn"/>
    <w:rsid w:val="001B06B7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152CF0"/>
    <w:pPr>
      <w:widowControl w:val="0"/>
      <w:spacing w:before="240" w:after="240" w:line="240" w:lineRule="auto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152CF0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A33754"/>
    <w:pPr>
      <w:widowControl w:val="0"/>
      <w:spacing w:before="240" w:after="240"/>
    </w:pPr>
    <w:rPr>
      <w:rFonts w:cstheme="minorHAnsi"/>
      <w:szCs w:val="18"/>
    </w:rPr>
  </w:style>
  <w:style w:type="character" w:customStyle="1" w:styleId="PreambuleChar">
    <w:name w:val="Preambule Char"/>
    <w:basedOn w:val="Standardnpsmoodstavce"/>
    <w:link w:val="Preambule"/>
    <w:rsid w:val="00A33754"/>
    <w:rPr>
      <w:rFonts w:ascii="Verdana" w:eastAsia="Calibri" w:hAnsi="Verdana" w:cstheme="minorHAnsi"/>
      <w:sz w:val="18"/>
      <w:szCs w:val="18"/>
    </w:rPr>
  </w:style>
  <w:style w:type="character" w:customStyle="1" w:styleId="Kurzvatun0">
    <w:name w:val="Kurzíva tučné"/>
    <w:basedOn w:val="Standardnpsmoodstavce"/>
    <w:uiPriority w:val="1"/>
    <w:qFormat/>
    <w:rsid w:val="00701779"/>
    <w:rPr>
      <w:rFonts w:cstheme="minorHAnsi"/>
      <w:b/>
      <w:i/>
      <w:szCs w:val="18"/>
    </w:rPr>
  </w:style>
  <w:style w:type="character" w:styleId="Zdraznnjemn">
    <w:name w:val="Subtle Emphasis"/>
    <w:basedOn w:val="Standardnpsmoodstavce"/>
    <w:uiPriority w:val="10"/>
    <w:qFormat/>
    <w:rsid w:val="00421EFB"/>
    <w:rPr>
      <w:i w:val="0"/>
      <w:iCs/>
      <w:color w:val="595959" w:themeColor="text1" w:themeTint="A6"/>
    </w:rPr>
  </w:style>
  <w:style w:type="paragraph" w:customStyle="1" w:styleId="11odst">
    <w:name w:val="1.1 odst."/>
    <w:basedOn w:val="Normln"/>
    <w:qFormat/>
    <w:rsid w:val="00A82C34"/>
    <w:pPr>
      <w:widowControl w:val="0"/>
      <w:numPr>
        <w:ilvl w:val="1"/>
        <w:numId w:val="28"/>
      </w:numPr>
    </w:pPr>
    <w:rPr>
      <w:rFonts w:eastAsia="Times New Roman"/>
      <w:szCs w:val="18"/>
      <w:lang w:eastAsia="cs-CZ"/>
    </w:rPr>
  </w:style>
  <w:style w:type="paragraph" w:customStyle="1" w:styleId="111odst">
    <w:name w:val="1.1.1. odst."/>
    <w:basedOn w:val="Normln"/>
    <w:qFormat/>
    <w:rsid w:val="00421EFB"/>
    <w:pPr>
      <w:widowControl w:val="0"/>
      <w:ind w:left="680" w:hanging="680"/>
    </w:pPr>
    <w:rPr>
      <w:rFonts w:asciiTheme="minorHAnsi" w:eastAsia="Times New Roman" w:hAnsiTheme="minorHAnsi"/>
      <w:szCs w:val="18"/>
      <w:lang w:eastAsia="cs-CZ"/>
    </w:rPr>
  </w:style>
  <w:style w:type="paragraph" w:customStyle="1" w:styleId="aodst">
    <w:name w:val="a. odst."/>
    <w:basedOn w:val="Normln"/>
    <w:link w:val="aodstChar0"/>
    <w:rsid w:val="00421EFB"/>
    <w:pPr>
      <w:widowControl w:val="0"/>
      <w:numPr>
        <w:numId w:val="15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421EFB"/>
    <w:rPr>
      <w:sz w:val="18"/>
      <w:szCs w:val="18"/>
      <w:lang w:eastAsia="cs-CZ"/>
    </w:rPr>
  </w:style>
  <w:style w:type="character" w:customStyle="1" w:styleId="normaltextrun">
    <w:name w:val="normaltextrun"/>
    <w:basedOn w:val="Standardnpsmoodstavce"/>
    <w:rsid w:val="00BB4F00"/>
  </w:style>
  <w:style w:type="paragraph" w:customStyle="1" w:styleId="Odrka">
    <w:name w:val="Odrážka"/>
    <w:basedOn w:val="1odstavec"/>
    <w:next w:val="Normln"/>
    <w:link w:val="OdrkaChar"/>
    <w:qFormat/>
    <w:rsid w:val="00DC7261"/>
    <w:pPr>
      <w:numPr>
        <w:ilvl w:val="2"/>
      </w:numPr>
    </w:pPr>
    <w:rPr>
      <w:rFonts w:eastAsia="Times New Roman"/>
      <w:lang w:eastAsia="cs-CZ"/>
    </w:rPr>
  </w:style>
  <w:style w:type="character" w:customStyle="1" w:styleId="OdrkaChar">
    <w:name w:val="Odrážka Char"/>
    <w:basedOn w:val="1odstavecChar"/>
    <w:link w:val="Odrka"/>
    <w:rsid w:val="00DC7261"/>
    <w:rPr>
      <w:rFonts w:ascii="Verdana" w:eastAsia="Times New Roman" w:hAnsi="Verdana" w:cstheme="minorHAns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FB0BB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xxx@xx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1B3CB1-0797-455B-96CA-39A0D966DD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7BF1DA-0716-4767-91DB-2F2FD194CE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10C81B-6D74-462C-9C87-07BF5D599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3330</Words>
  <Characters>19651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Půlpán Jiří</cp:lastModifiedBy>
  <cp:revision>2</cp:revision>
  <cp:lastPrinted>2018-02-12T13:27:00Z</cp:lastPrinted>
  <dcterms:created xsi:type="dcterms:W3CDTF">2024-11-11T12:19:00Z</dcterms:created>
  <dcterms:modified xsi:type="dcterms:W3CDTF">2024-11-11T12:19:00Z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