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FCE9E" w14:textId="77777777" w:rsidR="000719BB" w:rsidRDefault="000719BB" w:rsidP="006C2343">
      <w:pPr>
        <w:pStyle w:val="Titul2"/>
      </w:pPr>
    </w:p>
    <w:p w14:paraId="6726706B" w14:textId="77777777" w:rsidR="00826B7B" w:rsidRDefault="00826B7B" w:rsidP="006C2343">
      <w:pPr>
        <w:pStyle w:val="Titul2"/>
      </w:pPr>
    </w:p>
    <w:p w14:paraId="48B39DB9" w14:textId="77777777" w:rsidR="000008ED" w:rsidRPr="000719BB" w:rsidRDefault="000008ED" w:rsidP="006C2343">
      <w:pPr>
        <w:pStyle w:val="Titul2"/>
      </w:pPr>
      <w:r>
        <w:t>Díl 4</w:t>
      </w:r>
    </w:p>
    <w:p w14:paraId="2DB6AEC8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45BE9B3" w14:textId="77777777" w:rsidR="00AD0C7B" w:rsidRDefault="00AD0C7B" w:rsidP="00AD0C7B">
      <w:pPr>
        <w:pStyle w:val="Titul2"/>
      </w:pPr>
    </w:p>
    <w:p w14:paraId="652156F6" w14:textId="77777777" w:rsidR="000008ED" w:rsidRDefault="000008ED" w:rsidP="00AD0C7B">
      <w:pPr>
        <w:pStyle w:val="Titul2"/>
      </w:pPr>
      <w:r>
        <w:t>Část 1</w:t>
      </w:r>
    </w:p>
    <w:p w14:paraId="4B11FA8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BC4DAB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AD19ECB7B3DD4D07AA5B036BB24847B9"/>
        </w:placeholder>
        <w:text/>
      </w:sdtPr>
      <w:sdtContent>
        <w:p w14:paraId="1A0892BA" w14:textId="2616B00F" w:rsidR="00CF0EF4" w:rsidRDefault="00A07DAD" w:rsidP="00CF0EF4">
          <w:pPr>
            <w:pStyle w:val="Tituldatum"/>
          </w:pPr>
          <w:r w:rsidRPr="00A07DAD">
            <w:rPr>
              <w:rStyle w:val="Nzevakce"/>
            </w:rPr>
            <w:t>Výstavba PZS přejezdu P7890v km 15,595 na trati Chuchelná – Kravaře ve Slezsku</w:t>
          </w:r>
        </w:p>
      </w:sdtContent>
    </w:sdt>
    <w:p w14:paraId="55F1AC08" w14:textId="77777777" w:rsidR="00826B7B" w:rsidRPr="006C2343" w:rsidRDefault="00826B7B" w:rsidP="006C2343">
      <w:pPr>
        <w:pStyle w:val="Titul2"/>
        <w:rPr>
          <w:highlight w:val="green"/>
        </w:rPr>
      </w:pPr>
    </w:p>
    <w:p w14:paraId="33618D2B" w14:textId="77777777" w:rsidR="00826B7B" w:rsidRPr="006C2343" w:rsidRDefault="00826B7B" w:rsidP="006C2343">
      <w:pPr>
        <w:pStyle w:val="Titul2"/>
      </w:pPr>
    </w:p>
    <w:p w14:paraId="4071716E" w14:textId="77777777" w:rsidR="000008ED" w:rsidRDefault="000008ED" w:rsidP="006C2343">
      <w:pPr>
        <w:pStyle w:val="Tituldatum"/>
      </w:pPr>
    </w:p>
    <w:p w14:paraId="5B195563" w14:textId="77777777" w:rsidR="00C90F19" w:rsidRDefault="00C90F19" w:rsidP="006C2343">
      <w:pPr>
        <w:pStyle w:val="Tituldatum"/>
      </w:pPr>
    </w:p>
    <w:p w14:paraId="75ED9B4A" w14:textId="0E94F053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2514D" w:rsidRPr="0072514D">
        <w:t>4</w:t>
      </w:r>
      <w:r w:rsidRPr="0072514D">
        <w:t>.</w:t>
      </w:r>
      <w:r w:rsidR="0072514D" w:rsidRPr="0072514D">
        <w:t>11</w:t>
      </w:r>
      <w:r w:rsidRPr="0072514D">
        <w:t>.20</w:t>
      </w:r>
      <w:r w:rsidR="00A616BE" w:rsidRPr="0072514D">
        <w:t>2</w:t>
      </w:r>
      <w:r w:rsidR="0072514D" w:rsidRPr="0072514D">
        <w:t>4</w:t>
      </w:r>
      <w:r w:rsidR="000008ED">
        <w:t xml:space="preserve"> </w:t>
      </w:r>
    </w:p>
    <w:p w14:paraId="376B6E67" w14:textId="77777777" w:rsidR="00826B7B" w:rsidRDefault="00826B7B">
      <w:r>
        <w:br w:type="page"/>
      </w:r>
    </w:p>
    <w:p w14:paraId="77EFDB4E" w14:textId="1DFDDB20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47BD3679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0DF929A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5C080532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Pr="00C5621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BC348B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Pr="00C5621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38891E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Pr="00C5621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F12ED2" w14:textId="77777777" w:rsidR="00352F27" w:rsidRDefault="00352F2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Pr="00C5621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9E0FD8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Pr="00C5621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D2BE56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Pr="00C5621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8DCE686" w14:textId="77777777" w:rsidR="00352F27" w:rsidRDefault="00352F2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Pr="00C5621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C5621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_Toc139981632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D847121" w14:textId="77777777" w:rsidR="00AD0C7B" w:rsidRDefault="00BD7E91" w:rsidP="008D03B9">
      <w:r>
        <w:fldChar w:fldCharType="end"/>
      </w:r>
    </w:p>
    <w:p w14:paraId="0CF4DFA6" w14:textId="77777777" w:rsidR="000008ED" w:rsidRDefault="000008ED" w:rsidP="008D03B9"/>
    <w:p w14:paraId="2934A312" w14:textId="77777777" w:rsidR="000008ED" w:rsidRDefault="000008ED" w:rsidP="008D03B9"/>
    <w:p w14:paraId="6360B31E" w14:textId="77777777" w:rsidR="000008ED" w:rsidRDefault="000008ED" w:rsidP="008D03B9"/>
    <w:p w14:paraId="0FC46DFA" w14:textId="77777777" w:rsidR="000008ED" w:rsidRDefault="000008ED" w:rsidP="008D03B9"/>
    <w:p w14:paraId="7DBBCEC2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28F7D87F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73948E4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79ADDF53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AE3AF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197517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53B1E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5D698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A6ACAD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2D593A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1389D2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9AEF27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8D2D93A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8E6628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F1C301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354851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BE45413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7A13C0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4078909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82A31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B86E9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28F2A2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4EFD7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5EA29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83FCB4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5205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AC8A3C" w14:textId="77777777" w:rsidR="005E07BA" w:rsidRPr="006115D3" w:rsidRDefault="005E07BA" w:rsidP="00BC06B4">
            <w:pPr>
              <w:pStyle w:val="Zkratky2"/>
            </w:pPr>
          </w:p>
        </w:tc>
      </w:tr>
    </w:tbl>
    <w:p w14:paraId="626563F0" w14:textId="77777777" w:rsidR="00041EC8" w:rsidRDefault="00041EC8" w:rsidP="00AD0C7B"/>
    <w:p w14:paraId="70F6F05C" w14:textId="77777777" w:rsidR="00826B7B" w:rsidRDefault="00826B7B">
      <w:r>
        <w:br w:type="page"/>
      </w:r>
    </w:p>
    <w:p w14:paraId="4C6FFDD2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F6939A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2D4B540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353A111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FAFA6F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60A3F30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CAFCD22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4F5D468D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6867B6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685F9ECF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F1E2543" w14:textId="77777777" w:rsidR="005E07BA" w:rsidRDefault="005E07BA" w:rsidP="005E07BA">
      <w:pPr>
        <w:pStyle w:val="Text2-1"/>
      </w:pPr>
      <w:r>
        <w:t>Položky soupisu prací obsahují pole:</w:t>
      </w:r>
    </w:p>
    <w:p w14:paraId="7288601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4DC4493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13FA7F9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21BDCF0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F7C917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9EA5264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0D67BAC5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F74D56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202AE4D3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8992C6C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74A06CD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0DF3989A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532134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7D1A61A2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82071B1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FB69E99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BEEFA78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4A0BB1D9" w14:textId="77777777" w:rsidR="005E07BA" w:rsidRDefault="005E07BA" w:rsidP="005E07BA">
      <w:pPr>
        <w:pStyle w:val="Odrka1-2-"/>
      </w:pPr>
      <w:r>
        <w:t>náklady na veškerá pojištění;</w:t>
      </w:r>
    </w:p>
    <w:p w14:paraId="3DB2AD2C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AAA3493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3EAF98BC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71833A03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2557D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34BC6D72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BBF6F0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A1242DE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99C1FC1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257B188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7E692F6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44CC1B6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FB0329E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1592A68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360B3554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67099867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6288CCB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13A976D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741911D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68F268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A2856B3" w14:textId="77777777" w:rsidR="005E07BA" w:rsidRDefault="005E07BA" w:rsidP="005E07BA">
      <w:pPr>
        <w:pStyle w:val="Odrka1-2-"/>
      </w:pPr>
      <w:r>
        <w:t>geodetickou a koordinační činnost,</w:t>
      </w:r>
    </w:p>
    <w:p w14:paraId="6892DF7A" w14:textId="77777777" w:rsidR="005E07BA" w:rsidRDefault="005E07BA" w:rsidP="005E07BA">
      <w:pPr>
        <w:pStyle w:val="Odrka1-2-"/>
      </w:pPr>
      <w:r>
        <w:t>veškeré zkoušky a revize.</w:t>
      </w:r>
    </w:p>
    <w:p w14:paraId="65942BFA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033A31E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8057FDB" w14:textId="11DF6AE1" w:rsidR="005E07BA" w:rsidRPr="00DD22D5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DD22D5">
        <w:t>Správce stavby.</w:t>
      </w:r>
    </w:p>
    <w:p w14:paraId="1606C12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5378F1A8" w14:textId="7ACCD91A" w:rsidR="005E07BA" w:rsidRDefault="005E07BA" w:rsidP="00DD22D5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 w:rsidR="0072514D">
        <w:t>.</w:t>
      </w:r>
      <w:r>
        <w:t xml:space="preserve"> </w:t>
      </w:r>
    </w:p>
    <w:p w14:paraId="61DBAEFE" w14:textId="77777777"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14:paraId="43D534DE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FE74C56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37683A96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49C60F0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E3FA5DC" w14:textId="3066A84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DD22D5">
        <w:t>přijat 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19CA0" w14:textId="77777777" w:rsidR="000721FB" w:rsidRDefault="000721FB" w:rsidP="00962258">
      <w:pPr>
        <w:spacing w:after="0" w:line="240" w:lineRule="auto"/>
      </w:pPr>
      <w:r>
        <w:separator/>
      </w:r>
    </w:p>
  </w:endnote>
  <w:endnote w:type="continuationSeparator" w:id="0">
    <w:p w14:paraId="00B71EBE" w14:textId="77777777" w:rsidR="000721FB" w:rsidRDefault="000721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E0D7DB4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8CD9702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2270E3B" w14:textId="0CD0FEEF" w:rsidR="00CF0EF4" w:rsidRPr="003462EB" w:rsidRDefault="00DD22D5" w:rsidP="00C87634">
          <w:pPr>
            <w:pStyle w:val="Zpatvlevo"/>
          </w:pPr>
          <w:fldSimple w:instr=" STYLEREF  _Název_akce  \* MERGEFORMAT ">
            <w:r w:rsidR="0072514D" w:rsidRPr="0072514D">
              <w:rPr>
                <w:b/>
                <w:bCs/>
                <w:noProof/>
              </w:rPr>
              <w:t>Výstavba PZS</w:t>
            </w:r>
            <w:r w:rsidR="0072514D">
              <w:rPr>
                <w:noProof/>
              </w:rPr>
              <w:t xml:space="preserve"> přejezdu P7890v km 15,595 na trati Chuchelná – Kravaře ve Slezsku</w:t>
            </w:r>
          </w:fldSimple>
        </w:p>
        <w:p w14:paraId="1F59B37E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4F47BC3E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369C1A70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B1D545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FEFD982" w14:textId="74D462B4" w:rsidR="00CF0EF4" w:rsidRDefault="00DD22D5" w:rsidP="00C87634">
          <w:pPr>
            <w:pStyle w:val="Zpatvpravo"/>
          </w:pPr>
          <w:fldSimple w:instr=" STYLEREF  _Název_akce  \* MERGEFORMAT ">
            <w:r w:rsidR="0072514D" w:rsidRPr="0072514D">
              <w:rPr>
                <w:b/>
                <w:bCs/>
                <w:noProof/>
              </w:rPr>
              <w:t>Výstavba PZS</w:t>
            </w:r>
            <w:r w:rsidR="0072514D">
              <w:rPr>
                <w:noProof/>
              </w:rPr>
              <w:t xml:space="preserve"> přejezdu P7890v km 15,595 na trati Chuchelná – Kravaře ve Slezsku</w:t>
            </w:r>
          </w:fldSimple>
        </w:p>
        <w:p w14:paraId="0F78354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1A1CC74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072D2CD3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F39AEE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C53B4" w14:textId="77777777" w:rsidR="00CF0EF4" w:rsidRPr="00B8518B" w:rsidRDefault="00CF0EF4" w:rsidP="00CF0EF4">
    <w:pPr>
      <w:pStyle w:val="Zpat"/>
      <w:rPr>
        <w:sz w:val="2"/>
        <w:szCs w:val="2"/>
      </w:rPr>
    </w:pPr>
  </w:p>
  <w:p w14:paraId="7743F97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5C6BC67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FC8ED" w14:textId="77777777" w:rsidR="000721FB" w:rsidRDefault="000721FB" w:rsidP="00962258">
      <w:pPr>
        <w:spacing w:after="0" w:line="240" w:lineRule="auto"/>
      </w:pPr>
      <w:r>
        <w:separator/>
      </w:r>
    </w:p>
  </w:footnote>
  <w:footnote w:type="continuationSeparator" w:id="0">
    <w:p w14:paraId="467A04B5" w14:textId="77777777" w:rsidR="000721FB" w:rsidRDefault="000721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EA396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2E0AE0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16A2E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755E86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B82141" w14:textId="77777777" w:rsidR="0076790E" w:rsidRPr="00D6163D" w:rsidRDefault="0076790E" w:rsidP="00D6163D">
          <w:pPr>
            <w:pStyle w:val="Druhdokumentu"/>
          </w:pPr>
        </w:p>
      </w:tc>
    </w:tr>
  </w:tbl>
  <w:p w14:paraId="60802BB6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2AA9DA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BD6AF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BC9C2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318EC2E" wp14:editId="6E29548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BF86FF" w14:textId="77777777" w:rsidR="0076790E" w:rsidRPr="00D6163D" w:rsidRDefault="0076790E" w:rsidP="00FC6389">
          <w:pPr>
            <w:pStyle w:val="Druhdokumentu"/>
          </w:pPr>
        </w:p>
      </w:tc>
    </w:tr>
    <w:tr w:rsidR="0076790E" w14:paraId="656C6AA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66F18A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11008E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A4F0B2D" w14:textId="77777777" w:rsidR="0076790E" w:rsidRPr="00D6163D" w:rsidRDefault="0076790E" w:rsidP="00FC6389">
          <w:pPr>
            <w:pStyle w:val="Druhdokumentu"/>
          </w:pPr>
        </w:p>
      </w:tc>
    </w:tr>
  </w:tbl>
  <w:p w14:paraId="0B456AEF" w14:textId="77777777" w:rsidR="0076790E" w:rsidRPr="00D6163D" w:rsidRDefault="0076790E" w:rsidP="00FC6389">
    <w:pPr>
      <w:pStyle w:val="Zhlav"/>
      <w:rPr>
        <w:sz w:val="8"/>
        <w:szCs w:val="8"/>
      </w:rPr>
    </w:pPr>
  </w:p>
  <w:p w14:paraId="0123FE83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540461">
    <w:abstractNumId w:val="3"/>
  </w:num>
  <w:num w:numId="2" w16cid:durableId="1351106390">
    <w:abstractNumId w:val="1"/>
  </w:num>
  <w:num w:numId="3" w16cid:durableId="1830949566">
    <w:abstractNumId w:val="8"/>
  </w:num>
  <w:num w:numId="4" w16cid:durableId="826017293">
    <w:abstractNumId w:val="4"/>
  </w:num>
  <w:num w:numId="5" w16cid:durableId="1468471477">
    <w:abstractNumId w:val="10"/>
  </w:num>
  <w:num w:numId="6" w16cid:durableId="921380471">
    <w:abstractNumId w:val="5"/>
  </w:num>
  <w:num w:numId="7" w16cid:durableId="1791514751">
    <w:abstractNumId w:val="6"/>
  </w:num>
  <w:num w:numId="8" w16cid:durableId="20473288">
    <w:abstractNumId w:val="7"/>
  </w:num>
  <w:num w:numId="9" w16cid:durableId="471800057">
    <w:abstractNumId w:val="0"/>
  </w:num>
  <w:num w:numId="10" w16cid:durableId="467357629">
    <w:abstractNumId w:val="2"/>
  </w:num>
  <w:num w:numId="11" w16cid:durableId="68306426">
    <w:abstractNumId w:val="9"/>
  </w:num>
  <w:num w:numId="12" w16cid:durableId="573662581">
    <w:abstractNumId w:val="0"/>
  </w:num>
  <w:num w:numId="13" w16cid:durableId="251359277">
    <w:abstractNumId w:val="2"/>
  </w:num>
  <w:num w:numId="14" w16cid:durableId="225605426">
    <w:abstractNumId w:val="2"/>
  </w:num>
  <w:num w:numId="15" w16cid:durableId="729038744">
    <w:abstractNumId w:val="5"/>
  </w:num>
  <w:num w:numId="16" w16cid:durableId="40442845">
    <w:abstractNumId w:val="5"/>
  </w:num>
  <w:num w:numId="17" w16cid:durableId="1602253593">
    <w:abstractNumId w:val="5"/>
  </w:num>
  <w:num w:numId="18" w16cid:durableId="1941640031">
    <w:abstractNumId w:val="5"/>
  </w:num>
  <w:num w:numId="19" w16cid:durableId="138690802">
    <w:abstractNumId w:val="6"/>
  </w:num>
  <w:num w:numId="20" w16cid:durableId="1108548743">
    <w:abstractNumId w:val="6"/>
  </w:num>
  <w:num w:numId="21" w16cid:durableId="1717005468">
    <w:abstractNumId w:val="6"/>
  </w:num>
  <w:num w:numId="22" w16cid:durableId="1223441837">
    <w:abstractNumId w:val="6"/>
  </w:num>
  <w:num w:numId="23" w16cid:durableId="1891191416">
    <w:abstractNumId w:val="7"/>
  </w:num>
  <w:num w:numId="24" w16cid:durableId="693264255">
    <w:abstractNumId w:val="0"/>
  </w:num>
  <w:num w:numId="25" w16cid:durableId="387194010">
    <w:abstractNumId w:val="0"/>
  </w:num>
  <w:num w:numId="26" w16cid:durableId="944387357">
    <w:abstractNumId w:val="2"/>
  </w:num>
  <w:num w:numId="27" w16cid:durableId="1979602289">
    <w:abstractNumId w:val="2"/>
  </w:num>
  <w:num w:numId="28" w16cid:durableId="3897122">
    <w:abstractNumId w:val="9"/>
  </w:num>
  <w:num w:numId="29" w16cid:durableId="1534146723">
    <w:abstractNumId w:val="0"/>
  </w:num>
  <w:num w:numId="30" w16cid:durableId="986862350">
    <w:abstractNumId w:val="2"/>
  </w:num>
  <w:num w:numId="31" w16cid:durableId="308216941">
    <w:abstractNumId w:val="2"/>
  </w:num>
  <w:num w:numId="32" w16cid:durableId="1224372401">
    <w:abstractNumId w:val="5"/>
  </w:num>
  <w:num w:numId="33" w16cid:durableId="2116485338">
    <w:abstractNumId w:val="5"/>
  </w:num>
  <w:num w:numId="34" w16cid:durableId="1327977139">
    <w:abstractNumId w:val="5"/>
  </w:num>
  <w:num w:numId="35" w16cid:durableId="544374439">
    <w:abstractNumId w:val="5"/>
  </w:num>
  <w:num w:numId="36" w16cid:durableId="2043749278">
    <w:abstractNumId w:val="6"/>
  </w:num>
  <w:num w:numId="37" w16cid:durableId="1429960797">
    <w:abstractNumId w:val="6"/>
  </w:num>
  <w:num w:numId="38" w16cid:durableId="1261640968">
    <w:abstractNumId w:val="6"/>
  </w:num>
  <w:num w:numId="39" w16cid:durableId="912080924">
    <w:abstractNumId w:val="6"/>
  </w:num>
  <w:num w:numId="40" w16cid:durableId="1455951491">
    <w:abstractNumId w:val="7"/>
  </w:num>
  <w:num w:numId="41" w16cid:durableId="1489131677">
    <w:abstractNumId w:val="0"/>
  </w:num>
  <w:num w:numId="42" w16cid:durableId="140972371">
    <w:abstractNumId w:val="0"/>
  </w:num>
  <w:num w:numId="43" w16cid:durableId="711807466">
    <w:abstractNumId w:val="2"/>
  </w:num>
  <w:num w:numId="44" w16cid:durableId="1605108896">
    <w:abstractNumId w:val="2"/>
  </w:num>
  <w:num w:numId="45" w16cid:durableId="1197157712">
    <w:abstractNumId w:val="9"/>
  </w:num>
  <w:num w:numId="46" w16cid:durableId="161598874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96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1FB"/>
    <w:rsid w:val="00072A65"/>
    <w:rsid w:val="00072C1E"/>
    <w:rsid w:val="0009589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24D0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2514D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07DAD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22D5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54835"/>
    <w:rsid w:val="00E54D9F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396"/>
    <w:rsid w:val="00F566A1"/>
    <w:rsid w:val="00F659EB"/>
    <w:rsid w:val="00F86BA6"/>
    <w:rsid w:val="00F8788B"/>
    <w:rsid w:val="00F91A15"/>
    <w:rsid w:val="00F96F7E"/>
    <w:rsid w:val="00FA7E85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F3F05"/>
  <w14:defaultImageDpi w14:val="32767"/>
  <w15:docId w15:val="{C5CAFBCE-2F37-4CD9-A254-79371D51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705%20-%20Bolatice\__Realizace\2.%20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D19ECB7B3DD4D07AA5B036BB2484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114B7F-E9B2-49FD-96A1-A29E870FE987}"/>
      </w:docPartPr>
      <w:docPartBody>
        <w:p w:rsidR="008E31A5" w:rsidRDefault="00000000">
          <w:pPr>
            <w:pStyle w:val="AD19ECB7B3DD4D07AA5B036BB24847B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5C"/>
    <w:rsid w:val="001524D0"/>
    <w:rsid w:val="008E31A5"/>
    <w:rsid w:val="00C84F5C"/>
    <w:rsid w:val="00E54D9F"/>
    <w:rsid w:val="00FB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D19ECB7B3DD4D07AA5B036BB24847B9">
    <w:name w:val="AD19ECB7B3DD4D07AA5B036BB24847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15</TotalTime>
  <Pages>6</Pages>
  <Words>1891</Words>
  <Characters>11160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4</cp:revision>
  <cp:lastPrinted>2019-03-13T10:28:00Z</cp:lastPrinted>
  <dcterms:created xsi:type="dcterms:W3CDTF">2024-08-21T09:35:00Z</dcterms:created>
  <dcterms:modified xsi:type="dcterms:W3CDTF">2024-11-04T08:47:00Z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