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6E506" w14:textId="77777777" w:rsidR="000719BB" w:rsidRDefault="000719BB" w:rsidP="006C2343">
      <w:pPr>
        <w:pStyle w:val="Titul2"/>
      </w:pPr>
    </w:p>
    <w:p w14:paraId="789CE374" w14:textId="77777777" w:rsidR="00826B7B" w:rsidRDefault="00826B7B" w:rsidP="006C2343">
      <w:pPr>
        <w:pStyle w:val="Titul2"/>
      </w:pPr>
    </w:p>
    <w:p w14:paraId="35CED5E6" w14:textId="77777777" w:rsidR="00DA1C67" w:rsidRDefault="00DA1C67" w:rsidP="006C2343">
      <w:pPr>
        <w:pStyle w:val="Titul2"/>
      </w:pPr>
    </w:p>
    <w:p w14:paraId="5AF09CAA" w14:textId="77777777" w:rsidR="003254A3" w:rsidRPr="000719BB" w:rsidRDefault="00BD76C3" w:rsidP="006C2343">
      <w:pPr>
        <w:pStyle w:val="Titul2"/>
      </w:pPr>
      <w:r>
        <w:t>Příloha č. 2 c)</w:t>
      </w:r>
    </w:p>
    <w:p w14:paraId="5BB703DE" w14:textId="77777777" w:rsidR="003254A3" w:rsidRDefault="003254A3" w:rsidP="00AD0C7B">
      <w:pPr>
        <w:pStyle w:val="Titul2"/>
      </w:pPr>
    </w:p>
    <w:p w14:paraId="171C3AE3" w14:textId="77777777" w:rsidR="00AD0C7B" w:rsidRDefault="00BD76C3" w:rsidP="006C2343">
      <w:pPr>
        <w:pStyle w:val="Titul1"/>
      </w:pPr>
      <w:r>
        <w:t>Zvláštní</w:t>
      </w:r>
      <w:r w:rsidR="00AD0C7B">
        <w:t xml:space="preserve"> technické podmínky</w:t>
      </w:r>
    </w:p>
    <w:p w14:paraId="310BC4C6" w14:textId="77777777" w:rsidR="00AD0C7B" w:rsidRDefault="00AD0C7B" w:rsidP="00EB46E5">
      <w:pPr>
        <w:pStyle w:val="Titul2"/>
      </w:pPr>
    </w:p>
    <w:p w14:paraId="2B889D26" w14:textId="5AA4BB43"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33017DA4" w14:textId="77777777" w:rsidR="002007BA" w:rsidRDefault="002007BA" w:rsidP="006C2343">
      <w:pPr>
        <w:pStyle w:val="Tituldatum"/>
      </w:pPr>
    </w:p>
    <w:sdt>
      <w:sdtPr>
        <w:rPr>
          <w:rStyle w:val="Nzevakce"/>
        </w:rPr>
        <w:alias w:val="Název akce - Vypsat pole, přenese se do zápatí"/>
        <w:tag w:val="Název akce"/>
        <w:id w:val="1889687308"/>
        <w:placeholder>
          <w:docPart w:val="895231FD0FFC471B92D41A67C0FC7E91"/>
        </w:placeholder>
        <w:text w:multiLine="1"/>
      </w:sdtPr>
      <w:sdtContent>
        <w:p w14:paraId="5B3DD751" w14:textId="40EB3D77" w:rsidR="00BF54FE" w:rsidRPr="00D61BB3" w:rsidRDefault="004801CA" w:rsidP="006C2343">
          <w:pPr>
            <w:pStyle w:val="Tituldatum"/>
            <w:rPr>
              <w:rStyle w:val="Nzevakce"/>
            </w:rPr>
          </w:pPr>
          <w:r w:rsidRPr="000F2DEB">
            <w:rPr>
              <w:rStyle w:val="Nzevakce"/>
            </w:rPr>
            <w:t xml:space="preserve">Výstavba PZS přejezdu P7707 v km 6,832 Milotice nad Opavou – Vrbno pod Pradědem </w:t>
          </w:r>
        </w:p>
      </w:sdtContent>
    </w:sdt>
    <w:p w14:paraId="6E7A16FD" w14:textId="77777777" w:rsidR="00BF54FE" w:rsidRDefault="00BF54FE" w:rsidP="006C2343">
      <w:pPr>
        <w:pStyle w:val="Tituldatum"/>
      </w:pPr>
    </w:p>
    <w:p w14:paraId="5CD0DC92" w14:textId="77777777" w:rsidR="009226C1" w:rsidRDefault="009226C1" w:rsidP="006C2343">
      <w:pPr>
        <w:pStyle w:val="Tituldatum"/>
      </w:pPr>
    </w:p>
    <w:p w14:paraId="53AAC632" w14:textId="77777777" w:rsidR="00DA1C67" w:rsidRDefault="00DA1C67" w:rsidP="006C2343">
      <w:pPr>
        <w:pStyle w:val="Tituldatum"/>
      </w:pPr>
    </w:p>
    <w:p w14:paraId="5982615A" w14:textId="77777777" w:rsidR="00DA1C67" w:rsidRDefault="00DA1C67" w:rsidP="006C2343">
      <w:pPr>
        <w:pStyle w:val="Tituldatum"/>
      </w:pPr>
    </w:p>
    <w:p w14:paraId="79DD96D4" w14:textId="77777777" w:rsidR="003B111D" w:rsidRDefault="003B111D" w:rsidP="006C2343">
      <w:pPr>
        <w:pStyle w:val="Tituldatum"/>
      </w:pPr>
    </w:p>
    <w:p w14:paraId="44F03AC0" w14:textId="7D16A1E1" w:rsidR="00826B7B" w:rsidRPr="006C2343" w:rsidRDefault="006C2343" w:rsidP="006C2343">
      <w:pPr>
        <w:pStyle w:val="Tituldatum"/>
      </w:pPr>
      <w:r w:rsidRPr="006C2343">
        <w:t xml:space="preserve">Datum vydání: </w:t>
      </w:r>
      <w:r w:rsidRPr="006C2343">
        <w:tab/>
      </w:r>
      <w:r w:rsidR="00EC1D84">
        <w:t>4</w:t>
      </w:r>
      <w:r w:rsidR="003A72CE" w:rsidRPr="000F2DEB">
        <w:t>.</w:t>
      </w:r>
      <w:r w:rsidRPr="000F2DEB">
        <w:t xml:space="preserve"> </w:t>
      </w:r>
      <w:r w:rsidR="000F2DEB" w:rsidRPr="000F2DEB">
        <w:t>9</w:t>
      </w:r>
      <w:r w:rsidRPr="000F2DEB">
        <w:t>. 20</w:t>
      </w:r>
      <w:r w:rsidR="003202DC" w:rsidRPr="000F2DEB">
        <w:t>2</w:t>
      </w:r>
      <w:r w:rsidR="001960FD" w:rsidRPr="000F2DEB">
        <w:t>4</w:t>
      </w:r>
      <w:r w:rsidR="0076790E">
        <w:t xml:space="preserve"> </w:t>
      </w:r>
    </w:p>
    <w:p w14:paraId="4F0ABBC7" w14:textId="77777777" w:rsidR="00826B7B" w:rsidRDefault="00826B7B">
      <w:r>
        <w:br w:type="page"/>
      </w:r>
    </w:p>
    <w:p w14:paraId="47E48191" w14:textId="77777777" w:rsidR="00BD7E91" w:rsidRDefault="00BD7E91" w:rsidP="00B101FD">
      <w:pPr>
        <w:pStyle w:val="Nadpisbezsl1-1"/>
      </w:pPr>
      <w:r>
        <w:lastRenderedPageBreak/>
        <w:t>Obsah</w:t>
      </w:r>
      <w:r w:rsidR="00887F36">
        <w:t xml:space="preserve"> </w:t>
      </w:r>
    </w:p>
    <w:p w14:paraId="05935D21" w14:textId="170A7244" w:rsidR="00166EE3"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77453488" w:history="1">
        <w:r w:rsidR="00166EE3" w:rsidRPr="00831D19">
          <w:rPr>
            <w:rStyle w:val="Hypertextovodkaz"/>
          </w:rPr>
          <w:t>SEZNAM ZKRATEK</w:t>
        </w:r>
        <w:r w:rsidR="00166EE3">
          <w:rPr>
            <w:noProof/>
            <w:webHidden/>
          </w:rPr>
          <w:tab/>
        </w:r>
        <w:r w:rsidR="00166EE3">
          <w:rPr>
            <w:noProof/>
            <w:webHidden/>
          </w:rPr>
          <w:fldChar w:fldCharType="begin"/>
        </w:r>
        <w:r w:rsidR="00166EE3">
          <w:rPr>
            <w:noProof/>
            <w:webHidden/>
          </w:rPr>
          <w:instrText xml:space="preserve"> PAGEREF _Toc177453488 \h </w:instrText>
        </w:r>
        <w:r w:rsidR="00166EE3">
          <w:rPr>
            <w:noProof/>
            <w:webHidden/>
          </w:rPr>
        </w:r>
        <w:r w:rsidR="00166EE3">
          <w:rPr>
            <w:noProof/>
            <w:webHidden/>
          </w:rPr>
          <w:fldChar w:fldCharType="separate"/>
        </w:r>
        <w:r w:rsidR="00166EE3">
          <w:rPr>
            <w:noProof/>
            <w:webHidden/>
          </w:rPr>
          <w:t>2</w:t>
        </w:r>
        <w:r w:rsidR="00166EE3">
          <w:rPr>
            <w:noProof/>
            <w:webHidden/>
          </w:rPr>
          <w:fldChar w:fldCharType="end"/>
        </w:r>
      </w:hyperlink>
    </w:p>
    <w:p w14:paraId="0168701E" w14:textId="5B4D1135" w:rsidR="00166EE3" w:rsidRDefault="00166EE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7453489" w:history="1">
        <w:r w:rsidRPr="00831D19">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831D19">
          <w:rPr>
            <w:rStyle w:val="Hypertextovodkaz"/>
          </w:rPr>
          <w:t>SPECIFIKACE PŘEDMĚTU DÍLA</w:t>
        </w:r>
        <w:r>
          <w:rPr>
            <w:noProof/>
            <w:webHidden/>
          </w:rPr>
          <w:tab/>
        </w:r>
        <w:r>
          <w:rPr>
            <w:noProof/>
            <w:webHidden/>
          </w:rPr>
          <w:fldChar w:fldCharType="begin"/>
        </w:r>
        <w:r>
          <w:rPr>
            <w:noProof/>
            <w:webHidden/>
          </w:rPr>
          <w:instrText xml:space="preserve"> PAGEREF _Toc177453489 \h </w:instrText>
        </w:r>
        <w:r>
          <w:rPr>
            <w:noProof/>
            <w:webHidden/>
          </w:rPr>
        </w:r>
        <w:r>
          <w:rPr>
            <w:noProof/>
            <w:webHidden/>
          </w:rPr>
          <w:fldChar w:fldCharType="separate"/>
        </w:r>
        <w:r>
          <w:rPr>
            <w:noProof/>
            <w:webHidden/>
          </w:rPr>
          <w:t>3</w:t>
        </w:r>
        <w:r>
          <w:rPr>
            <w:noProof/>
            <w:webHidden/>
          </w:rPr>
          <w:fldChar w:fldCharType="end"/>
        </w:r>
      </w:hyperlink>
    </w:p>
    <w:p w14:paraId="1EA1DA0F" w14:textId="6C3B97C6" w:rsidR="00166EE3" w:rsidRDefault="00166EE3">
      <w:pPr>
        <w:pStyle w:val="Obsah2"/>
        <w:rPr>
          <w:rFonts w:asciiTheme="minorHAnsi" w:eastAsiaTheme="minorEastAsia" w:hAnsiTheme="minorHAnsi"/>
          <w:noProof/>
          <w:spacing w:val="0"/>
          <w:kern w:val="2"/>
          <w:sz w:val="24"/>
          <w:szCs w:val="24"/>
          <w:lang w:eastAsia="cs-CZ"/>
          <w14:ligatures w14:val="standardContextual"/>
        </w:rPr>
      </w:pPr>
      <w:hyperlink w:anchor="_Toc177453490" w:history="1">
        <w:r w:rsidRPr="00831D19">
          <w:rPr>
            <w:rStyle w:val="Hypertextovodkaz"/>
            <w:rFonts w:asciiTheme="majorHAnsi" w:hAnsiTheme="majorHAnsi"/>
          </w:rPr>
          <w:t>1.1</w:t>
        </w:r>
        <w:r>
          <w:rPr>
            <w:rFonts w:asciiTheme="minorHAnsi" w:eastAsiaTheme="minorEastAsia" w:hAnsiTheme="minorHAnsi"/>
            <w:noProof/>
            <w:spacing w:val="0"/>
            <w:kern w:val="2"/>
            <w:sz w:val="24"/>
            <w:szCs w:val="24"/>
            <w:lang w:eastAsia="cs-CZ"/>
            <w14:ligatures w14:val="standardContextual"/>
          </w:rPr>
          <w:tab/>
        </w:r>
        <w:r w:rsidRPr="00831D19">
          <w:rPr>
            <w:rStyle w:val="Hypertextovodkaz"/>
          </w:rPr>
          <w:t>Účel a rozsah předmětu Díla</w:t>
        </w:r>
        <w:r>
          <w:rPr>
            <w:noProof/>
            <w:webHidden/>
          </w:rPr>
          <w:tab/>
        </w:r>
        <w:r>
          <w:rPr>
            <w:noProof/>
            <w:webHidden/>
          </w:rPr>
          <w:fldChar w:fldCharType="begin"/>
        </w:r>
        <w:r>
          <w:rPr>
            <w:noProof/>
            <w:webHidden/>
          </w:rPr>
          <w:instrText xml:space="preserve"> PAGEREF _Toc177453490 \h </w:instrText>
        </w:r>
        <w:r>
          <w:rPr>
            <w:noProof/>
            <w:webHidden/>
          </w:rPr>
        </w:r>
        <w:r>
          <w:rPr>
            <w:noProof/>
            <w:webHidden/>
          </w:rPr>
          <w:fldChar w:fldCharType="separate"/>
        </w:r>
        <w:r>
          <w:rPr>
            <w:noProof/>
            <w:webHidden/>
          </w:rPr>
          <w:t>3</w:t>
        </w:r>
        <w:r>
          <w:rPr>
            <w:noProof/>
            <w:webHidden/>
          </w:rPr>
          <w:fldChar w:fldCharType="end"/>
        </w:r>
      </w:hyperlink>
    </w:p>
    <w:p w14:paraId="42373CE7" w14:textId="5707D3A1" w:rsidR="00166EE3" w:rsidRDefault="00166EE3">
      <w:pPr>
        <w:pStyle w:val="Obsah2"/>
        <w:rPr>
          <w:rFonts w:asciiTheme="minorHAnsi" w:eastAsiaTheme="minorEastAsia" w:hAnsiTheme="minorHAnsi"/>
          <w:noProof/>
          <w:spacing w:val="0"/>
          <w:kern w:val="2"/>
          <w:sz w:val="24"/>
          <w:szCs w:val="24"/>
          <w:lang w:eastAsia="cs-CZ"/>
          <w14:ligatures w14:val="standardContextual"/>
        </w:rPr>
      </w:pPr>
      <w:hyperlink w:anchor="_Toc177453491" w:history="1">
        <w:r w:rsidRPr="00831D19">
          <w:rPr>
            <w:rStyle w:val="Hypertextovodkaz"/>
            <w:rFonts w:asciiTheme="majorHAnsi" w:hAnsiTheme="majorHAnsi"/>
          </w:rPr>
          <w:t>1.2</w:t>
        </w:r>
        <w:r>
          <w:rPr>
            <w:rFonts w:asciiTheme="minorHAnsi" w:eastAsiaTheme="minorEastAsia" w:hAnsiTheme="minorHAnsi"/>
            <w:noProof/>
            <w:spacing w:val="0"/>
            <w:kern w:val="2"/>
            <w:sz w:val="24"/>
            <w:szCs w:val="24"/>
            <w:lang w:eastAsia="cs-CZ"/>
            <w14:ligatures w14:val="standardContextual"/>
          </w:rPr>
          <w:tab/>
        </w:r>
        <w:r w:rsidRPr="00831D19">
          <w:rPr>
            <w:rStyle w:val="Hypertextovodkaz"/>
          </w:rPr>
          <w:t>Umístění stavby</w:t>
        </w:r>
        <w:r>
          <w:rPr>
            <w:noProof/>
            <w:webHidden/>
          </w:rPr>
          <w:tab/>
        </w:r>
        <w:r>
          <w:rPr>
            <w:noProof/>
            <w:webHidden/>
          </w:rPr>
          <w:fldChar w:fldCharType="begin"/>
        </w:r>
        <w:r>
          <w:rPr>
            <w:noProof/>
            <w:webHidden/>
          </w:rPr>
          <w:instrText xml:space="preserve"> PAGEREF _Toc177453491 \h </w:instrText>
        </w:r>
        <w:r>
          <w:rPr>
            <w:noProof/>
            <w:webHidden/>
          </w:rPr>
        </w:r>
        <w:r>
          <w:rPr>
            <w:noProof/>
            <w:webHidden/>
          </w:rPr>
          <w:fldChar w:fldCharType="separate"/>
        </w:r>
        <w:r>
          <w:rPr>
            <w:noProof/>
            <w:webHidden/>
          </w:rPr>
          <w:t>3</w:t>
        </w:r>
        <w:r>
          <w:rPr>
            <w:noProof/>
            <w:webHidden/>
          </w:rPr>
          <w:fldChar w:fldCharType="end"/>
        </w:r>
      </w:hyperlink>
    </w:p>
    <w:p w14:paraId="5C284BE3" w14:textId="3FA53284" w:rsidR="00166EE3" w:rsidRDefault="00166EE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7453492" w:history="1">
        <w:r w:rsidRPr="00831D19">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831D19">
          <w:rPr>
            <w:rStyle w:val="Hypertextovodkaz"/>
          </w:rPr>
          <w:t>PŘEHLED VÝCHOZÍCH PODKLADŮ</w:t>
        </w:r>
        <w:r>
          <w:rPr>
            <w:noProof/>
            <w:webHidden/>
          </w:rPr>
          <w:tab/>
        </w:r>
        <w:r>
          <w:rPr>
            <w:noProof/>
            <w:webHidden/>
          </w:rPr>
          <w:fldChar w:fldCharType="begin"/>
        </w:r>
        <w:r>
          <w:rPr>
            <w:noProof/>
            <w:webHidden/>
          </w:rPr>
          <w:instrText xml:space="preserve"> PAGEREF _Toc177453492 \h </w:instrText>
        </w:r>
        <w:r>
          <w:rPr>
            <w:noProof/>
            <w:webHidden/>
          </w:rPr>
        </w:r>
        <w:r>
          <w:rPr>
            <w:noProof/>
            <w:webHidden/>
          </w:rPr>
          <w:fldChar w:fldCharType="separate"/>
        </w:r>
        <w:r>
          <w:rPr>
            <w:noProof/>
            <w:webHidden/>
          </w:rPr>
          <w:t>3</w:t>
        </w:r>
        <w:r>
          <w:rPr>
            <w:noProof/>
            <w:webHidden/>
          </w:rPr>
          <w:fldChar w:fldCharType="end"/>
        </w:r>
      </w:hyperlink>
    </w:p>
    <w:p w14:paraId="10F41D15" w14:textId="6CCA8C89" w:rsidR="00166EE3" w:rsidRDefault="00166EE3">
      <w:pPr>
        <w:pStyle w:val="Obsah2"/>
        <w:rPr>
          <w:rFonts w:asciiTheme="minorHAnsi" w:eastAsiaTheme="minorEastAsia" w:hAnsiTheme="minorHAnsi"/>
          <w:noProof/>
          <w:spacing w:val="0"/>
          <w:kern w:val="2"/>
          <w:sz w:val="24"/>
          <w:szCs w:val="24"/>
          <w:lang w:eastAsia="cs-CZ"/>
          <w14:ligatures w14:val="standardContextual"/>
        </w:rPr>
      </w:pPr>
      <w:hyperlink w:anchor="_Toc177453493" w:history="1">
        <w:r w:rsidRPr="00831D19">
          <w:rPr>
            <w:rStyle w:val="Hypertextovodkaz"/>
            <w:rFonts w:asciiTheme="majorHAnsi" w:hAnsiTheme="majorHAnsi"/>
          </w:rPr>
          <w:t>2.1</w:t>
        </w:r>
        <w:r>
          <w:rPr>
            <w:rFonts w:asciiTheme="minorHAnsi" w:eastAsiaTheme="minorEastAsia" w:hAnsiTheme="minorHAnsi"/>
            <w:noProof/>
            <w:spacing w:val="0"/>
            <w:kern w:val="2"/>
            <w:sz w:val="24"/>
            <w:szCs w:val="24"/>
            <w:lang w:eastAsia="cs-CZ"/>
            <w14:ligatures w14:val="standardContextual"/>
          </w:rPr>
          <w:tab/>
        </w:r>
        <w:r w:rsidRPr="00831D19">
          <w:rPr>
            <w:rStyle w:val="Hypertextovodkaz"/>
          </w:rPr>
          <w:t>Projektová dokumentace</w:t>
        </w:r>
        <w:r>
          <w:rPr>
            <w:noProof/>
            <w:webHidden/>
          </w:rPr>
          <w:tab/>
        </w:r>
        <w:r>
          <w:rPr>
            <w:noProof/>
            <w:webHidden/>
          </w:rPr>
          <w:fldChar w:fldCharType="begin"/>
        </w:r>
        <w:r>
          <w:rPr>
            <w:noProof/>
            <w:webHidden/>
          </w:rPr>
          <w:instrText xml:space="preserve"> PAGEREF _Toc177453493 \h </w:instrText>
        </w:r>
        <w:r>
          <w:rPr>
            <w:noProof/>
            <w:webHidden/>
          </w:rPr>
        </w:r>
        <w:r>
          <w:rPr>
            <w:noProof/>
            <w:webHidden/>
          </w:rPr>
          <w:fldChar w:fldCharType="separate"/>
        </w:r>
        <w:r>
          <w:rPr>
            <w:noProof/>
            <w:webHidden/>
          </w:rPr>
          <w:t>3</w:t>
        </w:r>
        <w:r>
          <w:rPr>
            <w:noProof/>
            <w:webHidden/>
          </w:rPr>
          <w:fldChar w:fldCharType="end"/>
        </w:r>
      </w:hyperlink>
    </w:p>
    <w:p w14:paraId="000C6B66" w14:textId="4897E279" w:rsidR="00166EE3" w:rsidRDefault="00166EE3">
      <w:pPr>
        <w:pStyle w:val="Obsah2"/>
        <w:rPr>
          <w:rFonts w:asciiTheme="minorHAnsi" w:eastAsiaTheme="minorEastAsia" w:hAnsiTheme="minorHAnsi"/>
          <w:noProof/>
          <w:spacing w:val="0"/>
          <w:kern w:val="2"/>
          <w:sz w:val="24"/>
          <w:szCs w:val="24"/>
          <w:lang w:eastAsia="cs-CZ"/>
          <w14:ligatures w14:val="standardContextual"/>
        </w:rPr>
      </w:pPr>
      <w:hyperlink w:anchor="_Toc177453494" w:history="1">
        <w:r w:rsidRPr="00831D19">
          <w:rPr>
            <w:rStyle w:val="Hypertextovodkaz"/>
            <w:rFonts w:asciiTheme="majorHAnsi" w:hAnsiTheme="majorHAnsi"/>
          </w:rPr>
          <w:t>2.2</w:t>
        </w:r>
        <w:r>
          <w:rPr>
            <w:rFonts w:asciiTheme="minorHAnsi" w:eastAsiaTheme="minorEastAsia" w:hAnsiTheme="minorHAnsi"/>
            <w:noProof/>
            <w:spacing w:val="0"/>
            <w:kern w:val="2"/>
            <w:sz w:val="24"/>
            <w:szCs w:val="24"/>
            <w:lang w:eastAsia="cs-CZ"/>
            <w14:ligatures w14:val="standardContextual"/>
          </w:rPr>
          <w:tab/>
        </w:r>
        <w:r w:rsidRPr="00831D19">
          <w:rPr>
            <w:rStyle w:val="Hypertextovodkaz"/>
          </w:rPr>
          <w:t>Související dokumentace</w:t>
        </w:r>
        <w:r>
          <w:rPr>
            <w:noProof/>
            <w:webHidden/>
          </w:rPr>
          <w:tab/>
        </w:r>
        <w:r>
          <w:rPr>
            <w:noProof/>
            <w:webHidden/>
          </w:rPr>
          <w:fldChar w:fldCharType="begin"/>
        </w:r>
        <w:r>
          <w:rPr>
            <w:noProof/>
            <w:webHidden/>
          </w:rPr>
          <w:instrText xml:space="preserve"> PAGEREF _Toc177453494 \h </w:instrText>
        </w:r>
        <w:r>
          <w:rPr>
            <w:noProof/>
            <w:webHidden/>
          </w:rPr>
        </w:r>
        <w:r>
          <w:rPr>
            <w:noProof/>
            <w:webHidden/>
          </w:rPr>
          <w:fldChar w:fldCharType="separate"/>
        </w:r>
        <w:r>
          <w:rPr>
            <w:noProof/>
            <w:webHidden/>
          </w:rPr>
          <w:t>3</w:t>
        </w:r>
        <w:r>
          <w:rPr>
            <w:noProof/>
            <w:webHidden/>
          </w:rPr>
          <w:fldChar w:fldCharType="end"/>
        </w:r>
      </w:hyperlink>
    </w:p>
    <w:p w14:paraId="7780E771" w14:textId="452584D6" w:rsidR="00166EE3" w:rsidRDefault="00166EE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7453495" w:history="1">
        <w:r w:rsidRPr="00831D19">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831D19">
          <w:rPr>
            <w:rStyle w:val="Hypertextovodkaz"/>
          </w:rPr>
          <w:t>KOORDINACE S JINÝMI STAVBAMI</w:t>
        </w:r>
        <w:r>
          <w:rPr>
            <w:noProof/>
            <w:webHidden/>
          </w:rPr>
          <w:tab/>
        </w:r>
        <w:r>
          <w:rPr>
            <w:noProof/>
            <w:webHidden/>
          </w:rPr>
          <w:fldChar w:fldCharType="begin"/>
        </w:r>
        <w:r>
          <w:rPr>
            <w:noProof/>
            <w:webHidden/>
          </w:rPr>
          <w:instrText xml:space="preserve"> PAGEREF _Toc177453495 \h </w:instrText>
        </w:r>
        <w:r>
          <w:rPr>
            <w:noProof/>
            <w:webHidden/>
          </w:rPr>
        </w:r>
        <w:r>
          <w:rPr>
            <w:noProof/>
            <w:webHidden/>
          </w:rPr>
          <w:fldChar w:fldCharType="separate"/>
        </w:r>
        <w:r>
          <w:rPr>
            <w:noProof/>
            <w:webHidden/>
          </w:rPr>
          <w:t>3</w:t>
        </w:r>
        <w:r>
          <w:rPr>
            <w:noProof/>
            <w:webHidden/>
          </w:rPr>
          <w:fldChar w:fldCharType="end"/>
        </w:r>
      </w:hyperlink>
    </w:p>
    <w:p w14:paraId="273BCD85" w14:textId="7090A6B6" w:rsidR="00166EE3" w:rsidRDefault="00166EE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7453496" w:history="1">
        <w:r w:rsidRPr="00831D19">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831D19">
          <w:rPr>
            <w:rStyle w:val="Hypertextovodkaz"/>
          </w:rPr>
          <w:t>POŽADAVKY NA TECHNICKÉ ŘEŠENÍ PROVEDENÍ DÍLA</w:t>
        </w:r>
        <w:r>
          <w:rPr>
            <w:noProof/>
            <w:webHidden/>
          </w:rPr>
          <w:tab/>
        </w:r>
        <w:r>
          <w:rPr>
            <w:noProof/>
            <w:webHidden/>
          </w:rPr>
          <w:fldChar w:fldCharType="begin"/>
        </w:r>
        <w:r>
          <w:rPr>
            <w:noProof/>
            <w:webHidden/>
          </w:rPr>
          <w:instrText xml:space="preserve"> PAGEREF _Toc177453496 \h </w:instrText>
        </w:r>
        <w:r>
          <w:rPr>
            <w:noProof/>
            <w:webHidden/>
          </w:rPr>
        </w:r>
        <w:r>
          <w:rPr>
            <w:noProof/>
            <w:webHidden/>
          </w:rPr>
          <w:fldChar w:fldCharType="separate"/>
        </w:r>
        <w:r>
          <w:rPr>
            <w:noProof/>
            <w:webHidden/>
          </w:rPr>
          <w:t>4</w:t>
        </w:r>
        <w:r>
          <w:rPr>
            <w:noProof/>
            <w:webHidden/>
          </w:rPr>
          <w:fldChar w:fldCharType="end"/>
        </w:r>
      </w:hyperlink>
    </w:p>
    <w:p w14:paraId="3C4824FC" w14:textId="2BA99E72" w:rsidR="00166EE3" w:rsidRDefault="00166EE3">
      <w:pPr>
        <w:pStyle w:val="Obsah2"/>
        <w:rPr>
          <w:rFonts w:asciiTheme="minorHAnsi" w:eastAsiaTheme="minorEastAsia" w:hAnsiTheme="minorHAnsi"/>
          <w:noProof/>
          <w:spacing w:val="0"/>
          <w:kern w:val="2"/>
          <w:sz w:val="24"/>
          <w:szCs w:val="24"/>
          <w:lang w:eastAsia="cs-CZ"/>
          <w14:ligatures w14:val="standardContextual"/>
        </w:rPr>
      </w:pPr>
      <w:hyperlink w:anchor="_Toc177453497" w:history="1">
        <w:r w:rsidRPr="00831D19">
          <w:rPr>
            <w:rStyle w:val="Hypertextovodkaz"/>
            <w:rFonts w:asciiTheme="majorHAnsi" w:hAnsiTheme="majorHAnsi"/>
          </w:rPr>
          <w:t>4.1</w:t>
        </w:r>
        <w:r>
          <w:rPr>
            <w:rFonts w:asciiTheme="minorHAnsi" w:eastAsiaTheme="minorEastAsia" w:hAnsiTheme="minorHAnsi"/>
            <w:noProof/>
            <w:spacing w:val="0"/>
            <w:kern w:val="2"/>
            <w:sz w:val="24"/>
            <w:szCs w:val="24"/>
            <w:lang w:eastAsia="cs-CZ"/>
            <w14:ligatures w14:val="standardContextual"/>
          </w:rPr>
          <w:tab/>
        </w:r>
        <w:r w:rsidRPr="00831D19">
          <w:rPr>
            <w:rStyle w:val="Hypertextovodkaz"/>
          </w:rPr>
          <w:t>Všeobecně</w:t>
        </w:r>
        <w:r>
          <w:rPr>
            <w:noProof/>
            <w:webHidden/>
          </w:rPr>
          <w:tab/>
        </w:r>
        <w:r>
          <w:rPr>
            <w:noProof/>
            <w:webHidden/>
          </w:rPr>
          <w:fldChar w:fldCharType="begin"/>
        </w:r>
        <w:r>
          <w:rPr>
            <w:noProof/>
            <w:webHidden/>
          </w:rPr>
          <w:instrText xml:space="preserve"> PAGEREF _Toc177453497 \h </w:instrText>
        </w:r>
        <w:r>
          <w:rPr>
            <w:noProof/>
            <w:webHidden/>
          </w:rPr>
        </w:r>
        <w:r>
          <w:rPr>
            <w:noProof/>
            <w:webHidden/>
          </w:rPr>
          <w:fldChar w:fldCharType="separate"/>
        </w:r>
        <w:r>
          <w:rPr>
            <w:noProof/>
            <w:webHidden/>
          </w:rPr>
          <w:t>4</w:t>
        </w:r>
        <w:r>
          <w:rPr>
            <w:noProof/>
            <w:webHidden/>
          </w:rPr>
          <w:fldChar w:fldCharType="end"/>
        </w:r>
      </w:hyperlink>
    </w:p>
    <w:p w14:paraId="36BF9DD5" w14:textId="27EB0ED9" w:rsidR="00166EE3" w:rsidRDefault="00166EE3">
      <w:pPr>
        <w:pStyle w:val="Obsah2"/>
        <w:rPr>
          <w:rFonts w:asciiTheme="minorHAnsi" w:eastAsiaTheme="minorEastAsia" w:hAnsiTheme="minorHAnsi"/>
          <w:noProof/>
          <w:spacing w:val="0"/>
          <w:kern w:val="2"/>
          <w:sz w:val="24"/>
          <w:szCs w:val="24"/>
          <w:lang w:eastAsia="cs-CZ"/>
          <w14:ligatures w14:val="standardContextual"/>
        </w:rPr>
      </w:pPr>
      <w:hyperlink w:anchor="_Toc177453498" w:history="1">
        <w:r w:rsidRPr="00831D19">
          <w:rPr>
            <w:rStyle w:val="Hypertextovodkaz"/>
            <w:rFonts w:asciiTheme="majorHAnsi" w:hAnsiTheme="majorHAnsi"/>
          </w:rPr>
          <w:t>4.2</w:t>
        </w:r>
        <w:r>
          <w:rPr>
            <w:rFonts w:asciiTheme="minorHAnsi" w:eastAsiaTheme="minorEastAsia" w:hAnsiTheme="minorHAnsi"/>
            <w:noProof/>
            <w:spacing w:val="0"/>
            <w:kern w:val="2"/>
            <w:sz w:val="24"/>
            <w:szCs w:val="24"/>
            <w:lang w:eastAsia="cs-CZ"/>
            <w14:ligatures w14:val="standardContextual"/>
          </w:rPr>
          <w:tab/>
        </w:r>
        <w:r w:rsidRPr="00831D19">
          <w:rPr>
            <w:rStyle w:val="Hypertextovodkaz"/>
          </w:rPr>
          <w:t>Zeměměřická činnost zhotovitele</w:t>
        </w:r>
        <w:r>
          <w:rPr>
            <w:noProof/>
            <w:webHidden/>
          </w:rPr>
          <w:tab/>
        </w:r>
        <w:r>
          <w:rPr>
            <w:noProof/>
            <w:webHidden/>
          </w:rPr>
          <w:fldChar w:fldCharType="begin"/>
        </w:r>
        <w:r>
          <w:rPr>
            <w:noProof/>
            <w:webHidden/>
          </w:rPr>
          <w:instrText xml:space="preserve"> PAGEREF _Toc177453498 \h </w:instrText>
        </w:r>
        <w:r>
          <w:rPr>
            <w:noProof/>
            <w:webHidden/>
          </w:rPr>
        </w:r>
        <w:r>
          <w:rPr>
            <w:noProof/>
            <w:webHidden/>
          </w:rPr>
          <w:fldChar w:fldCharType="separate"/>
        </w:r>
        <w:r>
          <w:rPr>
            <w:noProof/>
            <w:webHidden/>
          </w:rPr>
          <w:t>4</w:t>
        </w:r>
        <w:r>
          <w:rPr>
            <w:noProof/>
            <w:webHidden/>
          </w:rPr>
          <w:fldChar w:fldCharType="end"/>
        </w:r>
      </w:hyperlink>
    </w:p>
    <w:p w14:paraId="7016B663" w14:textId="2813EFA3" w:rsidR="00166EE3" w:rsidRDefault="00166EE3">
      <w:pPr>
        <w:pStyle w:val="Obsah2"/>
        <w:rPr>
          <w:rFonts w:asciiTheme="minorHAnsi" w:eastAsiaTheme="minorEastAsia" w:hAnsiTheme="minorHAnsi"/>
          <w:noProof/>
          <w:spacing w:val="0"/>
          <w:kern w:val="2"/>
          <w:sz w:val="24"/>
          <w:szCs w:val="24"/>
          <w:lang w:eastAsia="cs-CZ"/>
          <w14:ligatures w14:val="standardContextual"/>
        </w:rPr>
      </w:pPr>
      <w:hyperlink w:anchor="_Toc177453499" w:history="1">
        <w:r w:rsidRPr="00831D19">
          <w:rPr>
            <w:rStyle w:val="Hypertextovodkaz"/>
            <w:rFonts w:asciiTheme="majorHAnsi" w:hAnsiTheme="majorHAnsi"/>
          </w:rPr>
          <w:t>4.3</w:t>
        </w:r>
        <w:r>
          <w:rPr>
            <w:rFonts w:asciiTheme="minorHAnsi" w:eastAsiaTheme="minorEastAsia" w:hAnsiTheme="minorHAnsi"/>
            <w:noProof/>
            <w:spacing w:val="0"/>
            <w:kern w:val="2"/>
            <w:sz w:val="24"/>
            <w:szCs w:val="24"/>
            <w:lang w:eastAsia="cs-CZ"/>
            <w14:ligatures w14:val="standardContextual"/>
          </w:rPr>
          <w:tab/>
        </w:r>
        <w:r w:rsidRPr="00831D19">
          <w:rPr>
            <w:rStyle w:val="Hypertextovodkaz"/>
          </w:rPr>
          <w:t>Doklady předkládané zhotovitelem</w:t>
        </w:r>
        <w:r>
          <w:rPr>
            <w:noProof/>
            <w:webHidden/>
          </w:rPr>
          <w:tab/>
        </w:r>
        <w:r>
          <w:rPr>
            <w:noProof/>
            <w:webHidden/>
          </w:rPr>
          <w:fldChar w:fldCharType="begin"/>
        </w:r>
        <w:r>
          <w:rPr>
            <w:noProof/>
            <w:webHidden/>
          </w:rPr>
          <w:instrText xml:space="preserve"> PAGEREF _Toc177453499 \h </w:instrText>
        </w:r>
        <w:r>
          <w:rPr>
            <w:noProof/>
            <w:webHidden/>
          </w:rPr>
        </w:r>
        <w:r>
          <w:rPr>
            <w:noProof/>
            <w:webHidden/>
          </w:rPr>
          <w:fldChar w:fldCharType="separate"/>
        </w:r>
        <w:r>
          <w:rPr>
            <w:noProof/>
            <w:webHidden/>
          </w:rPr>
          <w:t>5</w:t>
        </w:r>
        <w:r>
          <w:rPr>
            <w:noProof/>
            <w:webHidden/>
          </w:rPr>
          <w:fldChar w:fldCharType="end"/>
        </w:r>
      </w:hyperlink>
    </w:p>
    <w:p w14:paraId="325FF524" w14:textId="496DACD8" w:rsidR="00166EE3" w:rsidRDefault="00166EE3">
      <w:pPr>
        <w:pStyle w:val="Obsah2"/>
        <w:rPr>
          <w:rFonts w:asciiTheme="minorHAnsi" w:eastAsiaTheme="minorEastAsia" w:hAnsiTheme="minorHAnsi"/>
          <w:noProof/>
          <w:spacing w:val="0"/>
          <w:kern w:val="2"/>
          <w:sz w:val="24"/>
          <w:szCs w:val="24"/>
          <w:lang w:eastAsia="cs-CZ"/>
          <w14:ligatures w14:val="standardContextual"/>
        </w:rPr>
      </w:pPr>
      <w:hyperlink w:anchor="_Toc177453500" w:history="1">
        <w:r w:rsidRPr="00831D19">
          <w:rPr>
            <w:rStyle w:val="Hypertextovodkaz"/>
            <w:rFonts w:asciiTheme="majorHAnsi" w:hAnsiTheme="majorHAnsi"/>
          </w:rPr>
          <w:t>4.4</w:t>
        </w:r>
        <w:r>
          <w:rPr>
            <w:rFonts w:asciiTheme="minorHAnsi" w:eastAsiaTheme="minorEastAsia" w:hAnsiTheme="minorHAnsi"/>
            <w:noProof/>
            <w:spacing w:val="0"/>
            <w:kern w:val="2"/>
            <w:sz w:val="24"/>
            <w:szCs w:val="24"/>
            <w:lang w:eastAsia="cs-CZ"/>
            <w14:ligatures w14:val="standardContextual"/>
          </w:rPr>
          <w:tab/>
        </w:r>
        <w:r w:rsidRPr="00831D19">
          <w:rPr>
            <w:rStyle w:val="Hypertextovodkaz"/>
          </w:rPr>
          <w:t>Dokumentace zhotovitele pro stavbu</w:t>
        </w:r>
        <w:r>
          <w:rPr>
            <w:noProof/>
            <w:webHidden/>
          </w:rPr>
          <w:tab/>
        </w:r>
        <w:r>
          <w:rPr>
            <w:noProof/>
            <w:webHidden/>
          </w:rPr>
          <w:fldChar w:fldCharType="begin"/>
        </w:r>
        <w:r>
          <w:rPr>
            <w:noProof/>
            <w:webHidden/>
          </w:rPr>
          <w:instrText xml:space="preserve"> PAGEREF _Toc177453500 \h </w:instrText>
        </w:r>
        <w:r>
          <w:rPr>
            <w:noProof/>
            <w:webHidden/>
          </w:rPr>
        </w:r>
        <w:r>
          <w:rPr>
            <w:noProof/>
            <w:webHidden/>
          </w:rPr>
          <w:fldChar w:fldCharType="separate"/>
        </w:r>
        <w:r>
          <w:rPr>
            <w:noProof/>
            <w:webHidden/>
          </w:rPr>
          <w:t>6</w:t>
        </w:r>
        <w:r>
          <w:rPr>
            <w:noProof/>
            <w:webHidden/>
          </w:rPr>
          <w:fldChar w:fldCharType="end"/>
        </w:r>
      </w:hyperlink>
    </w:p>
    <w:p w14:paraId="264C459D" w14:textId="40F98DC9" w:rsidR="00166EE3" w:rsidRDefault="00166EE3">
      <w:pPr>
        <w:pStyle w:val="Obsah2"/>
        <w:rPr>
          <w:rFonts w:asciiTheme="minorHAnsi" w:eastAsiaTheme="minorEastAsia" w:hAnsiTheme="minorHAnsi"/>
          <w:noProof/>
          <w:spacing w:val="0"/>
          <w:kern w:val="2"/>
          <w:sz w:val="24"/>
          <w:szCs w:val="24"/>
          <w:lang w:eastAsia="cs-CZ"/>
          <w14:ligatures w14:val="standardContextual"/>
        </w:rPr>
      </w:pPr>
      <w:hyperlink w:anchor="_Toc177453501" w:history="1">
        <w:r w:rsidRPr="00831D19">
          <w:rPr>
            <w:rStyle w:val="Hypertextovodkaz"/>
            <w:rFonts w:asciiTheme="majorHAnsi" w:hAnsiTheme="majorHAnsi"/>
          </w:rPr>
          <w:t>4.5</w:t>
        </w:r>
        <w:r>
          <w:rPr>
            <w:rFonts w:asciiTheme="minorHAnsi" w:eastAsiaTheme="minorEastAsia" w:hAnsiTheme="minorHAnsi"/>
            <w:noProof/>
            <w:spacing w:val="0"/>
            <w:kern w:val="2"/>
            <w:sz w:val="24"/>
            <w:szCs w:val="24"/>
            <w:lang w:eastAsia="cs-CZ"/>
            <w14:ligatures w14:val="standardContextual"/>
          </w:rPr>
          <w:tab/>
        </w:r>
        <w:r w:rsidRPr="00831D19">
          <w:rPr>
            <w:rStyle w:val="Hypertextovodkaz"/>
          </w:rPr>
          <w:t>Dokumentace skutečného provedení stavby</w:t>
        </w:r>
        <w:r>
          <w:rPr>
            <w:noProof/>
            <w:webHidden/>
          </w:rPr>
          <w:tab/>
        </w:r>
        <w:r>
          <w:rPr>
            <w:noProof/>
            <w:webHidden/>
          </w:rPr>
          <w:fldChar w:fldCharType="begin"/>
        </w:r>
        <w:r>
          <w:rPr>
            <w:noProof/>
            <w:webHidden/>
          </w:rPr>
          <w:instrText xml:space="preserve"> PAGEREF _Toc177453501 \h </w:instrText>
        </w:r>
        <w:r>
          <w:rPr>
            <w:noProof/>
            <w:webHidden/>
          </w:rPr>
        </w:r>
        <w:r>
          <w:rPr>
            <w:noProof/>
            <w:webHidden/>
          </w:rPr>
          <w:fldChar w:fldCharType="separate"/>
        </w:r>
        <w:r>
          <w:rPr>
            <w:noProof/>
            <w:webHidden/>
          </w:rPr>
          <w:t>6</w:t>
        </w:r>
        <w:r>
          <w:rPr>
            <w:noProof/>
            <w:webHidden/>
          </w:rPr>
          <w:fldChar w:fldCharType="end"/>
        </w:r>
      </w:hyperlink>
    </w:p>
    <w:p w14:paraId="57176237" w14:textId="3D3AFCED" w:rsidR="00166EE3" w:rsidRDefault="00166EE3">
      <w:pPr>
        <w:pStyle w:val="Obsah2"/>
        <w:rPr>
          <w:rFonts w:asciiTheme="minorHAnsi" w:eastAsiaTheme="minorEastAsia" w:hAnsiTheme="minorHAnsi"/>
          <w:noProof/>
          <w:spacing w:val="0"/>
          <w:kern w:val="2"/>
          <w:sz w:val="24"/>
          <w:szCs w:val="24"/>
          <w:lang w:eastAsia="cs-CZ"/>
          <w14:ligatures w14:val="standardContextual"/>
        </w:rPr>
      </w:pPr>
      <w:hyperlink w:anchor="_Toc177453502" w:history="1">
        <w:r w:rsidRPr="00831D19">
          <w:rPr>
            <w:rStyle w:val="Hypertextovodkaz"/>
            <w:rFonts w:asciiTheme="majorHAnsi" w:hAnsiTheme="majorHAnsi"/>
          </w:rPr>
          <w:t>4.6</w:t>
        </w:r>
        <w:r>
          <w:rPr>
            <w:rFonts w:asciiTheme="minorHAnsi" w:eastAsiaTheme="minorEastAsia" w:hAnsiTheme="minorHAnsi"/>
            <w:noProof/>
            <w:spacing w:val="0"/>
            <w:kern w:val="2"/>
            <w:sz w:val="24"/>
            <w:szCs w:val="24"/>
            <w:lang w:eastAsia="cs-CZ"/>
            <w14:ligatures w14:val="standardContextual"/>
          </w:rPr>
          <w:tab/>
        </w:r>
        <w:r w:rsidRPr="00831D19">
          <w:rPr>
            <w:rStyle w:val="Hypertextovodkaz"/>
          </w:rPr>
          <w:t>Zabezpečovací zařízení</w:t>
        </w:r>
        <w:r>
          <w:rPr>
            <w:noProof/>
            <w:webHidden/>
          </w:rPr>
          <w:tab/>
        </w:r>
        <w:r>
          <w:rPr>
            <w:noProof/>
            <w:webHidden/>
          </w:rPr>
          <w:fldChar w:fldCharType="begin"/>
        </w:r>
        <w:r>
          <w:rPr>
            <w:noProof/>
            <w:webHidden/>
          </w:rPr>
          <w:instrText xml:space="preserve"> PAGEREF _Toc177453502 \h </w:instrText>
        </w:r>
        <w:r>
          <w:rPr>
            <w:noProof/>
            <w:webHidden/>
          </w:rPr>
        </w:r>
        <w:r>
          <w:rPr>
            <w:noProof/>
            <w:webHidden/>
          </w:rPr>
          <w:fldChar w:fldCharType="separate"/>
        </w:r>
        <w:r>
          <w:rPr>
            <w:noProof/>
            <w:webHidden/>
          </w:rPr>
          <w:t>7</w:t>
        </w:r>
        <w:r>
          <w:rPr>
            <w:noProof/>
            <w:webHidden/>
          </w:rPr>
          <w:fldChar w:fldCharType="end"/>
        </w:r>
      </w:hyperlink>
    </w:p>
    <w:p w14:paraId="371FAB14" w14:textId="30E6FCE9" w:rsidR="00166EE3" w:rsidRDefault="00166EE3">
      <w:pPr>
        <w:pStyle w:val="Obsah2"/>
        <w:rPr>
          <w:rFonts w:asciiTheme="minorHAnsi" w:eastAsiaTheme="minorEastAsia" w:hAnsiTheme="minorHAnsi"/>
          <w:noProof/>
          <w:spacing w:val="0"/>
          <w:kern w:val="2"/>
          <w:sz w:val="24"/>
          <w:szCs w:val="24"/>
          <w:lang w:eastAsia="cs-CZ"/>
          <w14:ligatures w14:val="standardContextual"/>
        </w:rPr>
      </w:pPr>
      <w:hyperlink w:anchor="_Toc177453503" w:history="1">
        <w:r w:rsidRPr="00831D19">
          <w:rPr>
            <w:rStyle w:val="Hypertextovodkaz"/>
            <w:rFonts w:asciiTheme="majorHAnsi" w:hAnsiTheme="majorHAnsi"/>
          </w:rPr>
          <w:t>4.7</w:t>
        </w:r>
        <w:r>
          <w:rPr>
            <w:rFonts w:asciiTheme="minorHAnsi" w:eastAsiaTheme="minorEastAsia" w:hAnsiTheme="minorHAnsi"/>
            <w:noProof/>
            <w:spacing w:val="0"/>
            <w:kern w:val="2"/>
            <w:sz w:val="24"/>
            <w:szCs w:val="24"/>
            <w:lang w:eastAsia="cs-CZ"/>
            <w14:ligatures w14:val="standardContextual"/>
          </w:rPr>
          <w:tab/>
        </w:r>
        <w:r w:rsidRPr="00831D19">
          <w:rPr>
            <w:rStyle w:val="Hypertextovodkaz"/>
          </w:rPr>
          <w:t>Železniční svršek</w:t>
        </w:r>
        <w:r>
          <w:rPr>
            <w:noProof/>
            <w:webHidden/>
          </w:rPr>
          <w:tab/>
        </w:r>
        <w:r>
          <w:rPr>
            <w:noProof/>
            <w:webHidden/>
          </w:rPr>
          <w:fldChar w:fldCharType="begin"/>
        </w:r>
        <w:r>
          <w:rPr>
            <w:noProof/>
            <w:webHidden/>
          </w:rPr>
          <w:instrText xml:space="preserve"> PAGEREF _Toc177453503 \h </w:instrText>
        </w:r>
        <w:r>
          <w:rPr>
            <w:noProof/>
            <w:webHidden/>
          </w:rPr>
        </w:r>
        <w:r>
          <w:rPr>
            <w:noProof/>
            <w:webHidden/>
          </w:rPr>
          <w:fldChar w:fldCharType="separate"/>
        </w:r>
        <w:r>
          <w:rPr>
            <w:noProof/>
            <w:webHidden/>
          </w:rPr>
          <w:t>7</w:t>
        </w:r>
        <w:r>
          <w:rPr>
            <w:noProof/>
            <w:webHidden/>
          </w:rPr>
          <w:fldChar w:fldCharType="end"/>
        </w:r>
      </w:hyperlink>
    </w:p>
    <w:p w14:paraId="54F2E299" w14:textId="7D1C4225" w:rsidR="00166EE3" w:rsidRDefault="00166EE3">
      <w:pPr>
        <w:pStyle w:val="Obsah2"/>
        <w:rPr>
          <w:rFonts w:asciiTheme="minorHAnsi" w:eastAsiaTheme="minorEastAsia" w:hAnsiTheme="minorHAnsi"/>
          <w:noProof/>
          <w:spacing w:val="0"/>
          <w:kern w:val="2"/>
          <w:sz w:val="24"/>
          <w:szCs w:val="24"/>
          <w:lang w:eastAsia="cs-CZ"/>
          <w14:ligatures w14:val="standardContextual"/>
        </w:rPr>
      </w:pPr>
      <w:hyperlink w:anchor="_Toc177453504" w:history="1">
        <w:r w:rsidRPr="00831D19">
          <w:rPr>
            <w:rStyle w:val="Hypertextovodkaz"/>
            <w:rFonts w:asciiTheme="majorHAnsi" w:hAnsiTheme="majorHAnsi"/>
          </w:rPr>
          <w:t>4.8</w:t>
        </w:r>
        <w:r>
          <w:rPr>
            <w:rFonts w:asciiTheme="minorHAnsi" w:eastAsiaTheme="minorEastAsia" w:hAnsiTheme="minorHAnsi"/>
            <w:noProof/>
            <w:spacing w:val="0"/>
            <w:kern w:val="2"/>
            <w:sz w:val="24"/>
            <w:szCs w:val="24"/>
            <w:lang w:eastAsia="cs-CZ"/>
            <w14:ligatures w14:val="standardContextual"/>
          </w:rPr>
          <w:tab/>
        </w:r>
        <w:r w:rsidRPr="00831D19">
          <w:rPr>
            <w:rStyle w:val="Hypertextovodkaz"/>
          </w:rPr>
          <w:t>Železniční přejezdy</w:t>
        </w:r>
        <w:r>
          <w:rPr>
            <w:noProof/>
            <w:webHidden/>
          </w:rPr>
          <w:tab/>
        </w:r>
        <w:r>
          <w:rPr>
            <w:noProof/>
            <w:webHidden/>
          </w:rPr>
          <w:fldChar w:fldCharType="begin"/>
        </w:r>
        <w:r>
          <w:rPr>
            <w:noProof/>
            <w:webHidden/>
          </w:rPr>
          <w:instrText xml:space="preserve"> PAGEREF _Toc177453504 \h </w:instrText>
        </w:r>
        <w:r>
          <w:rPr>
            <w:noProof/>
            <w:webHidden/>
          </w:rPr>
        </w:r>
        <w:r>
          <w:rPr>
            <w:noProof/>
            <w:webHidden/>
          </w:rPr>
          <w:fldChar w:fldCharType="separate"/>
        </w:r>
        <w:r>
          <w:rPr>
            <w:noProof/>
            <w:webHidden/>
          </w:rPr>
          <w:t>7</w:t>
        </w:r>
        <w:r>
          <w:rPr>
            <w:noProof/>
            <w:webHidden/>
          </w:rPr>
          <w:fldChar w:fldCharType="end"/>
        </w:r>
      </w:hyperlink>
    </w:p>
    <w:p w14:paraId="04EBFA9A" w14:textId="7F8822ED" w:rsidR="00166EE3" w:rsidRDefault="00166EE3">
      <w:pPr>
        <w:pStyle w:val="Obsah2"/>
        <w:rPr>
          <w:rFonts w:asciiTheme="minorHAnsi" w:eastAsiaTheme="minorEastAsia" w:hAnsiTheme="minorHAnsi"/>
          <w:noProof/>
          <w:spacing w:val="0"/>
          <w:kern w:val="2"/>
          <w:sz w:val="24"/>
          <w:szCs w:val="24"/>
          <w:lang w:eastAsia="cs-CZ"/>
          <w14:ligatures w14:val="standardContextual"/>
        </w:rPr>
      </w:pPr>
      <w:hyperlink w:anchor="_Toc177453505" w:history="1">
        <w:r w:rsidRPr="00831D19">
          <w:rPr>
            <w:rStyle w:val="Hypertextovodkaz"/>
            <w:rFonts w:asciiTheme="majorHAnsi" w:hAnsiTheme="majorHAnsi"/>
          </w:rPr>
          <w:t>4.9</w:t>
        </w:r>
        <w:r>
          <w:rPr>
            <w:rFonts w:asciiTheme="minorHAnsi" w:eastAsiaTheme="minorEastAsia" w:hAnsiTheme="minorHAnsi"/>
            <w:noProof/>
            <w:spacing w:val="0"/>
            <w:kern w:val="2"/>
            <w:sz w:val="24"/>
            <w:szCs w:val="24"/>
            <w:lang w:eastAsia="cs-CZ"/>
            <w14:ligatures w14:val="standardContextual"/>
          </w:rPr>
          <w:tab/>
        </w:r>
        <w:r w:rsidRPr="00831D19">
          <w:rPr>
            <w:rStyle w:val="Hypertextovodkaz"/>
          </w:rPr>
          <w:t>Mosty, propustky a zdi</w:t>
        </w:r>
        <w:r>
          <w:rPr>
            <w:noProof/>
            <w:webHidden/>
          </w:rPr>
          <w:tab/>
        </w:r>
        <w:r>
          <w:rPr>
            <w:noProof/>
            <w:webHidden/>
          </w:rPr>
          <w:fldChar w:fldCharType="begin"/>
        </w:r>
        <w:r>
          <w:rPr>
            <w:noProof/>
            <w:webHidden/>
          </w:rPr>
          <w:instrText xml:space="preserve"> PAGEREF _Toc177453505 \h </w:instrText>
        </w:r>
        <w:r>
          <w:rPr>
            <w:noProof/>
            <w:webHidden/>
          </w:rPr>
        </w:r>
        <w:r>
          <w:rPr>
            <w:noProof/>
            <w:webHidden/>
          </w:rPr>
          <w:fldChar w:fldCharType="separate"/>
        </w:r>
        <w:r>
          <w:rPr>
            <w:noProof/>
            <w:webHidden/>
          </w:rPr>
          <w:t>7</w:t>
        </w:r>
        <w:r>
          <w:rPr>
            <w:noProof/>
            <w:webHidden/>
          </w:rPr>
          <w:fldChar w:fldCharType="end"/>
        </w:r>
      </w:hyperlink>
    </w:p>
    <w:p w14:paraId="6BF99273" w14:textId="77C78A63" w:rsidR="00166EE3" w:rsidRDefault="00166EE3">
      <w:pPr>
        <w:pStyle w:val="Obsah2"/>
        <w:rPr>
          <w:rFonts w:asciiTheme="minorHAnsi" w:eastAsiaTheme="minorEastAsia" w:hAnsiTheme="minorHAnsi"/>
          <w:noProof/>
          <w:spacing w:val="0"/>
          <w:kern w:val="2"/>
          <w:sz w:val="24"/>
          <w:szCs w:val="24"/>
          <w:lang w:eastAsia="cs-CZ"/>
          <w14:ligatures w14:val="standardContextual"/>
        </w:rPr>
      </w:pPr>
      <w:hyperlink w:anchor="_Toc177453506" w:history="1">
        <w:r w:rsidRPr="00831D19">
          <w:rPr>
            <w:rStyle w:val="Hypertextovodkaz"/>
            <w:rFonts w:asciiTheme="majorHAnsi" w:hAnsiTheme="majorHAnsi"/>
          </w:rPr>
          <w:t>4.10</w:t>
        </w:r>
        <w:r>
          <w:rPr>
            <w:rFonts w:asciiTheme="minorHAnsi" w:eastAsiaTheme="minorEastAsia" w:hAnsiTheme="minorHAnsi"/>
            <w:noProof/>
            <w:spacing w:val="0"/>
            <w:kern w:val="2"/>
            <w:sz w:val="24"/>
            <w:szCs w:val="24"/>
            <w:lang w:eastAsia="cs-CZ"/>
            <w14:ligatures w14:val="standardContextual"/>
          </w:rPr>
          <w:tab/>
        </w:r>
        <w:r w:rsidRPr="00831D19">
          <w:rPr>
            <w:rStyle w:val="Hypertextovodkaz"/>
          </w:rPr>
          <w:t>Kabelovody, kolektory</w:t>
        </w:r>
        <w:r>
          <w:rPr>
            <w:noProof/>
            <w:webHidden/>
          </w:rPr>
          <w:tab/>
        </w:r>
        <w:r>
          <w:rPr>
            <w:noProof/>
            <w:webHidden/>
          </w:rPr>
          <w:fldChar w:fldCharType="begin"/>
        </w:r>
        <w:r>
          <w:rPr>
            <w:noProof/>
            <w:webHidden/>
          </w:rPr>
          <w:instrText xml:space="preserve"> PAGEREF _Toc177453506 \h </w:instrText>
        </w:r>
        <w:r>
          <w:rPr>
            <w:noProof/>
            <w:webHidden/>
          </w:rPr>
        </w:r>
        <w:r>
          <w:rPr>
            <w:noProof/>
            <w:webHidden/>
          </w:rPr>
          <w:fldChar w:fldCharType="separate"/>
        </w:r>
        <w:r>
          <w:rPr>
            <w:noProof/>
            <w:webHidden/>
          </w:rPr>
          <w:t>8</w:t>
        </w:r>
        <w:r>
          <w:rPr>
            <w:noProof/>
            <w:webHidden/>
          </w:rPr>
          <w:fldChar w:fldCharType="end"/>
        </w:r>
      </w:hyperlink>
    </w:p>
    <w:p w14:paraId="607441EF" w14:textId="3C56CB67" w:rsidR="00166EE3" w:rsidRDefault="00166EE3">
      <w:pPr>
        <w:pStyle w:val="Obsah2"/>
        <w:rPr>
          <w:rFonts w:asciiTheme="minorHAnsi" w:eastAsiaTheme="minorEastAsia" w:hAnsiTheme="minorHAnsi"/>
          <w:noProof/>
          <w:spacing w:val="0"/>
          <w:kern w:val="2"/>
          <w:sz w:val="24"/>
          <w:szCs w:val="24"/>
          <w:lang w:eastAsia="cs-CZ"/>
          <w14:ligatures w14:val="standardContextual"/>
        </w:rPr>
      </w:pPr>
      <w:hyperlink w:anchor="_Toc177453507" w:history="1">
        <w:r w:rsidRPr="00831D19">
          <w:rPr>
            <w:rStyle w:val="Hypertextovodkaz"/>
            <w:rFonts w:asciiTheme="majorHAnsi" w:hAnsiTheme="majorHAnsi"/>
          </w:rPr>
          <w:t>4.11</w:t>
        </w:r>
        <w:r>
          <w:rPr>
            <w:rFonts w:asciiTheme="minorHAnsi" w:eastAsiaTheme="minorEastAsia" w:hAnsiTheme="minorHAnsi"/>
            <w:noProof/>
            <w:spacing w:val="0"/>
            <w:kern w:val="2"/>
            <w:sz w:val="24"/>
            <w:szCs w:val="24"/>
            <w:lang w:eastAsia="cs-CZ"/>
            <w14:ligatures w14:val="standardContextual"/>
          </w:rPr>
          <w:tab/>
        </w:r>
        <w:r w:rsidRPr="00831D19">
          <w:rPr>
            <w:rStyle w:val="Hypertextovodkaz"/>
          </w:rPr>
          <w:t>Pozemní stavební objekty</w:t>
        </w:r>
        <w:r>
          <w:rPr>
            <w:noProof/>
            <w:webHidden/>
          </w:rPr>
          <w:tab/>
        </w:r>
        <w:r>
          <w:rPr>
            <w:noProof/>
            <w:webHidden/>
          </w:rPr>
          <w:fldChar w:fldCharType="begin"/>
        </w:r>
        <w:r>
          <w:rPr>
            <w:noProof/>
            <w:webHidden/>
          </w:rPr>
          <w:instrText xml:space="preserve"> PAGEREF _Toc177453507 \h </w:instrText>
        </w:r>
        <w:r>
          <w:rPr>
            <w:noProof/>
            <w:webHidden/>
          </w:rPr>
        </w:r>
        <w:r>
          <w:rPr>
            <w:noProof/>
            <w:webHidden/>
          </w:rPr>
          <w:fldChar w:fldCharType="separate"/>
        </w:r>
        <w:r>
          <w:rPr>
            <w:noProof/>
            <w:webHidden/>
          </w:rPr>
          <w:t>8</w:t>
        </w:r>
        <w:r>
          <w:rPr>
            <w:noProof/>
            <w:webHidden/>
          </w:rPr>
          <w:fldChar w:fldCharType="end"/>
        </w:r>
      </w:hyperlink>
    </w:p>
    <w:p w14:paraId="671246E9" w14:textId="430B1B30" w:rsidR="00166EE3" w:rsidRDefault="00166EE3">
      <w:pPr>
        <w:pStyle w:val="Obsah2"/>
        <w:rPr>
          <w:rFonts w:asciiTheme="minorHAnsi" w:eastAsiaTheme="minorEastAsia" w:hAnsiTheme="minorHAnsi"/>
          <w:noProof/>
          <w:spacing w:val="0"/>
          <w:kern w:val="2"/>
          <w:sz w:val="24"/>
          <w:szCs w:val="24"/>
          <w:lang w:eastAsia="cs-CZ"/>
          <w14:ligatures w14:val="standardContextual"/>
        </w:rPr>
      </w:pPr>
      <w:hyperlink w:anchor="_Toc177453508" w:history="1">
        <w:r w:rsidRPr="00831D19">
          <w:rPr>
            <w:rStyle w:val="Hypertextovodkaz"/>
            <w:rFonts w:asciiTheme="majorHAnsi" w:hAnsiTheme="majorHAnsi"/>
          </w:rPr>
          <w:t>4.12</w:t>
        </w:r>
        <w:r>
          <w:rPr>
            <w:rFonts w:asciiTheme="minorHAnsi" w:eastAsiaTheme="minorEastAsia" w:hAnsiTheme="minorHAnsi"/>
            <w:noProof/>
            <w:spacing w:val="0"/>
            <w:kern w:val="2"/>
            <w:sz w:val="24"/>
            <w:szCs w:val="24"/>
            <w:lang w:eastAsia="cs-CZ"/>
            <w14:ligatures w14:val="standardContextual"/>
          </w:rPr>
          <w:tab/>
        </w:r>
        <w:r w:rsidRPr="00831D19">
          <w:rPr>
            <w:rStyle w:val="Hypertextovodkaz"/>
          </w:rPr>
          <w:t>Vyzískaný materiál</w:t>
        </w:r>
        <w:r>
          <w:rPr>
            <w:noProof/>
            <w:webHidden/>
          </w:rPr>
          <w:tab/>
        </w:r>
        <w:r>
          <w:rPr>
            <w:noProof/>
            <w:webHidden/>
          </w:rPr>
          <w:fldChar w:fldCharType="begin"/>
        </w:r>
        <w:r>
          <w:rPr>
            <w:noProof/>
            <w:webHidden/>
          </w:rPr>
          <w:instrText xml:space="preserve"> PAGEREF _Toc177453508 \h </w:instrText>
        </w:r>
        <w:r>
          <w:rPr>
            <w:noProof/>
            <w:webHidden/>
          </w:rPr>
        </w:r>
        <w:r>
          <w:rPr>
            <w:noProof/>
            <w:webHidden/>
          </w:rPr>
          <w:fldChar w:fldCharType="separate"/>
        </w:r>
        <w:r>
          <w:rPr>
            <w:noProof/>
            <w:webHidden/>
          </w:rPr>
          <w:t>8</w:t>
        </w:r>
        <w:r>
          <w:rPr>
            <w:noProof/>
            <w:webHidden/>
          </w:rPr>
          <w:fldChar w:fldCharType="end"/>
        </w:r>
      </w:hyperlink>
    </w:p>
    <w:p w14:paraId="433757B9" w14:textId="50238710" w:rsidR="00166EE3" w:rsidRDefault="00166EE3">
      <w:pPr>
        <w:pStyle w:val="Obsah2"/>
        <w:rPr>
          <w:rFonts w:asciiTheme="minorHAnsi" w:eastAsiaTheme="minorEastAsia" w:hAnsiTheme="minorHAnsi"/>
          <w:noProof/>
          <w:spacing w:val="0"/>
          <w:kern w:val="2"/>
          <w:sz w:val="24"/>
          <w:szCs w:val="24"/>
          <w:lang w:eastAsia="cs-CZ"/>
          <w14:ligatures w14:val="standardContextual"/>
        </w:rPr>
      </w:pPr>
      <w:hyperlink w:anchor="_Toc177453509" w:history="1">
        <w:r w:rsidRPr="00831D19">
          <w:rPr>
            <w:rStyle w:val="Hypertextovodkaz"/>
            <w:rFonts w:asciiTheme="majorHAnsi" w:hAnsiTheme="majorHAnsi"/>
          </w:rPr>
          <w:t>4.13</w:t>
        </w:r>
        <w:r>
          <w:rPr>
            <w:rFonts w:asciiTheme="minorHAnsi" w:eastAsiaTheme="minorEastAsia" w:hAnsiTheme="minorHAnsi"/>
            <w:noProof/>
            <w:spacing w:val="0"/>
            <w:kern w:val="2"/>
            <w:sz w:val="24"/>
            <w:szCs w:val="24"/>
            <w:lang w:eastAsia="cs-CZ"/>
            <w14:ligatures w14:val="standardContextual"/>
          </w:rPr>
          <w:tab/>
        </w:r>
        <w:r w:rsidRPr="00831D19">
          <w:rPr>
            <w:rStyle w:val="Hypertextovodkaz"/>
          </w:rPr>
          <w:t>Životní prostředí</w:t>
        </w:r>
        <w:r>
          <w:rPr>
            <w:noProof/>
            <w:webHidden/>
          </w:rPr>
          <w:tab/>
        </w:r>
        <w:r>
          <w:rPr>
            <w:noProof/>
            <w:webHidden/>
          </w:rPr>
          <w:fldChar w:fldCharType="begin"/>
        </w:r>
        <w:r>
          <w:rPr>
            <w:noProof/>
            <w:webHidden/>
          </w:rPr>
          <w:instrText xml:space="preserve"> PAGEREF _Toc177453509 \h </w:instrText>
        </w:r>
        <w:r>
          <w:rPr>
            <w:noProof/>
            <w:webHidden/>
          </w:rPr>
        </w:r>
        <w:r>
          <w:rPr>
            <w:noProof/>
            <w:webHidden/>
          </w:rPr>
          <w:fldChar w:fldCharType="separate"/>
        </w:r>
        <w:r>
          <w:rPr>
            <w:noProof/>
            <w:webHidden/>
          </w:rPr>
          <w:t>8</w:t>
        </w:r>
        <w:r>
          <w:rPr>
            <w:noProof/>
            <w:webHidden/>
          </w:rPr>
          <w:fldChar w:fldCharType="end"/>
        </w:r>
      </w:hyperlink>
    </w:p>
    <w:p w14:paraId="3D2D3072" w14:textId="75369337" w:rsidR="00166EE3" w:rsidRDefault="00166EE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7453510" w:history="1">
        <w:r w:rsidRPr="00831D19">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831D19">
          <w:rPr>
            <w:rStyle w:val="Hypertextovodkaz"/>
          </w:rPr>
          <w:t>ORGANIZACE VÝSTAVBY, VÝLUKY</w:t>
        </w:r>
        <w:r>
          <w:rPr>
            <w:noProof/>
            <w:webHidden/>
          </w:rPr>
          <w:tab/>
        </w:r>
        <w:r>
          <w:rPr>
            <w:noProof/>
            <w:webHidden/>
          </w:rPr>
          <w:fldChar w:fldCharType="begin"/>
        </w:r>
        <w:r>
          <w:rPr>
            <w:noProof/>
            <w:webHidden/>
          </w:rPr>
          <w:instrText xml:space="preserve"> PAGEREF _Toc177453510 \h </w:instrText>
        </w:r>
        <w:r>
          <w:rPr>
            <w:noProof/>
            <w:webHidden/>
          </w:rPr>
        </w:r>
        <w:r>
          <w:rPr>
            <w:noProof/>
            <w:webHidden/>
          </w:rPr>
          <w:fldChar w:fldCharType="separate"/>
        </w:r>
        <w:r>
          <w:rPr>
            <w:noProof/>
            <w:webHidden/>
          </w:rPr>
          <w:t>9</w:t>
        </w:r>
        <w:r>
          <w:rPr>
            <w:noProof/>
            <w:webHidden/>
          </w:rPr>
          <w:fldChar w:fldCharType="end"/>
        </w:r>
      </w:hyperlink>
    </w:p>
    <w:p w14:paraId="09A84FE5" w14:textId="3E3D6390" w:rsidR="00166EE3" w:rsidRDefault="00166EE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7453511" w:history="1">
        <w:r w:rsidRPr="00831D19">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831D19">
          <w:rPr>
            <w:rStyle w:val="Hypertextovodkaz"/>
          </w:rPr>
          <w:t>SOUVISEJÍCÍ DOKUMENTY A PŘEDPISY</w:t>
        </w:r>
        <w:r>
          <w:rPr>
            <w:noProof/>
            <w:webHidden/>
          </w:rPr>
          <w:tab/>
        </w:r>
        <w:r>
          <w:rPr>
            <w:noProof/>
            <w:webHidden/>
          </w:rPr>
          <w:fldChar w:fldCharType="begin"/>
        </w:r>
        <w:r>
          <w:rPr>
            <w:noProof/>
            <w:webHidden/>
          </w:rPr>
          <w:instrText xml:space="preserve"> PAGEREF _Toc177453511 \h </w:instrText>
        </w:r>
        <w:r>
          <w:rPr>
            <w:noProof/>
            <w:webHidden/>
          </w:rPr>
        </w:r>
        <w:r>
          <w:rPr>
            <w:noProof/>
            <w:webHidden/>
          </w:rPr>
          <w:fldChar w:fldCharType="separate"/>
        </w:r>
        <w:r>
          <w:rPr>
            <w:noProof/>
            <w:webHidden/>
          </w:rPr>
          <w:t>9</w:t>
        </w:r>
        <w:r>
          <w:rPr>
            <w:noProof/>
            <w:webHidden/>
          </w:rPr>
          <w:fldChar w:fldCharType="end"/>
        </w:r>
      </w:hyperlink>
    </w:p>
    <w:p w14:paraId="190DCCCD" w14:textId="7BE168B6" w:rsidR="00166EE3" w:rsidRDefault="00166EE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7453512" w:history="1">
        <w:r w:rsidRPr="00831D19">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831D19">
          <w:rPr>
            <w:rStyle w:val="Hypertextovodkaz"/>
          </w:rPr>
          <w:t>PŘÍLOHY</w:t>
        </w:r>
        <w:r>
          <w:rPr>
            <w:noProof/>
            <w:webHidden/>
          </w:rPr>
          <w:tab/>
        </w:r>
        <w:r>
          <w:rPr>
            <w:noProof/>
            <w:webHidden/>
          </w:rPr>
          <w:fldChar w:fldCharType="begin"/>
        </w:r>
        <w:r>
          <w:rPr>
            <w:noProof/>
            <w:webHidden/>
          </w:rPr>
          <w:instrText xml:space="preserve"> PAGEREF _Toc177453512 \h </w:instrText>
        </w:r>
        <w:r>
          <w:rPr>
            <w:noProof/>
            <w:webHidden/>
          </w:rPr>
        </w:r>
        <w:r>
          <w:rPr>
            <w:noProof/>
            <w:webHidden/>
          </w:rPr>
          <w:fldChar w:fldCharType="separate"/>
        </w:r>
        <w:r>
          <w:rPr>
            <w:noProof/>
            <w:webHidden/>
          </w:rPr>
          <w:t>10</w:t>
        </w:r>
        <w:r>
          <w:rPr>
            <w:noProof/>
            <w:webHidden/>
          </w:rPr>
          <w:fldChar w:fldCharType="end"/>
        </w:r>
      </w:hyperlink>
    </w:p>
    <w:p w14:paraId="66CB1CED" w14:textId="41768853" w:rsidR="00AD0C7B" w:rsidRDefault="00BD7E91" w:rsidP="008D03B9">
      <w:r>
        <w:fldChar w:fldCharType="end"/>
      </w:r>
    </w:p>
    <w:p w14:paraId="3C92215B" w14:textId="77777777" w:rsidR="00AD0C7B" w:rsidRDefault="00AD0C7B" w:rsidP="00DA1C67">
      <w:pPr>
        <w:pStyle w:val="Nadpisbezsl1-1"/>
        <w:outlineLvl w:val="0"/>
      </w:pPr>
      <w:bookmarkStart w:id="0" w:name="_Toc177453488"/>
      <w:bookmarkStart w:id="1" w:name="_Toc13731854"/>
      <w:r>
        <w:t>SEZNAM ZKRATEK</w:t>
      </w:r>
      <w:bookmarkEnd w:id="0"/>
      <w:r w:rsidR="0076790E">
        <w:t xml:space="preserve"> </w:t>
      </w:r>
      <w:bookmarkEnd w:id="1"/>
    </w:p>
    <w:p w14:paraId="4D166D89"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073B9BA4" w14:textId="77777777" w:rsidTr="00041EC8">
        <w:tc>
          <w:tcPr>
            <w:tcW w:w="1250" w:type="dxa"/>
            <w:tcMar>
              <w:top w:w="28" w:type="dxa"/>
              <w:left w:w="0" w:type="dxa"/>
              <w:bottom w:w="28" w:type="dxa"/>
              <w:right w:w="0" w:type="dxa"/>
            </w:tcMar>
          </w:tcPr>
          <w:p w14:paraId="7074F390" w14:textId="49A04B76" w:rsidR="00AD0C7B" w:rsidRPr="00AD0C7B" w:rsidRDefault="00AD0C7B" w:rsidP="00AD0C7B">
            <w:pPr>
              <w:pStyle w:val="Zkratky1"/>
            </w:pPr>
          </w:p>
        </w:tc>
        <w:tc>
          <w:tcPr>
            <w:tcW w:w="7452" w:type="dxa"/>
            <w:tcMar>
              <w:top w:w="28" w:type="dxa"/>
              <w:left w:w="0" w:type="dxa"/>
              <w:bottom w:w="28" w:type="dxa"/>
              <w:right w:w="0" w:type="dxa"/>
            </w:tcMar>
          </w:tcPr>
          <w:p w14:paraId="51B0D080" w14:textId="1199856C" w:rsidR="00AD0C7B" w:rsidRPr="006115D3" w:rsidRDefault="00AD0C7B" w:rsidP="000F15F1">
            <w:pPr>
              <w:pStyle w:val="Zkratky2"/>
            </w:pPr>
          </w:p>
        </w:tc>
      </w:tr>
      <w:tr w:rsidR="00AD0C7B" w:rsidRPr="00AD0C7B" w14:paraId="3E2DF639" w14:textId="77777777" w:rsidTr="00041EC8">
        <w:tc>
          <w:tcPr>
            <w:tcW w:w="1250" w:type="dxa"/>
            <w:tcMar>
              <w:top w:w="28" w:type="dxa"/>
              <w:left w:w="0" w:type="dxa"/>
              <w:bottom w:w="28" w:type="dxa"/>
              <w:right w:w="0" w:type="dxa"/>
            </w:tcMar>
          </w:tcPr>
          <w:p w14:paraId="14CE8D97" w14:textId="77777777" w:rsidR="00AD0C7B" w:rsidRPr="00AD0C7B" w:rsidRDefault="00D27E08" w:rsidP="00AD0C7B">
            <w:pPr>
              <w:pStyle w:val="Zkratky1"/>
            </w:pPr>
            <w:r>
              <w:t xml:space="preserve">AZI </w:t>
            </w:r>
            <w:r>
              <w:tab/>
            </w:r>
          </w:p>
        </w:tc>
        <w:tc>
          <w:tcPr>
            <w:tcW w:w="7452" w:type="dxa"/>
            <w:tcMar>
              <w:top w:w="28" w:type="dxa"/>
              <w:left w:w="0" w:type="dxa"/>
              <w:bottom w:w="28" w:type="dxa"/>
              <w:right w:w="0" w:type="dxa"/>
            </w:tcMar>
          </w:tcPr>
          <w:p w14:paraId="531A975F" w14:textId="77777777" w:rsidR="00AD0C7B" w:rsidRPr="006115D3" w:rsidRDefault="00D27E08" w:rsidP="000F15F1">
            <w:pPr>
              <w:pStyle w:val="Zkratky2"/>
            </w:pPr>
            <w:r>
              <w:t>Autorizovaný zeměměřický inženýr (dříve ÚOZI)</w:t>
            </w:r>
          </w:p>
        </w:tc>
      </w:tr>
      <w:tr w:rsidR="00AD0C7B" w:rsidRPr="00AD0C7B" w14:paraId="6D2F9F89" w14:textId="77777777" w:rsidTr="00041EC8">
        <w:tc>
          <w:tcPr>
            <w:tcW w:w="1250" w:type="dxa"/>
            <w:tcMar>
              <w:top w:w="28" w:type="dxa"/>
              <w:left w:w="0" w:type="dxa"/>
              <w:bottom w:w="28" w:type="dxa"/>
              <w:right w:w="0" w:type="dxa"/>
            </w:tcMar>
          </w:tcPr>
          <w:p w14:paraId="044BB2F7" w14:textId="77777777" w:rsidR="00AD0C7B" w:rsidRPr="00AD0C7B" w:rsidRDefault="00A94F6C" w:rsidP="00AD0C7B">
            <w:pPr>
              <w:pStyle w:val="Zkratky1"/>
            </w:pPr>
            <w:r>
              <w:t>NSZ</w:t>
            </w:r>
            <w:r>
              <w:tab/>
            </w:r>
          </w:p>
        </w:tc>
        <w:tc>
          <w:tcPr>
            <w:tcW w:w="7452" w:type="dxa"/>
            <w:tcMar>
              <w:top w:w="28" w:type="dxa"/>
              <w:left w:w="0" w:type="dxa"/>
              <w:bottom w:w="28" w:type="dxa"/>
              <w:right w:w="0" w:type="dxa"/>
            </w:tcMar>
          </w:tcPr>
          <w:p w14:paraId="671D616E" w14:textId="77777777" w:rsidR="00AD0C7B" w:rsidRPr="006115D3" w:rsidRDefault="00A94F6C" w:rsidP="000F15F1">
            <w:pPr>
              <w:pStyle w:val="Zkratky2"/>
            </w:pPr>
            <w:r>
              <w:t>Nový stavební zákon - zákon č. 283/2021 Sb., stavební zákon, ve znění účinném od 1. 1. 2024</w:t>
            </w:r>
          </w:p>
        </w:tc>
      </w:tr>
      <w:tr w:rsidR="00AD0C7B" w:rsidRPr="00AD0C7B" w14:paraId="6E6F8412" w14:textId="77777777" w:rsidTr="00041EC8">
        <w:tc>
          <w:tcPr>
            <w:tcW w:w="1250" w:type="dxa"/>
            <w:tcMar>
              <w:top w:w="28" w:type="dxa"/>
              <w:left w:w="0" w:type="dxa"/>
              <w:bottom w:w="28" w:type="dxa"/>
              <w:right w:w="0" w:type="dxa"/>
            </w:tcMar>
          </w:tcPr>
          <w:p w14:paraId="57083E28" w14:textId="77777777" w:rsidR="00AD0C7B" w:rsidRPr="00AD0C7B" w:rsidRDefault="00AD0C7B" w:rsidP="00AD0C7B">
            <w:pPr>
              <w:pStyle w:val="Zkratky1"/>
            </w:pPr>
          </w:p>
        </w:tc>
        <w:tc>
          <w:tcPr>
            <w:tcW w:w="7452" w:type="dxa"/>
            <w:tcMar>
              <w:top w:w="28" w:type="dxa"/>
              <w:left w:w="0" w:type="dxa"/>
              <w:bottom w:w="28" w:type="dxa"/>
              <w:right w:w="0" w:type="dxa"/>
            </w:tcMar>
          </w:tcPr>
          <w:p w14:paraId="72457A3E" w14:textId="77777777" w:rsidR="00AD0C7B" w:rsidRPr="006115D3" w:rsidRDefault="00AD0C7B" w:rsidP="000F15F1">
            <w:pPr>
              <w:pStyle w:val="Zkratky2"/>
            </w:pPr>
          </w:p>
        </w:tc>
      </w:tr>
    </w:tbl>
    <w:p w14:paraId="472AA7F1" w14:textId="77777777" w:rsidR="00041EC8" w:rsidRDefault="00041EC8" w:rsidP="00AD0C7B"/>
    <w:p w14:paraId="4A7996B3" w14:textId="77777777" w:rsidR="00826B7B" w:rsidRDefault="00826B7B">
      <w:r>
        <w:br w:type="page"/>
      </w:r>
    </w:p>
    <w:p w14:paraId="35973C2D" w14:textId="77777777" w:rsidR="00DF7BAA" w:rsidRDefault="00DF7BAA" w:rsidP="00DF7BAA">
      <w:pPr>
        <w:pStyle w:val="Nadpis2-1"/>
      </w:pPr>
      <w:bookmarkStart w:id="2" w:name="_Toc6410429"/>
      <w:bookmarkStart w:id="3" w:name="_Toc177453489"/>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05EC5A73" w14:textId="77777777" w:rsidR="00DF7BAA" w:rsidRDefault="00DF7BAA" w:rsidP="00DF7BAA">
      <w:pPr>
        <w:pStyle w:val="Nadpis2-2"/>
      </w:pPr>
      <w:bookmarkStart w:id="9" w:name="_Toc6410430"/>
      <w:bookmarkStart w:id="10" w:name="_Toc177453490"/>
      <w:r>
        <w:t>Účel a rozsah předmětu Díla</w:t>
      </w:r>
      <w:bookmarkEnd w:id="9"/>
      <w:bookmarkEnd w:id="10"/>
    </w:p>
    <w:p w14:paraId="5756A7EC" w14:textId="64DA5E8D" w:rsidR="00DF7BAA" w:rsidRPr="000F2DEB" w:rsidRDefault="00DF7BAA" w:rsidP="00DF7BAA">
      <w:pPr>
        <w:pStyle w:val="Text2-1"/>
      </w:pPr>
      <w:r w:rsidRPr="000F2DEB">
        <w:t xml:space="preserve">Předmětem díla je zhotovení stavby </w:t>
      </w:r>
      <w:r w:rsidRPr="000F2DEB">
        <w:rPr>
          <w:b/>
          <w:bCs/>
        </w:rPr>
        <w:t>„</w:t>
      </w:r>
      <w:r w:rsidR="00A711ED" w:rsidRPr="000F2DEB">
        <w:rPr>
          <w:b/>
          <w:bCs/>
        </w:rPr>
        <w:t>Výstavba PZS přejezdu P7707 v km 6,832 Milotice nad Opavou – Vrbno pod Pradědem</w:t>
      </w:r>
      <w:r w:rsidRPr="000F2DEB">
        <w:rPr>
          <w:b/>
          <w:bCs/>
        </w:rPr>
        <w:t>“</w:t>
      </w:r>
      <w:r w:rsidR="00EC4FA5" w:rsidRPr="000F2DEB">
        <w:t>,</w:t>
      </w:r>
      <w:r w:rsidRPr="000F2DEB">
        <w:t xml:space="preserve"> jejímž cílem je </w:t>
      </w:r>
      <w:r w:rsidR="00A711ED" w:rsidRPr="000F2DEB">
        <w:t>jejímž cílem je jejímž cílem je zvýšení bezpečnosti železniční i silniční dopravy.</w:t>
      </w:r>
    </w:p>
    <w:p w14:paraId="1DB63CDB" w14:textId="30852DA6" w:rsidR="00DF7BAA" w:rsidRPr="000F2DEB" w:rsidRDefault="00DF7BAA" w:rsidP="00DF7BAA">
      <w:pPr>
        <w:pStyle w:val="Text2-1"/>
      </w:pPr>
      <w:r w:rsidRPr="000F2DEB">
        <w:t xml:space="preserve">Rozsah Díla </w:t>
      </w:r>
      <w:r w:rsidR="00A711ED" w:rsidRPr="000F2DEB">
        <w:rPr>
          <w:b/>
          <w:bCs/>
        </w:rPr>
        <w:t>„Výstavba PZS přejezdu P7707 v km 6,832 Milotice nad Opavou – Vrbno pod Pradědem“</w:t>
      </w:r>
      <w:r w:rsidRPr="000F2DEB">
        <w:t xml:space="preserve"> je</w:t>
      </w:r>
      <w:r w:rsidR="00AC678D" w:rsidRPr="000F2DEB">
        <w:t>:</w:t>
      </w:r>
    </w:p>
    <w:p w14:paraId="73496569" w14:textId="77777777" w:rsidR="00D12C76" w:rsidRPr="000F2DEB" w:rsidRDefault="00D12C76" w:rsidP="00936D2A">
      <w:pPr>
        <w:pStyle w:val="Odrka1-1"/>
      </w:pPr>
      <w:r w:rsidRPr="000F2DEB">
        <w:t>zhotovení stavby dle zadávací dokumentace,</w:t>
      </w:r>
    </w:p>
    <w:p w14:paraId="61C474C3" w14:textId="77777777" w:rsidR="00D12C76" w:rsidRPr="000F2DEB" w:rsidRDefault="00D12C76" w:rsidP="00936D2A">
      <w:pPr>
        <w:pStyle w:val="Odrka1-1"/>
      </w:pPr>
      <w:r w:rsidRPr="000F2DEB">
        <w:t>zpracování Realizační dokumentace stavby,</w:t>
      </w:r>
    </w:p>
    <w:p w14:paraId="48C0545A" w14:textId="77777777" w:rsidR="00D12C76" w:rsidRDefault="00D12C76" w:rsidP="00936D2A">
      <w:pPr>
        <w:pStyle w:val="Odrka1-1"/>
      </w:pPr>
      <w:r>
        <w:t>vypracování Dokumentace skutečného provedení stavby</w:t>
      </w:r>
      <w:r w:rsidR="00E70AB8">
        <w:t xml:space="preserve"> včetně geodetické části</w:t>
      </w:r>
      <w:r>
        <w:t>.</w:t>
      </w:r>
    </w:p>
    <w:p w14:paraId="18CE1AE1" w14:textId="77777777" w:rsidR="00DF7BAA" w:rsidRDefault="00DF7BAA" w:rsidP="00DF7BAA">
      <w:pPr>
        <w:pStyle w:val="Nadpis2-2"/>
      </w:pPr>
      <w:bookmarkStart w:id="11" w:name="_Toc6410431"/>
      <w:bookmarkStart w:id="12" w:name="_Toc177453491"/>
      <w:r>
        <w:t>Umístění stavby</w:t>
      </w:r>
      <w:bookmarkEnd w:id="11"/>
      <w:bookmarkEnd w:id="12"/>
    </w:p>
    <w:p w14:paraId="35E9DB0B" w14:textId="500958FB" w:rsidR="00DF7BAA" w:rsidRPr="000F2DEB" w:rsidRDefault="00DF7BAA" w:rsidP="00DF7BAA">
      <w:pPr>
        <w:pStyle w:val="Text2-1"/>
      </w:pPr>
      <w:r w:rsidRPr="000F2DEB">
        <w:t>Stavba bude probíhat na tra</w:t>
      </w:r>
      <w:r w:rsidR="000F2DEB" w:rsidRPr="000F2DEB">
        <w:t>t</w:t>
      </w:r>
      <w:r w:rsidRPr="000F2DEB">
        <w:t>i</w:t>
      </w:r>
      <w:r w:rsidR="00A711ED" w:rsidRPr="000F2DEB">
        <w:t xml:space="preserve"> Milotice nad Opavou – Vrbno pod Pradědem. </w:t>
      </w:r>
    </w:p>
    <w:p w14:paraId="6784FC67" w14:textId="77777777" w:rsidR="006972D4" w:rsidRPr="000F2DEB" w:rsidRDefault="006972D4" w:rsidP="006972D4">
      <w:pPr>
        <w:pStyle w:val="TabulkaNadpis"/>
      </w:pPr>
      <w:r w:rsidRPr="000F2DEB">
        <w:t>Údaje o stavbě</w:t>
      </w:r>
    </w:p>
    <w:tbl>
      <w:tblPr>
        <w:tblStyle w:val="TabZTPbez"/>
        <w:tblW w:w="8080" w:type="dxa"/>
        <w:tblInd w:w="737" w:type="dxa"/>
        <w:tblLook w:val="04E0" w:firstRow="1" w:lastRow="1" w:firstColumn="1" w:lastColumn="0" w:noHBand="0" w:noVBand="1"/>
      </w:tblPr>
      <w:tblGrid>
        <w:gridCol w:w="2949"/>
        <w:gridCol w:w="5131"/>
      </w:tblGrid>
      <w:tr w:rsidR="004801CA" w:rsidRPr="000F2DEB" w14:paraId="666AA3F9" w14:textId="77777777" w:rsidTr="00480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73D3D93A" w14:textId="77777777" w:rsidR="004801CA" w:rsidRPr="000F2DEB" w:rsidRDefault="004801CA" w:rsidP="00AF5231">
            <w:pPr>
              <w:pStyle w:val="Tabulka-7"/>
            </w:pPr>
            <w:r w:rsidRPr="000F2DEB">
              <w:t>Označení (S-kód)</w:t>
            </w:r>
          </w:p>
        </w:tc>
        <w:tc>
          <w:tcPr>
            <w:tcW w:w="5131" w:type="dxa"/>
          </w:tcPr>
          <w:p w14:paraId="450BB32A" w14:textId="0B02B1ED" w:rsidR="004801CA" w:rsidRPr="000F2DEB" w:rsidRDefault="004801CA" w:rsidP="00AF5231">
            <w:pPr>
              <w:pStyle w:val="Tabulka-7"/>
              <w:cnfStyle w:val="100000000000" w:firstRow="1" w:lastRow="0" w:firstColumn="0" w:lastColumn="0" w:oddVBand="0" w:evenVBand="0" w:oddHBand="0" w:evenHBand="0" w:firstRowFirstColumn="0" w:firstRowLastColumn="0" w:lastRowFirstColumn="0" w:lastRowLastColumn="0"/>
            </w:pPr>
            <w:r w:rsidRPr="000F2DEB">
              <w:t>S622000458</w:t>
            </w:r>
          </w:p>
        </w:tc>
      </w:tr>
      <w:tr w:rsidR="004801CA" w:rsidRPr="000F2DEB" w14:paraId="5E690559" w14:textId="77777777" w:rsidTr="004801CA">
        <w:tc>
          <w:tcPr>
            <w:cnfStyle w:val="001000000000" w:firstRow="0" w:lastRow="0" w:firstColumn="1" w:lastColumn="0" w:oddVBand="0" w:evenVBand="0" w:oddHBand="0" w:evenHBand="0" w:firstRowFirstColumn="0" w:firstRowLastColumn="0" w:lastRowFirstColumn="0" w:lastRowLastColumn="0"/>
            <w:tcW w:w="2949" w:type="dxa"/>
          </w:tcPr>
          <w:p w14:paraId="24217082" w14:textId="77777777" w:rsidR="004801CA" w:rsidRPr="000F2DEB" w:rsidRDefault="004801CA" w:rsidP="00AF5231">
            <w:pPr>
              <w:pStyle w:val="Tabulka-7"/>
            </w:pPr>
            <w:r w:rsidRPr="000F2DEB">
              <w:t>Kraj</w:t>
            </w:r>
          </w:p>
        </w:tc>
        <w:tc>
          <w:tcPr>
            <w:tcW w:w="5131" w:type="dxa"/>
          </w:tcPr>
          <w:p w14:paraId="30D935BC" w14:textId="174764E7" w:rsidR="004801CA" w:rsidRPr="000F2DEB" w:rsidRDefault="004801CA" w:rsidP="00AF5231">
            <w:pPr>
              <w:pStyle w:val="Tabulka-7"/>
              <w:cnfStyle w:val="000000000000" w:firstRow="0" w:lastRow="0" w:firstColumn="0" w:lastColumn="0" w:oddVBand="0" w:evenVBand="0" w:oddHBand="0" w:evenHBand="0" w:firstRowFirstColumn="0" w:firstRowLastColumn="0" w:lastRowFirstColumn="0" w:lastRowLastColumn="0"/>
            </w:pPr>
            <w:r w:rsidRPr="000F2DEB">
              <w:t>Moravskoslezský</w:t>
            </w:r>
          </w:p>
        </w:tc>
      </w:tr>
      <w:tr w:rsidR="004801CA" w:rsidRPr="000F2DEB" w14:paraId="2A75E686" w14:textId="77777777" w:rsidTr="004801CA">
        <w:tc>
          <w:tcPr>
            <w:cnfStyle w:val="001000000000" w:firstRow="0" w:lastRow="0" w:firstColumn="1" w:lastColumn="0" w:oddVBand="0" w:evenVBand="0" w:oddHBand="0" w:evenHBand="0" w:firstRowFirstColumn="0" w:firstRowLastColumn="0" w:lastRowFirstColumn="0" w:lastRowLastColumn="0"/>
            <w:tcW w:w="2949" w:type="dxa"/>
          </w:tcPr>
          <w:p w14:paraId="7DFF1B3E" w14:textId="77777777" w:rsidR="004801CA" w:rsidRPr="000F2DEB" w:rsidRDefault="004801CA" w:rsidP="00AF5231">
            <w:pPr>
              <w:pStyle w:val="Tabulka-7"/>
            </w:pPr>
            <w:r w:rsidRPr="000F2DEB">
              <w:t>Okres</w:t>
            </w:r>
          </w:p>
        </w:tc>
        <w:tc>
          <w:tcPr>
            <w:tcW w:w="5131" w:type="dxa"/>
          </w:tcPr>
          <w:p w14:paraId="50C5642E" w14:textId="28F6A82B" w:rsidR="004801CA" w:rsidRPr="000F2DEB" w:rsidRDefault="004801CA" w:rsidP="00AF5231">
            <w:pPr>
              <w:pStyle w:val="Tabulka-7"/>
              <w:cnfStyle w:val="000000000000" w:firstRow="0" w:lastRow="0" w:firstColumn="0" w:lastColumn="0" w:oddVBand="0" w:evenVBand="0" w:oddHBand="0" w:evenHBand="0" w:firstRowFirstColumn="0" w:firstRowLastColumn="0" w:lastRowFirstColumn="0" w:lastRowLastColumn="0"/>
            </w:pPr>
            <w:r w:rsidRPr="000F2DEB">
              <w:t>Bruntál</w:t>
            </w:r>
          </w:p>
        </w:tc>
      </w:tr>
      <w:tr w:rsidR="004801CA" w:rsidRPr="000F2DEB" w14:paraId="30CFEE96" w14:textId="77777777" w:rsidTr="004801CA">
        <w:tc>
          <w:tcPr>
            <w:cnfStyle w:val="001000000000" w:firstRow="0" w:lastRow="0" w:firstColumn="1" w:lastColumn="0" w:oddVBand="0" w:evenVBand="0" w:oddHBand="0" w:evenHBand="0" w:firstRowFirstColumn="0" w:firstRowLastColumn="0" w:lastRowFirstColumn="0" w:lastRowLastColumn="0"/>
            <w:tcW w:w="2949" w:type="dxa"/>
          </w:tcPr>
          <w:p w14:paraId="081967C4" w14:textId="77777777" w:rsidR="004801CA" w:rsidRPr="000F2DEB" w:rsidRDefault="004801CA" w:rsidP="00AF5231">
            <w:pPr>
              <w:pStyle w:val="Tabulka-7"/>
            </w:pPr>
            <w:r w:rsidRPr="000F2DEB">
              <w:t>Katastrální území</w:t>
            </w:r>
          </w:p>
        </w:tc>
        <w:tc>
          <w:tcPr>
            <w:tcW w:w="5131" w:type="dxa"/>
          </w:tcPr>
          <w:p w14:paraId="2300A97F" w14:textId="5F745B05" w:rsidR="004801CA" w:rsidRPr="000F2DEB" w:rsidRDefault="004801CA" w:rsidP="00AF5231">
            <w:pPr>
              <w:pStyle w:val="Tabulka-7"/>
              <w:cnfStyle w:val="000000000000" w:firstRow="0" w:lastRow="0" w:firstColumn="0" w:lastColumn="0" w:oddVBand="0" w:evenVBand="0" w:oddHBand="0" w:evenHBand="0" w:firstRowFirstColumn="0" w:firstRowLastColumn="0" w:lastRowFirstColumn="0" w:lastRowLastColumn="0"/>
            </w:pPr>
            <w:r w:rsidRPr="000F2DEB">
              <w:t>Skrbovice</w:t>
            </w:r>
          </w:p>
        </w:tc>
      </w:tr>
      <w:tr w:rsidR="004801CA" w:rsidRPr="005A2CE9" w14:paraId="2525830D" w14:textId="77777777" w:rsidTr="004801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3400CA08" w14:textId="77777777" w:rsidR="004801CA" w:rsidRPr="000F2DEB" w:rsidRDefault="004801CA" w:rsidP="00AF5231">
            <w:pPr>
              <w:pStyle w:val="Tabulka-7"/>
            </w:pPr>
            <w:r w:rsidRPr="000F2DEB">
              <w:t xml:space="preserve">Správce </w:t>
            </w:r>
          </w:p>
        </w:tc>
        <w:tc>
          <w:tcPr>
            <w:tcW w:w="5131" w:type="dxa"/>
          </w:tcPr>
          <w:p w14:paraId="3FBEBEC5" w14:textId="67204821" w:rsidR="004801CA" w:rsidRDefault="004801CA" w:rsidP="00AF5231">
            <w:pPr>
              <w:pStyle w:val="Tabulka-7"/>
              <w:cnfStyle w:val="010000000000" w:firstRow="0" w:lastRow="1" w:firstColumn="0" w:lastColumn="0" w:oddVBand="0" w:evenVBand="0" w:oddHBand="0" w:evenHBand="0" w:firstRowFirstColumn="0" w:firstRowLastColumn="0" w:lastRowFirstColumn="0" w:lastRowLastColumn="0"/>
            </w:pPr>
            <w:r w:rsidRPr="000F2DEB">
              <w:t>OŘ Ostrava</w:t>
            </w:r>
          </w:p>
        </w:tc>
      </w:tr>
    </w:tbl>
    <w:p w14:paraId="2B215673" w14:textId="77777777" w:rsidR="006972D4" w:rsidRDefault="006972D4" w:rsidP="006972D4">
      <w:pPr>
        <w:pStyle w:val="TextbezslBEZMEZER"/>
      </w:pPr>
    </w:p>
    <w:p w14:paraId="0FDAA613" w14:textId="77777777" w:rsidR="00DF7BAA" w:rsidRDefault="00DF7BAA" w:rsidP="00DF7BAA">
      <w:pPr>
        <w:pStyle w:val="Nadpis2-1"/>
      </w:pPr>
      <w:bookmarkStart w:id="13" w:name="_Toc6410432"/>
      <w:bookmarkStart w:id="14" w:name="_Toc177453492"/>
      <w:r>
        <w:t>PŘEHLED VÝCHOZÍCH PODKLADŮ</w:t>
      </w:r>
      <w:bookmarkEnd w:id="13"/>
      <w:bookmarkEnd w:id="14"/>
    </w:p>
    <w:p w14:paraId="5221D9ED" w14:textId="77777777" w:rsidR="00DF7BAA" w:rsidRDefault="00DF7BAA" w:rsidP="00DF7BAA">
      <w:pPr>
        <w:pStyle w:val="Nadpis2-2"/>
      </w:pPr>
      <w:bookmarkStart w:id="15" w:name="_Toc6410433"/>
      <w:bookmarkStart w:id="16" w:name="_Toc177453493"/>
      <w:r>
        <w:t>Projektová dokumentace</w:t>
      </w:r>
      <w:bookmarkEnd w:id="15"/>
      <w:bookmarkEnd w:id="16"/>
    </w:p>
    <w:p w14:paraId="240E9B6E" w14:textId="6ED89EC9" w:rsidR="00AF5231" w:rsidRDefault="00AF5231" w:rsidP="00BA2F47">
      <w:pPr>
        <w:pStyle w:val="Textbezslovn"/>
      </w:pPr>
      <w:r w:rsidRPr="000F2DEB">
        <w:t>Projektová dokumentace Výstavba PZS přejezdu P7707 v km 6,832 Milotice nad Opavou – Vrbno pod Pradědem, zpracovatel AFRY CZ s.r.o., Magistrů 1275/13, 140 00 Praha 4, datum 9/2021.</w:t>
      </w:r>
    </w:p>
    <w:p w14:paraId="0E5B24B2" w14:textId="33AA370C" w:rsidR="00BA2F47" w:rsidRDefault="00BA2F47" w:rsidP="00BA2F47">
      <w:pPr>
        <w:pStyle w:val="Textbezslovn"/>
      </w:pPr>
      <w:r>
        <w:t>Zhotovitel po uzavření SOD obdrží elektronickou podobu Projektové dokumentace v otevřené formě.</w:t>
      </w:r>
    </w:p>
    <w:p w14:paraId="39B2728C" w14:textId="77777777" w:rsidR="00DF7BAA" w:rsidRDefault="00DF7BAA" w:rsidP="00DF7BAA">
      <w:pPr>
        <w:pStyle w:val="Nadpis2-2"/>
      </w:pPr>
      <w:bookmarkStart w:id="17" w:name="_Toc6410434"/>
      <w:bookmarkStart w:id="18" w:name="_Toc177453494"/>
      <w:r>
        <w:t>Související dokumentace</w:t>
      </w:r>
      <w:bookmarkEnd w:id="17"/>
      <w:bookmarkEnd w:id="18"/>
    </w:p>
    <w:p w14:paraId="4F36FE92" w14:textId="06A8DDA1" w:rsidR="00AF5231" w:rsidRPr="000F2DEB" w:rsidRDefault="00DF7BAA" w:rsidP="00496CD2">
      <w:pPr>
        <w:pStyle w:val="Text2-1"/>
      </w:pPr>
      <w:r w:rsidRPr="000F2DEB">
        <w:t>Schvalovací protokol projektu SŽ čj</w:t>
      </w:r>
      <w:r w:rsidR="000619E9" w:rsidRPr="000F2DEB">
        <w:t>.</w:t>
      </w:r>
      <w:r w:rsidRPr="000F2DEB">
        <w:t xml:space="preserve">: </w:t>
      </w:r>
      <w:r w:rsidR="007A1129">
        <w:t>81160</w:t>
      </w:r>
      <w:r w:rsidR="00AF5231" w:rsidRPr="000F2DEB">
        <w:t>/202</w:t>
      </w:r>
      <w:r w:rsidR="007A1129">
        <w:t>4</w:t>
      </w:r>
      <w:r w:rsidR="00AF5231" w:rsidRPr="000F2DEB">
        <w:t>-SŽ-GŘ-O6-Hlo</w:t>
      </w:r>
      <w:r w:rsidRPr="000F2DEB">
        <w:t xml:space="preserve"> ze dne </w:t>
      </w:r>
      <w:r w:rsidR="007A1129">
        <w:t>2</w:t>
      </w:r>
      <w:r w:rsidR="00AF5231" w:rsidRPr="000F2DEB">
        <w:t xml:space="preserve">9. </w:t>
      </w:r>
      <w:r w:rsidR="00DE7FE3">
        <w:t>října</w:t>
      </w:r>
      <w:r w:rsidR="00AF5231" w:rsidRPr="000F2DEB">
        <w:t xml:space="preserve"> 202</w:t>
      </w:r>
      <w:r w:rsidR="007A1129">
        <w:t>4</w:t>
      </w:r>
    </w:p>
    <w:p w14:paraId="0688D38D" w14:textId="1C4647A3" w:rsidR="00DF7BAA" w:rsidRPr="000F2DEB" w:rsidRDefault="00DF7BAA" w:rsidP="00AF5231">
      <w:pPr>
        <w:pStyle w:val="Text2-1"/>
      </w:pPr>
      <w:r w:rsidRPr="000F2DEB">
        <w:t xml:space="preserve">Stavební povolení čj.: </w:t>
      </w:r>
      <w:r w:rsidR="00AF5231" w:rsidRPr="000F2DEB">
        <w:t>DUCR-2699/23/Sj</w:t>
      </w:r>
      <w:r w:rsidRPr="000F2DEB">
        <w:t xml:space="preserve"> ze dne </w:t>
      </w:r>
      <w:r w:rsidR="00AF5231" w:rsidRPr="000F2DEB">
        <w:t>12. ledna 2023</w:t>
      </w:r>
    </w:p>
    <w:p w14:paraId="311C2079" w14:textId="77777777" w:rsidR="00DF7BAA" w:rsidRPr="000F2DEB" w:rsidRDefault="00DF7BAA" w:rsidP="00DF7BAA">
      <w:pPr>
        <w:pStyle w:val="Nadpis2-1"/>
      </w:pPr>
      <w:bookmarkStart w:id="19" w:name="_Toc6410435"/>
      <w:bookmarkStart w:id="20" w:name="_Toc177453495"/>
      <w:r w:rsidRPr="000F2DEB">
        <w:t>KOORDINACE S JINÝMI STAVBAMI</w:t>
      </w:r>
      <w:bookmarkEnd w:id="19"/>
      <w:bookmarkEnd w:id="20"/>
      <w:r w:rsidRPr="000F2DEB">
        <w:t xml:space="preserve"> </w:t>
      </w:r>
    </w:p>
    <w:p w14:paraId="1F16962E" w14:textId="528F0721" w:rsidR="00DF7BAA" w:rsidRPr="000F2DEB" w:rsidRDefault="00DF7BAA" w:rsidP="00DF7BAA">
      <w:pPr>
        <w:pStyle w:val="Text2-1"/>
      </w:pPr>
      <w:r w:rsidRPr="000F2DEB">
        <w:t>Zhotovení stavby musí být provedeno v koordinaci s připravovanými, případně aktuálně realizovanými akcemi</w:t>
      </w:r>
      <w:r w:rsidR="000F2DEB" w:rsidRPr="000F2DEB">
        <w:t>,</w:t>
      </w:r>
      <w:r w:rsidRPr="000F2DEB">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408C1C7B" w14:textId="77777777" w:rsidR="00DF7BAA" w:rsidRPr="000F2DEB" w:rsidRDefault="00DF7BAA" w:rsidP="00DF7BAA">
      <w:pPr>
        <w:pStyle w:val="Text2-1"/>
      </w:pPr>
      <w:r w:rsidRPr="000F2DEB">
        <w:t>Koordinace musí probíhat zejména s níže uvedenými investicemi a opravnými pracemi:</w:t>
      </w:r>
    </w:p>
    <w:p w14:paraId="5D96E77F" w14:textId="67FA6FB0" w:rsidR="00AF5231" w:rsidRPr="000F2DEB" w:rsidRDefault="00AF5231" w:rsidP="00AF5231">
      <w:pPr>
        <w:pStyle w:val="Odstavec1-1a"/>
        <w:numPr>
          <w:ilvl w:val="0"/>
          <w:numId w:val="5"/>
        </w:numPr>
        <w:spacing w:after="120"/>
      </w:pPr>
      <w:r w:rsidRPr="000F2DEB">
        <w:t>Výstavba PZS přejezdu P7699 v km 0,696 trati Milotice nad Opavou – Vrbno pod Pradědem (SŽ, realizace 0</w:t>
      </w:r>
      <w:r w:rsidR="00940707" w:rsidRPr="000F2DEB">
        <w:t>1</w:t>
      </w:r>
      <w:r w:rsidRPr="000F2DEB">
        <w:t>/2025-</w:t>
      </w:r>
      <w:r w:rsidR="00940707" w:rsidRPr="000F2DEB">
        <w:t>06</w:t>
      </w:r>
      <w:r w:rsidRPr="000F2DEB">
        <w:t>/2025)</w:t>
      </w:r>
    </w:p>
    <w:p w14:paraId="013BE794" w14:textId="1FCB50AD" w:rsidR="00AF5231" w:rsidRDefault="00AF5231" w:rsidP="00AF5231">
      <w:pPr>
        <w:pStyle w:val="Odstavec1-1a"/>
        <w:numPr>
          <w:ilvl w:val="0"/>
          <w:numId w:val="5"/>
        </w:numPr>
        <w:spacing w:after="120"/>
      </w:pPr>
      <w:r w:rsidRPr="000F2DEB">
        <w:t>Výstavba PZS přejezdu P7712 v km 9,592 trati Milotice nad Opavou – Vrbno pod Pradědem (SŽ, realizace 06/2025-12/2025)</w:t>
      </w:r>
    </w:p>
    <w:p w14:paraId="453611DE" w14:textId="3C34C34E" w:rsidR="007A1129" w:rsidRPr="000F2DEB" w:rsidRDefault="007A1129" w:rsidP="00AF5231">
      <w:pPr>
        <w:pStyle w:val="Odstavec1-1a"/>
        <w:numPr>
          <w:ilvl w:val="0"/>
          <w:numId w:val="5"/>
        </w:numPr>
        <w:spacing w:after="120"/>
      </w:pPr>
      <w:r w:rsidRPr="00836983">
        <w:t>Oprava povodňových škod na trati Milotice nad Opavou – Vrbno pod Pradědem (PKP C</w:t>
      </w:r>
      <w:r w:rsidR="00433361">
        <w:t>ARGO</w:t>
      </w:r>
      <w:r w:rsidRPr="00836983">
        <w:t xml:space="preserve"> I</w:t>
      </w:r>
      <w:r w:rsidR="00433361">
        <w:t>NTERNATIONAL</w:t>
      </w:r>
      <w:r w:rsidRPr="00836983">
        <w:t xml:space="preserve"> a.s</w:t>
      </w:r>
      <w:r>
        <w:t>.)</w:t>
      </w:r>
    </w:p>
    <w:p w14:paraId="28D97B92" w14:textId="6C340614" w:rsidR="00DF7BAA" w:rsidRPr="000F2DEB" w:rsidRDefault="00DF7BAA" w:rsidP="000F2DEB">
      <w:pPr>
        <w:pStyle w:val="Odstavec1-1a"/>
        <w:numPr>
          <w:ilvl w:val="0"/>
          <w:numId w:val="0"/>
        </w:numPr>
        <w:spacing w:after="120"/>
        <w:ind w:left="737"/>
      </w:pPr>
    </w:p>
    <w:p w14:paraId="0585B396" w14:textId="77777777" w:rsidR="00DF7BAA" w:rsidRDefault="00E70AB8" w:rsidP="00DF7BAA">
      <w:pPr>
        <w:pStyle w:val="Nadpis2-1"/>
      </w:pPr>
      <w:bookmarkStart w:id="21" w:name="_Toc6410436"/>
      <w:bookmarkStart w:id="22" w:name="_Toc177453496"/>
      <w:r>
        <w:lastRenderedPageBreak/>
        <w:t xml:space="preserve">POŽADAVKY NA </w:t>
      </w:r>
      <w:r w:rsidR="00DF7BAA" w:rsidRPr="00EC2E51">
        <w:t>TECHNICKÉ</w:t>
      </w:r>
      <w:r w:rsidR="00DF7BAA">
        <w:t xml:space="preserve"> </w:t>
      </w:r>
      <w:r>
        <w:t>ŘEŠENÍ</w:t>
      </w:r>
      <w:r w:rsidR="00DF7BAA">
        <w:t xml:space="preserve"> PROVEDENÍ DÍLA</w:t>
      </w:r>
      <w:bookmarkEnd w:id="21"/>
      <w:bookmarkEnd w:id="22"/>
    </w:p>
    <w:p w14:paraId="75473FE8" w14:textId="77777777" w:rsidR="00DF7BAA" w:rsidRDefault="00DF7BAA" w:rsidP="00DF7BAA">
      <w:pPr>
        <w:pStyle w:val="Nadpis2-2"/>
      </w:pPr>
      <w:bookmarkStart w:id="23" w:name="_Toc6410437"/>
      <w:bookmarkStart w:id="24" w:name="_Toc177453497"/>
      <w:r>
        <w:t>Všeobecně</w:t>
      </w:r>
      <w:bookmarkEnd w:id="23"/>
      <w:bookmarkEnd w:id="24"/>
    </w:p>
    <w:p w14:paraId="3F07A5A4" w14:textId="77777777" w:rsidR="00831E0F" w:rsidRPr="00C22D8F" w:rsidRDefault="00831E0F" w:rsidP="00831E0F">
      <w:pPr>
        <w:pStyle w:val="Text2-1"/>
      </w:pPr>
      <w:r w:rsidRPr="00C22D8F">
        <w:t>Odstavec 7.3.2 a 7.3.3 ve VTP/R/1</w:t>
      </w:r>
      <w:r w:rsidR="006146BF">
        <w:t>6</w:t>
      </w:r>
      <w:r w:rsidRPr="00C22D8F">
        <w:t xml:space="preserve">/22 se ruší a nahrazuje se následujícími odstavci: </w:t>
      </w:r>
    </w:p>
    <w:p w14:paraId="236A5B59" w14:textId="77777777" w:rsidR="00625BE6" w:rsidRDefault="00831E0F" w:rsidP="00625BE6">
      <w:pPr>
        <w:pStyle w:val="Textbezslovn"/>
        <w:tabs>
          <w:tab w:val="left" w:pos="1701"/>
        </w:tabs>
        <w:ind w:left="1701" w:hanging="964"/>
      </w:pPr>
      <w:r w:rsidRPr="00C22D8F">
        <w:t>„7.3.2</w:t>
      </w:r>
      <w:r w:rsidRPr="00C22D8F">
        <w:tab/>
      </w:r>
      <w:r w:rsidR="00625BE6">
        <w:t xml:space="preserve">Zhotovitel předloží </w:t>
      </w:r>
      <w:r w:rsidR="009D343C">
        <w:t xml:space="preserve">Objednateli </w:t>
      </w:r>
      <w:r w:rsidR="00625BE6">
        <w:t xml:space="preserve">v dostatečném předstihu před převzetím části Díla nebo Díla Závěrečnou zprávu odpadového hospodářství stavby dle směrnice SŽ SM096, podle závazné osnovy uvedené v příloze B.1 směrnice SŽ SM096, včetně Výkazu o předcházení vzniku odpadu a nakládání s odpady dle Přílohy B.2 směrnice SŽ SM096. </w:t>
      </w:r>
      <w:r w:rsidR="009D343C">
        <w:t xml:space="preserve">Objednatel </w:t>
      </w:r>
      <w:r w:rsidR="00625BE6">
        <w:t xml:space="preserve">zajistí kontrolu Závěrečné zprávy a Výkazu garantem za ŽP Objednatele. Po odsouhlasení Závěrečné zprávy a Výkazu garantem za ŽP Objednatele předá </w:t>
      </w:r>
      <w:r w:rsidR="009D343C">
        <w:t xml:space="preserve">Objednatel </w:t>
      </w:r>
      <w:r w:rsidR="00625BE6">
        <w:t xml:space="preserve">Závěrečnou zprávu a Výkaz prokazatelně na GŘ O15. </w:t>
      </w:r>
    </w:p>
    <w:p w14:paraId="423F25D8" w14:textId="77777777" w:rsidR="00831E0F" w:rsidRPr="00C653C9" w:rsidRDefault="00625BE6" w:rsidP="00625BE6">
      <w:pPr>
        <w:pStyle w:val="Textbezslovn"/>
        <w:tabs>
          <w:tab w:val="left" w:pos="1701"/>
        </w:tabs>
        <w:ind w:left="1701" w:hanging="964"/>
      </w:pPr>
      <w:r>
        <w:t>7.3.3</w:t>
      </w:r>
      <w:r>
        <w:tab/>
      </w:r>
      <w:r w:rsidR="009D343C">
        <w:t xml:space="preserve">Objednatel </w:t>
      </w:r>
      <w:r>
        <w:t>nesmí potvrdit dokončení díla v Potvrzení o převzetí bez zajištění odevzdání Závěrečné zprávy a Výkazu.“</w:t>
      </w:r>
    </w:p>
    <w:p w14:paraId="0B9BB85F" w14:textId="77777777" w:rsidR="00462DB8" w:rsidRDefault="00462DB8" w:rsidP="00462DB8">
      <w:pPr>
        <w:pStyle w:val="Text2-1"/>
        <w:numPr>
          <w:ilvl w:val="2"/>
          <w:numId w:val="6"/>
        </w:numPr>
      </w:pPr>
      <w:r>
        <w:t xml:space="preserve">Třetí odrážka odst. (6) </w:t>
      </w:r>
      <w:r w:rsidR="00090F72">
        <w:t xml:space="preserve">podčlánku 1.11.5.1 </w:t>
      </w:r>
      <w:r>
        <w:t>v Kapitole 1 TKP se ruší a nahrazuje se následujícím textem:</w:t>
      </w:r>
    </w:p>
    <w:p w14:paraId="6FFCD360" w14:textId="77777777" w:rsidR="00462DB8" w:rsidRDefault="00462DB8" w:rsidP="00462DB8">
      <w:pPr>
        <w:pStyle w:val="Textbezslovn"/>
      </w:pPr>
      <w:r>
        <w:t xml:space="preserve">„• </w:t>
      </w:r>
      <w:r w:rsidRPr="00462DB8">
        <w:t>kompletní</w:t>
      </w:r>
      <w:r>
        <w:t xml:space="preserve"> dokumentace Stavby ve struktuře TreeInfo, resp. InvestDokument, v otevřené a uzavřené formě,“</w:t>
      </w:r>
    </w:p>
    <w:p w14:paraId="295DD339" w14:textId="77777777" w:rsidR="00EC1D84" w:rsidRDefault="00FA5522" w:rsidP="00FA5522">
      <w:pPr>
        <w:pStyle w:val="Text2-1"/>
      </w:pPr>
      <w:r>
        <w:t xml:space="preserve">Do uveřejnění Zadávací dokumentace uzavřel Objednatel níže uvedené nájemní smlouvy: </w:t>
      </w:r>
    </w:p>
    <w:p w14:paraId="6DDE279D" w14:textId="77777777" w:rsidR="00EC1D84" w:rsidRPr="00EC1D84" w:rsidRDefault="00EC1D84" w:rsidP="00EC1D84">
      <w:pPr>
        <w:pStyle w:val="Odstavec1-1a"/>
        <w:numPr>
          <w:ilvl w:val="0"/>
          <w:numId w:val="21"/>
        </w:numPr>
      </w:pPr>
      <w:r w:rsidRPr="00EC1D84">
        <w:t>Nájemní smlouva E617-S-5430/2023 – Vojenské lesy a statky ČR, s.p.</w:t>
      </w:r>
    </w:p>
    <w:p w14:paraId="628DD83A" w14:textId="77777777" w:rsidR="00EC1D84" w:rsidRPr="00EC1D84" w:rsidRDefault="00EC1D84" w:rsidP="00EC1D84">
      <w:pPr>
        <w:pStyle w:val="Odstavec1-1a"/>
        <w:numPr>
          <w:ilvl w:val="0"/>
          <w:numId w:val="21"/>
        </w:numPr>
      </w:pPr>
      <w:r w:rsidRPr="00EC1D84">
        <w:t>Nájemní smlouva E617-S-5412/2023 – Obec Široká Niva</w:t>
      </w:r>
    </w:p>
    <w:p w14:paraId="03853B0E" w14:textId="689AB486" w:rsidR="00FA5522" w:rsidRDefault="00FA5522" w:rsidP="00EC1D84">
      <w:pPr>
        <w:pStyle w:val="Odstavec1-1a"/>
        <w:numPr>
          <w:ilvl w:val="0"/>
          <w:numId w:val="0"/>
        </w:numPr>
        <w:ind w:left="737"/>
      </w:pPr>
      <w:r>
        <w:t>Práva a povinnosti z těchto uzavřených smluv Zhotovitel tímto přijímá a zavazuje se užívat předmětné nemovitosti v souladu s podmínkami uzavřených smluv.</w:t>
      </w:r>
    </w:p>
    <w:p w14:paraId="0B7B28AD" w14:textId="77777777" w:rsidR="00C83FA2" w:rsidRPr="000F2DEB" w:rsidRDefault="00C83FA2" w:rsidP="00C83FA2">
      <w:pPr>
        <w:pStyle w:val="Text2-1"/>
      </w:pPr>
      <w:r w:rsidRPr="000F2DEB">
        <w:t xml:space="preserve">Zhotovitel provede ruční kopané sondy za účelem ověření skutečného vedení inženýrských sítí před započetím zemních prací strojmo. </w:t>
      </w:r>
    </w:p>
    <w:p w14:paraId="0ED424CE" w14:textId="77777777" w:rsidR="00C83FA2" w:rsidRPr="000F2DEB" w:rsidRDefault="00C83FA2" w:rsidP="00C83FA2">
      <w:pPr>
        <w:pStyle w:val="Text2-1"/>
      </w:pPr>
      <w:r w:rsidRPr="000F2DEB">
        <w:t>V rámci výkopových prací (zejména pro kabelovod) bude kladen zvýšený důraz na ruční výkopy. Strojní mechanizace se bude moc použít až po odhalení všech kabelových vedení.</w:t>
      </w:r>
    </w:p>
    <w:p w14:paraId="653923D7" w14:textId="77777777" w:rsidR="007A4FA9" w:rsidRDefault="007A4FA9" w:rsidP="00C83FA2">
      <w:pPr>
        <w:pStyle w:val="Text2-1"/>
      </w:pPr>
      <w:bookmarkStart w:id="25"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rsidR="00E13A73">
        <w:t xml:space="preserve"> – 04 označení staveb</w:t>
      </w:r>
      <w:r w:rsidR="005D5CE2">
        <w:t>, Stavební buňka;</w:t>
      </w:r>
      <w:r w:rsidRPr="00A535EA">
        <w:t xml:space="preserve"> https://www.spravazeleznic.cz/stavby-zakazky/podklady-pro-zhotovitele/vizualni-styl-prezentace-staveb)</w:t>
      </w:r>
      <w:r w:rsidRPr="00535B20">
        <w:t>, zajistí Zhotovitel.</w:t>
      </w:r>
      <w:bookmarkEnd w:id="25"/>
    </w:p>
    <w:p w14:paraId="5C20D4DB" w14:textId="77777777" w:rsidR="00A94F6C" w:rsidRDefault="00A94F6C" w:rsidP="00390D40">
      <w:pPr>
        <w:pStyle w:val="Text2-1"/>
      </w:pPr>
      <w:r>
        <w:t xml:space="preserve">V zadávací dokumentaci uváděný pojem „Autorský dozor“ se rozumí pojem Dozor projektanta podle NSZ. </w:t>
      </w:r>
      <w:r w:rsidR="00390D40" w:rsidRPr="00390D40">
        <w:t>Dozor projektanta je průběžný dozor zhotovitele dokumentace pro povolení záměru (DUSP/DUSL/DSP) nad souladem realizace dokumentace pro provádění záměru (PDPS) a dále průběžný dozor nad prováděním záměru (stavby) v</w:t>
      </w:r>
      <w:r w:rsidR="00C61E19">
        <w:t> </w:t>
      </w:r>
      <w:r w:rsidR="00390D40" w:rsidRPr="00390D40">
        <w:t>souladu s</w:t>
      </w:r>
      <w:r w:rsidR="00F4273A">
        <w:t xml:space="preserve"> </w:t>
      </w:r>
      <w:r w:rsidR="00390D40" w:rsidRPr="00390D40">
        <w:t>dokumentací pro provedení záměru (PDPS včetně RDS)</w:t>
      </w:r>
      <w:r w:rsidR="00390D40">
        <w:t>.</w:t>
      </w:r>
    </w:p>
    <w:p w14:paraId="3947432B" w14:textId="77777777" w:rsidR="00DF7BAA" w:rsidRDefault="00DF7BAA" w:rsidP="00DF7BAA">
      <w:pPr>
        <w:pStyle w:val="Nadpis2-2"/>
      </w:pPr>
      <w:bookmarkStart w:id="26" w:name="_Toc177453498"/>
      <w:r>
        <w:t xml:space="preserve">Zeměměřická </w:t>
      </w:r>
      <w:r w:rsidRPr="0080577B">
        <w:t>činnost</w:t>
      </w:r>
      <w:r>
        <w:t xml:space="preserve"> zhotovitele</w:t>
      </w:r>
      <w:bookmarkEnd w:id="26"/>
    </w:p>
    <w:p w14:paraId="7DE8A082" w14:textId="77777777" w:rsidR="00E70AB8" w:rsidRDefault="00E70AB8" w:rsidP="00F63E79">
      <w:pPr>
        <w:pStyle w:val="Text2-1"/>
      </w:pPr>
      <w:r>
        <w:t xml:space="preserve">Zhotovitel zažádá jmenovaného </w:t>
      </w:r>
      <w:r w:rsidR="00F63E79" w:rsidRPr="00F63E79">
        <w:t>Autorizovaného zeměměřického inženýra (AZI</w:t>
      </w:r>
      <w:r w:rsidR="00F63E79">
        <w:t>)</w:t>
      </w:r>
      <w:r>
        <w:t xml:space="preserve"> Objednatele o zajištění aktuálních podkladů a postupu vyplývajícího z požadavků uvedených v příslušných VTP a těchto ZTP pro provedení díla nejpozději do termínu předání Staveniště. </w:t>
      </w:r>
    </w:p>
    <w:p w14:paraId="60629DE6"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4250785D" w14:textId="77777777" w:rsidR="00E910D4" w:rsidRDefault="00E910D4" w:rsidP="00E910D4">
      <w:pPr>
        <w:pStyle w:val="Text2-1"/>
      </w:pPr>
      <w:r w:rsidRPr="00D403AE">
        <w:lastRenderedPageBreak/>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242672A3" w14:textId="77777777" w:rsidR="00E910D4" w:rsidRPr="00D403AE" w:rsidRDefault="00E910D4" w:rsidP="00E910D4">
      <w:pPr>
        <w:pStyle w:val="Text2-1"/>
      </w:pPr>
      <w:r>
        <w:t xml:space="preserve">Zhotovitel se zavazuje předat geodetickou část DSPS po 30. 6. 2024 podle pravidel uvedených v předpisu SŽ M20/MP014 ve formátu ŽXML. </w:t>
      </w:r>
      <w:r w:rsidRPr="6890E902">
        <w:rPr>
          <w:i/>
          <w:iCs/>
        </w:rPr>
        <w:t xml:space="preserve"> </w:t>
      </w:r>
      <w:r>
        <w:t xml:space="preserve">Zhotovitel se zavazuje data </w:t>
      </w:r>
      <w:r w:rsidRPr="0044484E">
        <w:rPr>
          <w:rFonts w:ascii="Verdana-Bold" w:hAnsi="Verdana-Bold" w:cs="Verdana-Bold"/>
          <w:spacing w:val="-2"/>
        </w:rPr>
        <w:t>ve</w:t>
      </w:r>
      <w:r w:rsidR="008E200C" w:rsidRPr="0044484E">
        <w:rPr>
          <w:rFonts w:ascii="Verdana-Bold" w:hAnsi="Verdana-Bold" w:cs="Verdana-Bold"/>
          <w:spacing w:val="-2"/>
        </w:rPr>
        <w:t> </w:t>
      </w:r>
      <w:r w:rsidRPr="0044484E">
        <w:rPr>
          <w:rFonts w:ascii="Verdana-Bold" w:hAnsi="Verdana-Bold" w:cs="Verdana-Bold"/>
          <w:spacing w:val="-2"/>
        </w:rPr>
        <w:t>formátu ŽXML předat plně navázána na stav v informačním sytému DTMŽ a DTM krajů</w:t>
      </w:r>
      <w:r w:rsidRPr="0044484E">
        <w:rPr>
          <w:spacing w:val="-2"/>
        </w:rPr>
        <w:t>.</w:t>
      </w:r>
    </w:p>
    <w:p w14:paraId="72088B70" w14:textId="77777777" w:rsidR="00E910D4" w:rsidRDefault="00E910D4" w:rsidP="00E910D4">
      <w:pPr>
        <w:pStyle w:val="Text2-1"/>
      </w:pPr>
      <w:r>
        <w:t>Po 30. 6. 2024 se geodetická část jednotlivých SO a PS a souborné zpracování geodetické části DSPS předává samostatně a ve formátu ŽXML prostřednictvím informačního systému DTMŽ.</w:t>
      </w:r>
    </w:p>
    <w:p w14:paraId="6ABD41C0" w14:textId="57F4C7F6" w:rsidR="00F66DA9" w:rsidRPr="000F2DEB" w:rsidRDefault="00F66DA9" w:rsidP="00F66DA9">
      <w:pPr>
        <w:pStyle w:val="Text2-1"/>
      </w:pPr>
      <w:r w:rsidRPr="000F2DEB">
        <w:rPr>
          <w:b/>
        </w:rPr>
        <w:t>Na neelektrizovaných tratích</w:t>
      </w:r>
      <w:r w:rsidRPr="000F2DEB">
        <w:t xml:space="preserve"> platí pro zřizování zajištění PPK postupy dle dopisu Ředitele O13, čj.</w:t>
      </w:r>
      <w:r w:rsidR="00CF487B" w:rsidRPr="000F2DEB">
        <w:t>:</w:t>
      </w:r>
      <w:r w:rsidRPr="000F2DEB">
        <w:t xml:space="preserve"> 168954/2021-SŽ-GŘ-O13, Zajištění prostorové polohy na neelektrizovaných tratích SŽ (viz </w:t>
      </w:r>
      <w:r w:rsidR="00CF034F" w:rsidRPr="000F2DEB">
        <w:t>p</w:t>
      </w:r>
      <w:r w:rsidRPr="000F2DEB">
        <w:t xml:space="preserve">říloha </w:t>
      </w:r>
      <w:r w:rsidR="00FA17DD" w:rsidRPr="000F2DEB">
        <w:fldChar w:fldCharType="begin"/>
      </w:r>
      <w:r w:rsidR="00FA17DD" w:rsidRPr="000F2DEB">
        <w:instrText xml:space="preserve"> REF _Ref104882684 \r \h </w:instrText>
      </w:r>
      <w:r w:rsidR="00346853" w:rsidRPr="000F2DEB">
        <w:instrText xml:space="preserve"> \* MERGEFORMAT </w:instrText>
      </w:r>
      <w:r w:rsidR="00FA17DD" w:rsidRPr="000F2DEB">
        <w:fldChar w:fldCharType="separate"/>
      </w:r>
      <w:r w:rsidR="00B654A4" w:rsidRPr="000F2DEB">
        <w:t>7.1.1</w:t>
      </w:r>
      <w:r w:rsidR="00FA17DD" w:rsidRPr="000F2DEB">
        <w:fldChar w:fldCharType="end"/>
      </w:r>
      <w:r w:rsidRPr="000F2DEB">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3E6AF402" w14:textId="77777777" w:rsidR="00DF7BAA" w:rsidRDefault="00DF7BAA" w:rsidP="00DF7BAA">
      <w:pPr>
        <w:pStyle w:val="Nadpis2-2"/>
      </w:pPr>
      <w:bookmarkStart w:id="27" w:name="_Toc6410438"/>
      <w:bookmarkStart w:id="28" w:name="_Toc177453499"/>
      <w:r>
        <w:t>Doklady pře</w:t>
      </w:r>
      <w:r w:rsidR="000C7E5E">
        <w:t>d</w:t>
      </w:r>
      <w:r>
        <w:t>kládané zhotovitelem</w:t>
      </w:r>
      <w:bookmarkEnd w:id="27"/>
      <w:bookmarkEnd w:id="28"/>
    </w:p>
    <w:p w14:paraId="281FC4F3" w14:textId="77777777" w:rsidR="00D12C76" w:rsidRPr="006C33D8" w:rsidRDefault="00562909" w:rsidP="00562909">
      <w:pPr>
        <w:pStyle w:val="Text2-1"/>
      </w:pPr>
      <w:r w:rsidRPr="00562909">
        <w:t>Pokud již Zhotovitel nepředložil dále uvedené doklady pře</w:t>
      </w:r>
      <w:r w:rsidR="00695F35">
        <w:t>d</w:t>
      </w:r>
      <w:r w:rsidRPr="00562909">
        <w:t xml:space="preserv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77E59FEB" w14:textId="77777777" w:rsidR="00DF7BAA" w:rsidRPr="000F2DEB" w:rsidRDefault="00DF7BAA" w:rsidP="00DF7BAA">
      <w:pPr>
        <w:pStyle w:val="Text2-1"/>
      </w:pPr>
      <w:r w:rsidRPr="000F2DEB">
        <w:t xml:space="preserve">Zhotovitel doloží </w:t>
      </w:r>
      <w:r w:rsidRPr="000F2DEB">
        <w:rPr>
          <w:b/>
        </w:rPr>
        <w:t>mimo jiné</w:t>
      </w:r>
      <w:r w:rsidRPr="000F2DEB">
        <w:t xml:space="preserve"> před zahájením prací na železniční dopravní cestě prosté kopie dokladů o kvalifikaci zhotovitelů dle Předpisu o odborné způsobilosti a znalosti osob při provozování dráhy a drážní dopravy SŽ Zam1, v platném znění:</w:t>
      </w:r>
    </w:p>
    <w:p w14:paraId="0A3A95C6" w14:textId="77777777" w:rsidR="00B654A4" w:rsidRPr="000F2DEB" w:rsidRDefault="00B654A4" w:rsidP="00B654A4">
      <w:pPr>
        <w:pStyle w:val="Odrka1-1"/>
        <w:numPr>
          <w:ilvl w:val="0"/>
          <w:numId w:val="4"/>
        </w:numPr>
        <w:tabs>
          <w:tab w:val="clear" w:pos="1077"/>
          <w:tab w:val="num" w:pos="1134"/>
          <w:tab w:val="num" w:pos="8704"/>
        </w:tabs>
        <w:ind w:left="2127" w:hanging="1333"/>
        <w:rPr>
          <w:b/>
          <w:bCs/>
        </w:rPr>
      </w:pPr>
      <w:bookmarkStart w:id="29" w:name="_Hlk57788316"/>
      <w:r w:rsidRPr="000F2DEB">
        <w:rPr>
          <w:b/>
          <w:bCs/>
        </w:rPr>
        <w:t>G-01 + G-03 nebo G-02</w:t>
      </w:r>
      <w:r w:rsidRPr="000F2DEB">
        <w:rPr>
          <w:b/>
          <w:bCs/>
        </w:rPr>
        <w:tab/>
      </w:r>
    </w:p>
    <w:p w14:paraId="04909457" w14:textId="77777777" w:rsidR="00B654A4" w:rsidRPr="000F2DEB" w:rsidRDefault="00B654A4" w:rsidP="00B654A4">
      <w:pPr>
        <w:pStyle w:val="Odrka1-1"/>
        <w:numPr>
          <w:ilvl w:val="0"/>
          <w:numId w:val="4"/>
        </w:numPr>
        <w:ind w:left="2127" w:hanging="567"/>
        <w:rPr>
          <w:b/>
          <w:bCs/>
        </w:rPr>
      </w:pPr>
      <w:r w:rsidRPr="000F2DEB">
        <w:rPr>
          <w:b/>
          <w:bCs/>
        </w:rPr>
        <w:t>G-01</w:t>
      </w:r>
      <w:r w:rsidRPr="000F2DEB">
        <w:rPr>
          <w:b/>
          <w:bCs/>
        </w:rPr>
        <w:tab/>
      </w:r>
      <w:r w:rsidRPr="00166EE3">
        <w:t>Projektování a provádění prací při geodetické činnosti</w:t>
      </w:r>
      <w:r w:rsidRPr="000F2DEB">
        <w:rPr>
          <w:b/>
          <w:bCs/>
        </w:rPr>
        <w:t xml:space="preserve"> </w:t>
      </w:r>
    </w:p>
    <w:p w14:paraId="3997850E" w14:textId="77777777" w:rsidR="00B654A4" w:rsidRPr="000F2DEB" w:rsidRDefault="00B654A4" w:rsidP="00B654A4">
      <w:pPr>
        <w:pStyle w:val="Odrka1-1"/>
        <w:numPr>
          <w:ilvl w:val="0"/>
          <w:numId w:val="4"/>
        </w:numPr>
        <w:ind w:left="2127" w:hanging="567"/>
      </w:pPr>
      <w:r w:rsidRPr="000F2DEB">
        <w:rPr>
          <w:b/>
          <w:bCs/>
        </w:rPr>
        <w:t>G-02</w:t>
      </w:r>
      <w:r w:rsidRPr="000F2DEB">
        <w:tab/>
        <w:t xml:space="preserve">Ověřování výsledků zeměměřičských činností dle zákona č. 200/1994 Sb. v rozsahu úředního oprávnění c) </w:t>
      </w:r>
    </w:p>
    <w:p w14:paraId="04D82D73" w14:textId="77777777" w:rsidR="00B654A4" w:rsidRPr="000F2DEB" w:rsidRDefault="00B654A4" w:rsidP="00B654A4">
      <w:pPr>
        <w:pStyle w:val="Odrka1-1"/>
        <w:numPr>
          <w:ilvl w:val="0"/>
          <w:numId w:val="4"/>
        </w:numPr>
        <w:ind w:left="2127" w:hanging="567"/>
      </w:pPr>
      <w:r w:rsidRPr="000F2DEB">
        <w:rPr>
          <w:b/>
          <w:bCs/>
        </w:rPr>
        <w:t>G-03</w:t>
      </w:r>
      <w:r w:rsidRPr="000F2DEB">
        <w:tab/>
        <w:t>Ověřování výsledků zeměměřičských činností dle zákona č. 200/1994 Sb. v rozsahu úředního oprávnění c) dodavatelem,</w:t>
      </w:r>
    </w:p>
    <w:p w14:paraId="74545390" w14:textId="77777777" w:rsidR="00B654A4" w:rsidRPr="000F2DEB" w:rsidRDefault="00B654A4" w:rsidP="00B654A4">
      <w:pPr>
        <w:pStyle w:val="Odrka1-1"/>
        <w:numPr>
          <w:ilvl w:val="0"/>
          <w:numId w:val="4"/>
        </w:numPr>
        <w:tabs>
          <w:tab w:val="clear" w:pos="1077"/>
          <w:tab w:val="num" w:pos="1134"/>
          <w:tab w:val="num" w:pos="8704"/>
        </w:tabs>
        <w:ind w:left="2127" w:hanging="1333"/>
      </w:pPr>
      <w:r w:rsidRPr="000F2DEB">
        <w:rPr>
          <w:b/>
          <w:bCs/>
        </w:rPr>
        <w:t>Z-06c</w:t>
      </w:r>
      <w:r w:rsidRPr="000F2DEB">
        <w:tab/>
        <w:t>Řízení prací při stavbách na neprovozovaném zabezpečovacím zařízení, MST a VST,</w:t>
      </w:r>
    </w:p>
    <w:p w14:paraId="6216C3C1" w14:textId="77777777" w:rsidR="00B654A4" w:rsidRPr="000F2DEB" w:rsidRDefault="00B654A4" w:rsidP="00B654A4">
      <w:pPr>
        <w:pStyle w:val="Odrka1-1"/>
        <w:numPr>
          <w:ilvl w:val="0"/>
          <w:numId w:val="4"/>
        </w:numPr>
        <w:tabs>
          <w:tab w:val="clear" w:pos="1077"/>
          <w:tab w:val="num" w:pos="1134"/>
          <w:tab w:val="num" w:pos="8704"/>
        </w:tabs>
        <w:ind w:left="2127" w:hanging="1333"/>
      </w:pPr>
      <w:r w:rsidRPr="000F2DEB">
        <w:rPr>
          <w:b/>
          <w:bCs/>
        </w:rPr>
        <w:t>E-07</w:t>
      </w:r>
      <w:r w:rsidRPr="000F2DEB">
        <w:tab/>
        <w:t>Řízení a zajišťování oprav, rekonstrukcí, popř. modernizace železniční trati zařízení správy elektrotechniky a energetiky,</w:t>
      </w:r>
    </w:p>
    <w:p w14:paraId="1E60BA7A" w14:textId="77777777" w:rsidR="00B654A4" w:rsidRPr="000F2DEB" w:rsidRDefault="00B654A4" w:rsidP="00B654A4">
      <w:pPr>
        <w:pStyle w:val="Odrka1-1"/>
        <w:numPr>
          <w:ilvl w:val="0"/>
          <w:numId w:val="4"/>
        </w:numPr>
        <w:tabs>
          <w:tab w:val="clear" w:pos="1077"/>
          <w:tab w:val="num" w:pos="1134"/>
          <w:tab w:val="num" w:pos="8704"/>
        </w:tabs>
        <w:ind w:left="2127" w:hanging="1333"/>
      </w:pPr>
      <w:r w:rsidRPr="000F2DEB">
        <w:rPr>
          <w:b/>
          <w:bCs/>
        </w:rPr>
        <w:t>K05/2</w:t>
      </w:r>
      <w:r w:rsidRPr="000F2DEB">
        <w:rPr>
          <w:b/>
          <w:bCs/>
        </w:rPr>
        <w:tab/>
      </w:r>
      <w:r w:rsidRPr="000F2DEB">
        <w:t>Řízení a organizace stavebních, opravných nebo udržovacích pracích na železničním spodku a svršku,</w:t>
      </w:r>
    </w:p>
    <w:p w14:paraId="7FDE9B5B" w14:textId="77777777" w:rsidR="00B654A4" w:rsidRPr="000F2DEB" w:rsidRDefault="00B654A4" w:rsidP="00B654A4">
      <w:pPr>
        <w:pStyle w:val="Odrka1-1"/>
        <w:numPr>
          <w:ilvl w:val="0"/>
          <w:numId w:val="4"/>
        </w:numPr>
        <w:tabs>
          <w:tab w:val="clear" w:pos="1077"/>
          <w:tab w:val="num" w:pos="1134"/>
          <w:tab w:val="num" w:pos="8704"/>
        </w:tabs>
        <w:ind w:left="2127" w:hanging="1333"/>
      </w:pPr>
      <w:r w:rsidRPr="000F2DEB">
        <w:rPr>
          <w:b/>
          <w:bCs/>
        </w:rPr>
        <w:t>M-02</w:t>
      </w:r>
      <w:r w:rsidRPr="000F2DEB">
        <w:rPr>
          <w:b/>
          <w:bCs/>
        </w:rPr>
        <w:tab/>
      </w:r>
      <w:r w:rsidRPr="000F2DEB">
        <w:t>Řízení prací na stavbách mostních objektů a tunelů</w:t>
      </w:r>
    </w:p>
    <w:p w14:paraId="19FAE560" w14:textId="77777777" w:rsidR="00B654A4" w:rsidRPr="000F2DEB" w:rsidRDefault="00B654A4" w:rsidP="00B654A4">
      <w:pPr>
        <w:pStyle w:val="Odrka1-1"/>
        <w:numPr>
          <w:ilvl w:val="0"/>
          <w:numId w:val="4"/>
        </w:numPr>
        <w:tabs>
          <w:tab w:val="clear" w:pos="1077"/>
          <w:tab w:val="num" w:pos="1134"/>
          <w:tab w:val="num" w:pos="8704"/>
        </w:tabs>
        <w:ind w:left="2127" w:hanging="1333"/>
      </w:pPr>
      <w:r w:rsidRPr="000F2DEB">
        <w:rPr>
          <w:b/>
          <w:bCs/>
        </w:rPr>
        <w:t>TZE</w:t>
      </w:r>
      <w:r w:rsidRPr="000F2DEB">
        <w:tab/>
        <w:t>Provádění revizí, prohlídek a zkoušek UTZ dle vyhlášky 100/1995Sb §1 odst. 4 a/nebo provádění revizí dle vyhlášky 50/1978Sb. §9.</w:t>
      </w:r>
    </w:p>
    <w:bookmarkEnd w:id="29"/>
    <w:p w14:paraId="493E5C55" w14:textId="77777777" w:rsidR="00B654A4" w:rsidRPr="000F2DEB" w:rsidRDefault="00B654A4" w:rsidP="00B654A4">
      <w:pPr>
        <w:pStyle w:val="Odrka1-1"/>
        <w:numPr>
          <w:ilvl w:val="0"/>
          <w:numId w:val="0"/>
        </w:numPr>
        <w:spacing w:after="60"/>
      </w:pPr>
    </w:p>
    <w:p w14:paraId="25283F22" w14:textId="77777777" w:rsidR="00DF7BAA" w:rsidRPr="000F2DEB" w:rsidRDefault="00DF7BAA" w:rsidP="00DF7BAA">
      <w:pPr>
        <w:pStyle w:val="Text2-1"/>
      </w:pPr>
      <w:r w:rsidRPr="000F2DEB">
        <w:t xml:space="preserve">Výše uvedené doklady upravující odbornou způsobilost musí osvědčit odbornou způsobilost samotného dodavatele (je-li fyzickou osobou) nebo jiné osoby, která bude pro dodavatele příslušnou činnost vykonávat.  </w:t>
      </w:r>
    </w:p>
    <w:p w14:paraId="140ABEB7" w14:textId="05F0961D" w:rsidR="00DF7BAA" w:rsidRPr="000F2DEB" w:rsidRDefault="00DF7BAA" w:rsidP="000F2DEB">
      <w:pPr>
        <w:pStyle w:val="Text2-1"/>
        <w:numPr>
          <w:ilvl w:val="0"/>
          <w:numId w:val="0"/>
        </w:numPr>
        <w:ind w:left="737"/>
      </w:pPr>
    </w:p>
    <w:p w14:paraId="7B433144" w14:textId="77777777" w:rsidR="00DF7BAA" w:rsidRDefault="00DF7BAA" w:rsidP="00DF7BAA">
      <w:pPr>
        <w:pStyle w:val="Nadpis2-2"/>
      </w:pPr>
      <w:bookmarkStart w:id="30" w:name="_Toc6410439"/>
      <w:bookmarkStart w:id="31" w:name="_Toc177453500"/>
      <w:r>
        <w:lastRenderedPageBreak/>
        <w:t>Dokumentace zhotovitele pro stavbu</w:t>
      </w:r>
      <w:bookmarkEnd w:id="30"/>
      <w:bookmarkEnd w:id="31"/>
    </w:p>
    <w:p w14:paraId="56E6B0CD" w14:textId="77777777" w:rsidR="00DF7BAA" w:rsidRPr="000F2DEB" w:rsidRDefault="00130E62" w:rsidP="00562909">
      <w:pPr>
        <w:pStyle w:val="Text2-1"/>
      </w:pPr>
      <w:r w:rsidRPr="000F2DEB">
        <w:t>Součástí předmětu díla je i vyhotovení Realizační dokumentace stavby (výrobní, montážní, dílenské, dokumentace dodavatele mostních objektů), která v případě potřeby rozpracovává PDPS</w:t>
      </w:r>
      <w:r w:rsidR="00562909" w:rsidRPr="000F2DEB">
        <w:t xml:space="preserve"> s ohledem na znalosti konkrétních dodávaných výrobků, technologií, postupů a výrobních podmínek Zhotovitele.</w:t>
      </w:r>
      <w:r w:rsidRPr="000F2DEB">
        <w:t xml:space="preserve"> </w:t>
      </w:r>
      <w:r w:rsidR="00562909" w:rsidRPr="000F2DEB">
        <w:t>Obsah a rozsah RDS je definován přílohou P8 směrnice SŽ SM011, Dokumentace staveb Správy železnic, státní organizace (dále jen „SŽ SM011“),</w:t>
      </w:r>
      <w:r w:rsidRPr="000F2DEB">
        <w:t xml:space="preserve"> zejména</w:t>
      </w:r>
      <w:r w:rsidR="00E37E06" w:rsidRPr="000F2DEB">
        <w:t> </w:t>
      </w:r>
      <w:r w:rsidRPr="000F2DEB">
        <w:t>pro:</w:t>
      </w:r>
    </w:p>
    <w:p w14:paraId="4253DEDF" w14:textId="588F0758" w:rsidR="00B654A4" w:rsidRPr="000F2DEB" w:rsidRDefault="00B654A4" w:rsidP="00B654A4">
      <w:pPr>
        <w:pStyle w:val="Odstavec1-1a"/>
        <w:numPr>
          <w:ilvl w:val="0"/>
          <w:numId w:val="7"/>
        </w:numPr>
        <w:spacing w:after="120"/>
      </w:pPr>
      <w:r w:rsidRPr="000F2DEB">
        <w:t xml:space="preserve">PS sdělovacího </w:t>
      </w:r>
      <w:r w:rsidR="000F2DEB" w:rsidRPr="000F2DEB">
        <w:t xml:space="preserve">a zabezpečovacího </w:t>
      </w:r>
      <w:r w:rsidRPr="000F2DEB">
        <w:t>zařízení, včetně zapracování přechodových stavů.</w:t>
      </w:r>
    </w:p>
    <w:p w14:paraId="5862DBBC" w14:textId="77777777" w:rsidR="00DF7BAA" w:rsidRPr="000F2DEB" w:rsidRDefault="00DF7BAA" w:rsidP="00DF7BAA">
      <w:pPr>
        <w:pStyle w:val="Text2-1"/>
      </w:pPr>
      <w:r w:rsidRPr="000F2DEB">
        <w:t>Zhotovitel RDS dodá schválenou výkresovou dokumentaci pro provizorní zabezpečovací zařízení, řešící pouze cílový stav a rozhodující stavební postupy, odsouhlasené v připomínkovém řízení</w:t>
      </w:r>
      <w:r w:rsidR="003137DF" w:rsidRPr="000F2DEB">
        <w:t>.</w:t>
      </w:r>
    </w:p>
    <w:p w14:paraId="55A5F756" w14:textId="77777777" w:rsidR="003E2007" w:rsidRPr="000F2DEB" w:rsidRDefault="003E2007" w:rsidP="003E2007">
      <w:pPr>
        <w:pStyle w:val="Text2-1"/>
      </w:pPr>
      <w:r w:rsidRPr="000F2DEB">
        <w:t>Zhotovitel v rámci zpracování RDS předloží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5B0E7562" w14:textId="027E8628" w:rsidR="003E2007" w:rsidRPr="000F2DEB" w:rsidRDefault="003E2007" w:rsidP="003E2007">
      <w:pPr>
        <w:pStyle w:val="Text2-1"/>
      </w:pPr>
      <w:r w:rsidRPr="000F2DEB">
        <w:t xml:space="preserve">Rozsah vzorkování je určen přílohou </w:t>
      </w:r>
      <w:r w:rsidRPr="000F2DEB">
        <w:fldChar w:fldCharType="begin"/>
      </w:r>
      <w:r w:rsidRPr="000F2DEB">
        <w:instrText xml:space="preserve"> REF _Ref132122149 \r \h </w:instrText>
      </w:r>
      <w:r w:rsidR="004E524B" w:rsidRPr="000F2DEB">
        <w:instrText xml:space="preserve"> \* MERGEFORMAT </w:instrText>
      </w:r>
      <w:r w:rsidRPr="000F2DEB">
        <w:fldChar w:fldCharType="separate"/>
      </w:r>
      <w:r w:rsidR="00B654A4" w:rsidRPr="000F2DEB">
        <w:t>7.1.2</w:t>
      </w:r>
      <w:r w:rsidRPr="000F2DEB">
        <w:fldChar w:fldCharType="end"/>
      </w:r>
      <w:r w:rsidRPr="000F2DEB">
        <w:t xml:space="preserve"> těchto ZTP. Vzorkovány budou všechny viditelné prvky konstrukcí, materiály a povrchové úpravy stavebních konstrukcí. Všechny použité materiály budou </w:t>
      </w:r>
      <w:r w:rsidR="00037612" w:rsidRPr="000F2DEB">
        <w:t>Objednatelem</w:t>
      </w:r>
      <w:r w:rsidRPr="000F2DEB">
        <w:t xml:space="preserve"> schváleny a vzorky budou Zhotovitelem vedeny v seznamu vzorků (vzorkovací kniha), kde každý vzorek bude mít prostor pro vyjádření </w:t>
      </w:r>
      <w:r w:rsidR="00037612" w:rsidRPr="000F2DEB">
        <w:t>Objedna</w:t>
      </w:r>
      <w:r w:rsidR="00CA4B8C" w:rsidRPr="000F2DEB">
        <w:t>tele</w:t>
      </w:r>
      <w:r w:rsidRPr="000F2DEB">
        <w:t xml:space="preserve"> a jím pověřených osob.</w:t>
      </w:r>
    </w:p>
    <w:p w14:paraId="54BA13F5" w14:textId="77777777" w:rsidR="003E2007" w:rsidRPr="000F2DEB" w:rsidRDefault="003E2007" w:rsidP="003E2007">
      <w:pPr>
        <w:pStyle w:val="Text2-1"/>
      </w:pPr>
      <w:r w:rsidRPr="000F2DEB">
        <w:t>Všechny materiály a výrobky, které se v jednom uceleném prostoru nacházejí, budou vzorkovány v ucelených souvisejících souborech. Schválené vzorky budou zůstávat na</w:t>
      </w:r>
      <w:r w:rsidR="000F68E8" w:rsidRPr="000F2DEB">
        <w:t> </w:t>
      </w:r>
      <w:r w:rsidRPr="000F2DEB">
        <w:t>stavbě pro potřeby dalšího vzorkování.</w:t>
      </w:r>
    </w:p>
    <w:p w14:paraId="019C724D" w14:textId="7777777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69D9B4B5" w14:textId="77777777" w:rsidR="00DF7BAA" w:rsidRDefault="00DF7BAA" w:rsidP="00DF7BAA">
      <w:pPr>
        <w:pStyle w:val="Text2-1"/>
      </w:pPr>
      <w:r>
        <w:t>Z</w:t>
      </w:r>
      <w:r w:rsidR="00532F79">
        <w:t>hotovitel z</w:t>
      </w:r>
      <w:r>
        <w:t>prac</w:t>
      </w:r>
      <w:r w:rsidR="00532F79">
        <w:t>uje</w:t>
      </w:r>
      <w:r>
        <w:t xml:space="preserve"> technologick</w:t>
      </w:r>
      <w:r w:rsidR="00532F79">
        <w:t>é</w:t>
      </w:r>
      <w:r>
        <w:t xml:space="preserve"> </w:t>
      </w:r>
      <w:r w:rsidR="00FA17DD">
        <w:t xml:space="preserve">předpisy (TePř) </w:t>
      </w:r>
      <w:r>
        <w:t>prováděn</w:t>
      </w:r>
      <w:r w:rsidR="00FA17DD">
        <w:t xml:space="preserve">ých </w:t>
      </w:r>
      <w:r>
        <w:t xml:space="preserve">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3070C8FC" w14:textId="77777777" w:rsidR="00DF7BAA" w:rsidRDefault="00DF7BAA" w:rsidP="00DF7BAA">
      <w:pPr>
        <w:pStyle w:val="Nadpis2-2"/>
      </w:pPr>
      <w:bookmarkStart w:id="32" w:name="_Toc6410440"/>
      <w:bookmarkStart w:id="33" w:name="_Toc177453501"/>
      <w:r>
        <w:t>Dokumentace skutečného provedení stavby</w:t>
      </w:r>
      <w:bookmarkEnd w:id="32"/>
      <w:bookmarkEnd w:id="33"/>
    </w:p>
    <w:p w14:paraId="71DB2936" w14:textId="77777777" w:rsidR="00B53E41" w:rsidRPr="000F2DEB" w:rsidRDefault="00B53E41" w:rsidP="00B53E41">
      <w:pPr>
        <w:pStyle w:val="Text2-1"/>
      </w:pPr>
      <w:r w:rsidRPr="000F2DEB">
        <w:t xml:space="preserve">DSPS bude zpracována dle </w:t>
      </w:r>
      <w:r w:rsidR="00E37E06" w:rsidRPr="000F2DEB">
        <w:t>p</w:t>
      </w:r>
      <w:r w:rsidRPr="000F2DEB">
        <w:t>řílohy P9 směrnice SŽ SM011.</w:t>
      </w:r>
    </w:p>
    <w:p w14:paraId="3179131E" w14:textId="77777777" w:rsidR="00DF7BAA" w:rsidRPr="000F2DEB" w:rsidRDefault="00DF7BAA" w:rsidP="00DF7BAA">
      <w:pPr>
        <w:pStyle w:val="Text2-1"/>
      </w:pPr>
      <w:r w:rsidRPr="000F2DEB">
        <w:t xml:space="preserve">Součástí </w:t>
      </w:r>
      <w:r w:rsidR="004C05CC" w:rsidRPr="000F2DEB">
        <w:t>DSPS</w:t>
      </w:r>
      <w:r w:rsidRPr="000F2DEB">
        <w:t xml:space="preserve"> kromě jiného budou:</w:t>
      </w:r>
    </w:p>
    <w:p w14:paraId="46C0E649" w14:textId="77777777" w:rsidR="00B654A4" w:rsidRPr="000F2DEB" w:rsidRDefault="00B654A4" w:rsidP="00B654A4">
      <w:pPr>
        <w:pStyle w:val="Odrka1-1"/>
        <w:numPr>
          <w:ilvl w:val="0"/>
          <w:numId w:val="4"/>
        </w:numPr>
      </w:pPr>
      <w:r w:rsidRPr="000F2DEB">
        <w:t>Schválené situační schéma a tabulka přejezdu, případně závěrové tabulky dotčených stanic</w:t>
      </w:r>
    </w:p>
    <w:p w14:paraId="714F63D2" w14:textId="77777777" w:rsidR="00B654A4" w:rsidRPr="000F2DEB" w:rsidRDefault="00B654A4" w:rsidP="00B654A4">
      <w:pPr>
        <w:pStyle w:val="Odrka1-1"/>
        <w:numPr>
          <w:ilvl w:val="0"/>
          <w:numId w:val="4"/>
        </w:numPr>
      </w:pPr>
      <w:r w:rsidRPr="000F2DEB">
        <w:t>Výchozí revizní zpráva, Technická prohlídka a zkoušky, Průkaz způsobilosti</w:t>
      </w:r>
    </w:p>
    <w:p w14:paraId="0DB55F4F" w14:textId="77777777" w:rsidR="00B654A4" w:rsidRPr="000F2DEB" w:rsidRDefault="00B654A4" w:rsidP="00B654A4">
      <w:pPr>
        <w:pStyle w:val="Odrka1-1"/>
        <w:numPr>
          <w:ilvl w:val="0"/>
          <w:numId w:val="4"/>
        </w:numPr>
      </w:pPr>
      <w:r w:rsidRPr="000F2DEB">
        <w:t>Kompletní dokladová část včetně certifikátů a atestů na použitý materiál a zařízení dle TKP</w:t>
      </w:r>
    </w:p>
    <w:p w14:paraId="02162275" w14:textId="77777777" w:rsidR="00B654A4" w:rsidRPr="000F2DEB" w:rsidRDefault="00B654A4" w:rsidP="00B654A4">
      <w:pPr>
        <w:pStyle w:val="Odrka1-1"/>
        <w:numPr>
          <w:ilvl w:val="0"/>
          <w:numId w:val="4"/>
        </w:numPr>
      </w:pPr>
      <w:r w:rsidRPr="000F2DEB">
        <w:t>Geodetická dokumentace včetně schvalovacího protokolu od SŽG</w:t>
      </w:r>
    </w:p>
    <w:p w14:paraId="2634A44B" w14:textId="3CC52872" w:rsidR="00B654A4" w:rsidRPr="000F2DEB" w:rsidRDefault="00B654A4" w:rsidP="00B654A4">
      <w:pPr>
        <w:pStyle w:val="Odrka1-1"/>
        <w:numPr>
          <w:ilvl w:val="0"/>
          <w:numId w:val="4"/>
        </w:numPr>
      </w:pPr>
      <w:r w:rsidRPr="000F2DEB">
        <w:t xml:space="preserve">Zaměření nivelet pozemní komunikace v oblasti železničního přejezdu (viz příloha </w:t>
      </w:r>
      <w:r w:rsidRPr="000F2DEB">
        <w:fldChar w:fldCharType="begin"/>
      </w:r>
      <w:r w:rsidRPr="000F2DEB">
        <w:instrText xml:space="preserve"> REF _Ref169532562 \r \h  \* MERGEFORMAT </w:instrText>
      </w:r>
      <w:r w:rsidRPr="000F2DEB">
        <w:fldChar w:fldCharType="separate"/>
      </w:r>
      <w:r w:rsidRPr="000F2DEB">
        <w:t>7.1.3</w:t>
      </w:r>
      <w:r w:rsidRPr="000F2DEB">
        <w:fldChar w:fldCharType="end"/>
      </w:r>
      <w:r w:rsidRPr="000F2DEB">
        <w:t xml:space="preserve"> těchto ZTP)</w:t>
      </w:r>
    </w:p>
    <w:p w14:paraId="4C8F9728" w14:textId="77777777" w:rsidR="00B654A4" w:rsidRPr="000F2DEB" w:rsidRDefault="00B654A4" w:rsidP="00B654A4">
      <w:pPr>
        <w:pStyle w:val="Odrka1-1"/>
        <w:numPr>
          <w:ilvl w:val="0"/>
          <w:numId w:val="4"/>
        </w:numPr>
      </w:pPr>
      <w:r w:rsidRPr="000F2DEB">
        <w:t>Zpráva o nezávislém posouzení bezpečnosti, analýze a hodnocení rizik změny železniční infrastruktury, provedených podle nařízení Komise (EU)</w:t>
      </w:r>
    </w:p>
    <w:p w14:paraId="3BA6B611" w14:textId="77777777" w:rsidR="00B654A4" w:rsidRPr="000F2DEB" w:rsidRDefault="00B654A4" w:rsidP="00B654A4">
      <w:pPr>
        <w:pStyle w:val="Odrka1-1"/>
        <w:numPr>
          <w:ilvl w:val="0"/>
          <w:numId w:val="4"/>
        </w:numPr>
        <w:spacing w:after="60"/>
      </w:pPr>
      <w:r w:rsidRPr="000F2DEB">
        <w:t>Závěrečná zpráva odpadového hospodářství stavby dle článku 10 Směrnice SM096, podle závazné osnovy uvedené v příloze B.1 Směrnice, včetně Výkazu odpadového hospodářství dle Přílohy B.2 Směrnice.</w:t>
      </w:r>
    </w:p>
    <w:p w14:paraId="0CDF2A63" w14:textId="36487F1A" w:rsidR="00DF7BAA" w:rsidRPr="000C37E9" w:rsidRDefault="00DF7BAA" w:rsidP="000F2DEB">
      <w:pPr>
        <w:pStyle w:val="Odrka1-1"/>
        <w:numPr>
          <w:ilvl w:val="0"/>
          <w:numId w:val="0"/>
        </w:numPr>
        <w:spacing w:after="60"/>
        <w:ind w:left="737"/>
        <w:rPr>
          <w:highlight w:val="green"/>
        </w:rPr>
      </w:pPr>
    </w:p>
    <w:p w14:paraId="3926D881" w14:textId="2824E70A" w:rsidR="00B94742" w:rsidRPr="000F2DEB" w:rsidRDefault="00B94742" w:rsidP="00FA17DD">
      <w:pPr>
        <w:pStyle w:val="Text2-1"/>
      </w:pPr>
      <w:r w:rsidRPr="000F2DEB">
        <w:t xml:space="preserve">Předání DSPS dle </w:t>
      </w:r>
      <w:r w:rsidR="00090F72" w:rsidRPr="000F2DEB">
        <w:t xml:space="preserve">článku </w:t>
      </w:r>
      <w:r w:rsidR="00FA17DD" w:rsidRPr="000F2DEB">
        <w:t xml:space="preserve">1.11.5 Kapitoly 1 TKP </w:t>
      </w:r>
      <w:r w:rsidRPr="000F2DEB">
        <w:t>proběhne na médiu</w:t>
      </w:r>
      <w:r w:rsidR="00FA17DD" w:rsidRPr="000F2DEB">
        <w:t>:</w:t>
      </w:r>
      <w:r w:rsidRPr="000F2DEB">
        <w:t xml:space="preserve"> DVD. </w:t>
      </w:r>
    </w:p>
    <w:p w14:paraId="675EBE36" w14:textId="1B1BCB28" w:rsidR="00B654A4" w:rsidRPr="00F16058" w:rsidRDefault="00B654A4" w:rsidP="00B654A4">
      <w:pPr>
        <w:pStyle w:val="ZTPinfo-text"/>
        <w:rPr>
          <w:b/>
          <w:color w:val="FF0000"/>
          <w:sz w:val="24"/>
          <w:szCs w:val="24"/>
        </w:rPr>
      </w:pPr>
    </w:p>
    <w:p w14:paraId="2DD392AC" w14:textId="77777777" w:rsidR="00B654A4" w:rsidRPr="007C4C8F" w:rsidRDefault="00B654A4" w:rsidP="00B94742">
      <w:pPr>
        <w:pStyle w:val="ZTPinfo-text"/>
        <w:rPr>
          <w:b/>
        </w:rPr>
      </w:pPr>
    </w:p>
    <w:p w14:paraId="707646A4" w14:textId="77777777" w:rsidR="00DF7BAA" w:rsidRDefault="00DF7BAA" w:rsidP="00DF7BAA">
      <w:pPr>
        <w:pStyle w:val="Nadpis2-2"/>
      </w:pPr>
      <w:bookmarkStart w:id="34" w:name="_Toc6410441"/>
      <w:bookmarkStart w:id="35" w:name="_Toc177453502"/>
      <w:r>
        <w:lastRenderedPageBreak/>
        <w:t>Zabezpečovací zařízení</w:t>
      </w:r>
      <w:bookmarkEnd w:id="34"/>
      <w:bookmarkEnd w:id="35"/>
    </w:p>
    <w:p w14:paraId="0480E5B0" w14:textId="77777777" w:rsidR="004012C9" w:rsidRDefault="004012C9" w:rsidP="004012C9">
      <w:pPr>
        <w:pStyle w:val="Text2-1"/>
      </w:pPr>
      <w:r>
        <w:t>Součinnost Zhotovitele při přezkoušení zabezpečovacích zařízení</w:t>
      </w:r>
    </w:p>
    <w:p w14:paraId="5FF837D3" w14:textId="77777777" w:rsidR="004012C9" w:rsidRDefault="004012C9" w:rsidP="004012C9">
      <w:pPr>
        <w:pStyle w:val="Text2-2"/>
      </w:pPr>
      <w:r w:rsidRPr="00F215DC">
        <w:t xml:space="preserve">Povinnosti </w:t>
      </w:r>
      <w:r w:rsidR="00DB52E5">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50827DE8" w14:textId="77777777" w:rsidR="004012C9" w:rsidRDefault="004012C9" w:rsidP="004012C9">
      <w:pPr>
        <w:pStyle w:val="Text2-2"/>
      </w:pPr>
      <w:r>
        <w:t xml:space="preserve">Zhotovitel je </w:t>
      </w:r>
      <w:r w:rsidRPr="004B2AA1">
        <w:t xml:space="preserve">povinen do </w:t>
      </w:r>
      <w:r>
        <w:t xml:space="preserve">Podrobného </w:t>
      </w:r>
      <w:r w:rsidRPr="004B2AA1">
        <w:t xml:space="preserve">harmonogramu předloženého dle </w:t>
      </w:r>
      <w:r>
        <w:t>odst. 3.6 Obchodních podmínek</w:t>
      </w:r>
      <w:r w:rsidRPr="004B2AA1">
        <w:t xml:space="preserve"> u příslušných PS zapracovat konkrétní časové požadavky (časový rozsah)</w:t>
      </w:r>
      <w:r>
        <w:t xml:space="preserve"> na komplexní vyzkoušení zařízení, kterého se bude účastnit odborná komise.</w:t>
      </w:r>
    </w:p>
    <w:p w14:paraId="39250878" w14:textId="77777777" w:rsidR="004012C9" w:rsidRDefault="004012C9" w:rsidP="004012C9">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5CC2BF9B" w14:textId="77777777" w:rsidR="004012C9" w:rsidRDefault="004012C9" w:rsidP="004012C9">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4630E493" w14:textId="77777777" w:rsidR="000F2DEB" w:rsidRPr="003D3567" w:rsidRDefault="000F2DEB" w:rsidP="000F2DEB">
      <w:pPr>
        <w:pStyle w:val="Text2-1"/>
      </w:pPr>
      <w:r w:rsidRPr="003D3567">
        <w:t>Technologie přejezdového zabezpečovacího zařízení se předpokládá reléová s elektronickými prvky, umístěná do stojanu.</w:t>
      </w:r>
    </w:p>
    <w:p w14:paraId="5CBDC067" w14:textId="77777777" w:rsidR="000F2DEB" w:rsidRPr="003D3567" w:rsidRDefault="000F2DEB" w:rsidP="000F2DEB">
      <w:pPr>
        <w:pStyle w:val="Text2-1"/>
      </w:pPr>
      <w:r w:rsidRPr="003D3567">
        <w:t>Dispozice reléového domku bude upravena tak, aby společná přístrojová skříň byla umístěna vedle otevřených dveří.</w:t>
      </w:r>
    </w:p>
    <w:p w14:paraId="5EE6D9BF" w14:textId="77777777" w:rsidR="00DF7BAA" w:rsidRDefault="00DF7BAA" w:rsidP="00DF7BAA">
      <w:pPr>
        <w:pStyle w:val="Nadpis2-2"/>
      </w:pPr>
      <w:bookmarkStart w:id="36" w:name="_Toc6410445"/>
      <w:bookmarkStart w:id="37" w:name="_Toc177453503"/>
      <w:r>
        <w:t>Železniční svršek</w:t>
      </w:r>
      <w:bookmarkEnd w:id="36"/>
      <w:bookmarkEnd w:id="37"/>
      <w:r>
        <w:t xml:space="preserve"> </w:t>
      </w:r>
    </w:p>
    <w:p w14:paraId="593F9D1C" w14:textId="77777777" w:rsidR="000F2DEB" w:rsidRDefault="000F2DEB" w:rsidP="000F2DEB">
      <w:pPr>
        <w:pStyle w:val="Text2-1"/>
      </w:pPr>
      <w:r w:rsidRPr="0088424B">
        <w:t>Následná úprava směrové a výškové polohy koleje bude provedena po uplynutí</w:t>
      </w:r>
      <w:r>
        <w:t xml:space="preserve"> minimálně</w:t>
      </w:r>
      <w:r w:rsidRPr="0088424B">
        <w:t xml:space="preserve"> tří měsíců od zavedení zkušebního provozu</w:t>
      </w:r>
      <w:r>
        <w:t>.</w:t>
      </w:r>
    </w:p>
    <w:p w14:paraId="6F5C2868" w14:textId="77777777" w:rsidR="00DF7BAA" w:rsidRDefault="00DF7BAA" w:rsidP="00DF7BAA">
      <w:pPr>
        <w:pStyle w:val="Nadpis2-2"/>
      </w:pPr>
      <w:bookmarkStart w:id="38" w:name="_Toc6410448"/>
      <w:bookmarkStart w:id="39" w:name="_Toc177453504"/>
      <w:r>
        <w:t>Železniční přejezdy</w:t>
      </w:r>
      <w:bookmarkEnd w:id="38"/>
      <w:bookmarkEnd w:id="39"/>
    </w:p>
    <w:p w14:paraId="033A2270" w14:textId="77777777" w:rsidR="00310817" w:rsidRPr="00335175" w:rsidRDefault="00310817" w:rsidP="00310817">
      <w:pPr>
        <w:pStyle w:val="Text2-1"/>
      </w:pPr>
      <w:r w:rsidRPr="00335175">
        <w:t xml:space="preserve">Před zahájením stavebních prací bude provedeno podrobné vytyčení stavby oprávněným geodetem Zhotovitele. Součástí vytyčení bude i kontrola a potvrzení projektovaného řešení v místě napojení na stávající stav. V případě zjištěných odchylek mezi projektovaným řešením a skutečností bude projektové řešení Dozorem projektanta upraveno. </w:t>
      </w:r>
    </w:p>
    <w:p w14:paraId="6847C71A" w14:textId="77777777" w:rsidR="00310817" w:rsidRPr="00335175" w:rsidRDefault="00310817" w:rsidP="00310817">
      <w:pPr>
        <w:pStyle w:val="Text2-1"/>
      </w:pPr>
      <w:r w:rsidRPr="00335175">
        <w:t xml:space="preserve">Před zahájením Zkušebního provozu bude v rámci technickobezpečnostní zkoušky provedeno zaměření skutečného stavu pozemní komunikace v oblasti železničního přejezdu a prokázán soulad provedených prací a PDPS. Jako průkaz bude doložen soutisk navrženého podélného profilu pozemní komunikace z PDPS se zákresem skutečného provedení ze zaměření a příčný řez v rovině kolmé na osu koleje, pokud byl v PDPS zpracován dle požadavku čl. 5.3.1 ČSN 73 6380. </w:t>
      </w:r>
    </w:p>
    <w:p w14:paraId="24AE14EE" w14:textId="6A4F3DC6" w:rsidR="00A6274D" w:rsidRPr="00335175" w:rsidRDefault="00310817" w:rsidP="00310817">
      <w:pPr>
        <w:pStyle w:val="Text2-1"/>
      </w:pPr>
      <w:r w:rsidRPr="00335175">
        <w:t xml:space="preserve">Podélný profil pozemní komunikace musí vyhovovat ČSN 73 6380 a přesnost povrchu vozovek musí vyhovovat čl. 4.4 kapitoly 1TKP staveb pozemních komunikací. Na základě zaměření skutečného stavu pozemní komunikace bude zpracována DSPS dle Přílohy P9 SŽ SM011.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Objednatele (viz příloha </w:t>
      </w:r>
      <w:r w:rsidRPr="00335175">
        <w:fldChar w:fldCharType="begin"/>
      </w:r>
      <w:r w:rsidRPr="00335175">
        <w:instrText xml:space="preserve"> REF _Ref169532562 \r \h </w:instrText>
      </w:r>
      <w:r>
        <w:instrText xml:space="preserve"> \* MERGEFORMAT </w:instrText>
      </w:r>
      <w:r w:rsidRPr="00335175">
        <w:fldChar w:fldCharType="separate"/>
      </w:r>
      <w:r w:rsidR="00B654A4">
        <w:t>7.1.3</w:t>
      </w:r>
      <w:r w:rsidRPr="00335175">
        <w:fldChar w:fldCharType="end"/>
      </w:r>
      <w:r w:rsidRPr="00335175">
        <w:t xml:space="preserve"> těchto ZTP). U</w:t>
      </w:r>
      <w:r>
        <w:t> </w:t>
      </w:r>
      <w:r w:rsidRPr="00335175">
        <w:t>železničních přejezdů, které jsou posuzovány dle čl. 5.3.1 ČSN 73 6380 bude doloženo splnění požadovaných kritérií v rovině kolmé na osu koleje.</w:t>
      </w:r>
      <w:r>
        <w:t xml:space="preserve"> </w:t>
      </w:r>
    </w:p>
    <w:p w14:paraId="680AB9F6" w14:textId="77777777" w:rsidR="00DF7BAA" w:rsidRDefault="00DF7BAA" w:rsidP="00DF7BAA">
      <w:pPr>
        <w:pStyle w:val="Nadpis2-2"/>
      </w:pPr>
      <w:bookmarkStart w:id="40" w:name="_Toc6410449"/>
      <w:bookmarkStart w:id="41" w:name="_Toc177453505"/>
      <w:r>
        <w:t>Mosty, propustky a zdi</w:t>
      </w:r>
      <w:bookmarkEnd w:id="40"/>
      <w:bookmarkEnd w:id="41"/>
    </w:p>
    <w:p w14:paraId="6E96E8CF" w14:textId="77777777" w:rsidR="00D66BEE" w:rsidRPr="000F2DEB" w:rsidRDefault="00D66BEE" w:rsidP="00D66BEE">
      <w:pPr>
        <w:pStyle w:val="Text2-1"/>
      </w:pPr>
      <w:r w:rsidRPr="000F2DEB">
        <w:t xml:space="preserve">Při přechodu kabelových tras přes železniční propustky v km 6,517 a 6,735 bude výkop pro uložení chrániček ve štěrkovém loži nad nosnými konstrukcemi prováděn ručně. </w:t>
      </w:r>
    </w:p>
    <w:p w14:paraId="51537666" w14:textId="77777777" w:rsidR="00D66BEE" w:rsidRPr="000F2DEB" w:rsidRDefault="00D66BEE" w:rsidP="00D66BEE">
      <w:pPr>
        <w:pStyle w:val="Text2-1"/>
      </w:pPr>
      <w:r w:rsidRPr="000F2DEB">
        <w:lastRenderedPageBreak/>
        <w:t xml:space="preserve">Kabelové trasy v blízkosti žel. propustků v km 6,283 a 6,901 budou vedeny v min. 2m vzdálenosti od stávajících čel propustků. </w:t>
      </w:r>
    </w:p>
    <w:p w14:paraId="7E8CF040" w14:textId="60204712" w:rsidR="00DF7BAA" w:rsidRPr="000F2DEB" w:rsidRDefault="00D66BEE" w:rsidP="00D66BEE">
      <w:pPr>
        <w:pStyle w:val="Text2-1"/>
      </w:pPr>
      <w:r w:rsidRPr="000F2DEB">
        <w:t>U mostních objektů budou zřízeny kabelové rezervy.</w:t>
      </w:r>
    </w:p>
    <w:p w14:paraId="2BD339F9" w14:textId="77777777" w:rsidR="00DF7BAA" w:rsidRDefault="00DF7BAA" w:rsidP="00DF7BAA">
      <w:pPr>
        <w:pStyle w:val="Nadpis2-2"/>
      </w:pPr>
      <w:bookmarkStart w:id="42" w:name="_Toc6410453"/>
      <w:bookmarkStart w:id="43" w:name="_Toc177453506"/>
      <w:r>
        <w:t>Kabelovody, kolektory</w:t>
      </w:r>
      <w:bookmarkEnd w:id="42"/>
      <w:bookmarkEnd w:id="43"/>
    </w:p>
    <w:p w14:paraId="6163C5D2" w14:textId="5ADADE9C" w:rsidR="00F51AC1" w:rsidRPr="000F2DEB" w:rsidRDefault="00F51AC1" w:rsidP="00F51AC1">
      <w:pPr>
        <w:pStyle w:val="Text2-1"/>
      </w:pPr>
      <w:r>
        <w:t xml:space="preserve">Zhotovitel se při zajištění a ochraně kabelizace řídí pokynem SŽ PO-09/2023-GŘ Pokyn generálního ředitele ve věci ochrany kabelizace v průběhu přípravy a realizace investičních a opravných prací ze dne 4. 6. </w:t>
      </w:r>
      <w:r w:rsidRPr="000F2DEB">
        <w:t>2024</w:t>
      </w:r>
      <w:r w:rsidR="00B654A4" w:rsidRPr="000F2DEB">
        <w:t xml:space="preserve"> (viz příloha </w:t>
      </w:r>
      <w:r w:rsidR="00B654A4" w:rsidRPr="000F2DEB">
        <w:fldChar w:fldCharType="begin"/>
      </w:r>
      <w:r w:rsidR="00B654A4" w:rsidRPr="000F2DEB">
        <w:instrText xml:space="preserve"> REF _Ref173312641 \r \h </w:instrText>
      </w:r>
      <w:r w:rsidR="000F2DEB">
        <w:instrText xml:space="preserve"> \* MERGEFORMAT </w:instrText>
      </w:r>
      <w:r w:rsidR="00B654A4" w:rsidRPr="000F2DEB">
        <w:fldChar w:fldCharType="separate"/>
      </w:r>
      <w:r w:rsidR="00B654A4" w:rsidRPr="000F2DEB">
        <w:t>7.1.6</w:t>
      </w:r>
      <w:r w:rsidR="00B654A4" w:rsidRPr="000F2DEB">
        <w:fldChar w:fldCharType="end"/>
      </w:r>
      <w:r w:rsidR="00B654A4" w:rsidRPr="000F2DEB">
        <w:t xml:space="preserve"> těchto ZTP)</w:t>
      </w:r>
      <w:r w:rsidRPr="000F2DEB">
        <w:t>.</w:t>
      </w:r>
    </w:p>
    <w:p w14:paraId="3397264A" w14:textId="77777777" w:rsidR="00DF7BAA" w:rsidRPr="000F2DEB" w:rsidRDefault="00DF7BAA" w:rsidP="00DF7BAA">
      <w:pPr>
        <w:pStyle w:val="Nadpis2-2"/>
      </w:pPr>
      <w:bookmarkStart w:id="44" w:name="_Toc6410455"/>
      <w:bookmarkStart w:id="45" w:name="_Toc177453507"/>
      <w:r w:rsidRPr="000F2DEB">
        <w:t>Pozemní stavební objekty</w:t>
      </w:r>
      <w:bookmarkEnd w:id="44"/>
      <w:bookmarkEnd w:id="45"/>
    </w:p>
    <w:p w14:paraId="48A4A240" w14:textId="0A561779" w:rsidR="00DF7BAA" w:rsidRPr="000F2DEB" w:rsidRDefault="00FB02A7" w:rsidP="00DF7BAA">
      <w:pPr>
        <w:pStyle w:val="Text2-1"/>
      </w:pPr>
      <w:r w:rsidRPr="000F2DEB">
        <w:t>Nový technologický domek bude ve správě SPS. V rámci stavby bude vyhotoven geometrický plán objektu, a ten bude spolu s projektovou dokumentací stavební části předán správci – SPS OŘ Ostrava pro případné vložení objektu do Katastru nemovitostí</w:t>
      </w:r>
      <w:r w:rsidR="00DF7BAA" w:rsidRPr="000F2DEB">
        <w:t>.</w:t>
      </w:r>
    </w:p>
    <w:p w14:paraId="5952BE79" w14:textId="77777777" w:rsidR="00D66BEE" w:rsidRPr="000F2DEB" w:rsidRDefault="00D66BEE" w:rsidP="00D66BEE">
      <w:pPr>
        <w:pStyle w:val="Text2-1"/>
        <w:spacing w:after="0"/>
      </w:pPr>
      <w:r w:rsidRPr="000F2DEB">
        <w:t xml:space="preserve">V rámci skutečného provedení stavby požaduje do projektu doplnit: </w:t>
      </w:r>
    </w:p>
    <w:p w14:paraId="56621367" w14:textId="51B9E337" w:rsidR="00D66BEE" w:rsidRPr="000F2DEB" w:rsidRDefault="00D66BEE" w:rsidP="00D66BEE">
      <w:pPr>
        <w:pStyle w:val="Text2-1"/>
        <w:numPr>
          <w:ilvl w:val="0"/>
          <w:numId w:val="0"/>
        </w:numPr>
        <w:spacing w:after="0"/>
        <w:ind w:left="737"/>
      </w:pPr>
      <w:r w:rsidRPr="000F2DEB">
        <w:t xml:space="preserve">- do půdorysu 1.NP – promítnutí obvodu střechy, </w:t>
      </w:r>
    </w:p>
    <w:p w14:paraId="0B8F4265" w14:textId="77777777" w:rsidR="00D66BEE" w:rsidRPr="000F2DEB" w:rsidRDefault="00D66BEE" w:rsidP="00D66BEE">
      <w:pPr>
        <w:pStyle w:val="Text2-1"/>
        <w:numPr>
          <w:ilvl w:val="0"/>
          <w:numId w:val="0"/>
        </w:numPr>
        <w:spacing w:after="0"/>
        <w:ind w:left="737"/>
      </w:pPr>
      <w:r w:rsidRPr="000F2DEB">
        <w:t xml:space="preserve">- podrobnější koordinační situaci v měřítku 1:200, </w:t>
      </w:r>
    </w:p>
    <w:p w14:paraId="0C9265ED" w14:textId="11F2C65B" w:rsidR="00D66BEE" w:rsidRPr="000F2DEB" w:rsidRDefault="00D66BEE" w:rsidP="00D66BEE">
      <w:pPr>
        <w:pStyle w:val="Text2-1"/>
        <w:numPr>
          <w:ilvl w:val="0"/>
          <w:numId w:val="0"/>
        </w:numPr>
        <w:ind w:left="737"/>
      </w:pPr>
      <w:r w:rsidRPr="000F2DEB">
        <w:t>- výpisy truhlářských a klempířských prvků.</w:t>
      </w:r>
    </w:p>
    <w:p w14:paraId="6F99703C" w14:textId="77777777" w:rsidR="00DF7BAA" w:rsidRDefault="00DF7BAA" w:rsidP="00DF7BAA">
      <w:pPr>
        <w:pStyle w:val="Nadpis2-2"/>
      </w:pPr>
      <w:bookmarkStart w:id="46" w:name="_Toc6410457"/>
      <w:bookmarkStart w:id="47" w:name="_Toc177453508"/>
      <w:r>
        <w:t>Vyzískaný materiál</w:t>
      </w:r>
      <w:bookmarkEnd w:id="46"/>
      <w:bookmarkEnd w:id="47"/>
    </w:p>
    <w:p w14:paraId="35F954BD" w14:textId="77777777" w:rsidR="00B654A4" w:rsidRPr="000F2DEB" w:rsidRDefault="00B654A4" w:rsidP="00B654A4">
      <w:pPr>
        <w:pStyle w:val="Text2-1"/>
      </w:pPr>
      <w:r w:rsidRPr="000F2DEB">
        <w:t xml:space="preserve">Vyzískaný materiál ze stavby zůstává v majetku Objednatele. Vyzískaný materiál převezme protokolárně Oblastní ředitelství Ostrava. Případně zhotovitel zajistí jeho ekologickou likvidaci. </w:t>
      </w:r>
    </w:p>
    <w:p w14:paraId="2B297BB8" w14:textId="77777777" w:rsidR="00DF7BAA" w:rsidRDefault="00DF7BAA" w:rsidP="00DF7BAA">
      <w:pPr>
        <w:pStyle w:val="Nadpis2-2"/>
      </w:pPr>
      <w:bookmarkStart w:id="48" w:name="_Toc177453509"/>
      <w:bookmarkStart w:id="49" w:name="_Toc6410458"/>
      <w:r>
        <w:t>Životní prostředí</w:t>
      </w:r>
      <w:bookmarkEnd w:id="48"/>
      <w:r>
        <w:t xml:space="preserve"> </w:t>
      </w:r>
      <w:bookmarkEnd w:id="49"/>
    </w:p>
    <w:p w14:paraId="717C0DE5" w14:textId="77777777" w:rsidR="001860E7" w:rsidRPr="00B61D30" w:rsidRDefault="001860E7" w:rsidP="001860E7">
      <w:pPr>
        <w:pStyle w:val="Text2-1"/>
        <w:rPr>
          <w:rStyle w:val="Tun"/>
        </w:rPr>
      </w:pPr>
      <w:r w:rsidRPr="00B61D30">
        <w:rPr>
          <w:rStyle w:val="Tun"/>
        </w:rPr>
        <w:t xml:space="preserve">Nakládání s odpady </w:t>
      </w:r>
    </w:p>
    <w:p w14:paraId="3F2DF20B" w14:textId="77777777" w:rsidR="00B61D30" w:rsidRPr="00856573" w:rsidRDefault="00B61D30" w:rsidP="00856573">
      <w:pPr>
        <w:pStyle w:val="Text2-2"/>
      </w:pPr>
      <w:r w:rsidRPr="00856573">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4EA0A3A3" w14:textId="2206E7FC" w:rsidR="00217951" w:rsidRPr="00ED2516" w:rsidRDefault="009B5181" w:rsidP="008444F1">
      <w:pPr>
        <w:pStyle w:val="Text2-2"/>
        <w:rPr>
          <w:rStyle w:val="Tun"/>
          <w:b w:val="0"/>
        </w:rPr>
      </w:pPr>
      <w:r w:rsidRPr="008444F1">
        <w:rPr>
          <w:b/>
        </w:rPr>
        <w:t>Nad rámec Projektové dokumentace bude Zhotovitel stavební a demoliční odpad (skupina katalogu odpadů č. 17</w:t>
      </w:r>
      <w:r w:rsidRPr="008444F1">
        <w:t xml:space="preserve">) </w:t>
      </w:r>
      <w:r w:rsidRPr="008444F1">
        <w:rPr>
          <w:b/>
        </w:rPr>
        <w:t>v co největší možné míře recyklovat.</w:t>
      </w:r>
      <w:r w:rsidRPr="008444F1">
        <w:t xml:space="preserve"> </w:t>
      </w:r>
      <w:r w:rsidR="003833A8" w:rsidRPr="008444F1">
        <w:t>Vytěžená zemina se recykluje, ale nespadá do</w:t>
      </w:r>
      <w:r w:rsidR="0030057C">
        <w:t> </w:t>
      </w:r>
      <w:r w:rsidR="003833A8" w:rsidRPr="008444F1">
        <w:t>procesu výpočtu pro recyklaci stavebního a demoličního odpadu.</w:t>
      </w:r>
      <w:r w:rsidRPr="008444F1">
        <w:t xml:space="preserve"> V rámci Odpadového hospodářství je v Projektové dokumentaci pro daný odpad většinou navržen způsob likvidace odvoz na skládku. </w:t>
      </w:r>
      <w:r w:rsidRPr="008444F1">
        <w:rPr>
          <w:b/>
        </w:rPr>
        <w:t xml:space="preserve">Zhotovitel </w:t>
      </w:r>
      <w:r w:rsidR="00E739C5" w:rsidRPr="008444F1">
        <w:rPr>
          <w:b/>
        </w:rPr>
        <w:t xml:space="preserve">bude se </w:t>
      </w:r>
      <w:r w:rsidRPr="008444F1">
        <w:rPr>
          <w:b/>
        </w:rPr>
        <w:t>stavební</w:t>
      </w:r>
      <w:r w:rsidR="00E739C5" w:rsidRPr="008444F1">
        <w:rPr>
          <w:b/>
        </w:rPr>
        <w:t>m</w:t>
      </w:r>
      <w:r w:rsidRPr="008444F1">
        <w:rPr>
          <w:b/>
        </w:rPr>
        <w:t xml:space="preserve"> a demoliční</w:t>
      </w:r>
      <w:r w:rsidR="00E739C5" w:rsidRPr="008444F1">
        <w:rPr>
          <w:b/>
        </w:rPr>
        <w:t>m</w:t>
      </w:r>
      <w:r w:rsidRPr="008444F1">
        <w:rPr>
          <w:b/>
        </w:rPr>
        <w:t xml:space="preserve"> odpad</w:t>
      </w:r>
      <w:r w:rsidR="00E739C5" w:rsidRPr="008444F1">
        <w:rPr>
          <w:b/>
        </w:rPr>
        <w:t>em</w:t>
      </w:r>
      <w:r w:rsidRPr="008444F1">
        <w:rPr>
          <w:b/>
        </w:rPr>
        <w:t xml:space="preserve"> </w:t>
      </w:r>
      <w:r w:rsidRPr="008444F1">
        <w:rPr>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8444F1">
        <w:rPr>
          <w:i/>
        </w:rPr>
        <w:t>17 04 Kovy (včetně jejich slitin</w:t>
      </w:r>
      <w:r w:rsidR="004E28F5">
        <w:rPr>
          <w:i/>
        </w:rPr>
        <w:t>)</w:t>
      </w:r>
      <w:r w:rsidR="003202DC" w:rsidRPr="008444F1">
        <w:rPr>
          <w:i/>
        </w:rPr>
        <w:t xml:space="preserve">; </w:t>
      </w:r>
      <w:r w:rsidRPr="008444F1">
        <w:rPr>
          <w:i/>
        </w:rPr>
        <w:t xml:space="preserve">17 05 04 Zemina a kamení neuvedené pod číslem 17 05 03;  17 05 08 Štěrk ze železničního svršku neuvedený pod číslem 17 05 07; </w:t>
      </w:r>
      <w:r w:rsidR="003202DC" w:rsidRPr="008444F1">
        <w:rPr>
          <w:i/>
        </w:rPr>
        <w:t xml:space="preserve">17 06 04 Izolační materiály neuvedené pod čísly 17 06 01 a 17 06 03; </w:t>
      </w:r>
      <w:r w:rsidRPr="008444F1">
        <w:rPr>
          <w:i/>
        </w:rPr>
        <w:t>17 08 02 Stavební materiály na bázi sádry neuvedené pod číslem 17 08 01; 17 09 04 Směsné stavební a demoliční odpady neuvedené pod</w:t>
      </w:r>
      <w:r w:rsidR="0030057C">
        <w:rPr>
          <w:i/>
        </w:rPr>
        <w:t> </w:t>
      </w:r>
      <w:r w:rsidRPr="008444F1">
        <w:rPr>
          <w:i/>
        </w:rPr>
        <w:t>čísly 17 09 01, 17 09 02 a 17 09 03)</w:t>
      </w:r>
      <w:r w:rsidRPr="008444F1">
        <w:t xml:space="preserve"> </w:t>
      </w:r>
      <w:r w:rsidRPr="008444F1">
        <w:rPr>
          <w:b/>
        </w:rPr>
        <w:t xml:space="preserve">nakládat jako s odpadem vhodným k dalšímu zpracování, resp. k recyklaci. </w:t>
      </w:r>
      <w:r w:rsidRPr="008444F1">
        <w:t xml:space="preserve">Tento </w:t>
      </w:r>
      <w:r w:rsidRPr="008444F1">
        <w:rPr>
          <w:b/>
        </w:rPr>
        <w:t>stavební a</w:t>
      </w:r>
      <w:r w:rsidR="0030057C">
        <w:rPr>
          <w:b/>
        </w:rPr>
        <w:t> </w:t>
      </w:r>
      <w:r w:rsidRPr="008444F1">
        <w:rPr>
          <w:b/>
        </w:rPr>
        <w:t xml:space="preserve">demoliční odpad, považovaný za vhodný k recyklaci nebude odvážen </w:t>
      </w:r>
      <w:r w:rsidRPr="008444F1">
        <w:rPr>
          <w:b/>
        </w:rPr>
        <w:lastRenderedPageBreak/>
        <w:t>na skládky odpadu</w:t>
      </w:r>
      <w:r w:rsidRPr="008444F1">
        <w:t>, nýbrž v</w:t>
      </w:r>
      <w:r w:rsidR="00433361">
        <w:t> </w:t>
      </w:r>
      <w:r w:rsidRPr="008444F1">
        <w:t>případě</w:t>
      </w:r>
      <w:r w:rsidR="00433361">
        <w:t>,</w:t>
      </w:r>
      <w:r w:rsidRPr="008444F1">
        <w:t xml:space="preserve"> kdy nedojde k jeho přípravě k opětovnému použití a jeho následného využití Zhotovitelem, bude předáván k dalšímu zpracování na nejbližší k tomu určená recyklační místa/centra</w:t>
      </w:r>
      <w:r w:rsidR="00CA71A9">
        <w:t xml:space="preserve">. </w:t>
      </w:r>
      <w:r w:rsidR="00CA71A9">
        <w:rPr>
          <w:rStyle w:val="Tun"/>
          <w:b w:val="0"/>
        </w:rPr>
        <w:t>Rozhodnutí o zřízení místní recykl. zákl. nebo o odvozu na recykl. místa/centra bude vždy provedeno na základě ekonomické efektivnosti a bude odsouhlaseno Objednatelem</w:t>
      </w:r>
      <w:r w:rsidRPr="008444F1">
        <w:t xml:space="preserve">. Přehled recyklačních center v rámci České republiky je uveden např. na webových stránkách </w:t>
      </w:r>
      <w:hyperlink r:id="rId11" w:history="1">
        <w:r w:rsidR="009C016F" w:rsidRPr="008444F1">
          <w:rPr>
            <w:rStyle w:val="Hypertextovodkaz"/>
          </w:rPr>
          <w:t>https://www.betonserver.cz/skladky-suti-recyklace/recyklacni-centra</w:t>
        </w:r>
      </w:hyperlink>
      <w:r w:rsidR="009C016F" w:rsidRPr="008444F1">
        <w:t xml:space="preserve">. </w:t>
      </w:r>
      <w:r w:rsidRPr="008444F1">
        <w:t xml:space="preserve">Zhotovitel ocení položky odpadů </w:t>
      </w:r>
      <w:r w:rsidRPr="000F2DEB">
        <w:t>v </w:t>
      </w:r>
      <w:r w:rsidR="00886163" w:rsidRPr="000F2DEB">
        <w:t>jednotlivých SO/PS</w:t>
      </w:r>
      <w:r w:rsidR="00886163">
        <w:t xml:space="preserve"> </w:t>
      </w:r>
      <w:r w:rsidRPr="008444F1">
        <w:t>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w:t>
      </w:r>
      <w:r w:rsidRPr="00ED2516">
        <w:rPr>
          <w:rStyle w:val="Tun"/>
          <w:b w:val="0"/>
        </w:rPr>
        <w:t xml:space="preserve"> pro opětovné použití. </w:t>
      </w:r>
    </w:p>
    <w:p w14:paraId="71B1AFB8" w14:textId="77777777" w:rsidR="00217951" w:rsidRPr="00052DB3"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EB7A07">
        <w:rPr>
          <w:rStyle w:val="Tun"/>
          <w:b w:val="0"/>
        </w:rPr>
        <w:t>garantovi za</w:t>
      </w:r>
      <w:r w:rsidR="00EB7A07" w:rsidRPr="00052DB3">
        <w:rPr>
          <w:rStyle w:val="Tun"/>
          <w:b w:val="0"/>
        </w:rPr>
        <w:t xml:space="preserve">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C654BD">
        <w:rPr>
          <w:rStyle w:val="Tun"/>
          <w:b w:val="0"/>
        </w:rPr>
        <w:t xml:space="preserve">garanta za </w:t>
      </w:r>
      <w:r w:rsidRPr="00052DB3">
        <w:rPr>
          <w:rStyle w:val="Tun"/>
          <w:b w:val="0"/>
        </w:rPr>
        <w:t>ŽP Objednatele a</w:t>
      </w:r>
      <w:r>
        <w:rPr>
          <w:rStyle w:val="Tun"/>
          <w:b w:val="0"/>
        </w:rPr>
        <w:t> </w:t>
      </w:r>
      <w:r w:rsidRPr="00052DB3">
        <w:rPr>
          <w:rStyle w:val="Tun"/>
          <w:b w:val="0"/>
        </w:rPr>
        <w:t>Správce trati.</w:t>
      </w:r>
    </w:p>
    <w:p w14:paraId="48AF2AFE" w14:textId="77777777" w:rsidR="00217951" w:rsidRPr="00052DB3" w:rsidRDefault="00217951" w:rsidP="00217951">
      <w:pPr>
        <w:pStyle w:val="Text2-2"/>
        <w:rPr>
          <w:rStyle w:val="Tun"/>
          <w:b w:val="0"/>
        </w:rPr>
      </w:pPr>
      <w:r w:rsidRPr="00052DB3">
        <w:rPr>
          <w:rStyle w:val="Tun"/>
          <w:b w:val="0"/>
        </w:rPr>
        <w:t xml:space="preserve">Zhotovitel na základě závěrů ze vzorkování předá </w:t>
      </w:r>
      <w:r w:rsidR="00EB7A07">
        <w:rPr>
          <w:rStyle w:val="Tun"/>
          <w:b w:val="0"/>
        </w:rPr>
        <w:t>garantovi za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03112393"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438E74F3" w14:textId="77777777" w:rsidR="001860E7" w:rsidRPr="00217951"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21405E83" w14:textId="77777777" w:rsidR="00DF7BAA" w:rsidRDefault="00DF7BAA" w:rsidP="00DF7BAA">
      <w:pPr>
        <w:pStyle w:val="Nadpis2-1"/>
      </w:pPr>
      <w:bookmarkStart w:id="50" w:name="_Toc6410460"/>
      <w:bookmarkStart w:id="51" w:name="_Toc177453510"/>
      <w:r w:rsidRPr="00EC2E51">
        <w:t>ORGANIZACE</w:t>
      </w:r>
      <w:r>
        <w:t xml:space="preserve"> VÝSTAVBY, VÝLUKY</w:t>
      </w:r>
      <w:bookmarkEnd w:id="50"/>
      <w:bookmarkEnd w:id="51"/>
    </w:p>
    <w:p w14:paraId="3995852C" w14:textId="77777777" w:rsidR="007A1129" w:rsidRPr="007A1129" w:rsidRDefault="007A1129" w:rsidP="007A1129">
      <w:pPr>
        <w:pStyle w:val="Text2-1"/>
        <w:rPr>
          <w:b/>
          <w:bCs/>
        </w:rPr>
      </w:pPr>
      <w:bookmarkStart w:id="52" w:name="_Hlk183590470"/>
      <w:r w:rsidRPr="007A1129">
        <w:rPr>
          <w:b/>
          <w:bCs/>
        </w:rPr>
        <w:t>Provozovatelem trati Milotice nad Opavou Vrbno je PKP CARGO INTERNATIONAL a.s., o výluku je třeba požádat provozovatele této trati.</w:t>
      </w:r>
    </w:p>
    <w:p w14:paraId="36288C9C" w14:textId="3822ABAC" w:rsidR="00B654A4" w:rsidRPr="007A1129" w:rsidRDefault="007A1129" w:rsidP="007A1129">
      <w:pPr>
        <w:pStyle w:val="Text2-1"/>
        <w:rPr>
          <w:b/>
          <w:bCs/>
        </w:rPr>
      </w:pPr>
      <w:r w:rsidRPr="007A1129">
        <w:rPr>
          <w:b/>
          <w:bCs/>
        </w:rPr>
        <w:t>Vzhledem k opravě povodňových škod a navazujícím výlukám na trati Brantice – Bruntál je nutné, aby stavební část byla dokončena do 30.4.2025 v koordinaci s opravou povodňových škod na této trati</w:t>
      </w:r>
      <w:bookmarkEnd w:id="52"/>
      <w:r w:rsidR="00B654A4" w:rsidRPr="007A1129">
        <w:rPr>
          <w:b/>
          <w:bCs/>
        </w:rPr>
        <w:t>.</w:t>
      </w:r>
    </w:p>
    <w:p w14:paraId="7C16B2D7" w14:textId="77777777" w:rsidR="00DF7BAA" w:rsidRDefault="00DF7BAA" w:rsidP="00DF7BAA">
      <w:pPr>
        <w:pStyle w:val="Nadpis2-1"/>
      </w:pPr>
      <w:bookmarkStart w:id="53" w:name="_Toc6410461"/>
      <w:bookmarkStart w:id="54" w:name="_Toc177453511"/>
      <w:r w:rsidRPr="00EC2E51">
        <w:t>SOUVISEJÍCÍ</w:t>
      </w:r>
      <w:r>
        <w:t xml:space="preserve"> DOKUMENTY A PŘEDPISY</w:t>
      </w:r>
      <w:bookmarkEnd w:id="53"/>
      <w:bookmarkEnd w:id="54"/>
    </w:p>
    <w:p w14:paraId="0DD7D739"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2C685596" w14:textId="77777777" w:rsidR="001A0C5D" w:rsidRDefault="001A0C5D" w:rsidP="001A0C5D">
      <w:pPr>
        <w:pStyle w:val="Text2-1"/>
      </w:pPr>
      <w:r w:rsidRPr="0035135E">
        <w:t>Technické požadavky na výrobky, zařízení a technologie pro ŽDC</w:t>
      </w:r>
      <w:r>
        <w:t xml:space="preserve"> (dle směrnic SŽDC č. 34 a č. 67 jsou uvedeny na webových stránkách:</w:t>
      </w:r>
    </w:p>
    <w:p w14:paraId="39A837F4" w14:textId="77777777" w:rsidR="001A0C5D" w:rsidRDefault="001A0C5D" w:rsidP="001A0C5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w:t>
      </w:r>
      <w:r>
        <w:rPr>
          <w:rStyle w:val="Tun"/>
        </w:rPr>
        <w:t xml:space="preserve">Dodavatelé/Odběratelé </w:t>
      </w:r>
      <w:r w:rsidRPr="003846BE">
        <w:rPr>
          <w:rStyle w:val="Tun"/>
        </w:rPr>
        <w:t xml:space="preserve">/ </w:t>
      </w:r>
      <w:r w:rsidRPr="005B2C4E">
        <w:rPr>
          <w:rStyle w:val="Tun"/>
        </w:rPr>
        <w:t xml:space="preserve">Technické požadavky </w:t>
      </w:r>
      <w:r w:rsidRPr="00B319BD">
        <w:rPr>
          <w:rStyle w:val="Tun"/>
          <w:spacing w:val="-2"/>
        </w:rPr>
        <w:t>na výrobky, zařízení a technologie pro ŽDC“</w:t>
      </w:r>
      <w:r w:rsidRPr="00B319BD">
        <w:rPr>
          <w:spacing w:val="-2"/>
        </w:rPr>
        <w:t xml:space="preserve"> </w:t>
      </w:r>
      <w:hyperlink r:id="rId12" w:history="1">
        <w:r w:rsidRPr="00B319BD">
          <w:rPr>
            <w:rStyle w:val="Hypertextovodkaz"/>
            <w:noProof w:val="0"/>
            <w:color w:val="auto"/>
            <w:spacing w:val="-2"/>
            <w:u w:val="none"/>
          </w:rPr>
          <w:t>(https://www.spravazeleznic.cz/</w:t>
        </w:r>
        <w:r w:rsidRPr="00B319BD">
          <w:rPr>
            <w:rStyle w:val="Hypertextovodkaz"/>
            <w:noProof w:val="0"/>
            <w:color w:val="auto"/>
            <w:spacing w:val="-2"/>
            <w:u w:val="none"/>
          </w:rPr>
          <w:br/>
          <w:t>dodavatele-odberatele/technicke-pozadavky-na-vyrobky-zarizeni-a-technologie-pro-zdc.</w:t>
        </w:r>
      </w:hyperlink>
    </w:p>
    <w:p w14:paraId="05776B07"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5151A7C9" w14:textId="77777777" w:rsidR="0010428D" w:rsidRDefault="0010428D" w:rsidP="0010428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Pr>
          <w:rStyle w:val="Tun"/>
        </w:rPr>
        <w:t xml:space="preserve"> Správy železnic</w:t>
      </w:r>
      <w:r w:rsidRPr="003846BE">
        <w:rPr>
          <w:rStyle w:val="Tun"/>
        </w:rPr>
        <w:t xml:space="preserve"> / odkaz Dokumenty a</w:t>
      </w:r>
      <w:r>
        <w:rPr>
          <w:rStyle w:val="Tun"/>
        </w:rPr>
        <w:t xml:space="preserve"> </w:t>
      </w:r>
      <w:r w:rsidRPr="003846BE">
        <w:rPr>
          <w:rStyle w:val="Tun"/>
        </w:rPr>
        <w:t>předpisy</w:t>
      </w:r>
      <w:r>
        <w:rPr>
          <w:rStyle w:val="Tun"/>
        </w:rPr>
        <w:t>“</w:t>
      </w:r>
      <w:r>
        <w:t xml:space="preserve"> </w:t>
      </w:r>
      <w:r w:rsidRPr="009B5292">
        <w:rPr>
          <w:spacing w:val="2"/>
        </w:rPr>
        <w:t>(https://www.spravazeleznic.cz/o-nas/vnitrni-</w:t>
      </w:r>
      <w:r w:rsidRPr="009B5292">
        <w:rPr>
          <w:spacing w:val="2"/>
        </w:rPr>
        <w:lastRenderedPageBreak/>
        <w:t>predpisy-spravy-zeleznic/</w:t>
      </w:r>
      <w:r>
        <w:rPr>
          <w:spacing w:val="2"/>
        </w:rPr>
        <w:t xml:space="preserve"> </w:t>
      </w:r>
      <w:r w:rsidRPr="009B5292">
        <w:rPr>
          <w:spacing w:val="2"/>
        </w:rPr>
        <w:t>dokumenty-a-predpisy)</w:t>
      </w:r>
      <w:r w:rsidRPr="00362D1E">
        <w:t xml:space="preserve"> a </w:t>
      </w:r>
      <w:r w:rsidRPr="009B5292">
        <w:rPr>
          <w:b/>
        </w:rPr>
        <w:t>https://typdok.tudc.cz/ v sekci „archiv TD“</w:t>
      </w:r>
      <w:r w:rsidRPr="00362D1E">
        <w:t>.</w:t>
      </w:r>
    </w:p>
    <w:p w14:paraId="449EA55B"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53A7E03"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0000E66D" w14:textId="77777777" w:rsidR="009C4EEA" w:rsidRPr="00E85446" w:rsidRDefault="009C4EEA" w:rsidP="009C4EEA">
      <w:pPr>
        <w:pStyle w:val="Textbezslovn"/>
        <w:keepNext/>
        <w:spacing w:after="0"/>
        <w:rPr>
          <w:rStyle w:val="Tun"/>
        </w:rPr>
      </w:pPr>
      <w:r>
        <w:rPr>
          <w:rStyle w:val="Tun"/>
        </w:rPr>
        <w:t>Centrum te</w:t>
      </w:r>
      <w:r w:rsidR="003175F1">
        <w:rPr>
          <w:rStyle w:val="Tun"/>
        </w:rPr>
        <w:t>chniky</w:t>
      </w:r>
      <w:r>
        <w:rPr>
          <w:rStyle w:val="Tun"/>
        </w:rPr>
        <w:t xml:space="preserve"> a diagnostiky</w:t>
      </w:r>
      <w:r w:rsidRPr="00E85446">
        <w:rPr>
          <w:rStyle w:val="Tun"/>
        </w:rPr>
        <w:t xml:space="preserve"> </w:t>
      </w:r>
    </w:p>
    <w:p w14:paraId="3D9492F4" w14:textId="77777777" w:rsidR="009C4EEA" w:rsidRPr="007D7A4E" w:rsidRDefault="00B44CC6" w:rsidP="009C4EEA">
      <w:pPr>
        <w:pStyle w:val="Textbezslovn"/>
        <w:keepNext/>
        <w:spacing w:after="0"/>
        <w:rPr>
          <w:b/>
        </w:rPr>
      </w:pPr>
      <w:r>
        <w:rPr>
          <w:rStyle w:val="Tun"/>
        </w:rPr>
        <w:t>Odbor servisních služeb</w:t>
      </w:r>
      <w:r w:rsidR="00F331C1">
        <w:rPr>
          <w:rStyle w:val="Tun"/>
        </w:rPr>
        <w:t>, OHČ</w:t>
      </w:r>
    </w:p>
    <w:p w14:paraId="07D66CB1" w14:textId="77777777" w:rsidR="009C4EEA" w:rsidRPr="007D016E" w:rsidRDefault="009C4EEA" w:rsidP="009C4EEA">
      <w:pPr>
        <w:pStyle w:val="Textbezslovn"/>
        <w:keepNext/>
        <w:spacing w:after="0"/>
      </w:pPr>
      <w:r>
        <w:t>Jeremenkova 103/23</w:t>
      </w:r>
    </w:p>
    <w:p w14:paraId="48147F98" w14:textId="77777777" w:rsidR="009C4EEA" w:rsidRDefault="009C4EEA" w:rsidP="009C4EEA">
      <w:pPr>
        <w:pStyle w:val="Textbezslovn"/>
      </w:pPr>
      <w:r w:rsidRPr="007D016E">
        <w:t>77</w:t>
      </w:r>
      <w:r>
        <w:t>9 00</w:t>
      </w:r>
      <w:r w:rsidRPr="007D016E">
        <w:t xml:space="preserve"> </w:t>
      </w:r>
      <w:r w:rsidRPr="00BA22D4">
        <w:t>Olomouc</w:t>
      </w:r>
    </w:p>
    <w:p w14:paraId="556FB406"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395A20CC"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51A90B0C" w14:textId="77777777" w:rsidR="009C4EEA" w:rsidRDefault="009C4EEA" w:rsidP="009C4EEA">
      <w:pPr>
        <w:pStyle w:val="Textbezslovn"/>
      </w:pPr>
      <w:r>
        <w:t xml:space="preserve">Ceníky: </w:t>
      </w:r>
      <w:r w:rsidRPr="00E64846">
        <w:t>https://typdok.tudc.cz/</w:t>
      </w:r>
    </w:p>
    <w:p w14:paraId="5D19BC80" w14:textId="77777777" w:rsidR="00DF7BAA" w:rsidRDefault="00DF7BAA" w:rsidP="00DF7BAA">
      <w:pPr>
        <w:pStyle w:val="Nadpis2-1"/>
      </w:pPr>
      <w:bookmarkStart w:id="55" w:name="_Toc6410462"/>
      <w:bookmarkStart w:id="56" w:name="_Toc177453512"/>
      <w:r>
        <w:t>PŘÍLOHY</w:t>
      </w:r>
      <w:bookmarkEnd w:id="55"/>
      <w:bookmarkEnd w:id="56"/>
    </w:p>
    <w:p w14:paraId="5324DC9F" w14:textId="77777777" w:rsidR="00F66DA9" w:rsidRPr="000F2DEB" w:rsidRDefault="00F66DA9" w:rsidP="00F66DA9">
      <w:pPr>
        <w:pStyle w:val="Text2-1"/>
      </w:pPr>
      <w:bookmarkStart w:id="57" w:name="_Ref92267992"/>
      <w:bookmarkStart w:id="58" w:name="_Ref104882684"/>
      <w:r w:rsidRPr="000F2DEB">
        <w:t>Dopis Ředitele O13, čj. 168954/2021-SŽ-GŘ-O13, Zajištění prostorové polohy na neelektrizovaných tratích SŽ, ze dne 7. 12. 2021, včetně přílohy k dopisu č. 2</w:t>
      </w:r>
      <w:bookmarkEnd w:id="57"/>
      <w:bookmarkEnd w:id="58"/>
    </w:p>
    <w:p w14:paraId="0EA096AB" w14:textId="77777777" w:rsidR="003E2007" w:rsidRPr="000F2DEB" w:rsidRDefault="003E2007" w:rsidP="003E2007">
      <w:pPr>
        <w:pStyle w:val="Text2-1"/>
      </w:pPr>
      <w:bookmarkStart w:id="59" w:name="_Ref132122149"/>
      <w:r w:rsidRPr="000F2DEB">
        <w:t xml:space="preserve">Vzorkování staveb Správy železnic, státní </w:t>
      </w:r>
      <w:bookmarkEnd w:id="59"/>
      <w:r w:rsidRPr="000F2DEB">
        <w:t>organizace</w:t>
      </w:r>
    </w:p>
    <w:p w14:paraId="41C0D664" w14:textId="77777777" w:rsidR="00557FA1" w:rsidRPr="000F2DEB" w:rsidRDefault="00EC6D35" w:rsidP="00EC6D35">
      <w:pPr>
        <w:pStyle w:val="Text2-1"/>
      </w:pPr>
      <w:bookmarkStart w:id="60" w:name="_Ref169532562"/>
      <w:r w:rsidRPr="000F2DEB">
        <w:t>Po</w:t>
      </w:r>
      <w:bookmarkEnd w:id="60"/>
      <w:r w:rsidR="00E53B8F" w:rsidRPr="000F2DEB">
        <w:t>žadavky na přejezdech VZOR-příloha</w:t>
      </w:r>
    </w:p>
    <w:p w14:paraId="4902F8E1" w14:textId="77777777" w:rsidR="00B654A4" w:rsidRPr="000F2DEB" w:rsidRDefault="00B654A4" w:rsidP="00B654A4">
      <w:pPr>
        <w:pStyle w:val="Text2-1"/>
      </w:pPr>
      <w:bookmarkStart w:id="61" w:name="_Hlk174008996"/>
      <w:r w:rsidRPr="000F2DEB">
        <w:t>SŽ PO-63/2021-OŘ OVA – Pokyn ředitele OŘ Ostrava ve věci povinností cizích právních subjektů při napěťových výlukách trakčního vedení a činnostech na zařízeních UTZ/E OŘ Ostrava</w:t>
      </w:r>
    </w:p>
    <w:p w14:paraId="1212A3BC" w14:textId="77777777" w:rsidR="00B654A4" w:rsidRPr="000F2DEB" w:rsidRDefault="00B654A4" w:rsidP="00B654A4">
      <w:pPr>
        <w:pStyle w:val="Text2-1"/>
      </w:pPr>
      <w:r w:rsidRPr="000F2DEB">
        <w:t>Směrnice SŽ SM009 – Stanovení pravidel pro uplatnění výstupu projektu v oblasti moderního designu a architektury nádraží a zastávek</w:t>
      </w:r>
    </w:p>
    <w:p w14:paraId="70202E86" w14:textId="77777777" w:rsidR="00B654A4" w:rsidRPr="000F2DEB" w:rsidRDefault="00B654A4" w:rsidP="00B654A4">
      <w:pPr>
        <w:pStyle w:val="Text2-1"/>
      </w:pPr>
      <w:bookmarkStart w:id="62" w:name="_Ref173312641"/>
      <w:r w:rsidRPr="000F2DEB">
        <w:t>Pokyn GŘ SŽ PO-09/2023-GŘ Ochrana kabelizace v průběhu přípravy a realizace investičních a opravných akcí</w:t>
      </w:r>
      <w:bookmarkEnd w:id="62"/>
    </w:p>
    <w:p w14:paraId="0812959F" w14:textId="77777777" w:rsidR="00B654A4" w:rsidRPr="000F2DEB" w:rsidRDefault="00B654A4" w:rsidP="00B654A4">
      <w:pPr>
        <w:pStyle w:val="Text2-1"/>
        <w:numPr>
          <w:ilvl w:val="0"/>
          <w:numId w:val="0"/>
        </w:numPr>
        <w:ind w:left="737"/>
      </w:pPr>
    </w:p>
    <w:bookmarkEnd w:id="61"/>
    <w:p w14:paraId="1DEDA3FB" w14:textId="77777777" w:rsidR="00F01B21" w:rsidRDefault="00F01B21" w:rsidP="00F01B21">
      <w:pPr>
        <w:pStyle w:val="Textbezslovn"/>
      </w:pPr>
    </w:p>
    <w:p w14:paraId="40B88C01" w14:textId="77777777" w:rsidR="00F01B21" w:rsidRPr="00F01B21" w:rsidRDefault="00F01B21" w:rsidP="00F01B21">
      <w:pPr>
        <w:pStyle w:val="Textbezslovn"/>
      </w:pPr>
    </w:p>
    <w:bookmarkEnd w:id="4"/>
    <w:bookmarkEnd w:id="5"/>
    <w:bookmarkEnd w:id="6"/>
    <w:bookmarkEnd w:id="7"/>
    <w:bookmarkEnd w:id="8"/>
    <w:p w14:paraId="02DFE892" w14:textId="77777777" w:rsidR="002B6B58" w:rsidRDefault="002B6B58" w:rsidP="00264D52">
      <w:pPr>
        <w:pStyle w:val="Textbezodsazen"/>
      </w:pPr>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27489A" w14:textId="77777777" w:rsidR="00133D3E" w:rsidRDefault="00133D3E" w:rsidP="00962258">
      <w:pPr>
        <w:spacing w:after="0" w:line="240" w:lineRule="auto"/>
      </w:pPr>
      <w:r>
        <w:separator/>
      </w:r>
    </w:p>
  </w:endnote>
  <w:endnote w:type="continuationSeparator" w:id="0">
    <w:p w14:paraId="3185B2CD" w14:textId="77777777" w:rsidR="00133D3E" w:rsidRDefault="00133D3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ED1858" w:rsidRPr="003462EB" w14:paraId="072CA8E1" w14:textId="77777777" w:rsidTr="00614E71">
      <w:tc>
        <w:tcPr>
          <w:tcW w:w="993" w:type="dxa"/>
          <w:tcMar>
            <w:left w:w="0" w:type="dxa"/>
            <w:right w:w="0" w:type="dxa"/>
          </w:tcMar>
          <w:vAlign w:val="bottom"/>
        </w:tcPr>
        <w:p w14:paraId="3B419584" w14:textId="77777777" w:rsidR="00ED1858" w:rsidRPr="00B8518B" w:rsidRDefault="00ED1858"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435">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5435">
            <w:rPr>
              <w:rStyle w:val="slostrnky"/>
              <w:noProof/>
            </w:rPr>
            <w:t>25</w:t>
          </w:r>
          <w:r w:rsidRPr="00B8518B">
            <w:rPr>
              <w:rStyle w:val="slostrnky"/>
            </w:rPr>
            <w:fldChar w:fldCharType="end"/>
          </w:r>
        </w:p>
      </w:tc>
      <w:tc>
        <w:tcPr>
          <w:tcW w:w="7739" w:type="dxa"/>
          <w:vAlign w:val="bottom"/>
        </w:tcPr>
        <w:p w14:paraId="5E11C9E9" w14:textId="23209633" w:rsidR="00ED1858" w:rsidRDefault="00166EE3" w:rsidP="003462EB">
          <w:pPr>
            <w:pStyle w:val="Zpatvlevo"/>
          </w:pPr>
          <w:fldSimple w:instr=" STYLEREF  _Název_akce  \* MERGEFORMAT ">
            <w:r w:rsidR="00DE7FE3">
              <w:rPr>
                <w:noProof/>
              </w:rPr>
              <w:t xml:space="preserve">Výstavba PZS přejezdu P7707 v km 6,832 Milotice nad Opavou – Vrbno pod Pradědem </w:t>
            </w:r>
            <w:r w:rsidR="00DE7FE3">
              <w:rPr>
                <w:noProof/>
              </w:rPr>
              <w:cr/>
            </w:r>
          </w:fldSimple>
          <w:r w:rsidR="00ED1858">
            <w:t>Příloha č. 2 c)</w:t>
          </w:r>
          <w:r w:rsidR="00ED1858" w:rsidRPr="003462EB">
            <w:t xml:space="preserve"> </w:t>
          </w:r>
        </w:p>
        <w:p w14:paraId="6B7BCB21" w14:textId="36F3C26C" w:rsidR="00ED1858" w:rsidRPr="003462EB" w:rsidRDefault="00ED1858" w:rsidP="00DF7BAA">
          <w:pPr>
            <w:pStyle w:val="Zpatvlevo"/>
          </w:pPr>
          <w:r>
            <w:t>Zvláštní</w:t>
          </w:r>
          <w:r w:rsidRPr="003462EB">
            <w:t xml:space="preserve"> technické </w:t>
          </w:r>
          <w:r w:rsidR="000F2DEB" w:rsidRPr="003462EB">
            <w:t>podmínky</w:t>
          </w:r>
          <w:r w:rsidR="000F2DEB">
            <w:t xml:space="preserve"> – Zhotovení</w:t>
          </w:r>
          <w:r>
            <w:t xml:space="preserve"> stavby </w:t>
          </w:r>
        </w:p>
      </w:tc>
    </w:tr>
  </w:tbl>
  <w:p w14:paraId="575764D4" w14:textId="77777777" w:rsidR="00ED1858" w:rsidRPr="00614E71" w:rsidRDefault="00ED185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ED1858" w:rsidRPr="009E09BE" w14:paraId="6B9DD4F5" w14:textId="77777777" w:rsidTr="00614E71">
      <w:tc>
        <w:tcPr>
          <w:tcW w:w="7797" w:type="dxa"/>
          <w:tcMar>
            <w:left w:w="0" w:type="dxa"/>
            <w:right w:w="0" w:type="dxa"/>
          </w:tcMar>
          <w:vAlign w:val="bottom"/>
        </w:tcPr>
        <w:p w14:paraId="4DC7330D" w14:textId="4821BF96" w:rsidR="00ED1858" w:rsidRDefault="00166EE3" w:rsidP="003B111D">
          <w:pPr>
            <w:pStyle w:val="Zpatvpravo"/>
          </w:pPr>
          <w:fldSimple w:instr=" STYLEREF  _Název_akce  \* MERGEFORMAT ">
            <w:r w:rsidR="00DE7FE3">
              <w:rPr>
                <w:noProof/>
              </w:rPr>
              <w:t xml:space="preserve">Výstavba PZS přejezdu P7707 v km 6,832 Milotice nad Opavou – Vrbno pod Pradědem </w:t>
            </w:r>
            <w:r w:rsidR="00DE7FE3">
              <w:rPr>
                <w:noProof/>
              </w:rPr>
              <w:cr/>
            </w:r>
          </w:fldSimple>
          <w:r w:rsidR="00ED1858">
            <w:t>Příloha č. 2 c)</w:t>
          </w:r>
        </w:p>
        <w:p w14:paraId="6DFE4CBE" w14:textId="2965238F" w:rsidR="00ED1858" w:rsidRPr="003462EB" w:rsidRDefault="00ED1858" w:rsidP="00DF7BAA">
          <w:pPr>
            <w:pStyle w:val="Zpatvpravo"/>
            <w:rPr>
              <w:rStyle w:val="slostrnky"/>
              <w:b w:val="0"/>
              <w:color w:val="auto"/>
              <w:sz w:val="12"/>
            </w:rPr>
          </w:pPr>
          <w:r>
            <w:t>Zvláštní</w:t>
          </w:r>
          <w:r w:rsidRPr="003462EB">
            <w:t xml:space="preserve"> technické </w:t>
          </w:r>
          <w:r w:rsidR="000F2DEB" w:rsidRPr="003462EB">
            <w:t>podmínky</w:t>
          </w:r>
          <w:r w:rsidR="000F2DEB">
            <w:t xml:space="preserve"> – Zhotovení</w:t>
          </w:r>
          <w:r>
            <w:t xml:space="preserve"> stavby</w:t>
          </w:r>
        </w:p>
      </w:tc>
      <w:tc>
        <w:tcPr>
          <w:tcW w:w="935" w:type="dxa"/>
          <w:vAlign w:val="bottom"/>
        </w:tcPr>
        <w:p w14:paraId="4FD2F8C1" w14:textId="77777777" w:rsidR="00ED1858" w:rsidRPr="009E09BE" w:rsidRDefault="00ED1858"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435">
            <w:rPr>
              <w:rStyle w:val="slostrnky"/>
              <w:noProof/>
            </w:rPr>
            <w:t>23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5435">
            <w:rPr>
              <w:rStyle w:val="slostrnky"/>
              <w:noProof/>
            </w:rPr>
            <w:t>25</w:t>
          </w:r>
          <w:r w:rsidRPr="00B8518B">
            <w:rPr>
              <w:rStyle w:val="slostrnky"/>
            </w:rPr>
            <w:fldChar w:fldCharType="end"/>
          </w:r>
        </w:p>
      </w:tc>
    </w:tr>
  </w:tbl>
  <w:p w14:paraId="20FFBAD5" w14:textId="77777777" w:rsidR="00ED1858" w:rsidRPr="00B8518B" w:rsidRDefault="00ED185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B0F01" w14:textId="77777777" w:rsidR="00ED1858" w:rsidRPr="00B8518B" w:rsidRDefault="00ED1858" w:rsidP="00460660">
    <w:pPr>
      <w:pStyle w:val="Zpat"/>
      <w:rPr>
        <w:sz w:val="2"/>
        <w:szCs w:val="2"/>
      </w:rPr>
    </w:pPr>
  </w:p>
  <w:p w14:paraId="035B5443" w14:textId="77777777" w:rsidR="00ED1858" w:rsidRDefault="00ED1858" w:rsidP="00757290">
    <w:pPr>
      <w:pStyle w:val="Zpatvlevo"/>
      <w:rPr>
        <w:rFonts w:cs="Calibri"/>
        <w:szCs w:val="12"/>
      </w:rPr>
    </w:pPr>
  </w:p>
  <w:p w14:paraId="61BC38F9" w14:textId="77777777" w:rsidR="00ED1858" w:rsidRPr="00460660" w:rsidRDefault="00ED185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0474CC" w14:textId="77777777" w:rsidR="00133D3E" w:rsidRDefault="00133D3E" w:rsidP="00962258">
      <w:pPr>
        <w:spacing w:after="0" w:line="240" w:lineRule="auto"/>
      </w:pPr>
      <w:r>
        <w:separator/>
      </w:r>
    </w:p>
  </w:footnote>
  <w:footnote w:type="continuationSeparator" w:id="0">
    <w:p w14:paraId="7663D5CD" w14:textId="77777777" w:rsidR="00133D3E" w:rsidRDefault="00133D3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D1858" w14:paraId="0DDF9148" w14:textId="77777777" w:rsidTr="00B22106">
      <w:trPr>
        <w:trHeight w:hRule="exact" w:val="936"/>
      </w:trPr>
      <w:tc>
        <w:tcPr>
          <w:tcW w:w="1361" w:type="dxa"/>
          <w:tcMar>
            <w:left w:w="0" w:type="dxa"/>
            <w:right w:w="0" w:type="dxa"/>
          </w:tcMar>
        </w:tcPr>
        <w:p w14:paraId="1A0558C7" w14:textId="77777777" w:rsidR="00ED1858" w:rsidRPr="00B8518B" w:rsidRDefault="00ED1858" w:rsidP="00FC6389">
          <w:pPr>
            <w:pStyle w:val="Zpat"/>
            <w:rPr>
              <w:rStyle w:val="slostrnky"/>
            </w:rPr>
          </w:pPr>
        </w:p>
      </w:tc>
      <w:tc>
        <w:tcPr>
          <w:tcW w:w="3458" w:type="dxa"/>
          <w:shd w:val="clear" w:color="auto" w:fill="auto"/>
          <w:tcMar>
            <w:left w:w="0" w:type="dxa"/>
            <w:right w:w="0" w:type="dxa"/>
          </w:tcMar>
        </w:tcPr>
        <w:p w14:paraId="5A2B8E67" w14:textId="77777777" w:rsidR="00ED1858" w:rsidRDefault="00ED1858" w:rsidP="00FC6389">
          <w:pPr>
            <w:pStyle w:val="Zpat"/>
          </w:pPr>
          <w:r>
            <w:rPr>
              <w:noProof/>
              <w:lang w:eastAsia="cs-CZ"/>
            </w:rPr>
            <w:drawing>
              <wp:anchor distT="0" distB="0" distL="114300" distR="114300" simplePos="0" relativeHeight="251674624" behindDoc="0" locked="1" layoutInCell="1" allowOverlap="1" wp14:anchorId="585BD4C1" wp14:editId="55FDDBC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402E387" w14:textId="77777777" w:rsidR="00ED1858" w:rsidRPr="00D6163D" w:rsidRDefault="00ED1858" w:rsidP="00FC6389">
          <w:pPr>
            <w:pStyle w:val="Druhdokumentu"/>
          </w:pPr>
        </w:p>
      </w:tc>
    </w:tr>
    <w:tr w:rsidR="00ED1858" w14:paraId="5F9A02C6" w14:textId="77777777" w:rsidTr="00B22106">
      <w:trPr>
        <w:trHeight w:hRule="exact" w:val="936"/>
      </w:trPr>
      <w:tc>
        <w:tcPr>
          <w:tcW w:w="1361" w:type="dxa"/>
          <w:tcMar>
            <w:left w:w="0" w:type="dxa"/>
            <w:right w:w="0" w:type="dxa"/>
          </w:tcMar>
        </w:tcPr>
        <w:p w14:paraId="54D52576" w14:textId="77777777" w:rsidR="00ED1858" w:rsidRPr="00B8518B" w:rsidRDefault="00ED1858" w:rsidP="00FC6389">
          <w:pPr>
            <w:pStyle w:val="Zpat"/>
            <w:rPr>
              <w:rStyle w:val="slostrnky"/>
            </w:rPr>
          </w:pPr>
        </w:p>
      </w:tc>
      <w:tc>
        <w:tcPr>
          <w:tcW w:w="3458" w:type="dxa"/>
          <w:shd w:val="clear" w:color="auto" w:fill="auto"/>
          <w:tcMar>
            <w:left w:w="0" w:type="dxa"/>
            <w:right w:w="0" w:type="dxa"/>
          </w:tcMar>
        </w:tcPr>
        <w:p w14:paraId="100B0373" w14:textId="77777777" w:rsidR="00ED1858" w:rsidRDefault="00ED1858" w:rsidP="00FC6389">
          <w:pPr>
            <w:pStyle w:val="Zpat"/>
          </w:pPr>
        </w:p>
      </w:tc>
      <w:tc>
        <w:tcPr>
          <w:tcW w:w="5756" w:type="dxa"/>
          <w:shd w:val="clear" w:color="auto" w:fill="auto"/>
          <w:tcMar>
            <w:left w:w="0" w:type="dxa"/>
            <w:right w:w="0" w:type="dxa"/>
          </w:tcMar>
        </w:tcPr>
        <w:p w14:paraId="1190159E" w14:textId="77777777" w:rsidR="00ED1858" w:rsidRPr="00D6163D" w:rsidRDefault="00ED1858" w:rsidP="00FC6389">
          <w:pPr>
            <w:pStyle w:val="Druhdokumentu"/>
          </w:pPr>
        </w:p>
      </w:tc>
    </w:tr>
  </w:tbl>
  <w:p w14:paraId="32693E7F" w14:textId="77777777" w:rsidR="00ED1858" w:rsidRPr="00D6163D" w:rsidRDefault="00ED1858" w:rsidP="00FC6389">
    <w:pPr>
      <w:pStyle w:val="Zhlav"/>
      <w:rPr>
        <w:sz w:val="8"/>
        <w:szCs w:val="8"/>
      </w:rPr>
    </w:pPr>
  </w:p>
  <w:p w14:paraId="0A8F5C71" w14:textId="77777777" w:rsidR="00ED1858" w:rsidRPr="00460660" w:rsidRDefault="00ED185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2297"/>
        </w:tabs>
        <w:ind w:left="229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58867789">
    <w:abstractNumId w:val="6"/>
  </w:num>
  <w:num w:numId="2" w16cid:durableId="694381638">
    <w:abstractNumId w:val="4"/>
  </w:num>
  <w:num w:numId="3" w16cid:durableId="1629359864">
    <w:abstractNumId w:val="2"/>
  </w:num>
  <w:num w:numId="4" w16cid:durableId="928275824">
    <w:abstractNumId w:val="7"/>
  </w:num>
  <w:num w:numId="5" w16cid:durableId="234971370">
    <w:abstractNumId w:val="8"/>
  </w:num>
  <w:num w:numId="6" w16cid:durableId="1282303863">
    <w:abstractNumId w:val="3"/>
  </w:num>
  <w:num w:numId="7" w16cid:durableId="14124590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00907375">
    <w:abstractNumId w:val="10"/>
  </w:num>
  <w:num w:numId="9" w16cid:durableId="14817715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5482375">
    <w:abstractNumId w:val="0"/>
  </w:num>
  <w:num w:numId="11" w16cid:durableId="37628422">
    <w:abstractNumId w:val="7"/>
  </w:num>
  <w:num w:numId="12" w16cid:durableId="1423801431">
    <w:abstractNumId w:val="8"/>
  </w:num>
  <w:num w:numId="13" w16cid:durableId="1760448150">
    <w:abstractNumId w:val="9"/>
  </w:num>
  <w:num w:numId="14" w16cid:durableId="1881091155">
    <w:abstractNumId w:val="1"/>
  </w:num>
  <w:num w:numId="15" w16cid:durableId="1107651463">
    <w:abstractNumId w:val="3"/>
  </w:num>
  <w:num w:numId="16" w16cid:durableId="1014307062">
    <w:abstractNumId w:val="10"/>
  </w:num>
  <w:num w:numId="17" w16cid:durableId="367606965">
    <w:abstractNumId w:val="10"/>
  </w:num>
  <w:num w:numId="18" w16cid:durableId="271940367">
    <w:abstractNumId w:val="10"/>
  </w:num>
  <w:num w:numId="19" w16cid:durableId="892733271">
    <w:abstractNumId w:val="5"/>
  </w:num>
  <w:num w:numId="20" w16cid:durableId="1484079207">
    <w:abstractNumId w:val="3"/>
  </w:num>
  <w:num w:numId="21" w16cid:durableId="7292458">
    <w:abstractNumId w:val="8"/>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1ED"/>
    <w:rsid w:val="00002F26"/>
    <w:rsid w:val="00005B8A"/>
    <w:rsid w:val="00005BDD"/>
    <w:rsid w:val="0001145D"/>
    <w:rsid w:val="00012EC4"/>
    <w:rsid w:val="00013877"/>
    <w:rsid w:val="000145C8"/>
    <w:rsid w:val="00016F90"/>
    <w:rsid w:val="0001744E"/>
    <w:rsid w:val="00017F3C"/>
    <w:rsid w:val="00021D3A"/>
    <w:rsid w:val="0002279D"/>
    <w:rsid w:val="00022FA5"/>
    <w:rsid w:val="00024EF0"/>
    <w:rsid w:val="00031D7C"/>
    <w:rsid w:val="00037612"/>
    <w:rsid w:val="00041EC8"/>
    <w:rsid w:val="00045576"/>
    <w:rsid w:val="0005496A"/>
    <w:rsid w:val="00054FC6"/>
    <w:rsid w:val="000619E9"/>
    <w:rsid w:val="0006465A"/>
    <w:rsid w:val="00065329"/>
    <w:rsid w:val="0006588D"/>
    <w:rsid w:val="0006796D"/>
    <w:rsid w:val="00067A5E"/>
    <w:rsid w:val="000719BB"/>
    <w:rsid w:val="00072A65"/>
    <w:rsid w:val="00072C1E"/>
    <w:rsid w:val="000742F5"/>
    <w:rsid w:val="00075675"/>
    <w:rsid w:val="000768BE"/>
    <w:rsid w:val="00076B14"/>
    <w:rsid w:val="00076B98"/>
    <w:rsid w:val="0008439D"/>
    <w:rsid w:val="0008461A"/>
    <w:rsid w:val="00090F72"/>
    <w:rsid w:val="000920FE"/>
    <w:rsid w:val="0009438C"/>
    <w:rsid w:val="000946FB"/>
    <w:rsid w:val="000A03B8"/>
    <w:rsid w:val="000A2B28"/>
    <w:rsid w:val="000A503C"/>
    <w:rsid w:val="000A578C"/>
    <w:rsid w:val="000A6E75"/>
    <w:rsid w:val="000B408F"/>
    <w:rsid w:val="000B4EB8"/>
    <w:rsid w:val="000C41F2"/>
    <w:rsid w:val="000C618D"/>
    <w:rsid w:val="000C7E5E"/>
    <w:rsid w:val="000D22C4"/>
    <w:rsid w:val="000D27D1"/>
    <w:rsid w:val="000D6539"/>
    <w:rsid w:val="000E1A7F"/>
    <w:rsid w:val="000E335E"/>
    <w:rsid w:val="000E4E36"/>
    <w:rsid w:val="000F15F1"/>
    <w:rsid w:val="000F2DEB"/>
    <w:rsid w:val="000F68E8"/>
    <w:rsid w:val="00103B38"/>
    <w:rsid w:val="0010428D"/>
    <w:rsid w:val="00104CC3"/>
    <w:rsid w:val="00104F9C"/>
    <w:rsid w:val="00107C19"/>
    <w:rsid w:val="00110D71"/>
    <w:rsid w:val="00112864"/>
    <w:rsid w:val="00114472"/>
    <w:rsid w:val="00114988"/>
    <w:rsid w:val="00114DE9"/>
    <w:rsid w:val="00115069"/>
    <w:rsid w:val="001150F2"/>
    <w:rsid w:val="00116940"/>
    <w:rsid w:val="0012299E"/>
    <w:rsid w:val="00130E62"/>
    <w:rsid w:val="00132923"/>
    <w:rsid w:val="00133D3E"/>
    <w:rsid w:val="00140433"/>
    <w:rsid w:val="00144CF7"/>
    <w:rsid w:val="001458CB"/>
    <w:rsid w:val="001458F9"/>
    <w:rsid w:val="00146BCB"/>
    <w:rsid w:val="001476BD"/>
    <w:rsid w:val="0015027B"/>
    <w:rsid w:val="00153B6C"/>
    <w:rsid w:val="00155BF4"/>
    <w:rsid w:val="001603BD"/>
    <w:rsid w:val="00164C06"/>
    <w:rsid w:val="001656A2"/>
    <w:rsid w:val="00166EE3"/>
    <w:rsid w:val="001679D9"/>
    <w:rsid w:val="0017050C"/>
    <w:rsid w:val="00170EC5"/>
    <w:rsid w:val="001747C1"/>
    <w:rsid w:val="00177D6B"/>
    <w:rsid w:val="00184334"/>
    <w:rsid w:val="001860E7"/>
    <w:rsid w:val="0018622D"/>
    <w:rsid w:val="00187CC6"/>
    <w:rsid w:val="00191F90"/>
    <w:rsid w:val="0019235F"/>
    <w:rsid w:val="001960FD"/>
    <w:rsid w:val="001976B3"/>
    <w:rsid w:val="00197D96"/>
    <w:rsid w:val="001A0C5D"/>
    <w:rsid w:val="001A3B3C"/>
    <w:rsid w:val="001A649E"/>
    <w:rsid w:val="001B1882"/>
    <w:rsid w:val="001B3CD3"/>
    <w:rsid w:val="001B4180"/>
    <w:rsid w:val="001B4E74"/>
    <w:rsid w:val="001B531E"/>
    <w:rsid w:val="001B6316"/>
    <w:rsid w:val="001B7668"/>
    <w:rsid w:val="001C645F"/>
    <w:rsid w:val="001D1CE9"/>
    <w:rsid w:val="001D39DE"/>
    <w:rsid w:val="001E351F"/>
    <w:rsid w:val="001E678E"/>
    <w:rsid w:val="001E78D3"/>
    <w:rsid w:val="001E78DA"/>
    <w:rsid w:val="001F06EA"/>
    <w:rsid w:val="001F1699"/>
    <w:rsid w:val="001F1D6B"/>
    <w:rsid w:val="0020061E"/>
    <w:rsid w:val="002007BA"/>
    <w:rsid w:val="00202CF7"/>
    <w:rsid w:val="00202D9D"/>
    <w:rsid w:val="002038C9"/>
    <w:rsid w:val="002071BB"/>
    <w:rsid w:val="00207DF5"/>
    <w:rsid w:val="00207F2A"/>
    <w:rsid w:val="00214AA6"/>
    <w:rsid w:val="00217951"/>
    <w:rsid w:val="00224E36"/>
    <w:rsid w:val="00232000"/>
    <w:rsid w:val="00234E1A"/>
    <w:rsid w:val="002370B0"/>
    <w:rsid w:val="00237695"/>
    <w:rsid w:val="00240B81"/>
    <w:rsid w:val="00240E11"/>
    <w:rsid w:val="002440B5"/>
    <w:rsid w:val="00246914"/>
    <w:rsid w:val="00247D01"/>
    <w:rsid w:val="0025030F"/>
    <w:rsid w:val="00250479"/>
    <w:rsid w:val="00250AAA"/>
    <w:rsid w:val="0025283D"/>
    <w:rsid w:val="002548B5"/>
    <w:rsid w:val="00261A5B"/>
    <w:rsid w:val="00262E5B"/>
    <w:rsid w:val="00264D52"/>
    <w:rsid w:val="002717EE"/>
    <w:rsid w:val="002723B9"/>
    <w:rsid w:val="00273D82"/>
    <w:rsid w:val="0027422E"/>
    <w:rsid w:val="00275272"/>
    <w:rsid w:val="00276AC4"/>
    <w:rsid w:val="00276AFE"/>
    <w:rsid w:val="00286B2D"/>
    <w:rsid w:val="0029043F"/>
    <w:rsid w:val="0029429B"/>
    <w:rsid w:val="002944A6"/>
    <w:rsid w:val="0029651E"/>
    <w:rsid w:val="002A3B57"/>
    <w:rsid w:val="002A416D"/>
    <w:rsid w:val="002B2A79"/>
    <w:rsid w:val="002B6B58"/>
    <w:rsid w:val="002C1924"/>
    <w:rsid w:val="002C31BF"/>
    <w:rsid w:val="002C4432"/>
    <w:rsid w:val="002D2102"/>
    <w:rsid w:val="002D5307"/>
    <w:rsid w:val="002D5715"/>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6173"/>
    <w:rsid w:val="0030057C"/>
    <w:rsid w:val="00304DAF"/>
    <w:rsid w:val="00307207"/>
    <w:rsid w:val="00310817"/>
    <w:rsid w:val="003130A4"/>
    <w:rsid w:val="003137DF"/>
    <w:rsid w:val="00313E2E"/>
    <w:rsid w:val="003175F1"/>
    <w:rsid w:val="003202DC"/>
    <w:rsid w:val="00321E3E"/>
    <w:rsid w:val="003229ED"/>
    <w:rsid w:val="003254A3"/>
    <w:rsid w:val="00327EEF"/>
    <w:rsid w:val="0033239F"/>
    <w:rsid w:val="00334918"/>
    <w:rsid w:val="00335175"/>
    <w:rsid w:val="003418A3"/>
    <w:rsid w:val="0034274B"/>
    <w:rsid w:val="00344519"/>
    <w:rsid w:val="003462EB"/>
    <w:rsid w:val="00346853"/>
    <w:rsid w:val="0034719F"/>
    <w:rsid w:val="00350A35"/>
    <w:rsid w:val="0035463D"/>
    <w:rsid w:val="00355002"/>
    <w:rsid w:val="003571D8"/>
    <w:rsid w:val="00357BC6"/>
    <w:rsid w:val="00361422"/>
    <w:rsid w:val="003728A8"/>
    <w:rsid w:val="00372998"/>
    <w:rsid w:val="003729DD"/>
    <w:rsid w:val="0037545D"/>
    <w:rsid w:val="00376246"/>
    <w:rsid w:val="00376FAE"/>
    <w:rsid w:val="00381272"/>
    <w:rsid w:val="003827BF"/>
    <w:rsid w:val="003833A8"/>
    <w:rsid w:val="00386FF1"/>
    <w:rsid w:val="00390D40"/>
    <w:rsid w:val="00392EB6"/>
    <w:rsid w:val="003930B8"/>
    <w:rsid w:val="00394893"/>
    <w:rsid w:val="003956C6"/>
    <w:rsid w:val="003A1A2C"/>
    <w:rsid w:val="003A7237"/>
    <w:rsid w:val="003A72CE"/>
    <w:rsid w:val="003B089C"/>
    <w:rsid w:val="003B111D"/>
    <w:rsid w:val="003B2407"/>
    <w:rsid w:val="003B5864"/>
    <w:rsid w:val="003C1E63"/>
    <w:rsid w:val="003C33F2"/>
    <w:rsid w:val="003C4B55"/>
    <w:rsid w:val="003C65F8"/>
    <w:rsid w:val="003C6679"/>
    <w:rsid w:val="003C7295"/>
    <w:rsid w:val="003D34C5"/>
    <w:rsid w:val="003D3906"/>
    <w:rsid w:val="003D756E"/>
    <w:rsid w:val="003D7905"/>
    <w:rsid w:val="003E0100"/>
    <w:rsid w:val="003E2007"/>
    <w:rsid w:val="003E2851"/>
    <w:rsid w:val="003E29C0"/>
    <w:rsid w:val="003E420D"/>
    <w:rsid w:val="003E4C13"/>
    <w:rsid w:val="003E735B"/>
    <w:rsid w:val="003F2B5E"/>
    <w:rsid w:val="003F64A7"/>
    <w:rsid w:val="004012C9"/>
    <w:rsid w:val="00402BD6"/>
    <w:rsid w:val="0040435C"/>
    <w:rsid w:val="00404F88"/>
    <w:rsid w:val="004078F3"/>
    <w:rsid w:val="00407F22"/>
    <w:rsid w:val="00410C44"/>
    <w:rsid w:val="00412D61"/>
    <w:rsid w:val="004211D8"/>
    <w:rsid w:val="0042581E"/>
    <w:rsid w:val="00426465"/>
    <w:rsid w:val="00426CA4"/>
    <w:rsid w:val="00427794"/>
    <w:rsid w:val="0043237D"/>
    <w:rsid w:val="00433361"/>
    <w:rsid w:val="004337FB"/>
    <w:rsid w:val="00443210"/>
    <w:rsid w:val="0044336D"/>
    <w:rsid w:val="00443419"/>
    <w:rsid w:val="0044359F"/>
    <w:rsid w:val="0044484E"/>
    <w:rsid w:val="004461DF"/>
    <w:rsid w:val="00450F07"/>
    <w:rsid w:val="00453CD3"/>
    <w:rsid w:val="00455B83"/>
    <w:rsid w:val="004570EC"/>
    <w:rsid w:val="00460660"/>
    <w:rsid w:val="00462A46"/>
    <w:rsid w:val="00462DB8"/>
    <w:rsid w:val="00463785"/>
    <w:rsid w:val="00463BD5"/>
    <w:rsid w:val="00464BA9"/>
    <w:rsid w:val="00464D4A"/>
    <w:rsid w:val="004716BA"/>
    <w:rsid w:val="004725AC"/>
    <w:rsid w:val="0047647C"/>
    <w:rsid w:val="004801CA"/>
    <w:rsid w:val="0048341C"/>
    <w:rsid w:val="00483969"/>
    <w:rsid w:val="00486107"/>
    <w:rsid w:val="00486DF3"/>
    <w:rsid w:val="004877A7"/>
    <w:rsid w:val="0049107E"/>
    <w:rsid w:val="00491827"/>
    <w:rsid w:val="00494D8D"/>
    <w:rsid w:val="004960EB"/>
    <w:rsid w:val="00497800"/>
    <w:rsid w:val="004A4096"/>
    <w:rsid w:val="004B7823"/>
    <w:rsid w:val="004B7997"/>
    <w:rsid w:val="004C05CC"/>
    <w:rsid w:val="004C27A1"/>
    <w:rsid w:val="004C3255"/>
    <w:rsid w:val="004C430E"/>
    <w:rsid w:val="004C4399"/>
    <w:rsid w:val="004C4E7A"/>
    <w:rsid w:val="004C787C"/>
    <w:rsid w:val="004D6F0C"/>
    <w:rsid w:val="004D7D8C"/>
    <w:rsid w:val="004E1007"/>
    <w:rsid w:val="004E28F5"/>
    <w:rsid w:val="004E3E76"/>
    <w:rsid w:val="004E524B"/>
    <w:rsid w:val="004E7A1F"/>
    <w:rsid w:val="004F3617"/>
    <w:rsid w:val="004F4B9B"/>
    <w:rsid w:val="004F70CD"/>
    <w:rsid w:val="00500C8E"/>
    <w:rsid w:val="0050666E"/>
    <w:rsid w:val="00511AB9"/>
    <w:rsid w:val="00515137"/>
    <w:rsid w:val="00522673"/>
    <w:rsid w:val="00523BB5"/>
    <w:rsid w:val="00523EA7"/>
    <w:rsid w:val="00525187"/>
    <w:rsid w:val="0052735A"/>
    <w:rsid w:val="00531CB9"/>
    <w:rsid w:val="00532F79"/>
    <w:rsid w:val="005334A9"/>
    <w:rsid w:val="0053383F"/>
    <w:rsid w:val="00535966"/>
    <w:rsid w:val="00535B20"/>
    <w:rsid w:val="005403D3"/>
    <w:rsid w:val="005406EB"/>
    <w:rsid w:val="00540FAD"/>
    <w:rsid w:val="00544B1A"/>
    <w:rsid w:val="00545AD1"/>
    <w:rsid w:val="005522AA"/>
    <w:rsid w:val="00553375"/>
    <w:rsid w:val="00553A91"/>
    <w:rsid w:val="00554840"/>
    <w:rsid w:val="00554D0D"/>
    <w:rsid w:val="00555884"/>
    <w:rsid w:val="0055798A"/>
    <w:rsid w:val="00557FA1"/>
    <w:rsid w:val="00560C78"/>
    <w:rsid w:val="00562909"/>
    <w:rsid w:val="0056407F"/>
    <w:rsid w:val="00565D08"/>
    <w:rsid w:val="005736B7"/>
    <w:rsid w:val="00575E5A"/>
    <w:rsid w:val="00580245"/>
    <w:rsid w:val="00585A86"/>
    <w:rsid w:val="0058742A"/>
    <w:rsid w:val="00587CA4"/>
    <w:rsid w:val="00590B8A"/>
    <w:rsid w:val="00593DDE"/>
    <w:rsid w:val="005A1F44"/>
    <w:rsid w:val="005A499F"/>
    <w:rsid w:val="005C3FF6"/>
    <w:rsid w:val="005C4F2D"/>
    <w:rsid w:val="005D1608"/>
    <w:rsid w:val="005D1B50"/>
    <w:rsid w:val="005D2C6C"/>
    <w:rsid w:val="005D3C39"/>
    <w:rsid w:val="005D5CE2"/>
    <w:rsid w:val="005D7706"/>
    <w:rsid w:val="005E0049"/>
    <w:rsid w:val="005E1267"/>
    <w:rsid w:val="005F0383"/>
    <w:rsid w:val="005F63AC"/>
    <w:rsid w:val="00601A8C"/>
    <w:rsid w:val="0060289C"/>
    <w:rsid w:val="0061068E"/>
    <w:rsid w:val="006115D3"/>
    <w:rsid w:val="00612EDB"/>
    <w:rsid w:val="00613D3A"/>
    <w:rsid w:val="006146BF"/>
    <w:rsid w:val="006149D2"/>
    <w:rsid w:val="00614E71"/>
    <w:rsid w:val="00616EAA"/>
    <w:rsid w:val="00616F81"/>
    <w:rsid w:val="006208DF"/>
    <w:rsid w:val="00621BA9"/>
    <w:rsid w:val="00625BE6"/>
    <w:rsid w:val="00634834"/>
    <w:rsid w:val="00645371"/>
    <w:rsid w:val="006501CA"/>
    <w:rsid w:val="00652C01"/>
    <w:rsid w:val="0065491E"/>
    <w:rsid w:val="00655976"/>
    <w:rsid w:val="00655F45"/>
    <w:rsid w:val="0065610E"/>
    <w:rsid w:val="006606DB"/>
    <w:rsid w:val="00660AD3"/>
    <w:rsid w:val="00662818"/>
    <w:rsid w:val="00673E44"/>
    <w:rsid w:val="006776B6"/>
    <w:rsid w:val="00682207"/>
    <w:rsid w:val="00685A67"/>
    <w:rsid w:val="00686559"/>
    <w:rsid w:val="0069136C"/>
    <w:rsid w:val="006921C2"/>
    <w:rsid w:val="00693150"/>
    <w:rsid w:val="00694D14"/>
    <w:rsid w:val="006952C7"/>
    <w:rsid w:val="00695F35"/>
    <w:rsid w:val="006972D4"/>
    <w:rsid w:val="0069770B"/>
    <w:rsid w:val="00697A72"/>
    <w:rsid w:val="006A019B"/>
    <w:rsid w:val="006A5570"/>
    <w:rsid w:val="006A689C"/>
    <w:rsid w:val="006A747D"/>
    <w:rsid w:val="006B13A8"/>
    <w:rsid w:val="006B2318"/>
    <w:rsid w:val="006B2436"/>
    <w:rsid w:val="006B3D79"/>
    <w:rsid w:val="006B3E78"/>
    <w:rsid w:val="006B5B9B"/>
    <w:rsid w:val="006B6FE4"/>
    <w:rsid w:val="006C16E1"/>
    <w:rsid w:val="006C18F3"/>
    <w:rsid w:val="006C2343"/>
    <w:rsid w:val="006C26FF"/>
    <w:rsid w:val="006C2720"/>
    <w:rsid w:val="006C3137"/>
    <w:rsid w:val="006C31D3"/>
    <w:rsid w:val="006C442A"/>
    <w:rsid w:val="006C49F2"/>
    <w:rsid w:val="006C761E"/>
    <w:rsid w:val="006D15BC"/>
    <w:rsid w:val="006D3042"/>
    <w:rsid w:val="006E0578"/>
    <w:rsid w:val="006E2751"/>
    <w:rsid w:val="006E2FFA"/>
    <w:rsid w:val="006E314D"/>
    <w:rsid w:val="006F0578"/>
    <w:rsid w:val="006F455E"/>
    <w:rsid w:val="006F70E0"/>
    <w:rsid w:val="007020E6"/>
    <w:rsid w:val="00710723"/>
    <w:rsid w:val="007161BD"/>
    <w:rsid w:val="007171C2"/>
    <w:rsid w:val="00720802"/>
    <w:rsid w:val="00723ED1"/>
    <w:rsid w:val="00732A80"/>
    <w:rsid w:val="00733AD8"/>
    <w:rsid w:val="0074045E"/>
    <w:rsid w:val="00740AF5"/>
    <w:rsid w:val="007426F9"/>
    <w:rsid w:val="00743525"/>
    <w:rsid w:val="00744D42"/>
    <w:rsid w:val="00745555"/>
    <w:rsid w:val="00745B7E"/>
    <w:rsid w:val="00745F94"/>
    <w:rsid w:val="007541A2"/>
    <w:rsid w:val="00754C65"/>
    <w:rsid w:val="00755818"/>
    <w:rsid w:val="00756A89"/>
    <w:rsid w:val="00757290"/>
    <w:rsid w:val="0076286B"/>
    <w:rsid w:val="00766846"/>
    <w:rsid w:val="0076790E"/>
    <w:rsid w:val="00770601"/>
    <w:rsid w:val="0077673A"/>
    <w:rsid w:val="00776C2B"/>
    <w:rsid w:val="00781F41"/>
    <w:rsid w:val="00782AD6"/>
    <w:rsid w:val="007846E1"/>
    <w:rsid w:val="007847D6"/>
    <w:rsid w:val="00784EFE"/>
    <w:rsid w:val="00797BF3"/>
    <w:rsid w:val="00797E5F"/>
    <w:rsid w:val="007A1129"/>
    <w:rsid w:val="007A202B"/>
    <w:rsid w:val="007A4FA9"/>
    <w:rsid w:val="007A5172"/>
    <w:rsid w:val="007A67A0"/>
    <w:rsid w:val="007B133E"/>
    <w:rsid w:val="007B1A9D"/>
    <w:rsid w:val="007B1F2E"/>
    <w:rsid w:val="007B570C"/>
    <w:rsid w:val="007C0F65"/>
    <w:rsid w:val="007C15BD"/>
    <w:rsid w:val="007C4C8F"/>
    <w:rsid w:val="007D41FF"/>
    <w:rsid w:val="007E0E61"/>
    <w:rsid w:val="007E4A6E"/>
    <w:rsid w:val="007F56A7"/>
    <w:rsid w:val="007F605F"/>
    <w:rsid w:val="007F6B4A"/>
    <w:rsid w:val="007F7AFD"/>
    <w:rsid w:val="00800851"/>
    <w:rsid w:val="0080171C"/>
    <w:rsid w:val="008028FD"/>
    <w:rsid w:val="00803449"/>
    <w:rsid w:val="00803BF3"/>
    <w:rsid w:val="00807DD0"/>
    <w:rsid w:val="00810E5C"/>
    <w:rsid w:val="008116CB"/>
    <w:rsid w:val="00811DD3"/>
    <w:rsid w:val="00814696"/>
    <w:rsid w:val="00814C9F"/>
    <w:rsid w:val="00816930"/>
    <w:rsid w:val="00817499"/>
    <w:rsid w:val="00821D01"/>
    <w:rsid w:val="00824893"/>
    <w:rsid w:val="00826B7B"/>
    <w:rsid w:val="0083197D"/>
    <w:rsid w:val="00831E0F"/>
    <w:rsid w:val="00834146"/>
    <w:rsid w:val="00835585"/>
    <w:rsid w:val="00835F5C"/>
    <w:rsid w:val="008444F1"/>
    <w:rsid w:val="008453C5"/>
    <w:rsid w:val="00845A0A"/>
    <w:rsid w:val="00846789"/>
    <w:rsid w:val="00847078"/>
    <w:rsid w:val="00851F48"/>
    <w:rsid w:val="00854B3C"/>
    <w:rsid w:val="00855810"/>
    <w:rsid w:val="00856573"/>
    <w:rsid w:val="008579F7"/>
    <w:rsid w:val="00865F5F"/>
    <w:rsid w:val="00872C00"/>
    <w:rsid w:val="00873EF3"/>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B2B40"/>
    <w:rsid w:val="008B391B"/>
    <w:rsid w:val="008B5C10"/>
    <w:rsid w:val="008B5C64"/>
    <w:rsid w:val="008B60A4"/>
    <w:rsid w:val="008B6CF0"/>
    <w:rsid w:val="008C1BFC"/>
    <w:rsid w:val="008C24A8"/>
    <w:rsid w:val="008C50F3"/>
    <w:rsid w:val="008C51A4"/>
    <w:rsid w:val="008C5CAE"/>
    <w:rsid w:val="008C7EFE"/>
    <w:rsid w:val="008D03B9"/>
    <w:rsid w:val="008D2896"/>
    <w:rsid w:val="008D30C7"/>
    <w:rsid w:val="008D34E6"/>
    <w:rsid w:val="008E0B49"/>
    <w:rsid w:val="008E200C"/>
    <w:rsid w:val="008E3E00"/>
    <w:rsid w:val="008E54C8"/>
    <w:rsid w:val="008F18D6"/>
    <w:rsid w:val="008F2C9B"/>
    <w:rsid w:val="008F797B"/>
    <w:rsid w:val="0090019A"/>
    <w:rsid w:val="009018AE"/>
    <w:rsid w:val="00904780"/>
    <w:rsid w:val="009048B2"/>
    <w:rsid w:val="00904CC9"/>
    <w:rsid w:val="0090635B"/>
    <w:rsid w:val="00914F81"/>
    <w:rsid w:val="00917BAD"/>
    <w:rsid w:val="00922385"/>
    <w:rsid w:val="009223DF"/>
    <w:rsid w:val="009226C1"/>
    <w:rsid w:val="00923406"/>
    <w:rsid w:val="009237FD"/>
    <w:rsid w:val="0092529B"/>
    <w:rsid w:val="00930A74"/>
    <w:rsid w:val="00930A9B"/>
    <w:rsid w:val="00933FD0"/>
    <w:rsid w:val="00935956"/>
    <w:rsid w:val="00936091"/>
    <w:rsid w:val="00936D2A"/>
    <w:rsid w:val="00940707"/>
    <w:rsid w:val="00940734"/>
    <w:rsid w:val="00940D8A"/>
    <w:rsid w:val="00942913"/>
    <w:rsid w:val="00950944"/>
    <w:rsid w:val="00957F1F"/>
    <w:rsid w:val="00962258"/>
    <w:rsid w:val="00967398"/>
    <w:rsid w:val="009678B7"/>
    <w:rsid w:val="00967F48"/>
    <w:rsid w:val="009717F1"/>
    <w:rsid w:val="0097239D"/>
    <w:rsid w:val="009774EB"/>
    <w:rsid w:val="00977EE5"/>
    <w:rsid w:val="00980EEF"/>
    <w:rsid w:val="00981A8E"/>
    <w:rsid w:val="009903C3"/>
    <w:rsid w:val="00990ADE"/>
    <w:rsid w:val="009920E1"/>
    <w:rsid w:val="00992D9C"/>
    <w:rsid w:val="00992FC6"/>
    <w:rsid w:val="00995B1A"/>
    <w:rsid w:val="00996CB8"/>
    <w:rsid w:val="009A404E"/>
    <w:rsid w:val="009B2E97"/>
    <w:rsid w:val="009B303C"/>
    <w:rsid w:val="009B50C1"/>
    <w:rsid w:val="009B5146"/>
    <w:rsid w:val="009B5181"/>
    <w:rsid w:val="009B5435"/>
    <w:rsid w:val="009C016F"/>
    <w:rsid w:val="009C1B66"/>
    <w:rsid w:val="009C418E"/>
    <w:rsid w:val="009C442C"/>
    <w:rsid w:val="009C4EEA"/>
    <w:rsid w:val="009D2FC5"/>
    <w:rsid w:val="009D343C"/>
    <w:rsid w:val="009D5183"/>
    <w:rsid w:val="009D623F"/>
    <w:rsid w:val="009E07F4"/>
    <w:rsid w:val="009E09BE"/>
    <w:rsid w:val="009E1D5F"/>
    <w:rsid w:val="009E3221"/>
    <w:rsid w:val="009E3D46"/>
    <w:rsid w:val="009E4D19"/>
    <w:rsid w:val="009E7847"/>
    <w:rsid w:val="009F1404"/>
    <w:rsid w:val="009F25DD"/>
    <w:rsid w:val="009F309B"/>
    <w:rsid w:val="009F392E"/>
    <w:rsid w:val="009F4F28"/>
    <w:rsid w:val="009F52B4"/>
    <w:rsid w:val="009F53C5"/>
    <w:rsid w:val="009F69FE"/>
    <w:rsid w:val="00A04D7F"/>
    <w:rsid w:val="00A07078"/>
    <w:rsid w:val="00A0740E"/>
    <w:rsid w:val="00A121D7"/>
    <w:rsid w:val="00A23726"/>
    <w:rsid w:val="00A23CD5"/>
    <w:rsid w:val="00A31269"/>
    <w:rsid w:val="00A4050F"/>
    <w:rsid w:val="00A4561A"/>
    <w:rsid w:val="00A47324"/>
    <w:rsid w:val="00A47B7A"/>
    <w:rsid w:val="00A50641"/>
    <w:rsid w:val="00A51ACE"/>
    <w:rsid w:val="00A530BF"/>
    <w:rsid w:val="00A535EA"/>
    <w:rsid w:val="00A6177B"/>
    <w:rsid w:val="00A620B8"/>
    <w:rsid w:val="00A6274D"/>
    <w:rsid w:val="00A62E74"/>
    <w:rsid w:val="00A65789"/>
    <w:rsid w:val="00A66030"/>
    <w:rsid w:val="00A66136"/>
    <w:rsid w:val="00A66853"/>
    <w:rsid w:val="00A672C6"/>
    <w:rsid w:val="00A67C50"/>
    <w:rsid w:val="00A71189"/>
    <w:rsid w:val="00A711ED"/>
    <w:rsid w:val="00A7364A"/>
    <w:rsid w:val="00A74789"/>
    <w:rsid w:val="00A74DCC"/>
    <w:rsid w:val="00A753ED"/>
    <w:rsid w:val="00A77512"/>
    <w:rsid w:val="00A8227E"/>
    <w:rsid w:val="00A8385E"/>
    <w:rsid w:val="00A861A2"/>
    <w:rsid w:val="00A94C2F"/>
    <w:rsid w:val="00A94F0E"/>
    <w:rsid w:val="00A94F6C"/>
    <w:rsid w:val="00A95445"/>
    <w:rsid w:val="00A97BF8"/>
    <w:rsid w:val="00AA4CBB"/>
    <w:rsid w:val="00AA65FA"/>
    <w:rsid w:val="00AA7351"/>
    <w:rsid w:val="00AB06AB"/>
    <w:rsid w:val="00AC3E83"/>
    <w:rsid w:val="00AC45AA"/>
    <w:rsid w:val="00AC547E"/>
    <w:rsid w:val="00AC5618"/>
    <w:rsid w:val="00AC59BD"/>
    <w:rsid w:val="00AC678D"/>
    <w:rsid w:val="00AD056F"/>
    <w:rsid w:val="00AD0C7B"/>
    <w:rsid w:val="00AD38D0"/>
    <w:rsid w:val="00AD5F1A"/>
    <w:rsid w:val="00AD6731"/>
    <w:rsid w:val="00AF0FD3"/>
    <w:rsid w:val="00AF2E9E"/>
    <w:rsid w:val="00AF5231"/>
    <w:rsid w:val="00AF5943"/>
    <w:rsid w:val="00B008D5"/>
    <w:rsid w:val="00B00CFD"/>
    <w:rsid w:val="00B01542"/>
    <w:rsid w:val="00B02F73"/>
    <w:rsid w:val="00B0619F"/>
    <w:rsid w:val="00B101FD"/>
    <w:rsid w:val="00B11C42"/>
    <w:rsid w:val="00B12338"/>
    <w:rsid w:val="00B13A26"/>
    <w:rsid w:val="00B15371"/>
    <w:rsid w:val="00B15D0D"/>
    <w:rsid w:val="00B22106"/>
    <w:rsid w:val="00B31D98"/>
    <w:rsid w:val="00B331AB"/>
    <w:rsid w:val="00B344A3"/>
    <w:rsid w:val="00B41070"/>
    <w:rsid w:val="00B413E7"/>
    <w:rsid w:val="00B44CC6"/>
    <w:rsid w:val="00B46BA5"/>
    <w:rsid w:val="00B479CC"/>
    <w:rsid w:val="00B50AB2"/>
    <w:rsid w:val="00B53E41"/>
    <w:rsid w:val="00B5431A"/>
    <w:rsid w:val="00B54C83"/>
    <w:rsid w:val="00B54FBB"/>
    <w:rsid w:val="00B56EB2"/>
    <w:rsid w:val="00B61D30"/>
    <w:rsid w:val="00B654A4"/>
    <w:rsid w:val="00B75605"/>
    <w:rsid w:val="00B75DE2"/>
    <w:rsid w:val="00B75EE1"/>
    <w:rsid w:val="00B77481"/>
    <w:rsid w:val="00B81CBE"/>
    <w:rsid w:val="00B8518B"/>
    <w:rsid w:val="00B861EA"/>
    <w:rsid w:val="00B90FC2"/>
    <w:rsid w:val="00B91AE8"/>
    <w:rsid w:val="00B93566"/>
    <w:rsid w:val="00B94742"/>
    <w:rsid w:val="00B94F10"/>
    <w:rsid w:val="00B95A4C"/>
    <w:rsid w:val="00B965D0"/>
    <w:rsid w:val="00B97CC3"/>
    <w:rsid w:val="00BA2F47"/>
    <w:rsid w:val="00BB04DD"/>
    <w:rsid w:val="00BB5275"/>
    <w:rsid w:val="00BC0405"/>
    <w:rsid w:val="00BC06C4"/>
    <w:rsid w:val="00BC5413"/>
    <w:rsid w:val="00BC5755"/>
    <w:rsid w:val="00BC62DD"/>
    <w:rsid w:val="00BD2B67"/>
    <w:rsid w:val="00BD6C04"/>
    <w:rsid w:val="00BD76C3"/>
    <w:rsid w:val="00BD7E91"/>
    <w:rsid w:val="00BD7F0D"/>
    <w:rsid w:val="00BD7F1D"/>
    <w:rsid w:val="00BE06DC"/>
    <w:rsid w:val="00BF54FE"/>
    <w:rsid w:val="00BF6922"/>
    <w:rsid w:val="00BF6AEC"/>
    <w:rsid w:val="00C01A3A"/>
    <w:rsid w:val="00C02346"/>
    <w:rsid w:val="00C02D0A"/>
    <w:rsid w:val="00C03A6E"/>
    <w:rsid w:val="00C05C11"/>
    <w:rsid w:val="00C062C9"/>
    <w:rsid w:val="00C065D9"/>
    <w:rsid w:val="00C13860"/>
    <w:rsid w:val="00C224B0"/>
    <w:rsid w:val="00C226C0"/>
    <w:rsid w:val="00C22D8F"/>
    <w:rsid w:val="00C24A6A"/>
    <w:rsid w:val="00C3030A"/>
    <w:rsid w:val="00C30CA8"/>
    <w:rsid w:val="00C33140"/>
    <w:rsid w:val="00C3492B"/>
    <w:rsid w:val="00C34D5E"/>
    <w:rsid w:val="00C365DA"/>
    <w:rsid w:val="00C36679"/>
    <w:rsid w:val="00C423B6"/>
    <w:rsid w:val="00C42FE6"/>
    <w:rsid w:val="00C44F6A"/>
    <w:rsid w:val="00C51B48"/>
    <w:rsid w:val="00C53FFF"/>
    <w:rsid w:val="00C55C22"/>
    <w:rsid w:val="00C6198E"/>
    <w:rsid w:val="00C61E19"/>
    <w:rsid w:val="00C64D7C"/>
    <w:rsid w:val="00C654BD"/>
    <w:rsid w:val="00C708EA"/>
    <w:rsid w:val="00C71821"/>
    <w:rsid w:val="00C73385"/>
    <w:rsid w:val="00C778A5"/>
    <w:rsid w:val="00C83FA2"/>
    <w:rsid w:val="00C8434B"/>
    <w:rsid w:val="00C85035"/>
    <w:rsid w:val="00C8578E"/>
    <w:rsid w:val="00C86957"/>
    <w:rsid w:val="00C91DC3"/>
    <w:rsid w:val="00C93497"/>
    <w:rsid w:val="00C95162"/>
    <w:rsid w:val="00C95790"/>
    <w:rsid w:val="00CA4B8C"/>
    <w:rsid w:val="00CA71A9"/>
    <w:rsid w:val="00CB05FC"/>
    <w:rsid w:val="00CB6A37"/>
    <w:rsid w:val="00CB7684"/>
    <w:rsid w:val="00CC11FB"/>
    <w:rsid w:val="00CC2699"/>
    <w:rsid w:val="00CC7C8F"/>
    <w:rsid w:val="00CD1383"/>
    <w:rsid w:val="00CD1FC4"/>
    <w:rsid w:val="00CD6C20"/>
    <w:rsid w:val="00CE1C97"/>
    <w:rsid w:val="00CF034F"/>
    <w:rsid w:val="00CF2936"/>
    <w:rsid w:val="00CF487B"/>
    <w:rsid w:val="00D0273B"/>
    <w:rsid w:val="00D02F18"/>
    <w:rsid w:val="00D034A0"/>
    <w:rsid w:val="00D04909"/>
    <w:rsid w:val="00D06214"/>
    <w:rsid w:val="00D0732C"/>
    <w:rsid w:val="00D12130"/>
    <w:rsid w:val="00D12C76"/>
    <w:rsid w:val="00D173CC"/>
    <w:rsid w:val="00D21061"/>
    <w:rsid w:val="00D2244B"/>
    <w:rsid w:val="00D24AE7"/>
    <w:rsid w:val="00D24DA7"/>
    <w:rsid w:val="00D271D7"/>
    <w:rsid w:val="00D27E08"/>
    <w:rsid w:val="00D322B7"/>
    <w:rsid w:val="00D33D4C"/>
    <w:rsid w:val="00D4108E"/>
    <w:rsid w:val="00D521D0"/>
    <w:rsid w:val="00D55077"/>
    <w:rsid w:val="00D6163D"/>
    <w:rsid w:val="00D61BB3"/>
    <w:rsid w:val="00D646E6"/>
    <w:rsid w:val="00D66BEE"/>
    <w:rsid w:val="00D67D3D"/>
    <w:rsid w:val="00D771F6"/>
    <w:rsid w:val="00D80E63"/>
    <w:rsid w:val="00D831A3"/>
    <w:rsid w:val="00D8421D"/>
    <w:rsid w:val="00D85204"/>
    <w:rsid w:val="00D86F92"/>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C430B"/>
    <w:rsid w:val="00DC60F1"/>
    <w:rsid w:val="00DD46F3"/>
    <w:rsid w:val="00DE39FF"/>
    <w:rsid w:val="00DE51A5"/>
    <w:rsid w:val="00DE56F2"/>
    <w:rsid w:val="00DE5930"/>
    <w:rsid w:val="00DE7FE3"/>
    <w:rsid w:val="00DF116D"/>
    <w:rsid w:val="00DF4DDD"/>
    <w:rsid w:val="00DF7BAA"/>
    <w:rsid w:val="00E01124"/>
    <w:rsid w:val="00E014A7"/>
    <w:rsid w:val="00E03018"/>
    <w:rsid w:val="00E03689"/>
    <w:rsid w:val="00E03B03"/>
    <w:rsid w:val="00E04A7B"/>
    <w:rsid w:val="00E10E36"/>
    <w:rsid w:val="00E125E0"/>
    <w:rsid w:val="00E13140"/>
    <w:rsid w:val="00E13A73"/>
    <w:rsid w:val="00E14972"/>
    <w:rsid w:val="00E16FF7"/>
    <w:rsid w:val="00E1732F"/>
    <w:rsid w:val="00E20AE7"/>
    <w:rsid w:val="00E2241A"/>
    <w:rsid w:val="00E26D68"/>
    <w:rsid w:val="00E311B8"/>
    <w:rsid w:val="00E31C29"/>
    <w:rsid w:val="00E3341A"/>
    <w:rsid w:val="00E37AC7"/>
    <w:rsid w:val="00E37E06"/>
    <w:rsid w:val="00E42BBE"/>
    <w:rsid w:val="00E44045"/>
    <w:rsid w:val="00E516F2"/>
    <w:rsid w:val="00E536EF"/>
    <w:rsid w:val="00E53B8F"/>
    <w:rsid w:val="00E618C4"/>
    <w:rsid w:val="00E67218"/>
    <w:rsid w:val="00E70AB8"/>
    <w:rsid w:val="00E7218A"/>
    <w:rsid w:val="00E726BC"/>
    <w:rsid w:val="00E739C5"/>
    <w:rsid w:val="00E84C3A"/>
    <w:rsid w:val="00E86EF7"/>
    <w:rsid w:val="00E878EE"/>
    <w:rsid w:val="00E910D4"/>
    <w:rsid w:val="00EA23AF"/>
    <w:rsid w:val="00EA3302"/>
    <w:rsid w:val="00EA4C48"/>
    <w:rsid w:val="00EA69AC"/>
    <w:rsid w:val="00EA6A2E"/>
    <w:rsid w:val="00EA6EC7"/>
    <w:rsid w:val="00EB0835"/>
    <w:rsid w:val="00EB104F"/>
    <w:rsid w:val="00EB121E"/>
    <w:rsid w:val="00EB1EA8"/>
    <w:rsid w:val="00EB4139"/>
    <w:rsid w:val="00EB46E5"/>
    <w:rsid w:val="00EB7065"/>
    <w:rsid w:val="00EB7387"/>
    <w:rsid w:val="00EB7A07"/>
    <w:rsid w:val="00EC115B"/>
    <w:rsid w:val="00EC1D84"/>
    <w:rsid w:val="00EC216A"/>
    <w:rsid w:val="00EC4FA5"/>
    <w:rsid w:val="00EC58B6"/>
    <w:rsid w:val="00EC613E"/>
    <w:rsid w:val="00EC6D35"/>
    <w:rsid w:val="00EC75ED"/>
    <w:rsid w:val="00ED0703"/>
    <w:rsid w:val="00ED1089"/>
    <w:rsid w:val="00ED14BD"/>
    <w:rsid w:val="00ED1858"/>
    <w:rsid w:val="00ED1E11"/>
    <w:rsid w:val="00ED2516"/>
    <w:rsid w:val="00ED2AC4"/>
    <w:rsid w:val="00ED7E86"/>
    <w:rsid w:val="00EE293D"/>
    <w:rsid w:val="00EE75CA"/>
    <w:rsid w:val="00EF1373"/>
    <w:rsid w:val="00EF50A7"/>
    <w:rsid w:val="00F016C7"/>
    <w:rsid w:val="00F01B21"/>
    <w:rsid w:val="00F02597"/>
    <w:rsid w:val="00F02D86"/>
    <w:rsid w:val="00F10AF7"/>
    <w:rsid w:val="00F10C74"/>
    <w:rsid w:val="00F116B6"/>
    <w:rsid w:val="00F11928"/>
    <w:rsid w:val="00F12DEC"/>
    <w:rsid w:val="00F1481D"/>
    <w:rsid w:val="00F1715C"/>
    <w:rsid w:val="00F24845"/>
    <w:rsid w:val="00F310F8"/>
    <w:rsid w:val="00F331C1"/>
    <w:rsid w:val="00F35939"/>
    <w:rsid w:val="00F40272"/>
    <w:rsid w:val="00F4273A"/>
    <w:rsid w:val="00F43984"/>
    <w:rsid w:val="00F45607"/>
    <w:rsid w:val="00F4722B"/>
    <w:rsid w:val="00F51AC1"/>
    <w:rsid w:val="00F54432"/>
    <w:rsid w:val="00F57CBF"/>
    <w:rsid w:val="00F60DF5"/>
    <w:rsid w:val="00F60EBA"/>
    <w:rsid w:val="00F63E79"/>
    <w:rsid w:val="00F659EB"/>
    <w:rsid w:val="00F66312"/>
    <w:rsid w:val="00F66DA9"/>
    <w:rsid w:val="00F673CB"/>
    <w:rsid w:val="00F705D1"/>
    <w:rsid w:val="00F71810"/>
    <w:rsid w:val="00F77FD9"/>
    <w:rsid w:val="00F82B00"/>
    <w:rsid w:val="00F83AE6"/>
    <w:rsid w:val="00F84891"/>
    <w:rsid w:val="00F85B8B"/>
    <w:rsid w:val="00F86BA6"/>
    <w:rsid w:val="00F8788B"/>
    <w:rsid w:val="00F87B3E"/>
    <w:rsid w:val="00F915D0"/>
    <w:rsid w:val="00F951C4"/>
    <w:rsid w:val="00FA1285"/>
    <w:rsid w:val="00FA17DD"/>
    <w:rsid w:val="00FA5522"/>
    <w:rsid w:val="00FB02A7"/>
    <w:rsid w:val="00FB5DE8"/>
    <w:rsid w:val="00FB6342"/>
    <w:rsid w:val="00FC4D1B"/>
    <w:rsid w:val="00FC6389"/>
    <w:rsid w:val="00FD55A7"/>
    <w:rsid w:val="00FE0699"/>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B3B36E"/>
  <w15:docId w15:val="{7D6F99C4-AF54-4D50-80A9-7BCDC1AF7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tabs>
        <w:tab w:val="clear" w:pos="2297"/>
        <w:tab w:val="num" w:pos="737"/>
      </w:tabs>
      <w:spacing w:after="120" w:line="264" w:lineRule="auto"/>
      <w:ind w:left="737"/>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186747994">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_P&#345;ejezdy\702%20-%20Milotice%20-%20Vrbno%20AFRY\_Realizace\P7707\ZTP_R_VZOR_24071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95231FD0FFC471B92D41A67C0FC7E91"/>
        <w:category>
          <w:name w:val="Obecné"/>
          <w:gallery w:val="placeholder"/>
        </w:category>
        <w:types>
          <w:type w:val="bbPlcHdr"/>
        </w:types>
        <w:behaviors>
          <w:behavior w:val="content"/>
        </w:behaviors>
        <w:guid w:val="{903AAC4E-37C7-403A-9D07-541FC13E6BC8}"/>
      </w:docPartPr>
      <w:docPartBody>
        <w:p w:rsidR="006A22B3" w:rsidRDefault="004B166C">
          <w:pPr>
            <w:pStyle w:val="895231FD0FFC471B92D41A67C0FC7E9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91F"/>
    <w:rsid w:val="0000391F"/>
    <w:rsid w:val="00077F2C"/>
    <w:rsid w:val="0009545A"/>
    <w:rsid w:val="00152E46"/>
    <w:rsid w:val="0018622D"/>
    <w:rsid w:val="001E4BA0"/>
    <w:rsid w:val="003930B8"/>
    <w:rsid w:val="003B089C"/>
    <w:rsid w:val="004B166C"/>
    <w:rsid w:val="004B468A"/>
    <w:rsid w:val="006A22B3"/>
    <w:rsid w:val="006B5B9B"/>
    <w:rsid w:val="006D15BC"/>
    <w:rsid w:val="00835585"/>
    <w:rsid w:val="008B6CF0"/>
    <w:rsid w:val="008C5CAE"/>
    <w:rsid w:val="00925AB7"/>
    <w:rsid w:val="00A06F6E"/>
    <w:rsid w:val="00B33D33"/>
    <w:rsid w:val="00C224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95231FD0FFC471B92D41A67C0FC7E91">
    <w:name w:val="895231FD0FFC471B92D41A67C0FC7E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99FAD6D-7B1D-440A-B977-27D957CABF1A}">
  <ds:schemaRefs>
    <ds:schemaRef ds:uri="http://schemas.openxmlformats.org/officeDocument/2006/bibliography"/>
  </ds:schemaRefs>
</ds:datastoreItem>
</file>

<file path=customXml/itemProps2.xml><?xml version="1.0" encoding="utf-8"?>
<ds:datastoreItem xmlns:ds="http://schemas.openxmlformats.org/officeDocument/2006/customXml" ds:itemID="{4B6C53BD-D044-488E-8804-3FF517843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ZTP_R_VZOR_240718.dotx</Template>
  <TotalTime>26</TotalTime>
  <Pages>10</Pages>
  <Words>3752</Words>
  <Characters>22139</Characters>
  <Application>Microsoft Office Word</Application>
  <DocSecurity>0</DocSecurity>
  <Lines>184</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R_240718</vt:lpstr>
      <vt:lpstr/>
      <vt:lpstr>Titulek 1. úrovně </vt:lpstr>
      <vt:lpstr>    Titulek 2. úrovně</vt:lpstr>
      <vt:lpstr>        Titulek 3. úrovně</vt:lpstr>
    </vt:vector>
  </TitlesOfParts>
  <Manager>Fojta@spravazeleznic.cz</Manager>
  <Company>SŽ</Company>
  <LinksUpToDate>false</LinksUpToDate>
  <CharactersWithSpaces>25840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R_240718</dc:title>
  <dc:creator>Hanová Michaela, Ing.</dc:creator>
  <cp:lastModifiedBy>Hanová Michaela, Ing.</cp:lastModifiedBy>
  <cp:revision>8</cp:revision>
  <cp:lastPrinted>2024-02-14T09:30:00Z</cp:lastPrinted>
  <dcterms:created xsi:type="dcterms:W3CDTF">2024-09-03T09:59:00Z</dcterms:created>
  <dcterms:modified xsi:type="dcterms:W3CDTF">2024-11-27T08:02:00Z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