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92971" w14:textId="77777777" w:rsidR="002F5282" w:rsidRPr="003A6251" w:rsidRDefault="002F5282" w:rsidP="002F5282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187A007" w14:textId="77777777" w:rsidR="002F5282" w:rsidRPr="00B53327" w:rsidRDefault="002F5282" w:rsidP="002F5282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14:paraId="2D246A60" w14:textId="77777777" w:rsidR="005B290E" w:rsidRDefault="002F5282" w:rsidP="005B290E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5B290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Úřad: </w:t>
      </w:r>
      <w:r w:rsidR="005B290E">
        <w:rPr>
          <w:rFonts w:ascii="Times New Roman" w:hAnsi="Times New Roman"/>
          <w:color w:val="000000" w:themeColor="text1"/>
          <w:sz w:val="24"/>
          <w:szCs w:val="24"/>
        </w:rPr>
        <w:t>Drážní úřad, pracoviště Olomouc</w:t>
      </w:r>
    </w:p>
    <w:p w14:paraId="6911B1D3" w14:textId="77777777" w:rsidR="005B290E" w:rsidRDefault="005B290E" w:rsidP="005B290E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Ulice: </w:t>
      </w:r>
      <w:r>
        <w:rPr>
          <w:rFonts w:ascii="Times New Roman" w:hAnsi="Times New Roman"/>
          <w:color w:val="000000" w:themeColor="text1"/>
          <w:sz w:val="24"/>
          <w:szCs w:val="24"/>
        </w:rPr>
        <w:t>Nerudova 1</w:t>
      </w:r>
    </w:p>
    <w:p w14:paraId="6E73CB8A" w14:textId="1D84F484" w:rsidR="002F5282" w:rsidRPr="00B53327" w:rsidRDefault="005B290E" w:rsidP="005B290E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PSČ,obec: </w:t>
      </w:r>
      <w:r>
        <w:rPr>
          <w:rFonts w:ascii="Times New Roman" w:hAnsi="Times New Roman"/>
          <w:color w:val="000000" w:themeColor="text1"/>
          <w:sz w:val="24"/>
          <w:szCs w:val="24"/>
        </w:rPr>
        <w:t>779 00 Olomouc</w:t>
      </w:r>
    </w:p>
    <w:p w14:paraId="6B545E92" w14:textId="77777777"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4D726C1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CF689FC" w14:textId="77777777" w:rsidR="002F5282" w:rsidRPr="00B53327" w:rsidRDefault="002F5282" w:rsidP="002F5282">
      <w:pPr>
        <w:keepNext/>
        <w:tabs>
          <w:tab w:val="left" w:pos="851"/>
        </w:tabs>
        <w:spacing w:before="240" w:after="60" w:line="240" w:lineRule="auto"/>
        <w:ind w:left="851" w:hanging="851"/>
        <w:jc w:val="both"/>
        <w:outlineLvl w:val="1"/>
        <w:rPr>
          <w:rFonts w:ascii="Times New Roman" w:eastAsia="Times New Roman" w:hAnsi="Times New Roman"/>
          <w:b/>
          <w:bCs/>
          <w:iCs/>
          <w:strike/>
          <w:color w:val="000000" w:themeColor="text1"/>
          <w:sz w:val="24"/>
          <w:szCs w:val="28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 xml:space="preserve">Věc:  </w:t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b/>
          <w:bCs/>
          <w:iCs/>
          <w:caps/>
          <w:color w:val="000000" w:themeColor="text1"/>
          <w:sz w:val="28"/>
          <w:szCs w:val="28"/>
        </w:rPr>
        <w:t>žádost o vydání společného povolení</w:t>
      </w:r>
    </w:p>
    <w:p w14:paraId="79187A82" w14:textId="77777777"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14:paraId="3B20D7FF" w14:textId="15746C1F" w:rsidR="002F5282" w:rsidRPr="00B53327" w:rsidRDefault="005B290E" w:rsidP="002F5282">
      <w:pPr>
        <w:tabs>
          <w:tab w:val="left" w:pos="567"/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1"/>
            </w:checkBox>
          </w:ffData>
        </w:fldChar>
      </w:r>
      <w:bookmarkStart w:id="0" w:name="Zaškrtávací26"/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754945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754945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bookmarkEnd w:id="0"/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</w:t>
      </w:r>
    </w:p>
    <w:p w14:paraId="760B1465" w14:textId="77777777" w:rsidR="002F5282" w:rsidRPr="00B53327" w:rsidRDefault="002F5282" w:rsidP="002F5282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754945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754945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 s posouzením vlivů na životní prostředí</w:t>
      </w:r>
    </w:p>
    <w:p w14:paraId="221A60D4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14:paraId="69015B7C" w14:textId="77777777"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strike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podle ustanovení § 94j a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94q zákona č. 183/2006 Sb., o územním plánování a stavebním řádu (stavební zákon), a § 13a vyhlášky č. 503/2006 Sb., o podrobnější úpravě územního rozhodování, územního opatření a stavebního řádu</w:t>
      </w:r>
    </w:p>
    <w:p w14:paraId="741FA645" w14:textId="77777777"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14:paraId="7D3A996D" w14:textId="77777777"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14:paraId="4C1CEE3F" w14:textId="77777777" w:rsidR="002F5282" w:rsidRPr="00B53327" w:rsidRDefault="002F5282" w:rsidP="00643166">
      <w:pPr>
        <w:numPr>
          <w:ilvl w:val="1"/>
          <w:numId w:val="76"/>
        </w:numPr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Identifikační údaje stavebního záměru </w:t>
      </w:r>
    </w:p>
    <w:p w14:paraId="0CECC646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 stavby / změny stavby, druh a účel stavby / změny stavby, v případě souboru staveb označení jednotlivých staveb, místo stavby / změny stavby – obec, ulice, číslo popisné / evidenční)</w:t>
      </w:r>
    </w:p>
    <w:p w14:paraId="1A78AE71" w14:textId="77777777" w:rsidR="00CC72E8" w:rsidRPr="000330F3" w:rsidRDefault="00CC72E8" w:rsidP="00CC72E8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</w:pPr>
      <w:r w:rsidRPr="000330F3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Název stavby:</w:t>
      </w:r>
    </w:p>
    <w:p w14:paraId="1578DE2F" w14:textId="58F05EEE" w:rsidR="00CF7FB9" w:rsidRDefault="00CC72E8" w:rsidP="00CC72E8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V</w:t>
      </w:r>
      <w:r w:rsidRPr="00CC72E8">
        <w:rPr>
          <w:rFonts w:ascii="Times New Roman" w:eastAsia="Times New Roman" w:hAnsi="Times New Roman"/>
          <w:color w:val="000000" w:themeColor="text1"/>
          <w:sz w:val="24"/>
          <w:szCs w:val="24"/>
        </w:rPr>
        <w:t>ýstavba PZS přejezdu P7712 v km 9,592 trati Milotice nad Opavou - Vrbno pod Pradědem</w:t>
      </w:r>
    </w:p>
    <w:p w14:paraId="365B242F" w14:textId="604E93A4" w:rsidR="00CC72E8" w:rsidRDefault="00CC72E8" w:rsidP="00CC72E8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330F3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Druh a účel: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0330F3">
        <w:rPr>
          <w:rFonts w:ascii="Times New Roman" w:eastAsia="Times New Roman" w:hAnsi="Times New Roman"/>
          <w:color w:val="000000" w:themeColor="text1"/>
          <w:sz w:val="24"/>
          <w:szCs w:val="24"/>
        </w:rPr>
        <w:t>Jedná se o liniovou železniční stavbu. Stavba se nachází na stávajícím drážním tělese a jejím účelem je výstavba přejezdového zabezpečovacího systému.</w:t>
      </w:r>
    </w:p>
    <w:p w14:paraId="4182E880" w14:textId="1876B099" w:rsidR="000330F3" w:rsidRPr="00B53327" w:rsidRDefault="000330F3" w:rsidP="00CC72E8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330F3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Místo stavby: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obec Široká Niva</w:t>
      </w:r>
    </w:p>
    <w:p w14:paraId="4654BA2B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B76D60B" w14:textId="77777777" w:rsidR="002F5282" w:rsidRPr="001873F9" w:rsidRDefault="002F5282" w:rsidP="00643166">
      <w:pPr>
        <w:numPr>
          <w:ilvl w:val="1"/>
          <w:numId w:val="76"/>
        </w:numPr>
        <w:spacing w:before="120" w:after="120" w:line="240" w:lineRule="auto"/>
        <w:ind w:left="720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1873F9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Pozemky, na kterých se stavba umisťuje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3"/>
        <w:gridCol w:w="1559"/>
        <w:gridCol w:w="3382"/>
        <w:gridCol w:w="1154"/>
      </w:tblGrid>
      <w:tr w:rsidR="002F5282" w:rsidRPr="00B53327" w14:paraId="31B1C383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E3657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79959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2BAD5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64C80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výměra</w:t>
            </w:r>
          </w:p>
        </w:tc>
      </w:tr>
      <w:tr w:rsidR="001655BB" w:rsidRPr="00B53327" w14:paraId="1A831BB5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59872" w14:textId="13F2EBA7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Široká Niva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64C31" w14:textId="1DE9F5FD" w:rsidR="001655BB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1509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5DA88" w14:textId="4D8561EB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Trvalý travní porost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D4816" w14:textId="7D0B0E38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1531</w:t>
            </w:r>
          </w:p>
        </w:tc>
      </w:tr>
      <w:tr w:rsidR="001655BB" w:rsidRPr="00B53327" w14:paraId="4CA5575B" w14:textId="77777777" w:rsidTr="001655BB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9BF48" w14:textId="37B7E00C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82D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Široká Niva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BFB75" w14:textId="3457C2A5" w:rsidR="001655BB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1539/1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A8A39" w14:textId="24D80D6B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Zahrada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59AEC" w14:textId="42A7EBC6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1082</w:t>
            </w:r>
          </w:p>
        </w:tc>
      </w:tr>
      <w:tr w:rsidR="001655BB" w:rsidRPr="00B53327" w14:paraId="4D3FC514" w14:textId="77777777" w:rsidTr="001655BB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5F914" w14:textId="241AED79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82D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Široká Niva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13A79" w14:textId="0E0346B7" w:rsidR="001655BB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2185/1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0D155C" w14:textId="733798B6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Ostatní plocha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96FB9" w14:textId="5E00D340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326</w:t>
            </w:r>
          </w:p>
        </w:tc>
      </w:tr>
      <w:tr w:rsidR="001655BB" w:rsidRPr="00B53327" w14:paraId="03675FE0" w14:textId="77777777" w:rsidTr="001655BB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44874" w14:textId="38150EE1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82D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Široká Niva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C78CF" w14:textId="3847EB15" w:rsidR="001655BB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2224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381E7" w14:textId="72976873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Ostatní plocha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B598D" w14:textId="52DBC8E6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102950</w:t>
            </w:r>
          </w:p>
        </w:tc>
      </w:tr>
      <w:tr w:rsidR="001655BB" w:rsidRPr="00B53327" w14:paraId="29F5D49D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A2A55" w14:textId="43D3573D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Markvartice u Široké Nivy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6F6FE" w14:textId="3DC848C5" w:rsidR="001655BB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162/1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E2845" w14:textId="423413D7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Ostatní plocha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BA92B" w14:textId="6CCEE5FA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386</w:t>
            </w:r>
          </w:p>
        </w:tc>
      </w:tr>
      <w:tr w:rsidR="001655BB" w:rsidRPr="00B53327" w14:paraId="6C492BAE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A5F0F" w14:textId="2DDA755A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Markvartice u Široké Nivy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D9D43" w14:textId="4D3180C3" w:rsidR="001655BB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190/2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6F2E0" w14:textId="1FDCD614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Ostatní plocha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0458E" w14:textId="3AA6F163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926</w:t>
            </w:r>
          </w:p>
        </w:tc>
      </w:tr>
      <w:tr w:rsidR="001655BB" w:rsidRPr="00B53327" w14:paraId="6A736BE1" w14:textId="77777777" w:rsidTr="001655BB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8B0FF" w14:textId="5F8578F0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552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Markvartice u Široké Nivy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AE80C" w14:textId="579F6A65" w:rsidR="001655BB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779/3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50428" w14:textId="4F7DF526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Vodní plocha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D264E" w14:textId="60AAB17C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275</w:t>
            </w:r>
          </w:p>
        </w:tc>
      </w:tr>
      <w:tr w:rsidR="001655BB" w:rsidRPr="00B53327" w14:paraId="4BF02DB5" w14:textId="77777777" w:rsidTr="001655BB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BF6A8" w14:textId="1E7D7F95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552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Markvartice u Široké Nivy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28EE8" w14:textId="7CAF4FFE" w:rsidR="001655BB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794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12823" w14:textId="131192C0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Ostatní plocha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D6FA1" w14:textId="57D48665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22970</w:t>
            </w:r>
          </w:p>
        </w:tc>
      </w:tr>
    </w:tbl>
    <w:p w14:paraId="6329169C" w14:textId="5132486E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Umisťuje-li se stavba / změna stavby na více pozemcích / stavbách, žadatel připojuje údaje obsažené v tomto bodě v samostatné příloze: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="000330F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330F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0330F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14:paraId="77C98D2F" w14:textId="77777777" w:rsidR="002F5282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0A3A2E40" w14:textId="77777777" w:rsidR="002F5282" w:rsidRPr="002612A0" w:rsidRDefault="00AB1D4A" w:rsidP="00643166">
      <w:pPr>
        <w:pStyle w:val="Odstavecseseznamem"/>
        <w:numPr>
          <w:ilvl w:val="1"/>
          <w:numId w:val="76"/>
        </w:numPr>
        <w:tabs>
          <w:tab w:val="left" w:pos="426"/>
          <w:tab w:val="left" w:pos="2127"/>
        </w:tabs>
        <w:spacing w:before="120" w:after="0" w:line="240" w:lineRule="auto"/>
        <w:ind w:left="72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2F5282" w:rsidRPr="002612A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Identifikační údaje stavebníka</w:t>
      </w:r>
    </w:p>
    <w:p w14:paraId="750D0F8F" w14:textId="77777777" w:rsidR="002F5282" w:rsidRPr="00B53327" w:rsidRDefault="002F5282" w:rsidP="002F528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přiděleno, adresu sídla popřípadě adresu pro doručování, není-li shodná s adresou sídla, osobu oprávněnou jednat jménem právnické osoby)</w:t>
      </w:r>
    </w:p>
    <w:p w14:paraId="111AD7A4" w14:textId="77777777" w:rsidR="002F5282" w:rsidRPr="00B53327" w:rsidRDefault="002F5282" w:rsidP="002F5282">
      <w:pPr>
        <w:spacing w:after="160"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14:paraId="4DCF5744" w14:textId="63A75B5B" w:rsidR="002F5282" w:rsidRDefault="00BD1C4C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Správa železnic, státní organizace</w:t>
      </w:r>
    </w:p>
    <w:p w14:paraId="26689EA2" w14:textId="5E1B6A56" w:rsidR="00BD1C4C" w:rsidRDefault="00BD1C4C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Dlážděná 1003/7</w:t>
      </w:r>
    </w:p>
    <w:p w14:paraId="5CCB563C" w14:textId="025DB060" w:rsidR="00BD1C4C" w:rsidRDefault="00BD1C4C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110 00  Praha 1</w:t>
      </w:r>
    </w:p>
    <w:p w14:paraId="5F440826" w14:textId="46F16F93" w:rsidR="00BD1C4C" w:rsidRPr="00B53327" w:rsidRDefault="00BD1C4C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IČO: 70994234</w:t>
      </w:r>
    </w:p>
    <w:p w14:paraId="6B1070FA" w14:textId="70CB0D9F" w:rsidR="00BD1C4C" w:rsidRDefault="00BD1C4C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DIČ: CZ70994234</w:t>
      </w:r>
    </w:p>
    <w:p w14:paraId="68FC315E" w14:textId="40C68535" w:rsidR="00BD1C4C" w:rsidRDefault="00BD1C4C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Zastoupena: Ing. Miroslavem Bocákem, ředitelem organizační jednotky Stavební správa východ</w:t>
      </w:r>
    </w:p>
    <w:p w14:paraId="755DD8FD" w14:textId="58F0F50B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telefon:</w:t>
      </w:r>
      <w:r w:rsidR="00CF7FB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Ing. Michaela Hanová – tel.č. 972766723, mob.č. 602586915</w:t>
      </w:r>
    </w:p>
    <w:p w14:paraId="2C5A6184" w14:textId="0F96A019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CF7FB9">
        <w:rPr>
          <w:rFonts w:ascii="Times New Roman" w:eastAsia="Times New Roman" w:hAnsi="Times New Roman"/>
          <w:color w:val="000000" w:themeColor="text1"/>
          <w:sz w:val="24"/>
          <w:szCs w:val="24"/>
        </w:rPr>
        <w:t>HanovaM@spravazeleznic.cz</w:t>
      </w:r>
    </w:p>
    <w:p w14:paraId="35AD8F64" w14:textId="1AF10CA9" w:rsidR="002F5282" w:rsidRPr="00B53327" w:rsidRDefault="002F5282" w:rsidP="00CF7FB9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</w:t>
      </w:r>
      <w:r w:rsidR="00CF7FB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CF7FB9" w:rsidRPr="00CF7FB9">
        <w:rPr>
          <w:rFonts w:ascii="Times New Roman" w:eastAsia="Times New Roman" w:hAnsi="Times New Roman"/>
          <w:color w:val="000000" w:themeColor="text1"/>
          <w:sz w:val="24"/>
          <w:szCs w:val="24"/>
        </w:rPr>
        <w:t>uccchjm</w:t>
      </w:r>
    </w:p>
    <w:p w14:paraId="5E62B66F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Podává-li žádost více osob, připojují se údaje obsažené v tomto bodě v samostatné příloze:</w:t>
      </w:r>
    </w:p>
    <w:p w14:paraId="0BFDA8A1" w14:textId="7C89590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               </w:t>
      </w:r>
      <w:r w:rsidR="00BD1C4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BD1C4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BD1C4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14:paraId="1D3AD5F9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52F6EBF" w14:textId="77777777" w:rsidR="002F5282" w:rsidRPr="00B53327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IV. Stavebník jedná   </w:t>
      </w:r>
    </w:p>
    <w:p w14:paraId="37B8858E" w14:textId="212EC2D3" w:rsidR="002F5282" w:rsidRPr="00B53327" w:rsidRDefault="00BD1C4C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14:paraId="3CE86F47" w14:textId="77777777" w:rsidR="002F5282" w:rsidRPr="00B53327" w:rsidRDefault="002F5282" w:rsidP="002F5282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pobytu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14:paraId="06E4F5D9" w14:textId="77777777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telefon: 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</w:t>
      </w:r>
    </w:p>
    <w:p w14:paraId="18B849E7" w14:textId="77777777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 ……………...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</w:t>
      </w:r>
    </w:p>
    <w:p w14:paraId="70F7E2BC" w14:textId="77777777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schránka:……………....………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…..................................................................................................</w:t>
      </w:r>
    </w:p>
    <w:p w14:paraId="70C2450E" w14:textId="77777777"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</w:p>
    <w:p w14:paraId="67E018C1" w14:textId="77777777"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>V.   Údaje o stavebním záměru a jeho popis</w:t>
      </w:r>
    </w:p>
    <w:p w14:paraId="1B2288E5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nová stavba </w:t>
      </w:r>
    </w:p>
    <w:p w14:paraId="16EA786F" w14:textId="73C82ADA" w:rsidR="002F5282" w:rsidRPr="00B53327" w:rsidRDefault="00BD1C4C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změna dokončené stavby (nástavba, přístavba, stavební úprava)</w:t>
      </w:r>
    </w:p>
    <w:p w14:paraId="3C1AF97D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soubor staveb </w:t>
      </w:r>
    </w:p>
    <w:p w14:paraId="71E20EF8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 zařízení staveniště</w:t>
      </w:r>
    </w:p>
    <w:p w14:paraId="086522C7" w14:textId="77777777"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67A46A83" w14:textId="35006BE1" w:rsidR="008F4560" w:rsidRDefault="002F5282" w:rsidP="00CF7FB9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Z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ákladní údaje o stavebním záměru podle projektové dokumentace (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obec, ulice, číslo popisné / evidenční</w:t>
      </w:r>
      <w:r w:rsidR="00211F69">
        <w:rPr>
          <w:rFonts w:ascii="Times New Roman" w:eastAsia="Times New Roman" w:hAnsi="Times New Roman"/>
          <w:color w:val="000000" w:themeColor="text1"/>
          <w:sz w:val="24"/>
          <w:szCs w:val="20"/>
        </w:rPr>
        <w:t>,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účel užívání stavby, zastavěná plocha, počet na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dzemních a podzemních podlaží,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výška / hloubka stavby), jejím členění, technickém nebo výrobním zařízení, budoucím provozu a jeho vlivu na zdraví a životní prostředí a o souvisejících opatřeních:</w:t>
      </w:r>
    </w:p>
    <w:p w14:paraId="6C375500" w14:textId="77777777" w:rsidR="00CF7FB9" w:rsidRPr="00CC72E8" w:rsidRDefault="00CF7FB9" w:rsidP="00CF7FB9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4920E1C" w14:textId="77777777" w:rsidR="00BD1C4C" w:rsidRPr="008E6941" w:rsidRDefault="00BD1C4C" w:rsidP="00BD1C4C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</w:pPr>
      <w:r w:rsidRPr="008E6941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Výstavba PZS přejezdu P7712 v km 9,592 trati Milotice nad Opavou - Vrbno pod Pradědem</w:t>
      </w:r>
    </w:p>
    <w:p w14:paraId="102F29D8" w14:textId="6EF855B4" w:rsidR="0045253E" w:rsidRDefault="0045253E" w:rsidP="0045253E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D1C4C">
        <w:rPr>
          <w:rFonts w:ascii="Times New Roman" w:eastAsia="Times New Roman" w:hAnsi="Times New Roman"/>
          <w:color w:val="000000" w:themeColor="text1"/>
          <w:sz w:val="24"/>
          <w:szCs w:val="24"/>
        </w:rPr>
        <w:t>Předmětem této stavby je výstavba přejezdového zabezpečovacího systému na stávajícím přejezdu P7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712</w:t>
      </w:r>
      <w:r w:rsidRPr="00BD1C4C">
        <w:rPr>
          <w:rFonts w:ascii="Times New Roman" w:eastAsia="Times New Roman" w:hAnsi="Times New Roman"/>
          <w:color w:val="000000" w:themeColor="text1"/>
          <w:sz w:val="24"/>
          <w:szCs w:val="24"/>
        </w:rPr>
        <w:t>. V rámci stavby bude provedena výstavba PZS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 2 kusů výstražného zařízení</w:t>
      </w:r>
      <w:r w:rsidRPr="00BD1C4C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  <w:r w:rsidRPr="005D4B5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D1C4C">
        <w:rPr>
          <w:rFonts w:ascii="Times New Roman" w:eastAsia="Times New Roman" w:hAnsi="Times New Roman"/>
          <w:color w:val="000000" w:themeColor="text1"/>
          <w:sz w:val="24"/>
          <w:szCs w:val="24"/>
        </w:rPr>
        <w:t>sdělovacího zařízení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 ústředna PZTS a</w:t>
      </w:r>
      <w:r w:rsidRPr="00BD1C4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přípojky elektro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 délce 60m</w:t>
      </w:r>
      <w:r w:rsidRPr="00BD1C4C">
        <w:rPr>
          <w:rFonts w:ascii="Times New Roman" w:eastAsia="Times New Roman" w:hAnsi="Times New Roman"/>
          <w:color w:val="000000" w:themeColor="text1"/>
          <w:sz w:val="24"/>
          <w:szCs w:val="24"/>
        </w:rPr>
        <w:t>. Dále dojde k úpravě železničního svršku</w:t>
      </w:r>
      <w:r w:rsidRPr="005D4B5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v délce 259m, </w:t>
      </w:r>
      <w:r w:rsidRPr="00BD1C4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spodku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 výstavba ZKPP v délce 25m, </w:t>
      </w:r>
      <w:r w:rsidRPr="00BD1C4C">
        <w:rPr>
          <w:rFonts w:ascii="Times New Roman" w:eastAsia="Times New Roman" w:hAnsi="Times New Roman"/>
          <w:color w:val="000000" w:themeColor="text1"/>
          <w:sz w:val="24"/>
          <w:szCs w:val="24"/>
        </w:rPr>
        <w:t>výstavbě celopryžové přejezdové konstrukce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 délce 7,2m a rekonstrukci a rozšíření silniční komunikace v ploše 64m</w:t>
      </w:r>
      <w:r w:rsidRPr="0045253E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BD1C4C">
        <w:rPr>
          <w:rFonts w:ascii="Times New Roman" w:eastAsia="Times New Roman" w:hAnsi="Times New Roman"/>
          <w:color w:val="000000" w:themeColor="text1"/>
          <w:sz w:val="24"/>
          <w:szCs w:val="24"/>
        </w:rPr>
        <w:t>. Součástí celé stavby bude rovněž vybudování technologického objektu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 1ks standardizovaného reléového domku.</w:t>
      </w:r>
    </w:p>
    <w:p w14:paraId="01E5C236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658513B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Změna dokončené stavby se navrhuje z důvodu změny v užívání stavby:        </w:t>
      </w:r>
    </w:p>
    <w:p w14:paraId="65312671" w14:textId="7E516A3F" w:rsidR="002F5282" w:rsidRPr="00B53327" w:rsidRDefault="00BD1C4C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ind w:left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14:paraId="299C9E02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ind w:firstLine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</w:t>
      </w:r>
    </w:p>
    <w:p w14:paraId="78668E36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uvést nový způsob užívání stavby:...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</w:t>
      </w:r>
    </w:p>
    <w:p w14:paraId="435C1151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E1126E5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Statistické údaje (u staveb obsahujících byty):</w:t>
      </w:r>
    </w:p>
    <w:p w14:paraId="330DEA32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Nová výstavba:</w:t>
      </w:r>
    </w:p>
    <w:p w14:paraId="37DE532F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………………………….. ……………..…………………………………….……………..</w:t>
      </w:r>
    </w:p>
    <w:p w14:paraId="672A15CD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užitková plocha všech bytů v m² (bez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plochy nebytových prostor)……………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</w:t>
      </w:r>
    </w:p>
    <w:p w14:paraId="5493509C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288432B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Změna dokončené stavby (nástavba, přístavba, stavební úprava):</w:t>
      </w:r>
    </w:p>
    <w:p w14:paraId="3085A1F0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nových bytů.…………………….. ……………..…………………………………….……………..</w:t>
      </w:r>
    </w:p>
    <w:p w14:paraId="11A23B73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zrušených bytů.…………………….. ……………..………………………………….……………..</w:t>
      </w:r>
    </w:p>
    <w:p w14:paraId="17CF544A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bytů, ve kterých se p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rovádí stavební úpravy……..……………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…………………….……………..</w:t>
      </w:r>
    </w:p>
    <w:p w14:paraId="0E9C84C4" w14:textId="42793D30"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užitková plocha všech bytů v m² (bez ploch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y nebytových prostor)…………………………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</w:t>
      </w:r>
    </w:p>
    <w:p w14:paraId="259E107F" w14:textId="77777777" w:rsidR="002F5282" w:rsidRPr="00B53327" w:rsidRDefault="002F5282" w:rsidP="002F5282">
      <w:pPr>
        <w:tabs>
          <w:tab w:val="num" w:pos="567"/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VI. U dočasné stavby</w:t>
      </w:r>
    </w:p>
    <w:p w14:paraId="59B0712B" w14:textId="41A54FBC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Doba trvání:………………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…………………………………………...…………………………………..</w:t>
      </w:r>
    </w:p>
    <w:p w14:paraId="60F2578F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Návrh úpravy pozemku po jejím odstranění:..............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14:paraId="3C475F50" w14:textId="77777777"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19204706" w14:textId="77777777"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VII. Účel stavby vodního díla</w:t>
      </w:r>
      <w:r w:rsidRPr="000A6AF2">
        <w:rPr>
          <w:rFonts w:ascii="Times New Roman" w:eastAsia="Times New Roman" w:hAnsi="Times New Roman"/>
          <w:b/>
          <w:color w:val="000000" w:themeColor="text1"/>
          <w:sz w:val="24"/>
          <w:szCs w:val="24"/>
          <w:vertAlign w:val="superscript"/>
        </w:rPr>
        <w:t>1)</w:t>
      </w:r>
      <w:r w:rsidR="00F37F1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,</w:t>
      </w: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je-li předmětem žádosti o společné povolení stavba vodního díla</w:t>
      </w:r>
    </w:p>
    <w:p w14:paraId="0651652F" w14:textId="77777777"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</w:t>
      </w:r>
    </w:p>
    <w:p w14:paraId="48518204" w14:textId="77777777" w:rsidR="002F5282" w:rsidRPr="00244223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V případě, že se žádost o společné povolení týká vodního toku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14:paraId="79F5A44C" w14:textId="51EFEC55" w:rsidR="002F5282" w:rsidRPr="00244223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Název vodního toku</w:t>
      </w:r>
      <w:r w:rsidR="008E6941">
        <w:rPr>
          <w:rFonts w:ascii="Times New Roman" w:eastAsia="Times New Roman" w:hAnsi="Times New Roman"/>
          <w:color w:val="000000" w:themeColor="text1"/>
          <w:sz w:val="24"/>
          <w:szCs w:val="24"/>
        </w:rPr>
        <w:t>: Milotický potok</w:t>
      </w:r>
    </w:p>
    <w:p w14:paraId="099D5909" w14:textId="319E5DF9" w:rsidR="002F5282" w:rsidRPr="00A8724C" w:rsidRDefault="002F5282" w:rsidP="00A8724C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</w:rPr>
        <w:t>ID vodního toku</w:t>
      </w: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t>2)</w:t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t>: 10214931</w:t>
      </w:r>
    </w:p>
    <w:p w14:paraId="746D5D79" w14:textId="77777777" w:rsidR="002F5282" w:rsidRPr="00B53327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lastRenderedPageBreak/>
        <w:t>VII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</w:t>
      </w: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. Posouzení vlivu stavby / její změny na životní prostředí podle zvláštního právního předpisu</w:t>
      </w:r>
    </w:p>
    <w:p w14:paraId="22A7D56F" w14:textId="79C55CD1" w:rsidR="002F5282" w:rsidRPr="00B53327" w:rsidRDefault="00092E7A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2F5282"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</w:t>
      </w:r>
      <w:r w:rsidR="002F5282">
        <w:rPr>
          <w:rFonts w:ascii="Times New Roman" w:eastAsia="Times New Roman" w:hAnsi="Times New Roman"/>
          <w:color w:val="000000" w:themeColor="text1"/>
          <w:sz w:val="24"/>
          <w:szCs w:val="24"/>
        </w:rPr>
        <w:t>jích vlivů na životní prostředí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1BB3BB26" w14:textId="44A3709B" w:rsidR="002F5282" w:rsidRPr="00CF7FB9" w:rsidRDefault="002F5282" w:rsidP="00CF7FB9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1"/>
            </w:checkBox>
          </w:ffData>
        </w:fldChar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nevztahuje se na ni zákon č. 100/2001 Sb. ani § 45h a 45i zákona č. 114/1992 Sb.</w:t>
      </w:r>
      <w:r w:rsidR="00CF7FB9" w:rsidRPr="00CF7FB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 viz část E Doklady, E1 Stanoviska DOSS – doklad č. 01A</w:t>
      </w:r>
    </w:p>
    <w:p w14:paraId="591F60A4" w14:textId="46ED7B93" w:rsidR="002F5282" w:rsidRPr="00CF7FB9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1"/>
            </w:checkBox>
          </w:ffData>
        </w:fldChar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stanovisko orgánu ochrany přírody podle § 45i odst. 1 zákona č. 114/1992 sb., kterým tento orgán vyloučil významný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>vliv na předmět ochrany nebo celistvost evropsky významné lokality nebo ptačí oblasti, pokud je vyžadován</w:t>
      </w:r>
      <w:r w:rsidR="00F37F1D">
        <w:rPr>
          <w:rFonts w:ascii="Times New Roman" w:eastAsia="Times New Roman" w:hAnsi="Times New Roman"/>
          <w:color w:val="000000" w:themeColor="text1"/>
          <w:sz w:val="24"/>
          <w:szCs w:val="24"/>
        </w:rPr>
        <w:t>o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podle zákona č. 114/1992 Sb.</w:t>
      </w:r>
      <w:r w:rsidR="00CF7FB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 </w:t>
      </w:r>
      <w:r w:rsidR="00CF7FB9" w:rsidRPr="00CF7FB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viz část E Doklady, E1 Stanoviska DOSS – doklad č. 01A</w:t>
      </w:r>
    </w:p>
    <w:p w14:paraId="23CB6A7E" w14:textId="77777777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stavba / její změna, která je podlimitním záměrem, nepodléhá zjišťovacímu řízení, je-li podle zákona č. 100/2001 Sb. vyžadováno</w:t>
      </w:r>
    </w:p>
    <w:p w14:paraId="4DC1215D" w14:textId="77777777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závěr zjišťovacího řízení, kterým se stanoví, že stavba / její změna nemůže mít významný vliv na životní prostředí, pokud je vyžadován podle zákona č. 100/2001 Sb.</w:t>
      </w:r>
    </w:p>
    <w:p w14:paraId="0529D277" w14:textId="77777777" w:rsidR="002F5282" w:rsidRPr="00523F70" w:rsidRDefault="002F5282" w:rsidP="002F5282">
      <w:pPr>
        <w:tabs>
          <w:tab w:val="left" w:pos="426"/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vyžaduje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</w:t>
      </w:r>
    </w:p>
    <w:p w14:paraId="307BE55D" w14:textId="77777777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závazné stanovisko k posouzení vlivů provedení záměru na životní prostředí</w:t>
      </w:r>
    </w:p>
    <w:p w14:paraId="1C1AFB3A" w14:textId="77777777" w:rsidR="002F5282" w:rsidRPr="005637C6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verifikační závazné stanovisko podle § 9a odst. 1 zákona č. 100/2001 Sb.</w:t>
      </w:r>
    </w:p>
    <w:p w14:paraId="52249CC3" w14:textId="77777777"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bude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posouzena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souběžně se společným řízení – žadatel předloží současně dokumentaci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vlivů záměru na životní prostředí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6E559261" w14:textId="77777777"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3DD831B" w14:textId="77777777" w:rsidR="002F5282" w:rsidRPr="002612A0" w:rsidRDefault="002F5282" w:rsidP="002F5282">
      <w:pPr>
        <w:tabs>
          <w:tab w:val="left" w:pos="0"/>
          <w:tab w:val="left" w:pos="426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IX.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Zhotovitel stavby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–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stavební podnikatel </w:t>
      </w:r>
    </w:p>
    <w:p w14:paraId="43FB83FE" w14:textId="77777777" w:rsidR="002F5282" w:rsidRPr="00B53327" w:rsidRDefault="002F5282" w:rsidP="002F5282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Název a sídlo stavebního podnikatele, který bude stavbu provádět (pokud je znám), IČ, bylo-li</w:t>
      </w: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přiděleno</w:t>
      </w:r>
    </w:p>
    <w:p w14:paraId="511E4E62" w14:textId="2AB30A49" w:rsidR="002F5282" w:rsidRPr="00B53327" w:rsidRDefault="00092E7A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Bude určen na základě výběrového řízení.</w:t>
      </w:r>
    </w:p>
    <w:p w14:paraId="12B1DF98" w14:textId="77777777" w:rsidR="002F5282" w:rsidRPr="00B53327" w:rsidRDefault="002F5282" w:rsidP="00643166">
      <w:pPr>
        <w:numPr>
          <w:ilvl w:val="0"/>
          <w:numId w:val="6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Předpokládaný termín zahájení a dokončení stavby</w:t>
      </w:r>
    </w:p>
    <w:p w14:paraId="4CDB8377" w14:textId="4FE7A44A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Zahájení</w:t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t>: 05/202</w:t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  <w:t>3</w:t>
      </w:r>
    </w:p>
    <w:p w14:paraId="1C4F3D61" w14:textId="1EBBEFE1"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Dokončení</w:t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t>: 08/202</w:t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  <w:t>4</w:t>
      </w:r>
    </w:p>
    <w:p w14:paraId="26F28137" w14:textId="6CF2ECDF" w:rsidR="002F5282" w:rsidRPr="00CA6FDD" w:rsidRDefault="002F3477" w:rsidP="00643166">
      <w:pPr>
        <w:numPr>
          <w:ilvl w:val="0"/>
          <w:numId w:val="6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Orientační náklady na provedení stavby: </w:t>
      </w:r>
    </w:p>
    <w:p w14:paraId="4053DFB1" w14:textId="704E15CB" w:rsidR="002F5282" w:rsidRPr="00CF7FB9" w:rsidRDefault="00CA6FDD" w:rsidP="00CF7FB9">
      <w:p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F7FB9">
        <w:rPr>
          <w:rFonts w:ascii="Times New Roman" w:eastAsia="Times New Roman" w:hAnsi="Times New Roman"/>
          <w:color w:val="000000" w:themeColor="text1"/>
          <w:sz w:val="24"/>
          <w:szCs w:val="24"/>
        </w:rPr>
        <w:t>22 mil. Kč</w:t>
      </w:r>
    </w:p>
    <w:p w14:paraId="5CE86367" w14:textId="77777777" w:rsidR="00CA6FDD" w:rsidRPr="00B53327" w:rsidRDefault="00CA6FDD" w:rsidP="00CA6FDD">
      <w:pPr>
        <w:pStyle w:val="Odstavecseseznamem"/>
        <w:tabs>
          <w:tab w:val="left" w:pos="567"/>
        </w:tabs>
        <w:spacing w:before="360" w:after="120" w:line="240" w:lineRule="auto"/>
        <w:ind w:left="34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6CB9526E" w14:textId="77777777" w:rsidR="002F5282" w:rsidRPr="002612A0" w:rsidRDefault="002F5282" w:rsidP="00643166">
      <w:pPr>
        <w:pStyle w:val="Odstavecseseznamem"/>
        <w:numPr>
          <w:ilvl w:val="0"/>
          <w:numId w:val="68"/>
        </w:numPr>
        <w:tabs>
          <w:tab w:val="clear" w:pos="720"/>
          <w:tab w:val="left" w:pos="4536"/>
          <w:tab w:val="left" w:pos="4706"/>
        </w:tabs>
        <w:spacing w:before="120" w:after="120" w:line="240" w:lineRule="auto"/>
        <w:ind w:left="567" w:hanging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Užití sousedního pozemku nebo stavby</w:t>
      </w:r>
    </w:p>
    <w:p w14:paraId="1C9C2A98" w14:textId="2FA3829C" w:rsidR="002F5282" w:rsidRPr="00B53327" w:rsidRDefault="002F5282" w:rsidP="002F5282">
      <w:pPr>
        <w:tabs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K provedení stavby má být použit sousední pozemek (stavba)         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ano    </w:t>
      </w:r>
      <w:r w:rsidR="00092E7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92E7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75494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092E7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14:paraId="2E1ABA99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je vyjádření vlastníka této nemovitostí připojeno v samostatné příloze.</w:t>
      </w:r>
    </w:p>
    <w:p w14:paraId="227B3567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BBC6BAF" w14:textId="77777777"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 …………...……………………dne……..…....…….</w:t>
      </w:r>
    </w:p>
    <w:p w14:paraId="4FF51174" w14:textId="2C7F7109"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0201E3E" w14:textId="5B34FE4C" w:rsidR="00CF7FB9" w:rsidRDefault="00CF7FB9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B0C9848" w14:textId="77777777" w:rsidR="00CF7FB9" w:rsidRPr="00B53327" w:rsidRDefault="00CF7FB9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7AB6BE8" w14:textId="77777777" w:rsidR="002F5282" w:rsidRPr="00B53327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14:paraId="6DB2E8AC" w14:textId="798A1FE1" w:rsidR="002F5282" w:rsidRPr="00B53327" w:rsidRDefault="00A8724C" w:rsidP="00A8724C">
      <w:pPr>
        <w:spacing w:after="0" w:line="240" w:lineRule="auto"/>
        <w:ind w:left="4956"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    Ing. Miroslav Bocák</w:t>
      </w:r>
    </w:p>
    <w:p w14:paraId="0394FE35" w14:textId="77777777" w:rsidR="002F5282" w:rsidRPr="000A6AF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lastRenderedPageBreak/>
        <w:t>Poznámka:</w:t>
      </w:r>
    </w:p>
    <w:p w14:paraId="05E8E424" w14:textId="77777777" w:rsidR="002F5282" w:rsidRPr="000A6AF2" w:rsidRDefault="002F5282" w:rsidP="00643166">
      <w:pPr>
        <w:pStyle w:val="Odstavecseseznamem"/>
        <w:numPr>
          <w:ilvl w:val="0"/>
          <w:numId w:val="63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A6AF2">
        <w:rPr>
          <w:rFonts w:ascii="Times New Roman" w:hAnsi="Times New Roman"/>
          <w:b/>
          <w:bCs/>
          <w:i/>
          <w:sz w:val="20"/>
          <w:szCs w:val="20"/>
        </w:rPr>
        <w:t>Účel stavby</w:t>
      </w:r>
      <w:r w:rsidRPr="000A6AF2">
        <w:rPr>
          <w:rFonts w:ascii="Times New Roman" w:hAnsi="Times New Roman"/>
          <w:i/>
          <w:sz w:val="20"/>
          <w:szCs w:val="20"/>
        </w:rPr>
        <w:t xml:space="preserve"> se uvede odpovídajícím způsobem podle číselníku Č11 Účel užití vodního díla uvedeného v příloze č. 4 vyhlášky č. 414/2013 Sb., o rozsahu a způsobu vedení evidence rozhodnutí, opatření obecné povahy, závazných stanovisek, souhlasů a ohlášení, k nimž byl dán souhlas podle </w:t>
      </w:r>
      <w:hyperlink r:id="rId8" w:history="1">
        <w:r w:rsidRPr="000A6AF2">
          <w:rPr>
            <w:rFonts w:ascii="Times New Roman" w:hAnsi="Times New Roman"/>
            <w:i/>
            <w:sz w:val="20"/>
            <w:szCs w:val="20"/>
          </w:rPr>
          <w:t>vodního zákona</w:t>
        </w:r>
      </w:hyperlink>
      <w:r w:rsidRPr="000A6AF2">
        <w:rPr>
          <w:rFonts w:ascii="Times New Roman" w:hAnsi="Times New Roman"/>
          <w:i/>
          <w:sz w:val="20"/>
          <w:szCs w:val="20"/>
        </w:rPr>
        <w:t>, a částí rozhodnutí podle zákona o integrované prevenci (o vodoprávní evidenci).</w:t>
      </w:r>
    </w:p>
    <w:p w14:paraId="5284E4FC" w14:textId="77777777" w:rsidR="002F5282" w:rsidRPr="000A6AF2" w:rsidRDefault="002F5282" w:rsidP="00643166">
      <w:pPr>
        <w:pStyle w:val="Odstavecseseznamem"/>
        <w:numPr>
          <w:ilvl w:val="0"/>
          <w:numId w:val="63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0"/>
          <w:szCs w:val="20"/>
        </w:rPr>
      </w:pPr>
      <w:r w:rsidRPr="000A6AF2">
        <w:rPr>
          <w:rFonts w:ascii="Times New Roman" w:eastAsia="Times New Roman" w:hAnsi="Times New Roman"/>
          <w:b/>
          <w:i/>
          <w:color w:val="000000"/>
          <w:sz w:val="20"/>
          <w:szCs w:val="20"/>
        </w:rPr>
        <w:t>Číselný identifikátor vodního toku</w:t>
      </w:r>
      <w:r w:rsidRPr="000A6AF2">
        <w:rPr>
          <w:rFonts w:ascii="Times New Roman" w:eastAsia="Times New Roman" w:hAnsi="Times New Roman"/>
          <w:i/>
          <w:color w:val="000000"/>
          <w:sz w:val="20"/>
          <w:szCs w:val="20"/>
        </w:rPr>
        <w:t xml:space="preserve"> dle údajů v evidenci vodních toků (§ 2 vyhlášky č. 252/2013 Sb., o rozsahu údajů v evidencích stavu povrchových a podzemních vod a o způsobu zpracování, ukládání a předávání těchto údajů do informačních systémů veřejné správy).</w:t>
      </w:r>
    </w:p>
    <w:p w14:paraId="4F518252" w14:textId="77777777"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14:paraId="0501576A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F8325E5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společného povolení ve společném řízení:</w:t>
      </w:r>
    </w:p>
    <w:p w14:paraId="0551985D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14:paraId="725C79FE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ED6EB" w14:textId="2E4A5354" w:rsidR="002F5282" w:rsidRPr="00B53327" w:rsidRDefault="00A8724C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75494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7B283" w14:textId="77777777" w:rsidR="002F5282" w:rsidRPr="00B53327" w:rsidRDefault="002F5282" w:rsidP="002F5282">
            <w:pPr>
              <w:numPr>
                <w:ilvl w:val="0"/>
                <w:numId w:val="55"/>
              </w:numPr>
              <w:tabs>
                <w:tab w:val="left" w:pos="-284"/>
                <w:tab w:val="num" w:pos="459"/>
              </w:tabs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bytovém spoluvlastnictví vlastník jednotky dokládá souhlas společenství vlastníků, nebo správce, pokud společenství vlastníků nevzniklo.</w:t>
            </w:r>
          </w:p>
          <w:p w14:paraId="0BA82DD3" w14:textId="77777777"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14:paraId="4DF2B026" w14:textId="77777777"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14:paraId="2F04A95D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0FD75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75494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858D4" w14:textId="77777777"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2041A7F7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22149" w14:textId="19E0349A" w:rsidR="002F5282" w:rsidRPr="00B53327" w:rsidRDefault="0094582E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75494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CD3EE7" w14:textId="77777777" w:rsidR="002F5282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oprávněných osob z věcných práv k pozemkům nebo stavbám, na kterých se stavba / změna stavby umisťuje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5E23D8D1" w14:textId="70B4C3ED" w:rsidR="00A8724C" w:rsidRPr="00B53327" w:rsidRDefault="00A8724C" w:rsidP="00A8724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14:paraId="22A419C9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560A3" w14:textId="2D3AE182" w:rsidR="002F5282" w:rsidRPr="00B53327" w:rsidRDefault="00A8724C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75494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6E02C0" w14:textId="012EE777" w:rsidR="002F5282" w:rsidRDefault="002F5282" w:rsidP="00F37F1D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staveb evidovaných v katastru nemovitostí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281FE673" w14:textId="6AD88831" w:rsidR="00E3692F" w:rsidRDefault="00E3692F" w:rsidP="00E3692F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011711ED" w14:textId="77777777" w:rsidR="00CF7FB9" w:rsidRPr="00CF7FB9" w:rsidRDefault="00CF7FB9" w:rsidP="0094582E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7FB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Skrbovice: </w:t>
            </w:r>
          </w:p>
          <w:p w14:paraId="6D175EF4" w14:textId="77777777" w:rsidR="00CF7FB9" w:rsidRPr="00CF7FB9" w:rsidRDefault="00CF7FB9" w:rsidP="0094582E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7FB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399/2, 399/4, 399/5, 929, 930 </w:t>
            </w:r>
          </w:p>
          <w:p w14:paraId="03BF8449" w14:textId="77777777" w:rsidR="00CF7FB9" w:rsidRDefault="00CF7FB9" w:rsidP="0094582E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34A296C7" w14:textId="3D01A90F" w:rsidR="00CF7FB9" w:rsidRPr="00CF7FB9" w:rsidRDefault="00CF7FB9" w:rsidP="0094582E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7FB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Široká Niva:</w:t>
            </w:r>
          </w:p>
          <w:p w14:paraId="1EA01FD8" w14:textId="40A2753A" w:rsidR="00CF7FB9" w:rsidRPr="00CF7FB9" w:rsidRDefault="00CF7FB9" w:rsidP="0094582E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7FB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2183/4, 2209, 1539/3, 2185/3, st. 159/2, st. 281, 1523/2, 1528/15, 1539/2, 1528/5, 2183/1, st. 232/1, st. 232/2, st. 233, st. 459, 1528/1, 1528/2, 1528/4, 1528/7, 1528/17, 1528/20, 1585/2, 1587, 1616/2, 1619/2, 1620, 1623/1, 1624, 1627, 1637/1, 1638/1, 1638/2, 1639, 1642/1, 1642/4, 1642/5, 1642/6, 1645, 1647/1, 1918/1, 1929/1, 1929/3, 1935/1, 1936/1, 1936/2, 1936/3, 1936/4, 1937/1, 1937/2, 1939/1, 1940/1, 1943, 1948/1, 1949/1, 1949/2, 1951/1, 2166, 2168/1, 2168/2, 2168/3, 2170/1, 2182/1, 2182/2, 2183/2, 2183/6, 2195, 2201/4, 2201/14, 2201/17, 2201/18, 2201/22, 2201/23, 2201/32, 2201/35, 2201/53, 2208/8, 2208/9, 2208/10, </w:t>
            </w:r>
          </w:p>
          <w:p w14:paraId="7FF25E9B" w14:textId="77777777" w:rsidR="00CF7FB9" w:rsidRPr="00CF7FB9" w:rsidRDefault="00CF7FB9" w:rsidP="0094582E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7FB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2208/12 </w:t>
            </w:r>
          </w:p>
          <w:p w14:paraId="215F04F2" w14:textId="77777777" w:rsidR="0094582E" w:rsidRDefault="0094582E" w:rsidP="0094582E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102468E8" w14:textId="337818DF" w:rsidR="00CF7FB9" w:rsidRPr="00CF7FB9" w:rsidRDefault="00CF7FB9" w:rsidP="0094582E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7FB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Markvartice u Široké Nivy:</w:t>
            </w:r>
          </w:p>
          <w:p w14:paraId="15519F2D" w14:textId="454C5CB8" w:rsidR="00CF7FB9" w:rsidRDefault="00CF7FB9" w:rsidP="0094582E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7FB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162/4, 166, 167/1, 172/1, 182/2, 182/3, 188, 189/3, 189/4, 190/1, 190/3, 191, 262/1, 596, 597, 599/1, 599/3, 609, 610/1, 614, 622/1, 625, 628/2, 632/1, 632/2, 740/1, 770/1, 770/2, 775, 776, 779/1, 779/2, 793/1, 793/5, 793/12, 793/13, 793/14, 793/21, 793/33, 793/34, 807, 185, 793/7, 793/8, 793/9 </w:t>
            </w:r>
          </w:p>
          <w:p w14:paraId="1D8DEA38" w14:textId="77777777" w:rsidR="0094582E" w:rsidRPr="00CF7FB9" w:rsidRDefault="0094582E" w:rsidP="0094582E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77543951" w14:textId="77777777" w:rsidR="00CF7FB9" w:rsidRPr="00CF7FB9" w:rsidRDefault="00CF7FB9" w:rsidP="0094582E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7FB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Vrbno pod Pradědem:</w:t>
            </w:r>
          </w:p>
          <w:p w14:paraId="7527CC90" w14:textId="77777777" w:rsidR="00CF7FB9" w:rsidRPr="00CF7FB9" w:rsidRDefault="00CF7FB9" w:rsidP="0094582E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7FB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1708/1, 1708/13, 1711/8, 1711/9, 1712 </w:t>
            </w:r>
          </w:p>
          <w:p w14:paraId="251AABB1" w14:textId="77777777" w:rsidR="0094582E" w:rsidRDefault="0094582E" w:rsidP="0094582E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12DF9F22" w14:textId="685F24FB" w:rsidR="00CF7FB9" w:rsidRPr="00CF7FB9" w:rsidRDefault="00CF7FB9" w:rsidP="0094582E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7FB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Karlovice ve Slezsku: </w:t>
            </w:r>
          </w:p>
          <w:p w14:paraId="145C8908" w14:textId="77777777" w:rsidR="00CF7FB9" w:rsidRDefault="00CF7FB9" w:rsidP="0094582E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F7FB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1183, 1184, 1808, 1809/1 </w:t>
            </w:r>
          </w:p>
          <w:p w14:paraId="03DE4450" w14:textId="77777777" w:rsidR="00E3692F" w:rsidRDefault="00E3692F" w:rsidP="00E3692F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41E8FFA4" w14:textId="46EA027B" w:rsidR="00A8724C" w:rsidRPr="00B53327" w:rsidRDefault="00A8724C" w:rsidP="00A8724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14:paraId="58A94F09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DFA61" w14:textId="468583B3" w:rsidR="002F5282" w:rsidRPr="00B53327" w:rsidRDefault="0094582E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75494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FB2438" w14:textId="77777777"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Plán kontrolních prohlídek stavby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3FE86614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9EC2D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75494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6675F" w14:textId="77777777"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14:paraId="5F72088D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A0DA71" w14:textId="6A1D578F" w:rsidR="002F5282" w:rsidRPr="00B53327" w:rsidRDefault="00E3692F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75494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8FE57" w14:textId="77777777" w:rsidR="002F5282" w:rsidRPr="00C170B0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Projektová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dokumentace podle přílohy č. 8 až 11 vyhlášky č. 499/2006 Sb.</w:t>
            </w:r>
          </w:p>
        </w:tc>
      </w:tr>
      <w:tr w:rsidR="002F5282" w:rsidRPr="00B53327" w14:paraId="0F4A3093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EE4DC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75494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EAB62" w14:textId="77777777" w:rsidR="002F5282" w:rsidRDefault="002F5282" w:rsidP="00643166">
            <w:pPr>
              <w:pStyle w:val="Odstavecseseznamem"/>
              <w:numPr>
                <w:ilvl w:val="0"/>
                <w:numId w:val="61"/>
              </w:numPr>
              <w:tabs>
                <w:tab w:val="left" w:pos="426"/>
                <w:tab w:val="left" w:pos="851"/>
              </w:tabs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Pokud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stavba / změna stavby </w:t>
            </w:r>
            <w:r w:rsidRPr="003935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nevyžaduje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posouzení jejích vlivů na životní prostředí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 v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tahuje se na ni zákon č. 100/2001 Sb. nebo § 45h a 45i zákona č. 114/1992 Sb.</w:t>
            </w:r>
          </w:p>
          <w:p w14:paraId="3CE191D0" w14:textId="77777777" w:rsidR="002F5282" w:rsidRPr="00523F70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tanovisko orgánu ochrany přírody podle § 45i odst. 1 zákona č. 114/1992 Sb., kterým tento orgán vyloučil významný vliv na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předmět ochrany nebo celistvost evropsky významné lokality nebo ptačí oblasti, pokud je vyžadováno podle zákona č. 114/1992 Sb., nebo </w:t>
            </w:r>
          </w:p>
          <w:p w14:paraId="34A3AFC8" w14:textId="77777777" w:rsidR="002F5282" w:rsidRPr="00523F70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změna v užívání stavy, která je podlimitním záměrem, nepodléhá zjišťovacímu řízení, je-li podle zákona č. 100/2001 Sb. vyžadováno, nebo</w:t>
            </w:r>
          </w:p>
          <w:p w14:paraId="069B4F9F" w14:textId="77777777" w:rsidR="002F5282" w:rsidRPr="00B53327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závěr zjišťovacího řízení, že stavba /její změna nemůže mít významný vliv na životní prostředí, pokud je vyžadován podle zákona č. 100/2001 Sb.</w:t>
            </w:r>
          </w:p>
        </w:tc>
      </w:tr>
      <w:tr w:rsidR="002F5282" w:rsidRPr="00B53327" w14:paraId="51A07447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63884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75494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2F3E0" w14:textId="77777777" w:rsidR="002F5282" w:rsidRPr="00AA4F99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A4F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14:paraId="52F29CA2" w14:textId="77777777"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14:paraId="406FDEE6" w14:textId="77777777"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žádosti</w:t>
            </w:r>
          </w:p>
          <w:p w14:paraId="1EC6F48C" w14:textId="77777777"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XI.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  <w:tr w:rsidR="002F5282" w:rsidRPr="00B53327" w14:paraId="05B53B11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399A455" w14:textId="77777777" w:rsidR="002F5282" w:rsidRPr="000D5326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75494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084210DF" w14:textId="77777777" w:rsidR="002F5282" w:rsidRPr="000D5326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Je-li předmětem žádosti o společné povolení stavba vodního díla týkající se hraničních vod, předloží se projektová dokumentace v počtu stanoveném mezinárodními smlouvami, kterými je Česká republika vázána. Projektová dokumentace dále obsahuje</w:t>
            </w:r>
          </w:p>
          <w:p w14:paraId="698DF321" w14:textId="77777777" w:rsidR="002F5282" w:rsidRPr="000D5326" w:rsidRDefault="002F5282" w:rsidP="006B1B8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údaje o průtocích vody ve vodním toku podle druhu vodního díla (M-denní průtoky, N-leté průtoky), pokud se žádost o společné povolení týká vodního toku</w:t>
            </w:r>
            <w:r w:rsidR="006B1B8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493C76A0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4A7BB3E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01C6F89E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Posudek o potřebě, popřípadě návrhu podmínek provádění technickobezpečnostního dohledu na vodním díle zpracovaný odborně způsobilou osobou pověřenou k tomu Ministerstvem zemědělství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povolení nového nebo změnu dokončeného vodního díla podléhajícího technickobezpečnostnímu dohledu.</w:t>
            </w:r>
          </w:p>
        </w:tc>
      </w:tr>
      <w:tr w:rsidR="002F5282" w:rsidRPr="003A6251" w14:paraId="43EBAA30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2F9FBEEE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1E6C8309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Povolení vodoprávního úřadu k nakládání s vodami podle § 8 vodního zákona, bylo-li vydáno k povolovanému vodnímu dílu předem jiným správním orgánem než příslušným k vydání společného povolení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47C497C5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42ECDCF0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13E4B370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správce povodí, s výjimkou případů, kdy se žádost o společné povolení týká přeložky vodovodů nebo kanalizací, včetně ověření orientační polohy vodního díla v souřadnicích X, Y určených v souřadnicovém systému Jednotné trigonometrické sítě katastrální.</w:t>
            </w:r>
          </w:p>
        </w:tc>
      </w:tr>
      <w:tr w:rsidR="002F5282" w:rsidRPr="003A6251" w14:paraId="6214C32E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5BFF305D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67EF4AC8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příslušného správce vodního toku, pokud se žádost o společné povolení týká vodního díla souvisejícího s tímto vodním tokem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57D691C0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5190A476" w14:textId="1E9308D5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35021A29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osoby s odbornou způsobilostí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A6E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společné povolení týkající se změny stavby studny nebo jiného vodního díla potřebného k odběru podzemních vod, pokud tato změna může ovlivnit zdroje podzemní vody, které obsahuje</w:t>
            </w:r>
          </w:p>
          <w:p w14:paraId="2CB261D3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základní údaje, včetně identifikace zadavatele a zpracovatele vyjádření, popřípadě zpracovatele příslušné projektové dokumentace,</w:t>
            </w:r>
          </w:p>
          <w:p w14:paraId="525FA7B4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popisné údaje, včetně identifikace hydrogeologického rajonu, útvaru podzemních vod, popřípadě kolektoru, ve kterém se nachází podzemní vody,</w:t>
            </w:r>
          </w:p>
          <w:p w14:paraId="3AB18C3E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hydrogeologických charakteristik, včetně stanovení úrovně hladiny podzemních vod, mocnosti zvodnělé vrstvy směru proudění podzemních vod,</w:t>
            </w:r>
            <w:r w:rsidR="002430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</w:t>
            </w:r>
          </w:p>
          <w:p w14:paraId="485DF6EC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7549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míry rizika ovlivnění množství a jakosti zdrojů podzemních a povrchových vod nebo chráněných území vymezených zvláštními právními předpisy.</w:t>
            </w:r>
          </w:p>
        </w:tc>
      </w:tr>
    </w:tbl>
    <w:p w14:paraId="5DA260AB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14:paraId="1295DEF0" w14:textId="77777777" w:rsidR="009308FE" w:rsidRDefault="009308FE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14:paraId="12230CA2" w14:textId="6689F215" w:rsidR="009308FE" w:rsidRPr="009308FE" w:rsidRDefault="009308FE" w:rsidP="009308FE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16. </w:t>
      </w:r>
      <w:r w:rsidRPr="009308FE">
        <w:rPr>
          <w:rFonts w:ascii="Times New Roman" w:eastAsia="Times New Roman" w:hAnsi="Times New Roman"/>
          <w:color w:val="000000" w:themeColor="text1"/>
          <w:sz w:val="24"/>
          <w:szCs w:val="24"/>
        </w:rPr>
        <w:t>Plán bezpečnosti a ochrany zdraví při práci na staveništi</w:t>
      </w:r>
    </w:p>
    <w:p w14:paraId="0BC0C41C" w14:textId="77777777" w:rsidR="009308FE" w:rsidRPr="009308FE" w:rsidRDefault="009308FE" w:rsidP="009308FE">
      <w:pPr>
        <w:pStyle w:val="Odstavecseseznamem"/>
        <w:spacing w:after="0" w:line="240" w:lineRule="auto"/>
        <w:ind w:left="36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537F895" w14:textId="3CF305C0" w:rsidR="009308FE" w:rsidRPr="009308FE" w:rsidRDefault="009308FE" w:rsidP="009308FE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75494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17. Požárně bezpečnostní řešení</w:t>
      </w:r>
    </w:p>
    <w:p w14:paraId="7BE3F4A5" w14:textId="7BABD700" w:rsidR="009308FE" w:rsidRPr="009308FE" w:rsidRDefault="009308FE" w:rsidP="009308FE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799F3F5" w14:textId="77777777" w:rsidR="009308FE" w:rsidRDefault="009308FE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14:paraId="7B046A93" w14:textId="77777777" w:rsidR="009308FE" w:rsidRDefault="009308FE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14:paraId="19056C9B" w14:textId="77777777" w:rsidR="009308FE" w:rsidRDefault="009308FE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14:paraId="09CDAE61" w14:textId="77777777" w:rsidR="009308FE" w:rsidRDefault="009308FE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14:paraId="39636BDE" w14:textId="00244091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  <w:t>Poznámka:</w:t>
      </w:r>
    </w:p>
    <w:p w14:paraId="362E0522" w14:textId="77777777" w:rsidR="002F5282" w:rsidRPr="000A6AF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C96455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1) § 61 odst. 9 zákona č. 254/2001 Sb., o vodách a o změně některých zákonů (vodní zákon)</w:t>
      </w:r>
      <w:r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 xml:space="preserve">, </w:t>
      </w: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ve znění pozdějších předpisů.</w:t>
      </w:r>
    </w:p>
    <w:p w14:paraId="1E87A8E5" w14:textId="77777777" w:rsidR="002F5282" w:rsidRPr="00C96455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2) Zákon č. 62/1988 Sb., o geologických pracích a o Českém geologickém úřadu, ve znění pozdějších předpisů.</w:t>
      </w:r>
    </w:p>
    <w:p w14:paraId="55670DDD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14:paraId="1230E501" w14:textId="63C063F0" w:rsidR="00092E7A" w:rsidRPr="00092E7A" w:rsidRDefault="00092E7A" w:rsidP="00092E7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sectPr w:rsidR="00092E7A" w:rsidRPr="00092E7A" w:rsidSect="002E2F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2F39F" w14:textId="77777777" w:rsidR="00CA6FDD" w:rsidRDefault="00CA6FDD" w:rsidP="00165DCC">
      <w:pPr>
        <w:spacing w:after="0" w:line="240" w:lineRule="auto"/>
      </w:pPr>
      <w:r>
        <w:separator/>
      </w:r>
    </w:p>
  </w:endnote>
  <w:endnote w:type="continuationSeparator" w:id="0">
    <w:p w14:paraId="261E0315" w14:textId="77777777" w:rsidR="00CA6FDD" w:rsidRDefault="00CA6FDD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5436" w14:textId="77777777" w:rsidR="00CA6FDD" w:rsidRDefault="00CA6F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E353E" w14:textId="77777777" w:rsidR="00CA6FDD" w:rsidRPr="00071878" w:rsidRDefault="00754945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CA6FDD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CA6FDD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CA6FDD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CA6FDD">
          <w:rPr>
            <w:rFonts w:ascii="Times New Roman" w:hAnsi="Times New Roman"/>
            <w:noProof/>
            <w:sz w:val="20"/>
            <w:szCs w:val="20"/>
          </w:rPr>
          <w:t>9</w:t>
        </w:r>
        <w:r w:rsidR="00CA6FDD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7457B" w14:textId="77777777" w:rsidR="00CA6FDD" w:rsidRDefault="00CA6F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3D70D" w14:textId="77777777" w:rsidR="00CA6FDD" w:rsidRDefault="00CA6FDD" w:rsidP="00165DCC">
      <w:pPr>
        <w:spacing w:after="0" w:line="240" w:lineRule="auto"/>
      </w:pPr>
      <w:r>
        <w:separator/>
      </w:r>
    </w:p>
  </w:footnote>
  <w:footnote w:type="continuationSeparator" w:id="0">
    <w:p w14:paraId="6C3982A5" w14:textId="77777777" w:rsidR="00CA6FDD" w:rsidRDefault="00CA6FDD" w:rsidP="00165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9CB36" w14:textId="77777777" w:rsidR="00CA6FDD" w:rsidRDefault="00CA6F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F09DC" w14:textId="77777777" w:rsidR="00CA6FDD" w:rsidRDefault="00CA6FD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B43D7" w14:textId="77777777" w:rsidR="00CA6FDD" w:rsidRDefault="00CA6F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5056A3D"/>
    <w:multiLevelType w:val="hybridMultilevel"/>
    <w:tmpl w:val="47340BB6"/>
    <w:lvl w:ilvl="0" w:tplc="781A0146">
      <w:numFmt w:val="bullet"/>
      <w:lvlText w:val="-"/>
      <w:lvlJc w:val="left"/>
      <w:pPr>
        <w:ind w:left="7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9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1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7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3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5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5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9"/>
  </w:num>
  <w:num w:numId="4">
    <w:abstractNumId w:val="70"/>
  </w:num>
  <w:num w:numId="5">
    <w:abstractNumId w:val="55"/>
  </w:num>
  <w:num w:numId="6">
    <w:abstractNumId w:val="37"/>
  </w:num>
  <w:num w:numId="7">
    <w:abstractNumId w:val="81"/>
  </w:num>
  <w:num w:numId="8">
    <w:abstractNumId w:val="86"/>
  </w:num>
  <w:num w:numId="9">
    <w:abstractNumId w:val="24"/>
  </w:num>
  <w:num w:numId="10">
    <w:abstractNumId w:val="11"/>
  </w:num>
  <w:num w:numId="11">
    <w:abstractNumId w:val="33"/>
  </w:num>
  <w:num w:numId="12">
    <w:abstractNumId w:val="40"/>
  </w:num>
  <w:num w:numId="13">
    <w:abstractNumId w:val="48"/>
  </w:num>
  <w:num w:numId="14">
    <w:abstractNumId w:val="14"/>
  </w:num>
  <w:num w:numId="15">
    <w:abstractNumId w:val="25"/>
  </w:num>
  <w:num w:numId="16">
    <w:abstractNumId w:val="71"/>
  </w:num>
  <w:num w:numId="17">
    <w:abstractNumId w:val="23"/>
  </w:num>
  <w:num w:numId="18">
    <w:abstractNumId w:val="12"/>
  </w:num>
  <w:num w:numId="19">
    <w:abstractNumId w:val="68"/>
  </w:num>
  <w:num w:numId="20">
    <w:abstractNumId w:val="73"/>
  </w:num>
  <w:num w:numId="21">
    <w:abstractNumId w:val="22"/>
  </w:num>
  <w:num w:numId="22">
    <w:abstractNumId w:val="54"/>
  </w:num>
  <w:num w:numId="23">
    <w:abstractNumId w:val="6"/>
  </w:num>
  <w:num w:numId="24">
    <w:abstractNumId w:val="79"/>
  </w:num>
  <w:num w:numId="25">
    <w:abstractNumId w:val="63"/>
  </w:num>
  <w:num w:numId="26">
    <w:abstractNumId w:val="0"/>
  </w:num>
  <w:num w:numId="2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6"/>
  </w:num>
  <w:num w:numId="44">
    <w:abstractNumId w:val="6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1"/>
  </w:num>
  <w:num w:numId="47">
    <w:abstractNumId w:val="77"/>
  </w:num>
  <w:num w:numId="4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 w:numId="55">
    <w:abstractNumId w:val="1"/>
  </w:num>
  <w:num w:numId="56">
    <w:abstractNumId w:val="72"/>
  </w:num>
  <w:num w:numId="57">
    <w:abstractNumId w:val="84"/>
  </w:num>
  <w:num w:numId="58">
    <w:abstractNumId w:val="83"/>
  </w:num>
  <w:num w:numId="59">
    <w:abstractNumId w:val="69"/>
  </w:num>
  <w:num w:numId="60">
    <w:abstractNumId w:val="58"/>
  </w:num>
  <w:num w:numId="61">
    <w:abstractNumId w:val="36"/>
  </w:num>
  <w:num w:numId="62">
    <w:abstractNumId w:val="78"/>
  </w:num>
  <w:num w:numId="63">
    <w:abstractNumId w:val="50"/>
  </w:num>
  <w:num w:numId="64">
    <w:abstractNumId w:val="16"/>
  </w:num>
  <w:num w:numId="65">
    <w:abstractNumId w:val="61"/>
  </w:num>
  <w:num w:numId="6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21"/>
  </w:num>
  <w:num w:numId="69">
    <w:abstractNumId w:val="13"/>
  </w:num>
  <w:num w:numId="70">
    <w:abstractNumId w:val="49"/>
  </w:num>
  <w:num w:numId="71">
    <w:abstractNumId w:val="35"/>
  </w:num>
  <w:num w:numId="72">
    <w:abstractNumId w:val="3"/>
  </w:num>
  <w:num w:numId="73">
    <w:abstractNumId w:val="44"/>
  </w:num>
  <w:num w:numId="74">
    <w:abstractNumId w:val="26"/>
  </w:num>
  <w:num w:numId="75">
    <w:abstractNumId w:val="82"/>
  </w:num>
  <w:num w:numId="76">
    <w:abstractNumId w:val="32"/>
  </w:num>
  <w:num w:numId="77">
    <w:abstractNumId w:val="51"/>
  </w:num>
  <w:num w:numId="78">
    <w:abstractNumId w:val="46"/>
  </w:num>
  <w:num w:numId="79">
    <w:abstractNumId w:val="42"/>
  </w:num>
  <w:num w:numId="80">
    <w:abstractNumId w:val="66"/>
  </w:num>
  <w:num w:numId="81">
    <w:abstractNumId w:val="39"/>
  </w:num>
  <w:num w:numId="82">
    <w:abstractNumId w:val="5"/>
  </w:num>
  <w:num w:numId="83">
    <w:abstractNumId w:val="2"/>
  </w:num>
  <w:num w:numId="84">
    <w:abstractNumId w:val="56"/>
  </w:num>
  <w:num w:numId="85">
    <w:abstractNumId w:val="38"/>
  </w:num>
  <w:num w:numId="86">
    <w:abstractNumId w:val="7"/>
  </w:num>
  <w:num w:numId="87">
    <w:abstractNumId w:val="60"/>
  </w:num>
  <w:num w:numId="88">
    <w:abstractNumId w:val="20"/>
  </w:num>
  <w:num w:numId="89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3"/>
  </w:num>
  <w:num w:numId="91">
    <w:abstractNumId w:val="65"/>
  </w:num>
  <w:num w:numId="92">
    <w:abstractNumId w:val="28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30F3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92492"/>
    <w:rsid w:val="0009287D"/>
    <w:rsid w:val="00092E7A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5BB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2F65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4709B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53E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2D8D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B290E"/>
    <w:rsid w:val="005C6A13"/>
    <w:rsid w:val="005C7B67"/>
    <w:rsid w:val="005D09E0"/>
    <w:rsid w:val="005D1F37"/>
    <w:rsid w:val="005D2578"/>
    <w:rsid w:val="005D4B5D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4945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95BDD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E6941"/>
    <w:rsid w:val="008F4560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08FE"/>
    <w:rsid w:val="009311F7"/>
    <w:rsid w:val="0094582E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A7E0A"/>
    <w:rsid w:val="009B3B40"/>
    <w:rsid w:val="009C456C"/>
    <w:rsid w:val="009C482B"/>
    <w:rsid w:val="009C4EB8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8724C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0238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1C4C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A6FDD"/>
    <w:rsid w:val="00CA7BFC"/>
    <w:rsid w:val="00CB0051"/>
    <w:rsid w:val="00CB10D8"/>
    <w:rsid w:val="00CB122C"/>
    <w:rsid w:val="00CB41FE"/>
    <w:rsid w:val="00CB4C40"/>
    <w:rsid w:val="00CB6871"/>
    <w:rsid w:val="00CC5231"/>
    <w:rsid w:val="00CC72E8"/>
    <w:rsid w:val="00CD26B5"/>
    <w:rsid w:val="00CD56F9"/>
    <w:rsid w:val="00CE62D2"/>
    <w:rsid w:val="00CF23A8"/>
    <w:rsid w:val="00CF348D"/>
    <w:rsid w:val="00CF5A13"/>
    <w:rsid w:val="00CF760D"/>
    <w:rsid w:val="00CF7FB9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692F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0C95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FA113F5"/>
  <w15:docId w15:val="{F7C2BB33-5C17-431D-8545-8103EB9DC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5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ck-online.cz/bo/document-view.seam?documentId=onrf6mrqgayv6mrvgq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3BD47-3DDA-48DD-B689-0D3D7C445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2315</Words>
  <Characters>13665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Franková, Veronika</cp:lastModifiedBy>
  <cp:revision>5</cp:revision>
  <cp:lastPrinted>2022-01-11T09:49:00Z</cp:lastPrinted>
  <dcterms:created xsi:type="dcterms:W3CDTF">2022-01-04T11:59:00Z</dcterms:created>
  <dcterms:modified xsi:type="dcterms:W3CDTF">2022-07-28T13:53:00Z</dcterms:modified>
</cp:coreProperties>
</file>