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1723" w14:textId="77777777"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017A4494" w14:textId="77777777"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547AB4">
        <w:rPr>
          <w:rFonts w:eastAsia="Verdana" w:cs="Times New Roman"/>
          <w:sz w:val="18"/>
          <w:szCs w:val="18"/>
          <w:lang w:eastAsia="cs-CZ"/>
        </w:rPr>
        <w:t>5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14:paraId="4AA59158" w14:textId="77777777"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14:paraId="4CC5C3EC" w14:textId="77777777"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59FA09B4" w14:textId="77777777"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14:paraId="6853177A" w14:textId="77777777"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14:paraId="56B8A266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14:paraId="043AFF4C" w14:textId="77777777"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14:paraId="17301A90" w14:textId="77777777" w:rsidTr="00BF730E">
        <w:trPr>
          <w:trHeight w:val="380"/>
        </w:trPr>
        <w:tc>
          <w:tcPr>
            <w:tcW w:w="4219" w:type="dxa"/>
            <w:vAlign w:val="center"/>
          </w:tcPr>
          <w:p w14:paraId="6660AAB9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14:paraId="25826A2E" w14:textId="77777777"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14:paraId="44A0CF8D" w14:textId="77777777" w:rsidTr="00BF730E">
        <w:trPr>
          <w:trHeight w:val="420"/>
        </w:trPr>
        <w:tc>
          <w:tcPr>
            <w:tcW w:w="4219" w:type="dxa"/>
            <w:vAlign w:val="center"/>
          </w:tcPr>
          <w:p w14:paraId="2B77D477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14:paraId="2F1E9E04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14:paraId="472457B5" w14:textId="77777777" w:rsidTr="00BF730E">
        <w:trPr>
          <w:trHeight w:val="411"/>
        </w:trPr>
        <w:tc>
          <w:tcPr>
            <w:tcW w:w="4219" w:type="dxa"/>
            <w:vAlign w:val="center"/>
          </w:tcPr>
          <w:p w14:paraId="684734BA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14:paraId="0EBEC1FA" w14:textId="77777777"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14:paraId="37829C7E" w14:textId="77777777" w:rsidTr="00BF730E">
        <w:trPr>
          <w:trHeight w:val="403"/>
        </w:trPr>
        <w:tc>
          <w:tcPr>
            <w:tcW w:w="4219" w:type="dxa"/>
            <w:vAlign w:val="center"/>
          </w:tcPr>
          <w:p w14:paraId="584583F5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14:paraId="7DE43999" w14:textId="77777777"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14:paraId="28BA55A2" w14:textId="77777777"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14:paraId="27567161" w14:textId="77777777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0F73E2C0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6BCE8A62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14:paraId="6D9FB900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23892851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5FDC73E1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14:paraId="1629280E" w14:textId="77777777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3A486CA2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077C46E4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45B8499B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9ECA2AA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14:paraId="08663094" w14:textId="77777777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43F261D3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449FB318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3DA67896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66CD64E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536240C2" w14:textId="77777777"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14:paraId="7B62EF69" w14:textId="77777777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7B5B25A5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72C01C9B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14:paraId="4F165547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26D25F15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F967DBF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14:paraId="03B6E38D" w14:textId="77777777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87860F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2EAB1D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67642E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7B213C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1A44494E" w14:textId="77777777"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14:paraId="48BCE7D6" w14:textId="77777777"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14:paraId="1216E6EB" w14:textId="77777777"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14:paraId="057BAE79" w14:textId="77777777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13A5879C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14:paraId="50503507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300F20B7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14:paraId="4F66D7C8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14:paraId="3771028D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14:paraId="75DC9EE2" w14:textId="77777777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E103DD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5E200E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00B324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E5683C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14:paraId="0FA2D5D9" w14:textId="77777777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C8432E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C617F3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918FC2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44CE14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14:paraId="41FBD790" w14:textId="77777777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F28D9E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2FD18C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86B81B" w14:textId="77777777"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51D241" w14:textId="77777777"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758981E1" w14:textId="77777777"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14:paraId="37489B63" w14:textId="77777777"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14:paraId="777DE82C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14:paraId="3440DD91" w14:textId="77777777"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14:paraId="3780C7A3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14:paraId="62778863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14:paraId="1EB82571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14:paraId="198133F9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14:paraId="0CB39BB8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14:paraId="6169A786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14:paraId="2D4CBD09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14:paraId="73FCD7AF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14:paraId="45EB5779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14:paraId="7087A362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14:paraId="1E93CC0F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14:paraId="27080CD4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14:paraId="7AE0EF63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14:paraId="224CA905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14:paraId="71FCE8A0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14:paraId="0E752ABA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14:paraId="3FF4EAED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14:paraId="31E55945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14:paraId="469E775F" w14:textId="77777777"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14:paraId="4856400B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14:paraId="2FE3B93E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14:paraId="4E4651CB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14:paraId="7ABCC384" w14:textId="77777777"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14:paraId="36A598F0" w14:textId="77777777"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Prohlášení o</w:t>
      </w:r>
      <w:r w:rsidR="001431D1">
        <w:rPr>
          <w:rFonts w:eastAsia="Times New Roman" w:cs="Arial"/>
          <w:sz w:val="18"/>
          <w:szCs w:val="18"/>
          <w:lang w:eastAsia="cs-CZ"/>
        </w:rPr>
        <w:t xml:space="preserve"> zdravotní nezávadnosti výrobků</w:t>
      </w:r>
    </w:p>
    <w:p w14:paraId="09E8FDF1" w14:textId="77777777"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14:paraId="4A62B65B" w14:textId="77777777"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14:paraId="47FA968D" w14:textId="77777777"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439D8" w14:textId="77777777"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14:paraId="23494914" w14:textId="77777777"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767E6" w14:textId="77777777" w:rsidR="00A40967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07A98EEA" w14:textId="77777777" w:rsidR="00A40967" w:rsidRDefault="00A409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5F58B" w14:textId="77777777" w:rsidR="00A40967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9FBCC" w14:textId="77777777"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14:paraId="17916305" w14:textId="77777777"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5172D" w14:textId="77777777"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154C85E" wp14:editId="6C9798A9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230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BE"/>
    <w:rsid w:val="0005583F"/>
    <w:rsid w:val="00056D66"/>
    <w:rsid w:val="00073838"/>
    <w:rsid w:val="000B2748"/>
    <w:rsid w:val="00127826"/>
    <w:rsid w:val="00142D2A"/>
    <w:rsid w:val="001431D1"/>
    <w:rsid w:val="00150138"/>
    <w:rsid w:val="001A4127"/>
    <w:rsid w:val="001C0417"/>
    <w:rsid w:val="001D2C2E"/>
    <w:rsid w:val="00207C3D"/>
    <w:rsid w:val="00250AB1"/>
    <w:rsid w:val="00284823"/>
    <w:rsid w:val="0028644E"/>
    <w:rsid w:val="003707F2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547AB4"/>
    <w:rsid w:val="00625FFE"/>
    <w:rsid w:val="0064051B"/>
    <w:rsid w:val="00641A4A"/>
    <w:rsid w:val="006B34F3"/>
    <w:rsid w:val="00796191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40967"/>
    <w:rsid w:val="00A91E0E"/>
    <w:rsid w:val="00B91CC8"/>
    <w:rsid w:val="00BF6A6B"/>
    <w:rsid w:val="00C61F07"/>
    <w:rsid w:val="00CB40AC"/>
    <w:rsid w:val="00CC0536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649C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Petra, Bc.</cp:lastModifiedBy>
  <cp:revision>2</cp:revision>
  <cp:lastPrinted>2021-07-14T10:59:00Z</cp:lastPrinted>
  <dcterms:created xsi:type="dcterms:W3CDTF">2024-11-19T06:02:00Z</dcterms:created>
  <dcterms:modified xsi:type="dcterms:W3CDTF">2024-11-19T06:02:00Z</dcterms:modified>
</cp:coreProperties>
</file>