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2FD2D007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D0359F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618524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F92315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D57A2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89605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59F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6F37C3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13A15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B57BB"/>
    <w:rsid w:val="00BD7E91"/>
    <w:rsid w:val="00C02D0A"/>
    <w:rsid w:val="00C03A6E"/>
    <w:rsid w:val="00C44F6A"/>
    <w:rsid w:val="00C47AE3"/>
    <w:rsid w:val="00C81989"/>
    <w:rsid w:val="00C9173F"/>
    <w:rsid w:val="00CA7297"/>
    <w:rsid w:val="00CC2930"/>
    <w:rsid w:val="00CD1FC4"/>
    <w:rsid w:val="00D0359F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Hana Kleprlíková</cp:lastModifiedBy>
  <cp:revision>3</cp:revision>
  <cp:lastPrinted>2017-11-28T17:18:00Z</cp:lastPrinted>
  <dcterms:created xsi:type="dcterms:W3CDTF">2024-06-11T07:23:00Z</dcterms:created>
  <dcterms:modified xsi:type="dcterms:W3CDTF">2024-06-12T07:49:00Z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