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493B1B" w:rsidRDefault="00493B1B" w:rsidP="00C03E3F">
      <w:pPr>
        <w:pStyle w:val="Nadpis1"/>
        <w:rPr>
          <w:rFonts w:eastAsia="Times New Roman"/>
        </w:rPr>
      </w:pPr>
      <w:r w:rsidRPr="00493B1B">
        <w:rPr>
          <w:rFonts w:eastAsia="Times New Roman"/>
        </w:rPr>
        <w:t xml:space="preserve">Čestné prohlášení o </w:t>
      </w:r>
      <w:r w:rsidR="00FF4CF9">
        <w:rPr>
          <w:rFonts w:eastAsia="Times New Roman"/>
        </w:rPr>
        <w:t xml:space="preserve">platnosti </w:t>
      </w:r>
      <w:r w:rsidR="004C060C">
        <w:rPr>
          <w:rFonts w:eastAsia="Times New Roman"/>
        </w:rPr>
        <w:t xml:space="preserve">dokumentů prokazujících </w:t>
      </w:r>
      <w:r w:rsidRPr="00493B1B">
        <w:rPr>
          <w:rFonts w:eastAsia="Times New Roman"/>
        </w:rPr>
        <w:t>splnění</w:t>
      </w:r>
      <w:r w:rsidRPr="00493B1B">
        <w:rPr>
          <w:rFonts w:eastAsia="Times New Roman"/>
        </w:rPr>
        <w:br/>
        <w:t xml:space="preserve">základní </w:t>
      </w:r>
      <w:r w:rsidR="00BB2BA7">
        <w:rPr>
          <w:rFonts w:eastAsia="Times New Roman"/>
        </w:rPr>
        <w:t xml:space="preserve">a profesní </w:t>
      </w:r>
      <w:r w:rsidRPr="00493B1B">
        <w:rPr>
          <w:rFonts w:eastAsia="Times New Roman"/>
        </w:rPr>
        <w:t>způsobilost</w:t>
      </w:r>
      <w:r w:rsidR="009C1E6A">
        <w:rPr>
          <w:rFonts w:eastAsia="Times New Roman"/>
        </w:rPr>
        <w:t xml:space="preserve"> a </w:t>
      </w:r>
      <w:r w:rsidR="004C060C">
        <w:rPr>
          <w:rFonts w:eastAsia="Times New Roman"/>
        </w:rPr>
        <w:t>technick</w:t>
      </w:r>
      <w:r w:rsidR="00DC681B">
        <w:rPr>
          <w:rFonts w:eastAsia="Times New Roman"/>
        </w:rPr>
        <w:t>é</w:t>
      </w:r>
      <w:r w:rsidR="004C060C">
        <w:rPr>
          <w:rFonts w:eastAsia="Times New Roman"/>
        </w:rPr>
        <w:t xml:space="preserve"> kvalifikac</w:t>
      </w:r>
      <w:r w:rsidR="00DC681B">
        <w:rPr>
          <w:rFonts w:eastAsia="Times New Roman"/>
        </w:rPr>
        <w:t>e</w:t>
      </w:r>
      <w:r w:rsidR="004C060C">
        <w:rPr>
          <w:rFonts w:eastAsia="Times New Roman"/>
        </w:rPr>
        <w:t xml:space="preserve"> 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4BD8896D" w:rsidR="00493B1B" w:rsidRPr="00D63C50" w:rsidRDefault="00493B1B" w:rsidP="00C03E3F">
      <w:pPr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0C300A">
        <w:rPr>
          <w:rFonts w:eastAsia="Times New Roman" w:cs="Times New Roman"/>
          <w:lang w:eastAsia="cs-CZ"/>
        </w:rPr>
        <w:t>„</w:t>
      </w:r>
      <w:r w:rsidR="00D73BDB" w:rsidRPr="00D73BDB">
        <w:rPr>
          <w:rFonts w:eastAsia="Times New Roman" w:cs="Times New Roman"/>
          <w:b/>
          <w:lang w:eastAsia="cs-CZ"/>
        </w:rPr>
        <w:t>Rozvoj modulu údržby SAP PM - kolejová vozidla</w:t>
      </w:r>
      <w:bookmarkStart w:id="0" w:name="_GoBack"/>
      <w:bookmarkEnd w:id="0"/>
      <w:r w:rsidR="00AF1B68" w:rsidRPr="00C50689">
        <w:rPr>
          <w:rFonts w:eastAsia="Times New Roman" w:cs="Times New Roman"/>
          <w:b/>
          <w:lang w:eastAsia="cs-CZ"/>
        </w:rPr>
        <w:t>“</w:t>
      </w:r>
      <w:r w:rsidR="0092202B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44D95E3A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</w:t>
      </w:r>
      <w:r w:rsidR="00D24235">
        <w:rPr>
          <w:szCs w:val="22"/>
          <w:lang w:eastAsia="cs-CZ"/>
        </w:rPr>
        <w:t>azeným odsouzením se nepřihlíží</w:t>
      </w:r>
      <w:r w:rsidRPr="00493B1B">
        <w:rPr>
          <w:szCs w:val="22"/>
          <w:lang w:eastAsia="cs-CZ"/>
        </w:rPr>
        <w:t xml:space="preserve"> </w:t>
      </w:r>
      <w:r w:rsidR="00D24235">
        <w:rPr>
          <w:szCs w:val="22"/>
          <w:lang w:eastAsia="cs-CZ"/>
        </w:rPr>
        <w:t>(v</w:t>
      </w:r>
      <w:r w:rsidR="00D24235" w:rsidRPr="00493B1B">
        <w:rPr>
          <w:lang w:eastAsia="cs-CZ"/>
        </w:rPr>
        <w:t>ýše uvedené splňuje jak účastník, tak každý člen jeho statutárního orgánu</w:t>
      </w:r>
      <w:r w:rsidR="00D24235">
        <w:rPr>
          <w:lang w:eastAsia="cs-CZ"/>
        </w:rPr>
        <w:t>)</w:t>
      </w:r>
    </w:p>
    <w:p w14:paraId="5EC6847A" w14:textId="05A8C7DF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C03E3F">
      <w:pPr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37087195" w14:textId="30995E1C" w:rsidR="00BB2BA7" w:rsidRDefault="00BB2BA7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>ž profesní způsobilosti podle § 77 odst. 1 a odst. 2 písm. a) zákona, neboť jsem dodavatelem, který je:</w:t>
      </w:r>
    </w:p>
    <w:p w14:paraId="345CF03D" w14:textId="7AD20609" w:rsidR="00CA0CCD" w:rsidRDefault="00BB2BA7" w:rsidP="009C1E6A">
      <w:pPr>
        <w:pStyle w:val="Odstavecseseznamem"/>
        <w:numPr>
          <w:ilvl w:val="0"/>
          <w:numId w:val="34"/>
        </w:numPr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</w:p>
    <w:p w14:paraId="5A035BA8" w14:textId="77777777" w:rsidR="00D24235" w:rsidRDefault="00D24235" w:rsidP="00C03E3F">
      <w:pPr>
        <w:rPr>
          <w:szCs w:val="22"/>
          <w:lang w:eastAsia="cs-CZ"/>
        </w:rPr>
      </w:pPr>
    </w:p>
    <w:p w14:paraId="2D8EA99B" w14:textId="19DD4DEE" w:rsidR="009C1E6A" w:rsidRPr="002A16B1" w:rsidRDefault="004C060C" w:rsidP="00C03E3F">
      <w:pPr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550D79BF" w14:textId="77777777" w:rsidR="009C1E6A" w:rsidRPr="009C1E6A" w:rsidRDefault="009C1E6A" w:rsidP="00C03E3F">
      <w:pPr>
        <w:rPr>
          <w:u w:val="single"/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lastRenderedPageBreak/>
        <w:t>V …………………… dne ………………………</w:t>
      </w:r>
    </w:p>
    <w:p w14:paraId="7132972C" w14:textId="36D95A0D" w:rsidR="00493B1B" w:rsidRDefault="00493B1B" w:rsidP="00C03E3F">
      <w:pPr>
        <w:rPr>
          <w:lang w:eastAsia="cs-CZ"/>
        </w:rPr>
      </w:pPr>
    </w:p>
    <w:p w14:paraId="4B6088C0" w14:textId="77777777" w:rsidR="00CB4541" w:rsidRDefault="00CB4541" w:rsidP="00C03E3F">
      <w:pPr>
        <w:rPr>
          <w:lang w:eastAsia="cs-CZ"/>
        </w:rPr>
      </w:pPr>
    </w:p>
    <w:p w14:paraId="3CDE7656" w14:textId="13163D41" w:rsidR="00493B1B" w:rsidRPr="00493B1B" w:rsidRDefault="00D24235" w:rsidP="00C03E3F">
      <w:pPr>
        <w:rPr>
          <w:lang w:eastAsia="cs-CZ"/>
        </w:rPr>
      </w:pPr>
      <w:r>
        <w:rPr>
          <w:lang w:eastAsia="cs-CZ"/>
        </w:rPr>
        <w:t>……………………………………………………………………</w:t>
      </w:r>
    </w:p>
    <w:p w14:paraId="3D6E84C1" w14:textId="77777777" w:rsidR="009F392E" w:rsidRDefault="00493B1B" w:rsidP="00C03E3F">
      <w:pPr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p w14:paraId="5E774F7E" w14:textId="77777777" w:rsidR="0025181C" w:rsidRDefault="0025181C" w:rsidP="00C03E3F">
      <w:pPr>
        <w:rPr>
          <w:lang w:eastAsia="cs-CZ"/>
        </w:rPr>
      </w:pPr>
    </w:p>
    <w:p w14:paraId="223182EC" w14:textId="77777777" w:rsidR="0025181C" w:rsidRPr="00493B1B" w:rsidRDefault="0025181C" w:rsidP="00C03E3F"/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8EB956" w14:textId="77777777" w:rsidR="005A6D0B" w:rsidRDefault="005A6D0B" w:rsidP="00962258">
      <w:pPr>
        <w:spacing w:after="0" w:line="240" w:lineRule="auto"/>
      </w:pPr>
      <w:r>
        <w:separator/>
      </w:r>
    </w:p>
  </w:endnote>
  <w:endnote w:type="continuationSeparator" w:id="0">
    <w:p w14:paraId="365E80DB" w14:textId="77777777" w:rsidR="005A6D0B" w:rsidRDefault="005A6D0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49806E2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73B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73BD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371A58" w14:textId="77777777" w:rsidR="005A6D0B" w:rsidRDefault="005A6D0B" w:rsidP="00962258">
      <w:pPr>
        <w:spacing w:after="0" w:line="240" w:lineRule="auto"/>
      </w:pPr>
      <w:r>
        <w:separator/>
      </w:r>
    </w:p>
  </w:footnote>
  <w:footnote w:type="continuationSeparator" w:id="0">
    <w:p w14:paraId="545B9DAB" w14:textId="77777777" w:rsidR="005A6D0B" w:rsidRDefault="005A6D0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C300A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173E9"/>
    <w:rsid w:val="0043366A"/>
    <w:rsid w:val="00441430"/>
    <w:rsid w:val="00442330"/>
    <w:rsid w:val="00444F2D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A6D0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10723"/>
    <w:rsid w:val="00715C35"/>
    <w:rsid w:val="00723ED1"/>
    <w:rsid w:val="00743525"/>
    <w:rsid w:val="0075603B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02B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24235"/>
    <w:rsid w:val="00D4108E"/>
    <w:rsid w:val="00D446EF"/>
    <w:rsid w:val="00D52315"/>
    <w:rsid w:val="00D6163D"/>
    <w:rsid w:val="00D63C50"/>
    <w:rsid w:val="00D73BDB"/>
    <w:rsid w:val="00D77626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F0745F-5FD8-4AF8-B0E9-8F692B664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Zajíčková Veronika, Mgr.</cp:lastModifiedBy>
  <cp:revision>12</cp:revision>
  <cp:lastPrinted>2021-05-10T08:09:00Z</cp:lastPrinted>
  <dcterms:created xsi:type="dcterms:W3CDTF">2021-09-02T08:52:00Z</dcterms:created>
  <dcterms:modified xsi:type="dcterms:W3CDTF">2024-10-10T07:46:00Z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