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4638DC9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A70A1">
        <w:rPr>
          <w:rFonts w:ascii="Verdana" w:hAnsi="Verdana"/>
          <w:b/>
          <w:bCs/>
          <w:sz w:val="18"/>
          <w:szCs w:val="18"/>
        </w:rPr>
        <w:t>„</w:t>
      </w:r>
      <w:r w:rsidR="00FA70A1" w:rsidRPr="00FA70A1">
        <w:rPr>
          <w:rFonts w:ascii="Verdana" w:hAnsi="Verdana"/>
          <w:b/>
          <w:bCs/>
          <w:sz w:val="18"/>
          <w:szCs w:val="18"/>
        </w:rPr>
        <w:t>Prohlídky UTZ zabezpečovacího zařízení v obvodu SSZT OŘ UNL 2025</w:t>
      </w:r>
      <w:r w:rsidR="00AF2031" w:rsidRPr="00FA70A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4329" w14:textId="2786685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70A1" w:rsidRPr="00FA70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70A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2018-11-26T13:17:00Z</dcterms:created>
  <dcterms:modified xsi:type="dcterms:W3CDTF">2024-11-13T07:26:00Z</dcterms:modified>
</cp:coreProperties>
</file>