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0652F322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842F58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B30D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BDE6E" w14:textId="77777777" w:rsidR="002B30D2" w:rsidRDefault="002B30D2" w:rsidP="00962258">
      <w:pPr>
        <w:spacing w:after="0" w:line="240" w:lineRule="auto"/>
      </w:pPr>
      <w:r>
        <w:separator/>
      </w:r>
    </w:p>
  </w:endnote>
  <w:endnote w:type="continuationSeparator" w:id="0">
    <w:p w14:paraId="2C4B7E0F" w14:textId="77777777" w:rsidR="002B30D2" w:rsidRDefault="002B30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3BF9847" w14:textId="77777777" w:rsidR="003C1C4F" w:rsidRDefault="003C1C4F" w:rsidP="003C1C4F">
          <w:pPr>
            <w:pStyle w:val="Zpat"/>
          </w:pPr>
          <w:r>
            <w:t>Oblastní ředitelství Ústí nad Labem</w:t>
          </w:r>
        </w:p>
        <w:p w14:paraId="3841A6F2" w14:textId="77777777" w:rsidR="003C1C4F" w:rsidRDefault="003C1C4F" w:rsidP="003C1C4F">
          <w:pPr>
            <w:pStyle w:val="Zpat"/>
          </w:pPr>
          <w:r>
            <w:t>Železničářská 1386/31</w:t>
          </w:r>
        </w:p>
        <w:p w14:paraId="44F720C3" w14:textId="49AE72DF" w:rsidR="00F1715C" w:rsidRDefault="003C1C4F" w:rsidP="003C1C4F">
          <w:pPr>
            <w:pStyle w:val="Zpat"/>
          </w:pPr>
          <w:r>
            <w:t>400 03 Ústí nad Labem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8219B" w14:textId="77777777" w:rsidR="002B30D2" w:rsidRDefault="002B30D2" w:rsidP="00962258">
      <w:pPr>
        <w:spacing w:after="0" w:line="240" w:lineRule="auto"/>
      </w:pPr>
      <w:r>
        <w:separator/>
      </w:r>
    </w:p>
  </w:footnote>
  <w:footnote w:type="continuationSeparator" w:id="0">
    <w:p w14:paraId="15501B28" w14:textId="77777777" w:rsidR="002B30D2" w:rsidRDefault="002B30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B30D2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3C1C4F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2F5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6</cp:revision>
  <cp:lastPrinted>2017-11-28T17:18:00Z</cp:lastPrinted>
  <dcterms:created xsi:type="dcterms:W3CDTF">2024-01-25T09:37:00Z</dcterms:created>
  <dcterms:modified xsi:type="dcterms:W3CDTF">2024-11-12T11:20:00Z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