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71DC0B72" w:rsidR="008B1A2C" w:rsidRDefault="008B1A2C" w:rsidP="00DC7801">
      <w:pPr>
        <w:ind w:left="-142"/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DC7801" w:rsidRPr="00DC7801">
        <w:rPr>
          <w:b/>
          <w:color w:val="FF5200" w:themeColor="accent2"/>
          <w:sz w:val="36"/>
          <w:szCs w:val="36"/>
        </w:rPr>
        <w:t>Dodávka 3 sad výtyčky s kompenzací náklonu s odrazným hranolem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C78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435</w:t>
      </w:r>
      <w:r w:rsidR="00D947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696AEB70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B8767E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566F8EA3" w:rsidR="0055464A" w:rsidRDefault="0055464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Pr="0052261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767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CF68E" w14:textId="2CC985AA" w:rsidR="0055464A" w:rsidRDefault="0055464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Pr="0052261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767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FB72B0" w14:textId="50A7A2F9" w:rsidR="0055464A" w:rsidRDefault="0055464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Pr="0052261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767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6BA041" w14:textId="66605FC4" w:rsidR="0055464A" w:rsidRDefault="0055464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Pr="0052261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767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FC10C" w14:textId="2991422D" w:rsidR="0055464A" w:rsidRDefault="0055464A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Pr="00522611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22611">
              <w:rPr>
                <w:rStyle w:val="Hypertextovodkaz"/>
                <w:noProof/>
              </w:rPr>
              <w:t>Čestné</w:t>
            </w:r>
            <w:r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_Toc168916509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767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8767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8767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222D0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65ADA"/>
    <w:rsid w:val="005736B7"/>
    <w:rsid w:val="00574DC4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2905"/>
    <w:rsid w:val="008855C2"/>
    <w:rsid w:val="008864EE"/>
    <w:rsid w:val="00886D4B"/>
    <w:rsid w:val="00895406"/>
    <w:rsid w:val="008A3568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A1B01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7DD0"/>
    <w:rsid w:val="00A60623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4C48"/>
    <w:rsid w:val="00B15D0D"/>
    <w:rsid w:val="00B346BB"/>
    <w:rsid w:val="00B468D2"/>
    <w:rsid w:val="00B66A3E"/>
    <w:rsid w:val="00B75EE1"/>
    <w:rsid w:val="00B77481"/>
    <w:rsid w:val="00B8518B"/>
    <w:rsid w:val="00B8767E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2D7C"/>
    <w:rsid w:val="00C636FB"/>
    <w:rsid w:val="00C6546B"/>
    <w:rsid w:val="00C81DBA"/>
    <w:rsid w:val="00C87B78"/>
    <w:rsid w:val="00CC32DB"/>
    <w:rsid w:val="00CD1FC4"/>
    <w:rsid w:val="00CF53B5"/>
    <w:rsid w:val="00D21061"/>
    <w:rsid w:val="00D247B3"/>
    <w:rsid w:val="00D4108E"/>
    <w:rsid w:val="00D52A24"/>
    <w:rsid w:val="00D6163D"/>
    <w:rsid w:val="00D73D46"/>
    <w:rsid w:val="00D831A3"/>
    <w:rsid w:val="00D834FA"/>
    <w:rsid w:val="00D94744"/>
    <w:rsid w:val="00DC75F3"/>
    <w:rsid w:val="00DC7801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EE2FF6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8</Pages>
  <Words>1149</Words>
  <Characters>6782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18</cp:revision>
  <cp:lastPrinted>2024-11-12T12:06:00Z</cp:lastPrinted>
  <dcterms:created xsi:type="dcterms:W3CDTF">2024-04-09T08:36:00Z</dcterms:created>
  <dcterms:modified xsi:type="dcterms:W3CDTF">2024-11-12T12:06:00Z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