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255280" w14:textId="728ABB2C" w:rsidR="00E75DBE" w:rsidRDefault="00E75DBE" w:rsidP="00E75DBE">
      <w:pPr>
        <w:spacing w:after="0" w:line="240" w:lineRule="auto"/>
        <w:outlineLvl w:val="0"/>
        <w:rPr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F25652">
        <w:rPr>
          <w:rFonts w:eastAsia="Times New Roman" w:cs="Times New Roman"/>
          <w:lang w:eastAsia="cs-CZ"/>
        </w:rPr>
        <w:t>2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1111F1CF" w14:textId="77777777" w:rsidR="00E75DBE" w:rsidRPr="003E7027" w:rsidRDefault="00E75DBE" w:rsidP="00E75DBE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3E7027">
        <w:rPr>
          <w:rStyle w:val="tun"/>
          <w:rFonts w:eastAsiaTheme="minorHAnsi"/>
        </w:rPr>
        <w:t>Účastník:</w:t>
      </w:r>
    </w:p>
    <w:p w14:paraId="78764440" w14:textId="309CD80B" w:rsidR="00E75DBE" w:rsidRDefault="00E75DBE" w:rsidP="00B172C0">
      <w:pPr>
        <w:pStyle w:val="Identifikace"/>
        <w:rPr>
          <w:lang w:eastAsia="cs-CZ"/>
        </w:rPr>
      </w:pPr>
      <w:r w:rsidRPr="003E7027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B1A48" w:rsidRPr="00D0734A">
        <w:rPr>
          <w:bCs/>
          <w:highlight w:val="green"/>
          <w:lang w:val="en-US"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>
        <w:rPr>
          <w:highlight w:val="green"/>
          <w:lang w:val="en-US" w:eastAsia="cs-CZ"/>
        </w:rPr>
        <w:t>]</w:t>
      </w:r>
    </w:p>
    <w:p w14:paraId="6C2531F9" w14:textId="32FA34A9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B1A48" w:rsidRPr="00D0734A">
        <w:rPr>
          <w:bCs/>
          <w:highlight w:val="green"/>
          <w:lang w:val="en-US"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>
        <w:rPr>
          <w:highlight w:val="green"/>
          <w:lang w:val="en-US" w:eastAsia="cs-CZ"/>
        </w:rPr>
        <w:t>]</w:t>
      </w:r>
    </w:p>
    <w:p w14:paraId="69FB1EDB" w14:textId="0E1D0AF2" w:rsidR="00E75DBE" w:rsidRDefault="00E75DBE" w:rsidP="00B172C0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B1A48" w:rsidRPr="00D0734A">
        <w:rPr>
          <w:bCs/>
          <w:highlight w:val="green"/>
          <w:lang w:val="en-US" w:eastAsia="cs-CZ"/>
        </w:rPr>
        <w:t>[</w:t>
      </w:r>
      <w:r w:rsidR="00EB1A48" w:rsidRPr="00C84E50">
        <w:rPr>
          <w:bCs/>
          <w:highlight w:val="green"/>
          <w:lang w:eastAsia="cs-CZ"/>
        </w:rPr>
        <w:t>DOPLNÍ</w:t>
      </w:r>
      <w:r w:rsidR="00EB1A48">
        <w:rPr>
          <w:highlight w:val="green"/>
          <w:lang w:eastAsia="cs-CZ"/>
        </w:rPr>
        <w:t xml:space="preserve"> ÚČASTNÍK</w:t>
      </w:r>
      <w:r w:rsidR="00EB1A48">
        <w:rPr>
          <w:highlight w:val="green"/>
          <w:lang w:val="en-US" w:eastAsia="cs-CZ"/>
        </w:rPr>
        <w:t>]</w:t>
      </w:r>
    </w:p>
    <w:p w14:paraId="61DBAC12" w14:textId="3BDE0194" w:rsidR="00E75DBE" w:rsidRDefault="00E75DBE" w:rsidP="00B172C0">
      <w:pPr>
        <w:pStyle w:val="Identifikace"/>
      </w:pPr>
      <w:r>
        <w:t>Zastoupen</w:t>
      </w:r>
      <w:r w:rsidR="00EA2AD8">
        <w:tab/>
      </w:r>
      <w:r w:rsidR="00EB1A48" w:rsidRPr="00F25652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F25652">
        <w:rPr>
          <w:highlight w:val="green"/>
        </w:rPr>
        <w:t>]</w:t>
      </w:r>
    </w:p>
    <w:p w14:paraId="765C8C85" w14:textId="0EB9F914" w:rsidR="00E75DBE" w:rsidRDefault="00EB1A48" w:rsidP="00E75DBE">
      <w:r w:rsidRPr="00F25652">
        <w:rPr>
          <w:lang w:eastAsia="cs-CZ"/>
        </w:rPr>
        <w:t xml:space="preserve">který podává žádost o účast/nabídku na nadlimitní sektorovou veřejnou zakázku s názvem </w:t>
      </w:r>
      <w:bookmarkStart w:id="0" w:name="_Toc403053768"/>
      <w:r w:rsidRPr="00F25652">
        <w:t>„</w:t>
      </w:r>
      <w:bookmarkEnd w:id="0"/>
      <w:r w:rsidR="00F25652" w:rsidRPr="00F25652">
        <w:rPr>
          <w:rStyle w:val="Tun0"/>
          <w:rFonts w:eastAsiaTheme="minorHAnsi"/>
        </w:rPr>
        <w:t>Re-implementace systému SAP ECC 6.0 na SAP S/4HANA</w:t>
      </w:r>
      <w:r w:rsidRPr="00F25652">
        <w:t>“</w:t>
      </w:r>
      <w:r w:rsidRPr="00F25652">
        <w:rPr>
          <w:lang w:eastAsia="cs-CZ"/>
        </w:rPr>
        <w:t xml:space="preserve">, tímto </w:t>
      </w:r>
      <w:r w:rsidR="00E75DBE" w:rsidRPr="00F25652">
        <w:rPr>
          <w:rStyle w:val="tun"/>
          <w:rFonts w:eastAsiaTheme="minorHAnsi"/>
          <w:b w:val="0"/>
        </w:rPr>
        <w:t>čestně prohlašuje</w:t>
      </w:r>
      <w:r w:rsidR="00E75DBE" w:rsidRPr="00F25652">
        <w:t>, že:</w:t>
      </w:r>
      <w:bookmarkStart w:id="1" w:name="_GoBack"/>
      <w:bookmarkEnd w:id="1"/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7EFB6D7" w14:textId="77777777" w:rsidR="00BA4404" w:rsidRPr="00307641" w:rsidRDefault="00BA4404" w:rsidP="00BA4404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107A7288" w14:textId="00B8E5FC" w:rsidR="00E75DBE" w:rsidRDefault="00E75DBE" w:rsidP="003E7027">
      <w:pPr>
        <w:pStyle w:val="Mstoadatum"/>
      </w:pPr>
      <w:r>
        <w:t xml:space="preserve">V </w:t>
      </w:r>
      <w:r w:rsidR="00EB1A48" w:rsidRPr="00F25652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F25652">
        <w:rPr>
          <w:highlight w:val="green"/>
        </w:rPr>
        <w:t>]</w:t>
      </w:r>
      <w:r>
        <w:t xml:space="preserve"> dne </w:t>
      </w:r>
      <w:r w:rsidR="00EB1A48" w:rsidRPr="00F25652">
        <w:rPr>
          <w:bCs/>
          <w:highlight w:val="green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 w:rsidRPr="00F25652">
        <w:rPr>
          <w:highlight w:val="green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268A6B" w14:textId="77777777" w:rsidR="00923DE9" w:rsidRDefault="00923DE9" w:rsidP="00962258">
      <w:pPr>
        <w:spacing w:after="0" w:line="240" w:lineRule="auto"/>
      </w:pPr>
      <w:r>
        <w:separator/>
      </w:r>
    </w:p>
  </w:endnote>
  <w:endnote w:type="continuationSeparator" w:id="0">
    <w:p w14:paraId="61AF7C45" w14:textId="77777777" w:rsidR="00923DE9" w:rsidRDefault="00923D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E50BC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F245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7035E1E4" w:rsidR="00F1715C" w:rsidRPr="00B8518B" w:rsidRDefault="00F1715C" w:rsidP="00B172C0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2565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2565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A866D6" w14:textId="77777777" w:rsidR="00F1715C" w:rsidRDefault="00F1715C" w:rsidP="00B172C0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B172C0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521EA2" w14:textId="77777777" w:rsidR="00F1715C" w:rsidRDefault="00F1715C" w:rsidP="00B172C0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2E6DD9A9" w14:textId="77777777" w:rsidR="00F1715C" w:rsidRDefault="00F1715C" w:rsidP="00B172C0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B172C0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B172C0">
          <w:pPr>
            <w:pStyle w:val="Zpat"/>
            <w:spacing w:before="0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31D23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71E9B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652016" w14:textId="77777777" w:rsidR="00923DE9" w:rsidRDefault="00923DE9" w:rsidP="00962258">
      <w:pPr>
        <w:spacing w:after="0" w:line="240" w:lineRule="auto"/>
      </w:pPr>
      <w:r>
        <w:separator/>
      </w:r>
    </w:p>
  </w:footnote>
  <w:footnote w:type="continuationSeparator" w:id="0">
    <w:p w14:paraId="108BF0B7" w14:textId="77777777" w:rsidR="00923DE9" w:rsidRDefault="00923D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B172C0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"/>
  </w:num>
  <w:num w:numId="3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72C1E"/>
    <w:rsid w:val="000E23A7"/>
    <w:rsid w:val="0010693F"/>
    <w:rsid w:val="00114472"/>
    <w:rsid w:val="00144D1F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E7027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77906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B67B6"/>
    <w:rsid w:val="007C589B"/>
    <w:rsid w:val="007E4A6E"/>
    <w:rsid w:val="007F56A7"/>
    <w:rsid w:val="00807DD0"/>
    <w:rsid w:val="00836488"/>
    <w:rsid w:val="008659F3"/>
    <w:rsid w:val="00886D4B"/>
    <w:rsid w:val="00895406"/>
    <w:rsid w:val="008A3568"/>
    <w:rsid w:val="008A6C2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172C0"/>
    <w:rsid w:val="00B75EE1"/>
    <w:rsid w:val="00B77481"/>
    <w:rsid w:val="00B81FC7"/>
    <w:rsid w:val="00B8518B"/>
    <w:rsid w:val="00BA4404"/>
    <w:rsid w:val="00BD7E91"/>
    <w:rsid w:val="00C02D0A"/>
    <w:rsid w:val="00C03A6E"/>
    <w:rsid w:val="00C44F6A"/>
    <w:rsid w:val="00C47AE3"/>
    <w:rsid w:val="00C719C0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5DBE"/>
    <w:rsid w:val="00EA2AD8"/>
    <w:rsid w:val="00EA2F4D"/>
    <w:rsid w:val="00EB104F"/>
    <w:rsid w:val="00EB1A48"/>
    <w:rsid w:val="00ED14BD"/>
    <w:rsid w:val="00F0533E"/>
    <w:rsid w:val="00F1048D"/>
    <w:rsid w:val="00F12DEC"/>
    <w:rsid w:val="00F1715C"/>
    <w:rsid w:val="00F25652"/>
    <w:rsid w:val="00F310F8"/>
    <w:rsid w:val="00F35939"/>
    <w:rsid w:val="00F45607"/>
    <w:rsid w:val="00F5558F"/>
    <w:rsid w:val="00F659EB"/>
    <w:rsid w:val="00F74FD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E702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E702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E702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3E7027"/>
    <w:pPr>
      <w:spacing w:before="120" w:after="120"/>
      <w:jc w:val="both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3E702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3E7027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3E7027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B81FC7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81FC7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EB1A48"/>
    <w:pPr>
      <w:spacing w:after="0" w:line="240" w:lineRule="auto"/>
    </w:pPr>
  </w:style>
  <w:style w:type="character" w:customStyle="1" w:styleId="Tun0">
    <w:name w:val="Tučně"/>
    <w:basedOn w:val="Standardnpsmoodstavce"/>
    <w:uiPriority w:val="1"/>
    <w:qFormat/>
    <w:rsid w:val="00EB1A4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EA2AD8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EA2A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CBC7F01455904E98982666B55B37FC" ma:contentTypeVersion="4" ma:contentTypeDescription="Vytvoří nový dokument" ma:contentTypeScope="" ma:versionID="048b9ca922ef22c5e2506a41f42aef27">
  <xsd:schema xmlns:xsd="http://www.w3.org/2001/XMLSchema" xmlns:xs="http://www.w3.org/2001/XMLSchema" xmlns:p="http://schemas.microsoft.com/office/2006/metadata/properties" xmlns:ns2="e4115400-38fb-4741-b78d-c4a5fb37c6d6" targetNamespace="http://schemas.microsoft.com/office/2006/metadata/properties" ma:root="true" ma:fieldsID="876d0b787024bffd624b1b9c2af0724c" ns2:_="">
    <xsd:import namespace="e4115400-38fb-4741-b78d-c4a5fb37c6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15400-38fb-4741-b78d-c4a5fb37c6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BC7D134-7D57-4BEF-8828-E2D385A80EAF}"/>
</file>

<file path=customXml/itemProps4.xml><?xml version="1.0" encoding="utf-8"?>
<ds:datastoreItem xmlns:ds="http://schemas.openxmlformats.org/officeDocument/2006/customXml" ds:itemID="{3951DFEB-D130-47B2-98CA-EA222C685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1147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3</cp:revision>
  <cp:lastPrinted>2017-11-28T17:18:00Z</cp:lastPrinted>
  <dcterms:created xsi:type="dcterms:W3CDTF">2024-09-05T12:09:00Z</dcterms:created>
  <dcterms:modified xsi:type="dcterms:W3CDTF">2024-09-05T12:10:00Z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0x010100E3CBC7F01455904E98982666B55B37FC</vt:lpwstr>
  </property>
  <property fmtid="{D5CDD505-2E9C-101B-9397-08002B2CF9AE}" pid="3" name="URL">
    <vt:lpwstr/>
  </property>
</Properties>
</file>