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F9432B0" w14:textId="77777777" w:rsidTr="00F862D6">
        <w:tc>
          <w:tcPr>
            <w:tcW w:w="1020" w:type="dxa"/>
          </w:tcPr>
          <w:p w14:paraId="79AFB946" w14:textId="77777777" w:rsidR="00F64786" w:rsidRDefault="00F64786" w:rsidP="0077673A"/>
        </w:tc>
        <w:tc>
          <w:tcPr>
            <w:tcW w:w="2552" w:type="dxa"/>
          </w:tcPr>
          <w:p w14:paraId="6563BE78" w14:textId="77777777" w:rsidR="00F64786" w:rsidRDefault="00F64786" w:rsidP="0077673A"/>
        </w:tc>
        <w:tc>
          <w:tcPr>
            <w:tcW w:w="823" w:type="dxa"/>
          </w:tcPr>
          <w:p w14:paraId="3E8EEE2A" w14:textId="77777777" w:rsidR="00F64786" w:rsidRDefault="00F64786" w:rsidP="0077673A"/>
        </w:tc>
        <w:tc>
          <w:tcPr>
            <w:tcW w:w="3685" w:type="dxa"/>
          </w:tcPr>
          <w:p w14:paraId="0C53A2AB" w14:textId="77777777" w:rsidR="00F64786" w:rsidRDefault="00F64786" w:rsidP="0077673A"/>
        </w:tc>
      </w:tr>
      <w:tr w:rsidR="00F862D6" w14:paraId="64E5D5A1" w14:textId="77777777" w:rsidTr="00596C7E">
        <w:tc>
          <w:tcPr>
            <w:tcW w:w="1020" w:type="dxa"/>
          </w:tcPr>
          <w:p w14:paraId="73698F75" w14:textId="77777777" w:rsidR="00F862D6" w:rsidRDefault="00F862D6" w:rsidP="0077673A"/>
        </w:tc>
        <w:tc>
          <w:tcPr>
            <w:tcW w:w="2552" w:type="dxa"/>
          </w:tcPr>
          <w:p w14:paraId="33B16FB8" w14:textId="77777777" w:rsidR="00F862D6" w:rsidRDefault="00F862D6" w:rsidP="00764595"/>
        </w:tc>
        <w:tc>
          <w:tcPr>
            <w:tcW w:w="823" w:type="dxa"/>
          </w:tcPr>
          <w:p w14:paraId="3917B532" w14:textId="77777777" w:rsidR="00F862D6" w:rsidRDefault="00F862D6" w:rsidP="0077673A"/>
        </w:tc>
        <w:tc>
          <w:tcPr>
            <w:tcW w:w="3685" w:type="dxa"/>
            <w:vMerge w:val="restart"/>
          </w:tcPr>
          <w:p w14:paraId="5D8F005A" w14:textId="77777777" w:rsidR="00596C7E" w:rsidRDefault="00596C7E" w:rsidP="00596C7E">
            <w:pPr>
              <w:rPr>
                <w:rStyle w:val="Potovnadresa"/>
              </w:rPr>
            </w:pPr>
          </w:p>
          <w:p w14:paraId="520D5795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61BF4DC9" w14:textId="77777777" w:rsidTr="00F862D6">
        <w:tc>
          <w:tcPr>
            <w:tcW w:w="1020" w:type="dxa"/>
          </w:tcPr>
          <w:p w14:paraId="60416DE8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922571D" w14:textId="78864825" w:rsidR="00F862D6" w:rsidRPr="003E6B9A" w:rsidRDefault="00B107AD" w:rsidP="00B107AD">
            <w:r w:rsidRPr="00B107AD">
              <w:rPr>
                <w:rFonts w:ascii="Helvetica" w:hAnsi="Helvetica"/>
              </w:rPr>
              <w:t>11</w:t>
            </w:r>
            <w:r w:rsidR="006B6256">
              <w:rPr>
                <w:rFonts w:ascii="Helvetica" w:hAnsi="Helvetica"/>
              </w:rPr>
              <w:t>549</w:t>
            </w:r>
            <w:r w:rsidRPr="00B107AD">
              <w:rPr>
                <w:rFonts w:ascii="Helvetica" w:hAnsi="Helvetica"/>
              </w:rPr>
              <w:t>/2024-SŽ-SSV-Ú3</w:t>
            </w:r>
          </w:p>
        </w:tc>
        <w:tc>
          <w:tcPr>
            <w:tcW w:w="823" w:type="dxa"/>
          </w:tcPr>
          <w:p w14:paraId="4574DAB6" w14:textId="77777777" w:rsidR="00F862D6" w:rsidRDefault="00F862D6" w:rsidP="0077673A"/>
        </w:tc>
        <w:tc>
          <w:tcPr>
            <w:tcW w:w="3685" w:type="dxa"/>
            <w:vMerge/>
          </w:tcPr>
          <w:p w14:paraId="2EF75687" w14:textId="77777777" w:rsidR="00F862D6" w:rsidRDefault="00F862D6" w:rsidP="0077673A"/>
        </w:tc>
      </w:tr>
      <w:tr w:rsidR="00F862D6" w14:paraId="5C3E5AE4" w14:textId="77777777" w:rsidTr="00F862D6">
        <w:tc>
          <w:tcPr>
            <w:tcW w:w="1020" w:type="dxa"/>
          </w:tcPr>
          <w:p w14:paraId="03180292" w14:textId="77777777" w:rsidR="00F862D6" w:rsidRPr="006B6256" w:rsidRDefault="00F862D6" w:rsidP="0077673A">
            <w:bookmarkStart w:id="0" w:name="_GoBack"/>
            <w:bookmarkEnd w:id="0"/>
            <w:r w:rsidRPr="006B6256">
              <w:t>Listů/příloh</w:t>
            </w:r>
          </w:p>
        </w:tc>
        <w:tc>
          <w:tcPr>
            <w:tcW w:w="2552" w:type="dxa"/>
          </w:tcPr>
          <w:p w14:paraId="4B2759C1" w14:textId="57BB927D" w:rsidR="00F862D6" w:rsidRPr="006B6256" w:rsidRDefault="006B6256" w:rsidP="00CC1E2B">
            <w:r w:rsidRPr="006B6256">
              <w:t>4</w:t>
            </w:r>
            <w:r w:rsidR="003E6B9A" w:rsidRPr="006B6256">
              <w:t>/</w:t>
            </w:r>
            <w:r w:rsidRPr="006B6256">
              <w:t>2</w:t>
            </w:r>
          </w:p>
        </w:tc>
        <w:tc>
          <w:tcPr>
            <w:tcW w:w="823" w:type="dxa"/>
          </w:tcPr>
          <w:p w14:paraId="3FAB1C3B" w14:textId="77777777" w:rsidR="00F862D6" w:rsidRDefault="00F862D6" w:rsidP="0077673A"/>
        </w:tc>
        <w:tc>
          <w:tcPr>
            <w:tcW w:w="3685" w:type="dxa"/>
            <w:vMerge/>
          </w:tcPr>
          <w:p w14:paraId="2266C91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4379A9D" w14:textId="77777777" w:rsidTr="00B23CA3">
        <w:trPr>
          <w:trHeight w:val="77"/>
        </w:trPr>
        <w:tc>
          <w:tcPr>
            <w:tcW w:w="1020" w:type="dxa"/>
          </w:tcPr>
          <w:p w14:paraId="5F31B23F" w14:textId="77777777" w:rsidR="00F862D6" w:rsidRDefault="00F862D6" w:rsidP="0077673A"/>
        </w:tc>
        <w:tc>
          <w:tcPr>
            <w:tcW w:w="2552" w:type="dxa"/>
          </w:tcPr>
          <w:p w14:paraId="108FF76D" w14:textId="77777777" w:rsidR="00F862D6" w:rsidRPr="003E6B9A" w:rsidRDefault="00F862D6" w:rsidP="0077673A"/>
        </w:tc>
        <w:tc>
          <w:tcPr>
            <w:tcW w:w="823" w:type="dxa"/>
          </w:tcPr>
          <w:p w14:paraId="7E13D095" w14:textId="77777777" w:rsidR="00F862D6" w:rsidRDefault="00F862D6" w:rsidP="0077673A"/>
        </w:tc>
        <w:tc>
          <w:tcPr>
            <w:tcW w:w="3685" w:type="dxa"/>
            <w:vMerge/>
          </w:tcPr>
          <w:p w14:paraId="5935E8FA" w14:textId="77777777" w:rsidR="00F862D6" w:rsidRDefault="00F862D6" w:rsidP="0077673A"/>
        </w:tc>
      </w:tr>
      <w:tr w:rsidR="00F862D6" w14:paraId="1F31311B" w14:textId="77777777" w:rsidTr="00F862D6">
        <w:tc>
          <w:tcPr>
            <w:tcW w:w="1020" w:type="dxa"/>
          </w:tcPr>
          <w:p w14:paraId="643319B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76DEFBA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6F92642C" w14:textId="77777777" w:rsidR="00F862D6" w:rsidRDefault="00F862D6" w:rsidP="0077673A"/>
        </w:tc>
        <w:tc>
          <w:tcPr>
            <w:tcW w:w="3685" w:type="dxa"/>
            <w:vMerge/>
          </w:tcPr>
          <w:p w14:paraId="5E19CF43" w14:textId="77777777" w:rsidR="00F862D6" w:rsidRDefault="00F862D6" w:rsidP="0077673A"/>
        </w:tc>
      </w:tr>
      <w:tr w:rsidR="009A7568" w14:paraId="144EA039" w14:textId="77777777" w:rsidTr="00F862D6">
        <w:tc>
          <w:tcPr>
            <w:tcW w:w="1020" w:type="dxa"/>
          </w:tcPr>
          <w:p w14:paraId="3D35A4A3" w14:textId="77777777" w:rsidR="009A7568" w:rsidRDefault="009A7568" w:rsidP="009A7568"/>
        </w:tc>
        <w:tc>
          <w:tcPr>
            <w:tcW w:w="2552" w:type="dxa"/>
          </w:tcPr>
          <w:p w14:paraId="4DF9D429" w14:textId="77777777" w:rsidR="009A7568" w:rsidRPr="003E6B9A" w:rsidRDefault="009A7568" w:rsidP="009A7568"/>
        </w:tc>
        <w:tc>
          <w:tcPr>
            <w:tcW w:w="823" w:type="dxa"/>
          </w:tcPr>
          <w:p w14:paraId="044D05A9" w14:textId="77777777" w:rsidR="009A7568" w:rsidRDefault="009A7568" w:rsidP="009A7568"/>
        </w:tc>
        <w:tc>
          <w:tcPr>
            <w:tcW w:w="3685" w:type="dxa"/>
            <w:vMerge/>
          </w:tcPr>
          <w:p w14:paraId="19DED2ED" w14:textId="77777777" w:rsidR="009A7568" w:rsidRDefault="009A7568" w:rsidP="009A7568"/>
        </w:tc>
      </w:tr>
      <w:tr w:rsidR="009A7568" w14:paraId="617FA2B3" w14:textId="77777777" w:rsidTr="00F862D6">
        <w:tc>
          <w:tcPr>
            <w:tcW w:w="1020" w:type="dxa"/>
          </w:tcPr>
          <w:p w14:paraId="2765612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74DFD92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0605BE68" w14:textId="77777777" w:rsidR="009A7568" w:rsidRDefault="009A7568" w:rsidP="009A7568"/>
        </w:tc>
        <w:tc>
          <w:tcPr>
            <w:tcW w:w="3685" w:type="dxa"/>
            <w:vMerge/>
          </w:tcPr>
          <w:p w14:paraId="256652B5" w14:textId="77777777" w:rsidR="009A7568" w:rsidRDefault="009A7568" w:rsidP="009A7568"/>
        </w:tc>
      </w:tr>
      <w:tr w:rsidR="009A7568" w14:paraId="32C7D795" w14:textId="77777777" w:rsidTr="00F862D6">
        <w:tc>
          <w:tcPr>
            <w:tcW w:w="1020" w:type="dxa"/>
          </w:tcPr>
          <w:p w14:paraId="789188A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234C138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3CE544B4" w14:textId="77777777" w:rsidR="009A7568" w:rsidRDefault="009A7568" w:rsidP="009A7568"/>
        </w:tc>
        <w:tc>
          <w:tcPr>
            <w:tcW w:w="3685" w:type="dxa"/>
            <w:vMerge/>
          </w:tcPr>
          <w:p w14:paraId="4289928C" w14:textId="77777777" w:rsidR="009A7568" w:rsidRDefault="009A7568" w:rsidP="009A7568"/>
        </w:tc>
      </w:tr>
      <w:tr w:rsidR="009A7568" w14:paraId="1AAAA07B" w14:textId="77777777" w:rsidTr="00F862D6">
        <w:tc>
          <w:tcPr>
            <w:tcW w:w="1020" w:type="dxa"/>
          </w:tcPr>
          <w:p w14:paraId="37A636FC" w14:textId="77777777" w:rsidR="009A7568" w:rsidRDefault="009A7568" w:rsidP="009A7568"/>
        </w:tc>
        <w:tc>
          <w:tcPr>
            <w:tcW w:w="2552" w:type="dxa"/>
          </w:tcPr>
          <w:p w14:paraId="7E9842CD" w14:textId="77777777" w:rsidR="009A7568" w:rsidRPr="003E6B9A" w:rsidRDefault="009A7568" w:rsidP="009A7568"/>
        </w:tc>
        <w:tc>
          <w:tcPr>
            <w:tcW w:w="823" w:type="dxa"/>
          </w:tcPr>
          <w:p w14:paraId="3247A9D6" w14:textId="77777777" w:rsidR="009A7568" w:rsidRDefault="009A7568" w:rsidP="009A7568"/>
        </w:tc>
        <w:tc>
          <w:tcPr>
            <w:tcW w:w="3685" w:type="dxa"/>
          </w:tcPr>
          <w:p w14:paraId="024B37DC" w14:textId="77777777" w:rsidR="009A7568" w:rsidRDefault="009A7568" w:rsidP="009A7568"/>
        </w:tc>
      </w:tr>
      <w:tr w:rsidR="009A7568" w14:paraId="7BD47212" w14:textId="77777777" w:rsidTr="00F862D6">
        <w:tc>
          <w:tcPr>
            <w:tcW w:w="1020" w:type="dxa"/>
          </w:tcPr>
          <w:p w14:paraId="1EDB52F3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5F09EA99" w14:textId="37CBC543" w:rsidR="009A7568" w:rsidRPr="003E6B9A" w:rsidRDefault="001C2F56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B6256">
              <w:rPr>
                <w:noProof/>
              </w:rPr>
              <w:t>23. října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1A79E3E0" w14:textId="77777777" w:rsidR="009A7568" w:rsidRDefault="009A7568" w:rsidP="009A7568"/>
        </w:tc>
        <w:tc>
          <w:tcPr>
            <w:tcW w:w="3685" w:type="dxa"/>
          </w:tcPr>
          <w:p w14:paraId="5127B841" w14:textId="77777777" w:rsidR="009A7568" w:rsidRDefault="009A7568" w:rsidP="009A7568"/>
        </w:tc>
      </w:tr>
      <w:tr w:rsidR="00F64786" w14:paraId="20FFC967" w14:textId="77777777" w:rsidTr="00F862D6">
        <w:tc>
          <w:tcPr>
            <w:tcW w:w="1020" w:type="dxa"/>
          </w:tcPr>
          <w:p w14:paraId="2029224A" w14:textId="77777777" w:rsidR="00F64786" w:rsidRDefault="00F64786" w:rsidP="0077673A"/>
        </w:tc>
        <w:tc>
          <w:tcPr>
            <w:tcW w:w="2552" w:type="dxa"/>
          </w:tcPr>
          <w:p w14:paraId="65152D33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873DFD5" w14:textId="77777777" w:rsidR="00F64786" w:rsidRDefault="00F64786" w:rsidP="0077673A"/>
        </w:tc>
        <w:tc>
          <w:tcPr>
            <w:tcW w:w="3685" w:type="dxa"/>
          </w:tcPr>
          <w:p w14:paraId="105ED436" w14:textId="77777777" w:rsidR="00F64786" w:rsidRDefault="00F64786" w:rsidP="0077673A"/>
        </w:tc>
      </w:tr>
      <w:tr w:rsidR="00F862D6" w14:paraId="22387156" w14:textId="77777777" w:rsidTr="00B45E9E">
        <w:trPr>
          <w:trHeight w:val="794"/>
        </w:trPr>
        <w:tc>
          <w:tcPr>
            <w:tcW w:w="1020" w:type="dxa"/>
          </w:tcPr>
          <w:p w14:paraId="0FDE2739" w14:textId="77777777" w:rsidR="00F862D6" w:rsidRDefault="00F862D6" w:rsidP="0077673A"/>
        </w:tc>
        <w:tc>
          <w:tcPr>
            <w:tcW w:w="2552" w:type="dxa"/>
          </w:tcPr>
          <w:p w14:paraId="58936F07" w14:textId="77777777" w:rsidR="00F862D6" w:rsidRDefault="00F862D6" w:rsidP="00F310F8"/>
        </w:tc>
        <w:tc>
          <w:tcPr>
            <w:tcW w:w="823" w:type="dxa"/>
          </w:tcPr>
          <w:p w14:paraId="2B1737A9" w14:textId="77777777" w:rsidR="00F862D6" w:rsidRDefault="00F862D6" w:rsidP="0077673A"/>
        </w:tc>
        <w:tc>
          <w:tcPr>
            <w:tcW w:w="3685" w:type="dxa"/>
          </w:tcPr>
          <w:p w14:paraId="34BF1940" w14:textId="77777777" w:rsidR="00F862D6" w:rsidRDefault="00F862D6" w:rsidP="0077673A"/>
        </w:tc>
      </w:tr>
    </w:tbl>
    <w:p w14:paraId="6A60B5D9" w14:textId="4E61483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4023A0">
        <w:rPr>
          <w:rFonts w:eastAsia="Times New Roman" w:cs="Times New Roman"/>
          <w:lang w:eastAsia="cs-CZ"/>
        </w:rPr>
        <w:t>7</w:t>
      </w:r>
    </w:p>
    <w:p w14:paraId="1B2D3C39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316C09E2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8C3FF4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2249737" w14:textId="51E62BED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62FFFF0" w14:textId="7A7A4FAF" w:rsidR="006B6256" w:rsidRDefault="006B6256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14FE0F0" w14:textId="77777777" w:rsidR="006B6256" w:rsidRPr="00BD5319" w:rsidRDefault="006B6256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F34DAE4" w14:textId="77777777" w:rsidR="005C663F" w:rsidRPr="003771A4" w:rsidRDefault="005C663F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9BE3638" w14:textId="77777777" w:rsidR="00BD5319" w:rsidRPr="003771A4" w:rsidRDefault="00BD5319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945324" w:rsidRPr="003771A4">
        <w:rPr>
          <w:rFonts w:asciiTheme="majorHAnsi" w:eastAsia="Calibri" w:hAnsiTheme="majorHAnsi" w:cs="Times New Roman"/>
          <w:b/>
          <w:lang w:eastAsia="cs-CZ"/>
        </w:rPr>
        <w:t>6</w:t>
      </w:r>
      <w:r w:rsidR="003771A4" w:rsidRPr="003771A4">
        <w:rPr>
          <w:rFonts w:asciiTheme="majorHAnsi" w:eastAsia="Calibri" w:hAnsiTheme="majorHAnsi" w:cs="Times New Roman"/>
          <w:b/>
          <w:lang w:eastAsia="cs-CZ"/>
        </w:rPr>
        <w:t>1</w:t>
      </w:r>
      <w:r w:rsidRPr="003771A4">
        <w:rPr>
          <w:rFonts w:asciiTheme="majorHAnsi" w:eastAsia="Calibri" w:hAnsiTheme="majorHAnsi" w:cs="Times New Roman"/>
          <w:b/>
          <w:lang w:eastAsia="cs-CZ"/>
        </w:rPr>
        <w:t>:</w:t>
      </w:r>
    </w:p>
    <w:p w14:paraId="3132D092" w14:textId="77777777" w:rsidR="003771A4" w:rsidRPr="003771A4" w:rsidRDefault="003771A4" w:rsidP="003771A4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22-14-02 (Němčický tunel, kamerový systém)</w:t>
      </w:r>
    </w:p>
    <w:p w14:paraId="05783CCC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Žádáme zadavatele o opravu množství u položky 15 75IB1X MIKROTRUBIČKA DO 10/8 </w:t>
      </w:r>
      <w:proofErr w:type="gramStart"/>
      <w:r w:rsidRPr="003771A4">
        <w:rPr>
          <w:rFonts w:asciiTheme="majorHAnsi" w:eastAsia="Times New Roman" w:hAnsiTheme="majorHAnsi" w:cstheme="minorHAnsi"/>
          <w:lang w:eastAsia="cs-CZ"/>
        </w:rPr>
        <w:t>MM - MONTÁŽ</w:t>
      </w:r>
      <w:proofErr w:type="gramEnd"/>
      <w:r w:rsidRPr="003771A4">
        <w:rPr>
          <w:rFonts w:asciiTheme="majorHAnsi" w:eastAsia="Times New Roman" w:hAnsiTheme="majorHAnsi" w:cstheme="minorHAnsi"/>
          <w:lang w:eastAsia="cs-CZ"/>
        </w:rPr>
        <w:tab/>
        <w:t xml:space="preserve">m 845,000. Správně má být 4 620, protože bude dodáváno 4620 m </w:t>
      </w:r>
      <w:proofErr w:type="spellStart"/>
      <w:r w:rsidRPr="003771A4">
        <w:rPr>
          <w:rFonts w:asciiTheme="majorHAnsi" w:eastAsia="Times New Roman" w:hAnsiTheme="majorHAnsi" w:cstheme="minorHAnsi"/>
          <w:lang w:eastAsia="cs-CZ"/>
        </w:rPr>
        <w:t>mikrotrubičky</w:t>
      </w:r>
      <w:proofErr w:type="spellEnd"/>
      <w:r w:rsidRPr="003771A4">
        <w:rPr>
          <w:rFonts w:asciiTheme="majorHAnsi" w:eastAsia="Times New Roman" w:hAnsiTheme="majorHAnsi" w:cstheme="minorHAnsi"/>
          <w:lang w:eastAsia="cs-CZ"/>
        </w:rPr>
        <w:t xml:space="preserve"> (viz. položka č. 14).</w:t>
      </w:r>
    </w:p>
    <w:p w14:paraId="70C103B9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V blokovém schématu jsou zakresleny jen 4 monitory (1x operační důstojník v HZS Přerov, 1x </w:t>
      </w:r>
      <w:proofErr w:type="spellStart"/>
      <w:r w:rsidRPr="003771A4">
        <w:rPr>
          <w:rFonts w:asciiTheme="majorHAnsi" w:eastAsia="Times New Roman" w:hAnsiTheme="majorHAnsi" w:cstheme="minorHAnsi"/>
          <w:lang w:eastAsia="cs-CZ"/>
        </w:rPr>
        <w:t>elektrodispečer</w:t>
      </w:r>
      <w:proofErr w:type="spellEnd"/>
      <w:r w:rsidRPr="003771A4">
        <w:rPr>
          <w:rFonts w:asciiTheme="majorHAnsi" w:eastAsia="Times New Roman" w:hAnsiTheme="majorHAnsi" w:cstheme="minorHAnsi"/>
          <w:lang w:eastAsia="cs-CZ"/>
        </w:rPr>
        <w:t xml:space="preserve"> v ED Přerov, 2x v CDP Přerov). Ve výkazu výměr je 6 monitorů. Žádáme zadavatele o sdělení, kde budou umístěny zbývající 2 monitory. </w:t>
      </w:r>
    </w:p>
    <w:p w14:paraId="37B8B117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TZ je požadována integrace do DDTS. Z tohoto důvodu žádáme zadavatele o doplnění položky 75O961 DDTS ŽDC, SPOLUPRÁCE ZHOTOVITELE URČENÉHO ZAŘÍZENÍ PŘI INTEGRACI DO DDTS do výkazu výměr.</w:t>
      </w:r>
    </w:p>
    <w:p w14:paraId="436E93F3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vysvětlení položky č.:  59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>75L3HW SW PRO ŘÍZENÍ SYSTÉMU (OSTATNÍ SPOLEČNÉ POLOŽKY) - DOPLNĚNÍ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>KS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>1,000</w:t>
      </w:r>
    </w:p>
    <w:p w14:paraId="042EADE5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Do </w:t>
      </w:r>
      <w:proofErr w:type="spellStart"/>
      <w:r w:rsidRPr="003771A4">
        <w:rPr>
          <w:rFonts w:asciiTheme="majorHAnsi" w:eastAsia="Times New Roman" w:hAnsiTheme="majorHAnsi" w:cstheme="minorHAnsi"/>
          <w:lang w:eastAsia="cs-CZ"/>
        </w:rPr>
        <w:t>KACu</w:t>
      </w:r>
      <w:proofErr w:type="spellEnd"/>
      <w:r w:rsidRPr="003771A4">
        <w:rPr>
          <w:rFonts w:asciiTheme="majorHAnsi" w:eastAsia="Times New Roman" w:hAnsiTheme="majorHAnsi" w:cstheme="minorHAnsi"/>
          <w:lang w:eastAsia="cs-CZ"/>
        </w:rPr>
        <w:t xml:space="preserve"> se připojují jen kamery dopravní, proto by mělo být u položky č. 78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 xml:space="preserve">75L495 LICENCE PRO PŘIPOJENÍ KAMERY DO SYSTÉMU KAC 12 kusů. </w:t>
      </w:r>
    </w:p>
    <w:p w14:paraId="0DD1CACA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Ve výkazu výměr chybí položka 75M731 KAC, INTEGRACE A NASTAVENÍ KAMERY KOMPLET.</w:t>
      </w:r>
    </w:p>
    <w:p w14:paraId="445D5B62" w14:textId="77777777" w:rsidR="003771A4" w:rsidRPr="003771A4" w:rsidRDefault="003771A4" w:rsidP="003771A4">
      <w:pPr>
        <w:numPr>
          <w:ilvl w:val="0"/>
          <w:numId w:val="8"/>
        </w:numPr>
        <w:spacing w:after="0"/>
        <w:ind w:left="284" w:hanging="284"/>
        <w:contextualSpacing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Na základě dodatku č. 4 odpověď na dotaz č. 37 a) není jednoznačně zodpovězeno, zda je optický rozvaděč 144 vláken součástí dodávky uvedeného PS či nikoliv. Žádáme zadavatele o jednoznačnou odpověď. </w:t>
      </w:r>
    </w:p>
    <w:p w14:paraId="4C879AB0" w14:textId="77777777" w:rsidR="00BD5319" w:rsidRPr="003771A4" w:rsidRDefault="00BD5319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94634D9" w14:textId="77777777" w:rsidR="00BD5319" w:rsidRPr="003771A4" w:rsidRDefault="00BD5319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7FFE3E5" w14:textId="528AA748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Bylo opraveno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.</w:t>
      </w:r>
    </w:p>
    <w:p w14:paraId="4ED67705" w14:textId="2C40481A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1x HZS Přerov, 1x ED Přerov, 2x CDP Přerov a 2x provizorní PPV Kojetín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.</w:t>
      </w:r>
    </w:p>
    <w:p w14:paraId="14A0E8D0" w14:textId="77777777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Bylo doplněno.</w:t>
      </w:r>
    </w:p>
    <w:p w14:paraId="7C103FE9" w14:textId="77777777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Jedná se o SW pro řízení KS, který bude doplněn na provizorní pracoviště PPV do Kojetína.</w:t>
      </w:r>
    </w:p>
    <w:p w14:paraId="1670D15F" w14:textId="391AEA35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Bylo opraveno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.</w:t>
      </w:r>
    </w:p>
    <w:p w14:paraId="011CE994" w14:textId="5897C826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 xml:space="preserve">Bylo doplněno do </w:t>
      </w:r>
      <w:r w:rsidR="00A00831" w:rsidRPr="006B6256">
        <w:rPr>
          <w:rFonts w:asciiTheme="majorHAnsi" w:eastAsia="Calibri" w:hAnsiTheme="majorHAnsi" w:cs="Times New Roman"/>
          <w:bCs/>
          <w:lang w:eastAsia="cs-CZ"/>
        </w:rPr>
        <w:t>SP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.</w:t>
      </w:r>
    </w:p>
    <w:p w14:paraId="4D3991DB" w14:textId="77777777" w:rsidR="00086264" w:rsidRPr="006B6256" w:rsidRDefault="00086264" w:rsidP="006B6256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Ve schématu modře kreslené ODF je dodáváno v rámci PS řešící přenosový systém. ODF ve výkazu výměr je modulární optický rozvaděč pro připojení kamerových rozvaděčů pomocí optických kabelů – ve schématu není zakreslen.</w:t>
      </w:r>
    </w:p>
    <w:p w14:paraId="349D5627" w14:textId="77777777" w:rsidR="00761090" w:rsidRPr="003771A4" w:rsidRDefault="00761090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2FEE213" w14:textId="30753479" w:rsid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B6AE545" w14:textId="0B2B4802" w:rsid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6763AA3" w14:textId="77777777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733A674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lastRenderedPageBreak/>
        <w:t>Dotaz č. 62:</w:t>
      </w:r>
    </w:p>
    <w:p w14:paraId="738588C7" w14:textId="77777777" w:rsidR="003771A4" w:rsidRPr="003771A4" w:rsidRDefault="003771A4" w:rsidP="003771A4">
      <w:pPr>
        <w:spacing w:after="0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22-14-07 (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Odb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>. Hruška, kamerový systém)</w:t>
      </w:r>
    </w:p>
    <w:p w14:paraId="64DD35EC" w14:textId="77777777" w:rsidR="003771A4" w:rsidRPr="003771A4" w:rsidRDefault="003771A4" w:rsidP="003771A4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sdělení, z jakého důvodu jsou ve výkazu výměr 4 kusy monitorů viz. položka 46 75L471 MONITOR LCD DO 24" PRO PROVOZ 24/7 - DODÁVKA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 xml:space="preserve">KS 4. </w:t>
      </w:r>
    </w:p>
    <w:p w14:paraId="156A93DA" w14:textId="77777777" w:rsidR="003771A4" w:rsidRPr="003771A4" w:rsidRDefault="003771A4" w:rsidP="003771A4">
      <w:pPr>
        <w:spacing w:after="0"/>
        <w:ind w:left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V blokovém schématu jsou nakresleny pouze dva. </w:t>
      </w:r>
    </w:p>
    <w:p w14:paraId="34B6C200" w14:textId="77777777" w:rsidR="003771A4" w:rsidRPr="003771A4" w:rsidRDefault="003771A4" w:rsidP="003771A4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vysvětlení, z jakého důvodu jsou ve výkazu výměr klientská pracoviště (v CDP Přerov a v ED Přerov), když jsou již v PS 22-14-02.</w:t>
      </w:r>
    </w:p>
    <w:p w14:paraId="03561E07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9CAAB0B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5AB4E7A" w14:textId="77777777" w:rsidR="00086264" w:rsidRPr="006B6256" w:rsidRDefault="00086264" w:rsidP="006B6256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Bylo opraveno množství LCD monitorů na 2ks. 1ks pro KS SEE, který bude dodáván na ED Přerov a 1ks pro KS VSS, který bude dodáván na CDP Přerov do sálu pro bezpečnostní aplikace.</w:t>
      </w:r>
    </w:p>
    <w:p w14:paraId="17EE5F49" w14:textId="38B9281B" w:rsidR="00086264" w:rsidRPr="006B6256" w:rsidRDefault="00086264" w:rsidP="006B6256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 xml:space="preserve">Položky byly z </w:t>
      </w:r>
      <w:r w:rsidR="00A00831" w:rsidRPr="006B6256">
        <w:rPr>
          <w:rFonts w:asciiTheme="majorHAnsi" w:eastAsia="Calibri" w:hAnsiTheme="majorHAnsi" w:cs="Times New Roman"/>
          <w:bCs/>
          <w:lang w:eastAsia="cs-CZ"/>
        </w:rPr>
        <w:t>SP</w:t>
      </w:r>
      <w:r w:rsidRPr="006B6256">
        <w:rPr>
          <w:rFonts w:asciiTheme="majorHAnsi" w:eastAsia="Calibri" w:hAnsiTheme="majorHAnsi" w:cs="Times New Roman"/>
          <w:bCs/>
          <w:lang w:eastAsia="cs-CZ"/>
        </w:rPr>
        <w:t xml:space="preserve"> odstraněny.</w:t>
      </w:r>
    </w:p>
    <w:p w14:paraId="1F0CD65E" w14:textId="50B444BF" w:rsid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EBE42CE" w14:textId="77777777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A889915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>Dotaz č. 63:</w:t>
      </w:r>
    </w:p>
    <w:p w14:paraId="756598A9" w14:textId="77777777" w:rsidR="003771A4" w:rsidRPr="003771A4" w:rsidRDefault="003771A4" w:rsidP="003771A4">
      <w:pPr>
        <w:spacing w:after="0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22-14-10 (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 xml:space="preserve">. Němčice 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n.H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>., kamerový systém)</w:t>
      </w:r>
    </w:p>
    <w:p w14:paraId="559E8A06" w14:textId="77777777" w:rsidR="003771A4" w:rsidRPr="003771A4" w:rsidRDefault="003771A4" w:rsidP="003771A4">
      <w:pPr>
        <w:numPr>
          <w:ilvl w:val="0"/>
          <w:numId w:val="10"/>
        </w:numPr>
        <w:spacing w:after="0"/>
        <w:ind w:left="284" w:hanging="284"/>
        <w:contextualSpacing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opravu názvu u položky č. 76</w:t>
      </w:r>
    </w:p>
    <w:p w14:paraId="3E21E11F" w14:textId="77777777" w:rsidR="003771A4" w:rsidRPr="003771A4" w:rsidRDefault="003771A4" w:rsidP="003771A4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sdělení, z jakého důvodu jsou ve výkazu výměr 2 kusy monitorů viz. položka 63 75L471 MONITOR LCD DO 24" PRO PROVOZ 24/7 - DODÁVKA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 xml:space="preserve">KS 2. V blokovém schématu je nakreslen pouze jeden. </w:t>
      </w:r>
    </w:p>
    <w:p w14:paraId="34C62D0B" w14:textId="77777777" w:rsidR="003771A4" w:rsidRPr="003771A4" w:rsidRDefault="003771A4" w:rsidP="003771A4">
      <w:pPr>
        <w:numPr>
          <w:ilvl w:val="0"/>
          <w:numId w:val="10"/>
        </w:numPr>
        <w:spacing w:after="0"/>
        <w:ind w:left="284" w:hanging="284"/>
        <w:contextualSpacing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Na základě dodatku č. 3 odpověď na dotaz č. </w:t>
      </w:r>
      <w:proofErr w:type="gramStart"/>
      <w:r w:rsidRPr="003771A4">
        <w:rPr>
          <w:rFonts w:asciiTheme="majorHAnsi" w:eastAsia="Times New Roman" w:hAnsiTheme="majorHAnsi" w:cstheme="minorHAnsi"/>
          <w:lang w:eastAsia="cs-CZ"/>
        </w:rPr>
        <w:t>21a</w:t>
      </w:r>
      <w:proofErr w:type="gramEnd"/>
      <w:r w:rsidRPr="003771A4">
        <w:rPr>
          <w:rFonts w:asciiTheme="majorHAnsi" w:eastAsia="Times New Roman" w:hAnsiTheme="majorHAnsi" w:cstheme="minorHAnsi"/>
          <w:lang w:eastAsia="cs-CZ"/>
        </w:rPr>
        <w:t>) není jednoznačně zodpovězeno, zda je optický rozvaděč 144 vláken součástí dodávky uvedeného PS či nikoliv. Žádáme zadavatele o jednoznačnou odpověď.</w:t>
      </w:r>
    </w:p>
    <w:p w14:paraId="31BABD1D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3F5CB43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50BCC2" w14:textId="64FA7871" w:rsidR="00086264" w:rsidRPr="006B6256" w:rsidRDefault="00086264" w:rsidP="006B6256">
      <w:pPr>
        <w:pStyle w:val="Odstavecseseznamem"/>
        <w:numPr>
          <w:ilvl w:val="0"/>
          <w:numId w:val="18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Bylo opraveno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.</w:t>
      </w:r>
    </w:p>
    <w:p w14:paraId="686628E1" w14:textId="77777777" w:rsidR="00086264" w:rsidRPr="006B6256" w:rsidRDefault="00086264" w:rsidP="006B6256">
      <w:pPr>
        <w:pStyle w:val="Odstavecseseznamem"/>
        <w:numPr>
          <w:ilvl w:val="0"/>
          <w:numId w:val="18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 xml:space="preserve">1ks LCD monitoru je určen k dodání na CDP Přerov. 1ks </w:t>
      </w:r>
      <w:r w:rsidR="00B212E0" w:rsidRPr="006B6256">
        <w:rPr>
          <w:rFonts w:asciiTheme="majorHAnsi" w:eastAsia="Calibri" w:hAnsiTheme="majorHAnsi" w:cs="Times New Roman"/>
          <w:bCs/>
          <w:lang w:eastAsia="cs-CZ"/>
        </w:rPr>
        <w:t>LCD monitoru je určen k dodání na provizorní pracoviště PPV v Kojetíně.</w:t>
      </w:r>
    </w:p>
    <w:p w14:paraId="4B861369" w14:textId="16C97712" w:rsidR="003771A4" w:rsidRPr="006B6256" w:rsidRDefault="00B212E0" w:rsidP="006B6256">
      <w:pPr>
        <w:pStyle w:val="Odstavecseseznamem"/>
        <w:numPr>
          <w:ilvl w:val="0"/>
          <w:numId w:val="18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Ve schématu modře kreslené ODF je dodáváno v rámci PS řešící přenosový systém. ODF ve výkazu výměr je modulární optický rozvaděč pro připojení kamerových rozvaděčů pomocí optických kabelů – ve schématu není zakreslen.</w:t>
      </w:r>
    </w:p>
    <w:p w14:paraId="71A391D0" w14:textId="62964379" w:rsid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9A75F29" w14:textId="77777777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B1DBD45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>Dotaz č. 64:</w:t>
      </w:r>
    </w:p>
    <w:p w14:paraId="2EF2B857" w14:textId="77777777" w:rsidR="003771A4" w:rsidRPr="003771A4" w:rsidRDefault="003771A4" w:rsidP="003771A4">
      <w:pPr>
        <w:spacing w:after="0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22-14-16 (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 xml:space="preserve">. 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Měrovice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 xml:space="preserve"> 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n.H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>., kamerový systém)</w:t>
      </w:r>
    </w:p>
    <w:p w14:paraId="3096A4E4" w14:textId="77777777" w:rsidR="003771A4" w:rsidRPr="003771A4" w:rsidRDefault="003771A4" w:rsidP="003771A4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sdělení, z jakého důvodu jsou ve výkazu výměr 2 kusy monitorů viz. položka 63 75L471 MONITOR LCD DO 24" PRO PROVOZ 24/7 - DODÁVKA</w:t>
      </w:r>
      <w:r w:rsidRPr="003771A4">
        <w:rPr>
          <w:rFonts w:asciiTheme="majorHAnsi" w:eastAsia="Times New Roman" w:hAnsiTheme="majorHAnsi" w:cstheme="minorHAnsi"/>
          <w:lang w:eastAsia="cs-CZ"/>
        </w:rPr>
        <w:tab/>
        <w:t xml:space="preserve">KS 2 když už je v PS 22-14-10. </w:t>
      </w:r>
    </w:p>
    <w:p w14:paraId="1E409D04" w14:textId="77777777" w:rsidR="003771A4" w:rsidRPr="003771A4" w:rsidRDefault="003771A4" w:rsidP="003771A4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Na základě dodatku č. 3 odpověď na dotaz č. </w:t>
      </w:r>
      <w:proofErr w:type="gramStart"/>
      <w:r w:rsidRPr="003771A4">
        <w:rPr>
          <w:rFonts w:asciiTheme="majorHAnsi" w:eastAsia="Times New Roman" w:hAnsiTheme="majorHAnsi" w:cstheme="minorHAnsi"/>
          <w:lang w:eastAsia="cs-CZ"/>
        </w:rPr>
        <w:t>22a</w:t>
      </w:r>
      <w:proofErr w:type="gramEnd"/>
      <w:r w:rsidRPr="003771A4">
        <w:rPr>
          <w:rFonts w:asciiTheme="majorHAnsi" w:eastAsia="Times New Roman" w:hAnsiTheme="majorHAnsi" w:cstheme="minorHAnsi"/>
          <w:lang w:eastAsia="cs-CZ"/>
        </w:rPr>
        <w:t xml:space="preserve">) není jednoznačně zodpovězeno, zda je optický rozvaděč 144 vláken součástí dodávky uvedeného PS či nikoliv. Žádáme zadavatele o jednoznačnou odpověď. </w:t>
      </w:r>
    </w:p>
    <w:p w14:paraId="2FD4624B" w14:textId="77777777" w:rsidR="003771A4" w:rsidRPr="003771A4" w:rsidRDefault="003771A4" w:rsidP="003771A4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Žádáme zadavatele o vysvětlení blokového schématu, co je míněno pod názvem datové úložiště a kamerový server. Nejedná se o totožná zařízení? </w:t>
      </w:r>
    </w:p>
    <w:p w14:paraId="01CBA7CC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CF0FAB2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5AC1EE3" w14:textId="77777777" w:rsidR="00B212E0" w:rsidRPr="006B6256" w:rsidRDefault="00B212E0" w:rsidP="006B6256">
      <w:pPr>
        <w:pStyle w:val="Odstavecseseznamem"/>
        <w:numPr>
          <w:ilvl w:val="0"/>
          <w:numId w:val="19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Položky z VV byly odstraněny.</w:t>
      </w:r>
    </w:p>
    <w:p w14:paraId="1729E234" w14:textId="77777777" w:rsidR="00B212E0" w:rsidRPr="006B6256" w:rsidRDefault="00B212E0" w:rsidP="006B6256">
      <w:pPr>
        <w:pStyle w:val="Odstavecseseznamem"/>
        <w:numPr>
          <w:ilvl w:val="0"/>
          <w:numId w:val="19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Ve schématu modře kreslené ODF je dodáváno v rámci PS řešící přenosový systém. ODF ve výkazu výměr je modulární optický rozvaděč pro připojení kamerových rozvaděčů pomocí optických kabelů – ve schématu není zakreslen.</w:t>
      </w:r>
    </w:p>
    <w:p w14:paraId="3CD7A268" w14:textId="77777777" w:rsidR="00B212E0" w:rsidRPr="006B6256" w:rsidRDefault="00B212E0" w:rsidP="006B6256">
      <w:pPr>
        <w:pStyle w:val="Odstavecseseznamem"/>
        <w:numPr>
          <w:ilvl w:val="0"/>
          <w:numId w:val="19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Kamerový server může obsahovat volné sloty pro datová úložiště, ale také nemusí a z tohoto důvodu jsou tyto dvě položky kresleny odděleně.</w:t>
      </w:r>
    </w:p>
    <w:p w14:paraId="3516015C" w14:textId="503EF98C" w:rsidR="00A00831" w:rsidRDefault="00A00831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D52E00C" w14:textId="01E41F8C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17F5112" w14:textId="77777777" w:rsid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B3B39AB" w14:textId="77777777" w:rsid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CED851C" w14:textId="77777777" w:rsid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852A432" w14:textId="77777777" w:rsid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CD8A09C" w14:textId="6F187523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lastRenderedPageBreak/>
        <w:t>Dotaz č. 65:</w:t>
      </w:r>
    </w:p>
    <w:p w14:paraId="0D9640E4" w14:textId="77777777" w:rsidR="003771A4" w:rsidRPr="003771A4" w:rsidRDefault="003771A4" w:rsidP="003771A4">
      <w:pPr>
        <w:spacing w:after="0"/>
        <w:contextualSpacing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Všeobecně ke kamerovému systému</w:t>
      </w:r>
    </w:p>
    <w:p w14:paraId="5844117D" w14:textId="77777777" w:rsidR="003771A4" w:rsidRPr="003771A4" w:rsidRDefault="003771A4" w:rsidP="006B6256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V rámci kamerového systém na uvedenou stavbu má být dodáno celkem 14 monitorů. Žádáme zadavatele o vysvětlení, z jakého důvodu má být dodáno tolik monitorů, viz. dotazy k jednotlivým PS.</w:t>
      </w:r>
    </w:p>
    <w:p w14:paraId="465FDE1F" w14:textId="77777777" w:rsidR="003771A4" w:rsidRPr="003771A4" w:rsidRDefault="003771A4" w:rsidP="006B6256">
      <w:pPr>
        <w:numPr>
          <w:ilvl w:val="0"/>
          <w:numId w:val="12"/>
        </w:numPr>
        <w:spacing w:after="0"/>
        <w:ind w:left="284" w:hanging="284"/>
        <w:contextualSpacing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Žádáme zadavatele o sdělení, z jakého důvodu je ve všech stanicích (zastávkách, tunelu a odbočce), dotčených touto stavbou kamerový server? Bude v každé lokalitě samostatný kamerový systém?</w:t>
      </w:r>
    </w:p>
    <w:p w14:paraId="66D932D0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57F3074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5629A37" w14:textId="362E4E32" w:rsidR="00B212E0" w:rsidRPr="006B6256" w:rsidRDefault="00B212E0" w:rsidP="006B6256">
      <w:pPr>
        <w:pStyle w:val="Odstavecseseznamem"/>
        <w:numPr>
          <w:ilvl w:val="0"/>
          <w:numId w:val="21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 xml:space="preserve">Množství LCD monitorů bylo v </w:t>
      </w:r>
      <w:r w:rsidR="008B7F2B" w:rsidRPr="006B6256">
        <w:rPr>
          <w:rFonts w:asciiTheme="majorHAnsi" w:eastAsia="Calibri" w:hAnsiTheme="majorHAnsi" w:cs="Times New Roman"/>
          <w:bCs/>
          <w:lang w:eastAsia="cs-CZ"/>
        </w:rPr>
        <w:t>SP</w:t>
      </w:r>
      <w:r w:rsidRPr="006B6256">
        <w:rPr>
          <w:rFonts w:asciiTheme="majorHAnsi" w:eastAsia="Calibri" w:hAnsiTheme="majorHAnsi" w:cs="Times New Roman"/>
          <w:bCs/>
          <w:lang w:eastAsia="cs-CZ"/>
        </w:rPr>
        <w:t xml:space="preserve"> jednotlivých PS upraveno.</w:t>
      </w:r>
    </w:p>
    <w:p w14:paraId="52C30386" w14:textId="77777777" w:rsidR="00B212E0" w:rsidRPr="006B6256" w:rsidRDefault="00B212E0" w:rsidP="006B6256">
      <w:pPr>
        <w:pStyle w:val="Odstavecseseznamem"/>
        <w:numPr>
          <w:ilvl w:val="0"/>
          <w:numId w:val="21"/>
        </w:numPr>
        <w:spacing w:after="0"/>
        <w:ind w:left="426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Všude, kde jsou instalované kamery</w:t>
      </w:r>
      <w:r w:rsidR="008F60AC" w:rsidRPr="006B6256">
        <w:rPr>
          <w:rFonts w:asciiTheme="majorHAnsi" w:eastAsia="Calibri" w:hAnsiTheme="majorHAnsi" w:cs="Times New Roman"/>
          <w:bCs/>
          <w:lang w:eastAsia="cs-CZ"/>
        </w:rPr>
        <w:t>, budou umístěny kamerové servery např. v lokalitě, kde se nachází všechny tři kamerové systémy (SEE, VSS a CCTV), budou umístěny tři samostatné kamerové servery pro každý kamerový systém jeden.</w:t>
      </w:r>
    </w:p>
    <w:p w14:paraId="0DCA8DF2" w14:textId="36392CB8" w:rsid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A75702D" w14:textId="77777777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EB42BAC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>Dotaz č. 66:</w:t>
      </w:r>
    </w:p>
    <w:p w14:paraId="50FC2626" w14:textId="77777777" w:rsidR="003771A4" w:rsidRPr="003771A4" w:rsidRDefault="003771A4" w:rsidP="003771A4">
      <w:pPr>
        <w:spacing w:after="0"/>
        <w:ind w:left="284" w:hanging="284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22-28-02 (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Odb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>. Hruška, SZZ)</w:t>
      </w:r>
    </w:p>
    <w:p w14:paraId="74505046" w14:textId="77777777" w:rsidR="003771A4" w:rsidRPr="003771A4" w:rsidRDefault="003771A4" w:rsidP="003771A4">
      <w:pPr>
        <w:spacing w:after="0"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 xml:space="preserve">V soupise prací se nachází položky č. 37 a č. 37 „SERVISNÍ A DIAGNOSTICKÉ PRACOVIŠTĚ, TECHNOLOGIE“ dodávka/montáž. Chápeme správně, že obsahem této položky je myšlena decentralizovaná výstroj kmenového diagnostického serveru umístěného spolu s technologickým jádrem v </w:t>
      </w:r>
      <w:proofErr w:type="spellStart"/>
      <w:r w:rsidRPr="003771A4">
        <w:rPr>
          <w:rFonts w:asciiTheme="majorHAnsi" w:eastAsia="Times New Roman" w:hAnsiTheme="majorHAnsi" w:cstheme="minorHAnsi"/>
          <w:lang w:eastAsia="cs-CZ"/>
        </w:rPr>
        <w:t>žst</w:t>
      </w:r>
      <w:proofErr w:type="spellEnd"/>
      <w:r w:rsidRPr="003771A4">
        <w:rPr>
          <w:rFonts w:asciiTheme="majorHAnsi" w:eastAsia="Times New Roman" w:hAnsiTheme="majorHAnsi" w:cstheme="minorHAnsi"/>
          <w:lang w:eastAsia="cs-CZ"/>
        </w:rPr>
        <w:t>. Kojetín?</w:t>
      </w:r>
    </w:p>
    <w:p w14:paraId="482490C7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64CCE8B" w14:textId="77777777" w:rsidR="00A00831" w:rsidRPr="006B6256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6B625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D30C2B" w14:textId="5CC7B75A" w:rsidR="003771A4" w:rsidRPr="006B6256" w:rsidRDefault="00332E3B" w:rsidP="003771A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Ano</w:t>
      </w:r>
      <w:r w:rsidR="00A00831" w:rsidRPr="006B6256">
        <w:rPr>
          <w:rFonts w:asciiTheme="majorHAnsi" w:eastAsia="Calibri" w:hAnsiTheme="majorHAnsi" w:cs="Times New Roman"/>
          <w:bCs/>
          <w:lang w:eastAsia="cs-CZ"/>
        </w:rPr>
        <w:t>, tak je to myšleno.</w:t>
      </w:r>
    </w:p>
    <w:p w14:paraId="4CB9DD6C" w14:textId="165D4651" w:rsidR="003771A4" w:rsidRPr="006B6256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5F4E58" w14:textId="77777777" w:rsidR="006B6256" w:rsidRPr="006B6256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1704676" w14:textId="77777777" w:rsidR="003771A4" w:rsidRPr="006B6256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6B6256">
        <w:rPr>
          <w:rFonts w:asciiTheme="majorHAnsi" w:eastAsia="Calibri" w:hAnsiTheme="majorHAnsi" w:cs="Times New Roman"/>
          <w:b/>
          <w:lang w:eastAsia="cs-CZ"/>
        </w:rPr>
        <w:t>Dotaz č. 67:</w:t>
      </w:r>
    </w:p>
    <w:p w14:paraId="1B4BE89F" w14:textId="77777777" w:rsidR="003771A4" w:rsidRPr="006B6256" w:rsidRDefault="003771A4" w:rsidP="003771A4">
      <w:pPr>
        <w:spacing w:after="0"/>
        <w:ind w:left="284" w:hanging="284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6B6256">
        <w:rPr>
          <w:rFonts w:asciiTheme="majorHAnsi" w:eastAsia="Times New Roman" w:hAnsiTheme="majorHAnsi" w:cstheme="minorHAnsi"/>
          <w:b/>
          <w:lang w:eastAsia="cs-CZ"/>
        </w:rPr>
        <w:t>PS 22-28-02 (</w:t>
      </w:r>
      <w:proofErr w:type="spellStart"/>
      <w:r w:rsidRPr="006B6256">
        <w:rPr>
          <w:rFonts w:asciiTheme="majorHAnsi" w:eastAsia="Times New Roman" w:hAnsiTheme="majorHAnsi" w:cstheme="minorHAnsi"/>
          <w:b/>
          <w:lang w:eastAsia="cs-CZ"/>
        </w:rPr>
        <w:t>Odb</w:t>
      </w:r>
      <w:proofErr w:type="spellEnd"/>
      <w:r w:rsidRPr="006B6256">
        <w:rPr>
          <w:rFonts w:asciiTheme="majorHAnsi" w:eastAsia="Times New Roman" w:hAnsiTheme="majorHAnsi" w:cstheme="minorHAnsi"/>
          <w:b/>
          <w:lang w:eastAsia="cs-CZ"/>
        </w:rPr>
        <w:t>. Hruška, SZZ)</w:t>
      </w:r>
    </w:p>
    <w:p w14:paraId="4A27E7BD" w14:textId="77777777" w:rsidR="003771A4" w:rsidRPr="006B6256" w:rsidRDefault="003771A4" w:rsidP="003771A4">
      <w:pPr>
        <w:spacing w:after="0"/>
        <w:jc w:val="both"/>
        <w:rPr>
          <w:rFonts w:asciiTheme="majorHAnsi" w:eastAsia="Times New Roman" w:hAnsiTheme="majorHAnsi" w:cstheme="minorHAnsi"/>
          <w:lang w:eastAsia="cs-CZ"/>
        </w:rPr>
      </w:pPr>
      <w:r w:rsidRPr="006B6256">
        <w:rPr>
          <w:rFonts w:asciiTheme="majorHAnsi" w:eastAsia="Times New Roman" w:hAnsiTheme="majorHAnsi" w:cstheme="minorHAnsi"/>
          <w:lang w:eastAsia="cs-CZ"/>
        </w:rPr>
        <w:t xml:space="preserve">Pro nově budované zabezpečovací zařízení je dodávána nová baterie pro SZZ v </w:t>
      </w:r>
      <w:proofErr w:type="spellStart"/>
      <w:r w:rsidRPr="006B6256">
        <w:rPr>
          <w:rFonts w:asciiTheme="majorHAnsi" w:eastAsia="Times New Roman" w:hAnsiTheme="majorHAnsi" w:cstheme="minorHAnsi"/>
          <w:lang w:eastAsia="cs-CZ"/>
        </w:rPr>
        <w:t>Odb</w:t>
      </w:r>
      <w:proofErr w:type="spellEnd"/>
      <w:r w:rsidRPr="006B6256">
        <w:rPr>
          <w:rFonts w:asciiTheme="majorHAnsi" w:eastAsia="Times New Roman" w:hAnsiTheme="majorHAnsi" w:cstheme="minorHAnsi"/>
          <w:lang w:eastAsia="cs-CZ"/>
        </w:rPr>
        <w:t>. Hruška. V dokumentaci jsme nenalezli specifikaci typu této baterie. Předpokládá zadavatel v rámci budování nového ZZ použití standardních olověných baterií?</w:t>
      </w:r>
    </w:p>
    <w:p w14:paraId="77F21E8A" w14:textId="77777777" w:rsidR="003771A4" w:rsidRPr="006B6256" w:rsidRDefault="003771A4" w:rsidP="003771A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22C31C0" w14:textId="77777777" w:rsidR="00A00831" w:rsidRPr="006B6256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6B625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E8A8F04" w14:textId="62D285A9" w:rsidR="003771A4" w:rsidRPr="006B6256" w:rsidRDefault="00332E3B" w:rsidP="003771A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>Ano</w:t>
      </w:r>
      <w:r w:rsidR="006B6256" w:rsidRPr="006B6256">
        <w:rPr>
          <w:rFonts w:asciiTheme="majorHAnsi" w:eastAsia="Calibri" w:hAnsiTheme="majorHAnsi" w:cs="Times New Roman"/>
          <w:bCs/>
          <w:lang w:eastAsia="cs-CZ"/>
        </w:rPr>
        <w:t>,</w:t>
      </w:r>
      <w:r w:rsidR="00A00831" w:rsidRPr="006B6256">
        <w:rPr>
          <w:rFonts w:asciiTheme="majorHAnsi" w:eastAsia="Calibri" w:hAnsiTheme="majorHAnsi" w:cs="Times New Roman"/>
          <w:bCs/>
          <w:lang w:eastAsia="cs-CZ"/>
        </w:rPr>
        <w:t xml:space="preserve"> předpokládá.</w:t>
      </w:r>
    </w:p>
    <w:p w14:paraId="404A47B6" w14:textId="4A4D534B" w:rsid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814F79" w14:textId="77777777" w:rsidR="006B6256" w:rsidRPr="003771A4" w:rsidRDefault="006B6256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ADE243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>Dotaz č. 68:</w:t>
      </w:r>
    </w:p>
    <w:p w14:paraId="35CE19AE" w14:textId="77777777" w:rsidR="003771A4" w:rsidRPr="003771A4" w:rsidRDefault="003771A4" w:rsidP="003771A4">
      <w:pPr>
        <w:spacing w:after="0"/>
        <w:ind w:left="284" w:hanging="284"/>
        <w:jc w:val="both"/>
        <w:rPr>
          <w:rFonts w:asciiTheme="majorHAnsi" w:eastAsia="Times New Roman" w:hAnsiTheme="majorHAnsi" w:cstheme="minorHAnsi"/>
          <w:b/>
          <w:lang w:eastAsia="cs-CZ"/>
        </w:rPr>
      </w:pPr>
      <w:r w:rsidRPr="003771A4">
        <w:rPr>
          <w:rFonts w:asciiTheme="majorHAnsi" w:eastAsia="Times New Roman" w:hAnsiTheme="majorHAnsi" w:cstheme="minorHAnsi"/>
          <w:b/>
          <w:lang w:eastAsia="cs-CZ"/>
        </w:rPr>
        <w:t>PS 22-28-02 (</w:t>
      </w:r>
      <w:proofErr w:type="spellStart"/>
      <w:r w:rsidRPr="003771A4">
        <w:rPr>
          <w:rFonts w:asciiTheme="majorHAnsi" w:eastAsia="Times New Roman" w:hAnsiTheme="majorHAnsi" w:cstheme="minorHAnsi"/>
          <w:b/>
          <w:lang w:eastAsia="cs-CZ"/>
        </w:rPr>
        <w:t>Žst</w:t>
      </w:r>
      <w:proofErr w:type="spellEnd"/>
      <w:r w:rsidRPr="003771A4">
        <w:rPr>
          <w:rFonts w:asciiTheme="majorHAnsi" w:eastAsia="Times New Roman" w:hAnsiTheme="majorHAnsi" w:cstheme="minorHAnsi"/>
          <w:b/>
          <w:lang w:eastAsia="cs-CZ"/>
        </w:rPr>
        <w:t>. Nezamyslice, úpravy SZZ)</w:t>
      </w:r>
    </w:p>
    <w:p w14:paraId="3EBBED12" w14:textId="77777777" w:rsidR="003771A4" w:rsidRPr="003771A4" w:rsidRDefault="003771A4" w:rsidP="003771A4">
      <w:pPr>
        <w:spacing w:after="0"/>
        <w:jc w:val="both"/>
        <w:rPr>
          <w:rFonts w:asciiTheme="majorHAnsi" w:eastAsia="Times New Roman" w:hAnsiTheme="majorHAnsi" w:cstheme="minorHAnsi"/>
          <w:lang w:eastAsia="cs-CZ"/>
        </w:rPr>
      </w:pPr>
      <w:r w:rsidRPr="003771A4">
        <w:rPr>
          <w:rFonts w:asciiTheme="majorHAnsi" w:eastAsia="Times New Roman" w:hAnsiTheme="majorHAnsi" w:cstheme="minorHAnsi"/>
          <w:lang w:eastAsia="cs-CZ"/>
        </w:rPr>
        <w:t>V souvislosti s odpovědí na dotaz č. 25 jsme pro úpravy SW MPZZ nenalezli položku. Prosíme zadavatele o určení položky, kam si má uchazeč příslušné úpravy SW MPZZ zahrnout, případně o doplnění položky úprav SW MPZZ do soupisu prací např. „INDIVIDUÁLNÍ SW ELEKTRONICKÉHO STAVĚDLA S ELEKTRONICKÝM ROZHRANÍM – ÚPRAVA“.</w:t>
      </w:r>
    </w:p>
    <w:p w14:paraId="4A82A29B" w14:textId="77777777" w:rsidR="003771A4" w:rsidRPr="003771A4" w:rsidRDefault="003771A4" w:rsidP="003771A4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C1C5507" w14:textId="77777777" w:rsidR="00A00831" w:rsidRDefault="003771A4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771A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0A4F0B3" w14:textId="58275A55" w:rsidR="003771A4" w:rsidRPr="006B6256" w:rsidRDefault="00332E3B" w:rsidP="003771A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6B6256">
        <w:rPr>
          <w:rFonts w:asciiTheme="majorHAnsi" w:eastAsia="Calibri" w:hAnsiTheme="majorHAnsi" w:cs="Times New Roman"/>
          <w:bCs/>
          <w:lang w:eastAsia="cs-CZ"/>
        </w:rPr>
        <w:t xml:space="preserve">Jedná se o PS 21-28-01 </w:t>
      </w:r>
      <w:proofErr w:type="spellStart"/>
      <w:r w:rsidRPr="006B6256">
        <w:rPr>
          <w:rFonts w:asciiTheme="majorHAnsi" w:eastAsia="Calibri" w:hAnsiTheme="majorHAnsi" w:cs="Times New Roman"/>
          <w:bCs/>
          <w:lang w:eastAsia="cs-CZ"/>
        </w:rPr>
        <w:t>Žst</w:t>
      </w:r>
      <w:proofErr w:type="spellEnd"/>
      <w:r w:rsidRPr="006B6256">
        <w:rPr>
          <w:rFonts w:asciiTheme="majorHAnsi" w:eastAsia="Calibri" w:hAnsiTheme="majorHAnsi" w:cs="Times New Roman"/>
          <w:bCs/>
          <w:lang w:eastAsia="cs-CZ"/>
        </w:rPr>
        <w:t xml:space="preserve">. Nezamyslice, úpravy SZZ. Položka </w:t>
      </w:r>
      <w:r w:rsidR="00A00831" w:rsidRPr="006B6256">
        <w:rPr>
          <w:rFonts w:asciiTheme="majorHAnsi" w:eastAsia="Calibri" w:hAnsiTheme="majorHAnsi" w:cs="Times New Roman"/>
          <w:bCs/>
          <w:lang w:eastAsia="cs-CZ"/>
        </w:rPr>
        <w:t>byla</w:t>
      </w:r>
      <w:r w:rsidRPr="006B6256">
        <w:rPr>
          <w:rFonts w:asciiTheme="majorHAnsi" w:eastAsia="Calibri" w:hAnsiTheme="majorHAnsi" w:cs="Times New Roman"/>
          <w:bCs/>
          <w:lang w:eastAsia="cs-CZ"/>
        </w:rPr>
        <w:t xml:space="preserve"> doplněna do soupisu prací.</w:t>
      </w:r>
    </w:p>
    <w:p w14:paraId="3CD9A6FE" w14:textId="77777777" w:rsidR="003771A4" w:rsidRPr="0073171B" w:rsidRDefault="003771A4" w:rsidP="003771A4"/>
    <w:p w14:paraId="65F4FDA1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B2EDF9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5600CD3" w14:textId="4012FDF3" w:rsidR="00664163" w:rsidRDefault="00664163" w:rsidP="006B625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</w:t>
      </w:r>
      <w:r w:rsidRPr="006B6256">
        <w:rPr>
          <w:rFonts w:eastAsia="Times New Roman" w:cs="Times New Roman"/>
          <w:lang w:eastAsia="cs-CZ"/>
        </w:rPr>
        <w:t xml:space="preserve">nabídek ze dne </w:t>
      </w:r>
      <w:r w:rsidR="006B6256" w:rsidRPr="006B6256">
        <w:rPr>
          <w:rFonts w:eastAsia="Times New Roman" w:cs="Times New Roman"/>
          <w:lang w:eastAsia="cs-CZ"/>
        </w:rPr>
        <w:t>14. 11. 2024</w:t>
      </w:r>
      <w:r w:rsidRPr="006B6256">
        <w:rPr>
          <w:rFonts w:eastAsia="Times New Roman" w:cs="Times New Roman"/>
          <w:lang w:eastAsia="cs-CZ"/>
        </w:rPr>
        <w:t xml:space="preserve"> na den </w:t>
      </w:r>
      <w:r w:rsidR="006B6256" w:rsidRPr="006B6256">
        <w:rPr>
          <w:rFonts w:eastAsia="Times New Roman" w:cs="Times New Roman"/>
          <w:b/>
          <w:lang w:eastAsia="cs-CZ"/>
        </w:rPr>
        <w:t>15. 11. 2024</w:t>
      </w:r>
      <w:r w:rsidRPr="006B6256">
        <w:rPr>
          <w:rFonts w:eastAsia="Times New Roman" w:cs="Times New Roman"/>
          <w:lang w:eastAsia="cs-CZ"/>
        </w:rPr>
        <w:t>.</w:t>
      </w:r>
    </w:p>
    <w:p w14:paraId="70D8CA4D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8431157" w14:textId="77777777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2679CE">
        <w:rPr>
          <w:rFonts w:eastAsia="Times New Roman" w:cs="Times New Roman"/>
          <w:lang w:eastAsia="cs-CZ"/>
        </w:rPr>
        <w:t xml:space="preserve">VZ: </w:t>
      </w:r>
      <w:r w:rsidR="002679CE" w:rsidRPr="002679CE">
        <w:rPr>
          <w:rFonts w:eastAsia="Times New Roman" w:cs="Times New Roman"/>
          <w:lang w:eastAsia="cs-CZ"/>
        </w:rPr>
        <w:t>Z2024-047248</w:t>
      </w:r>
      <w:r w:rsidRPr="002679CE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6FFD1AC8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BF9653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lastRenderedPageBreak/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09ADB54C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10D9CE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980B2B0" w14:textId="60014A3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6B6256">
        <w:rPr>
          <w:rFonts w:eastAsia="Times New Roman" w:cs="Times New Roman"/>
          <w:lang w:eastAsia="cs-CZ"/>
        </w:rPr>
        <w:t xml:space="preserve">rušíme datum </w:t>
      </w:r>
      <w:r w:rsidR="006B6256" w:rsidRPr="006B6256">
        <w:rPr>
          <w:rFonts w:eastAsia="Times New Roman" w:cs="Times New Roman"/>
          <w:lang w:eastAsia="cs-CZ"/>
        </w:rPr>
        <w:t>14.11.2024</w:t>
      </w:r>
      <w:r w:rsidRPr="006B6256">
        <w:rPr>
          <w:rFonts w:eastAsia="Times New Roman" w:cs="Times New Roman"/>
          <w:lang w:eastAsia="cs-CZ"/>
        </w:rPr>
        <w:t xml:space="preserve"> a </w:t>
      </w:r>
      <w:r w:rsidRPr="006B6256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6B6256" w:rsidRPr="006B6256">
        <w:rPr>
          <w:rFonts w:eastAsia="Times New Roman" w:cs="Times New Roman"/>
          <w:b/>
          <w:bCs/>
          <w:color w:val="000000" w:themeColor="text1"/>
          <w:lang w:eastAsia="cs-CZ"/>
        </w:rPr>
        <w:t>15.11.2024</w:t>
      </w:r>
      <w:r w:rsidRPr="006B6256">
        <w:rPr>
          <w:rFonts w:eastAsia="Times New Roman" w:cs="Times New Roman"/>
          <w:color w:val="000000" w:themeColor="text1"/>
          <w:lang w:eastAsia="cs-CZ"/>
        </w:rPr>
        <w:t>.</w:t>
      </w:r>
    </w:p>
    <w:p w14:paraId="09C82C60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F5B05B0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1F60E39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8C8005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17F51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625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1C2F56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1C2F56" w:rsidRPr="00BD5319">
        <w:rPr>
          <w:rFonts w:eastAsia="Calibri" w:cs="Times New Roman"/>
          <w:bCs/>
          <w:lang w:eastAsia="cs-CZ"/>
        </w:rPr>
      </w:r>
      <w:r w:rsidR="001C2F56"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="001C2F56" w:rsidRPr="00BD5319">
        <w:rPr>
          <w:rFonts w:eastAsia="Calibri" w:cs="Times New Roman"/>
          <w:bCs/>
          <w:lang w:eastAsia="cs-CZ"/>
        </w:rPr>
        <w:fldChar w:fldCharType="end"/>
      </w:r>
    </w:p>
    <w:p w14:paraId="15C81535" w14:textId="6AD31B89" w:rsidR="00BB7E40" w:rsidRPr="00BB7E40" w:rsidRDefault="00BB7E40" w:rsidP="00BB7E4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7E40">
        <w:rPr>
          <w:rFonts w:eastAsia="Calibri" w:cs="Times New Roman"/>
          <w:lang w:eastAsia="cs-CZ"/>
        </w:rPr>
        <w:t>XDC-Brno-Prerov-4-zm0</w:t>
      </w:r>
      <w:r>
        <w:rPr>
          <w:rFonts w:eastAsia="Calibri" w:cs="Times New Roman"/>
          <w:lang w:eastAsia="cs-CZ"/>
        </w:rPr>
        <w:t>7</w:t>
      </w:r>
      <w:r w:rsidRPr="00BB7E40">
        <w:rPr>
          <w:rFonts w:eastAsia="Calibri" w:cs="Times New Roman"/>
          <w:lang w:eastAsia="cs-CZ"/>
        </w:rPr>
        <w:t>-2024102</w:t>
      </w:r>
      <w:r>
        <w:rPr>
          <w:rFonts w:eastAsia="Calibri" w:cs="Times New Roman"/>
          <w:lang w:eastAsia="cs-CZ"/>
        </w:rPr>
        <w:t>3</w:t>
      </w:r>
      <w:r w:rsidRPr="00BB7E40">
        <w:rPr>
          <w:rFonts w:eastAsia="Calibri" w:cs="Times New Roman"/>
          <w:lang w:eastAsia="cs-CZ"/>
        </w:rPr>
        <w:t>.xml</w:t>
      </w:r>
    </w:p>
    <w:p w14:paraId="37E252B1" w14:textId="4EA970C2" w:rsidR="00BB7E40" w:rsidRPr="00BB7E40" w:rsidRDefault="00BB7E40" w:rsidP="00BB7E4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7E40">
        <w:rPr>
          <w:rFonts w:eastAsia="Calibri" w:cs="Times New Roman"/>
          <w:lang w:eastAsia="cs-CZ"/>
        </w:rPr>
        <w:t>XLS-Brno-Prerov-4-zm0</w:t>
      </w:r>
      <w:r>
        <w:rPr>
          <w:rFonts w:eastAsia="Calibri" w:cs="Times New Roman"/>
          <w:lang w:eastAsia="cs-CZ"/>
        </w:rPr>
        <w:t>7</w:t>
      </w:r>
      <w:r w:rsidRPr="00BB7E40">
        <w:rPr>
          <w:rFonts w:eastAsia="Calibri" w:cs="Times New Roman"/>
          <w:lang w:eastAsia="cs-CZ"/>
        </w:rPr>
        <w:t>-2024102</w:t>
      </w:r>
      <w:r>
        <w:rPr>
          <w:rFonts w:eastAsia="Calibri" w:cs="Times New Roman"/>
          <w:lang w:eastAsia="cs-CZ"/>
        </w:rPr>
        <w:t>3</w:t>
      </w:r>
      <w:r w:rsidRPr="00BB7E40">
        <w:rPr>
          <w:rFonts w:eastAsia="Calibri" w:cs="Times New Roman"/>
          <w:lang w:eastAsia="cs-CZ"/>
        </w:rPr>
        <w:t>.xlsx</w:t>
      </w:r>
    </w:p>
    <w:p w14:paraId="262252D1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5C4D86" w14:textId="77777777" w:rsidR="006B6256" w:rsidRPr="00BD5319" w:rsidRDefault="006B625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B018EE" w14:textId="18468277" w:rsidR="00664163" w:rsidRPr="006B625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6256">
        <w:rPr>
          <w:rFonts w:eastAsia="Calibri" w:cs="Times New Roman"/>
          <w:lang w:eastAsia="cs-CZ"/>
        </w:rPr>
        <w:t xml:space="preserve">V Olomouci dne </w:t>
      </w:r>
      <w:r w:rsidR="006B6256">
        <w:rPr>
          <w:rFonts w:eastAsia="Calibri" w:cs="Times New Roman"/>
          <w:lang w:eastAsia="cs-CZ"/>
        </w:rPr>
        <w:t>23. 10. 2024</w:t>
      </w:r>
    </w:p>
    <w:p w14:paraId="50B94CC9" w14:textId="77777777" w:rsidR="00664163" w:rsidRPr="006B625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C38B44" w14:textId="77777777" w:rsidR="00664163" w:rsidRPr="006B625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C29E26" w14:textId="77777777" w:rsidR="00664163" w:rsidRPr="006B625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439E7C1" w14:textId="6407CD32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A57D953" w14:textId="77777777" w:rsidR="006B6256" w:rsidRPr="006B6256" w:rsidRDefault="006B6256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C7CA9B0" w14:textId="77777777" w:rsidR="00664163" w:rsidRPr="006B625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D5C902" w14:textId="77777777" w:rsidR="00664163" w:rsidRPr="006B625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B6256">
        <w:rPr>
          <w:rFonts w:eastAsia="Times New Roman" w:cs="Times New Roman"/>
          <w:b/>
          <w:bCs/>
          <w:lang w:eastAsia="cs-CZ"/>
        </w:rPr>
        <w:t>Ing. Miroslav Bocák</w:t>
      </w:r>
      <w:r w:rsidRPr="006B6256">
        <w:rPr>
          <w:rFonts w:eastAsia="Times New Roman" w:cs="Times New Roman"/>
          <w:b/>
          <w:lang w:eastAsia="cs-CZ"/>
        </w:rPr>
        <w:t xml:space="preserve"> </w:t>
      </w:r>
    </w:p>
    <w:p w14:paraId="128D2786" w14:textId="77777777" w:rsidR="00664163" w:rsidRPr="006B625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B6256">
        <w:rPr>
          <w:rFonts w:eastAsia="Times New Roman" w:cs="Times New Roman"/>
          <w:lang w:eastAsia="cs-CZ"/>
        </w:rPr>
        <w:t>ředitel organizační jednotky</w:t>
      </w:r>
      <w:r w:rsidRPr="006B6256">
        <w:rPr>
          <w:rFonts w:eastAsia="Times New Roman" w:cs="Times New Roman"/>
          <w:lang w:eastAsia="cs-CZ"/>
        </w:rPr>
        <w:tab/>
      </w:r>
    </w:p>
    <w:p w14:paraId="4C31F255" w14:textId="77777777" w:rsidR="00664163" w:rsidRPr="006B625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B6256">
        <w:rPr>
          <w:rFonts w:eastAsia="Times New Roman" w:cs="Times New Roman"/>
          <w:lang w:eastAsia="cs-CZ"/>
        </w:rPr>
        <w:t>Stavební správa východ</w:t>
      </w:r>
    </w:p>
    <w:p w14:paraId="332A78A0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B6256">
        <w:rPr>
          <w:rFonts w:eastAsia="Times New Roman" w:cs="Times New Roman"/>
          <w:lang w:eastAsia="cs-CZ"/>
        </w:rPr>
        <w:t>Správa železnic, státní organizace</w:t>
      </w:r>
    </w:p>
    <w:p w14:paraId="7F62727B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7ECEC926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C066B" w14:textId="77777777" w:rsidR="00F333F1" w:rsidRDefault="00F333F1" w:rsidP="00962258">
      <w:pPr>
        <w:spacing w:after="0" w:line="240" w:lineRule="auto"/>
      </w:pPr>
      <w:r>
        <w:separator/>
      </w:r>
    </w:p>
  </w:endnote>
  <w:endnote w:type="continuationSeparator" w:id="0">
    <w:p w14:paraId="11BF8789" w14:textId="77777777" w:rsidR="00F333F1" w:rsidRDefault="00F333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12E0" w14:paraId="361CF6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0E61A8" w14:textId="77777777" w:rsidR="00B212E0" w:rsidRPr="00B8518B" w:rsidRDefault="001C2F5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B212E0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E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B212E0" w:rsidRPr="00B8518B">
            <w:rPr>
              <w:rStyle w:val="slostrnky"/>
            </w:rPr>
            <w:t>/</w:t>
          </w:r>
          <w:r w:rsidR="006B6256">
            <w:fldChar w:fldCharType="begin"/>
          </w:r>
          <w:r w:rsidR="006B6256">
            <w:instrText xml:space="preserve"> NUMPAGES   \* MERGEFORMAT </w:instrText>
          </w:r>
          <w:r w:rsidR="006B6256">
            <w:fldChar w:fldCharType="separate"/>
          </w:r>
          <w:r w:rsidR="00332E3B" w:rsidRPr="00332E3B">
            <w:rPr>
              <w:rStyle w:val="slostrnky"/>
              <w:noProof/>
            </w:rPr>
            <w:t>5</w:t>
          </w:r>
          <w:r w:rsidR="006B6256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C56118" w14:textId="77777777" w:rsidR="00B212E0" w:rsidRDefault="00B212E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2AA13F" w14:textId="77777777" w:rsidR="00B212E0" w:rsidRDefault="00B212E0" w:rsidP="00B8518B">
          <w:pPr>
            <w:pStyle w:val="Zpat"/>
          </w:pPr>
        </w:p>
      </w:tc>
      <w:tc>
        <w:tcPr>
          <w:tcW w:w="2921" w:type="dxa"/>
        </w:tcPr>
        <w:p w14:paraId="7578CB52" w14:textId="77777777" w:rsidR="00B212E0" w:rsidRDefault="00B212E0" w:rsidP="00D831A3">
          <w:pPr>
            <w:pStyle w:val="Zpat"/>
          </w:pPr>
        </w:p>
      </w:tc>
    </w:tr>
  </w:tbl>
  <w:p w14:paraId="10178AD1" w14:textId="77777777" w:rsidR="00B212E0" w:rsidRPr="00B8518B" w:rsidRDefault="006B625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7A75AAE5">
        <v:line id="Straight Connector 3" o:spid="_x0000_s1030" style="position:absolute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0F2A0BD5">
        <v:line id="Straight Connector 2" o:spid="_x0000_s1029" style="position:absolute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212E0" w14:paraId="160237C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0BE6BA" w14:textId="77777777" w:rsidR="00B212E0" w:rsidRPr="00B8518B" w:rsidRDefault="001C2F5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B212E0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E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B212E0" w:rsidRPr="00B8518B">
            <w:rPr>
              <w:rStyle w:val="slostrnky"/>
            </w:rPr>
            <w:t>/</w:t>
          </w:r>
          <w:r w:rsidR="006B6256">
            <w:fldChar w:fldCharType="begin"/>
          </w:r>
          <w:r w:rsidR="006B6256">
            <w:instrText xml:space="preserve"> NUMPAGES   \* MERGEFORMAT </w:instrText>
          </w:r>
          <w:r w:rsidR="006B6256">
            <w:fldChar w:fldCharType="separate"/>
          </w:r>
          <w:r w:rsidR="00332E3B" w:rsidRPr="00332E3B">
            <w:rPr>
              <w:rStyle w:val="slostrnky"/>
              <w:noProof/>
            </w:rPr>
            <w:t>5</w:t>
          </w:r>
          <w:r w:rsidR="006B6256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9F666D" w14:textId="77777777" w:rsidR="00B212E0" w:rsidRDefault="00B212E0" w:rsidP="00B212E0">
          <w:pPr>
            <w:pStyle w:val="Zpat"/>
          </w:pPr>
          <w:r>
            <w:t>Správa železnic, státní organizace</w:t>
          </w:r>
        </w:p>
        <w:p w14:paraId="67296346" w14:textId="77777777" w:rsidR="00B212E0" w:rsidRDefault="00B212E0" w:rsidP="00B212E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D2620D" w14:textId="77777777" w:rsidR="00B212E0" w:rsidRDefault="00B212E0" w:rsidP="00B212E0">
          <w:pPr>
            <w:pStyle w:val="Zpat"/>
          </w:pPr>
          <w:r>
            <w:t>Sídlo: Dlážděná 1003/7, 110 00 Praha 1</w:t>
          </w:r>
        </w:p>
        <w:p w14:paraId="57085C98" w14:textId="77777777" w:rsidR="00B212E0" w:rsidRDefault="00B212E0" w:rsidP="00B212E0">
          <w:pPr>
            <w:pStyle w:val="Zpat"/>
          </w:pPr>
          <w:r>
            <w:t>IČO: 709 94 234 DIČ: CZ 709 94 234</w:t>
          </w:r>
        </w:p>
        <w:p w14:paraId="76D5252F" w14:textId="77777777" w:rsidR="00B212E0" w:rsidRDefault="00B212E0" w:rsidP="00B212E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A00607A" w14:textId="77777777" w:rsidR="00B212E0" w:rsidRPr="00D84AC6" w:rsidRDefault="00B212E0" w:rsidP="00B212E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B821172" w14:textId="77777777" w:rsidR="00B212E0" w:rsidRPr="00D84AC6" w:rsidRDefault="00B212E0" w:rsidP="00B212E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7E4162F" w14:textId="77777777" w:rsidR="00B212E0" w:rsidRPr="00D84AC6" w:rsidRDefault="00B212E0" w:rsidP="00B212E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433E5C3" w14:textId="77777777" w:rsidR="00B212E0" w:rsidRDefault="00B212E0" w:rsidP="00B212E0">
          <w:pPr>
            <w:pStyle w:val="Zpat"/>
          </w:pPr>
        </w:p>
      </w:tc>
    </w:tr>
  </w:tbl>
  <w:p w14:paraId="6E223071" w14:textId="77777777" w:rsidR="00B212E0" w:rsidRPr="00B8518B" w:rsidRDefault="006B625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097D36CF">
        <v:line id="Straight Connector 7" o:spid="_x0000_s1026" style="position:absolute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23AC5B8C">
        <v:line id="Straight Connector 10" o:spid="_x0000_s1025" style="position:absolute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30A961E0" w14:textId="77777777" w:rsidR="00B212E0" w:rsidRPr="00460660" w:rsidRDefault="00B212E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B502C" w14:textId="77777777" w:rsidR="00F333F1" w:rsidRDefault="00F333F1" w:rsidP="00962258">
      <w:pPr>
        <w:spacing w:after="0" w:line="240" w:lineRule="auto"/>
      </w:pPr>
      <w:r>
        <w:separator/>
      </w:r>
    </w:p>
  </w:footnote>
  <w:footnote w:type="continuationSeparator" w:id="0">
    <w:p w14:paraId="315DD54B" w14:textId="77777777" w:rsidR="00F333F1" w:rsidRDefault="00F333F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12E0" w14:paraId="51A2706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0EC604" w14:textId="77777777" w:rsidR="00B212E0" w:rsidRPr="00B8518B" w:rsidRDefault="00B212E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CF55E7" w14:textId="77777777" w:rsidR="00B212E0" w:rsidRDefault="00B212E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1F5F93" w14:textId="77777777" w:rsidR="00B212E0" w:rsidRPr="00D6163D" w:rsidRDefault="00B212E0" w:rsidP="00D6163D">
          <w:pPr>
            <w:pStyle w:val="Druhdokumentu"/>
          </w:pPr>
        </w:p>
      </w:tc>
    </w:tr>
  </w:tbl>
  <w:p w14:paraId="5FBE1B3E" w14:textId="77777777" w:rsidR="00B212E0" w:rsidRPr="00D6163D" w:rsidRDefault="00B212E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212E0" w14:paraId="7B81318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40690A" w14:textId="77777777" w:rsidR="00B212E0" w:rsidRPr="00B8518B" w:rsidRDefault="00B212E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B1496CF" wp14:editId="3FEA786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6B6256">
            <w:rPr>
              <w:noProof/>
              <w:lang w:eastAsia="cs-CZ"/>
            </w:rPr>
            <w:pict w14:anchorId="21194B1A">
              <v:shape id="Half Frame 8" o:spid="_x0000_s1028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AA030" w14:textId="77777777" w:rsidR="00B212E0" w:rsidRDefault="00B212E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B03F81" w14:textId="77777777" w:rsidR="00B212E0" w:rsidRPr="00D6163D" w:rsidRDefault="00B212E0" w:rsidP="00FC6389">
          <w:pPr>
            <w:pStyle w:val="Druhdokumentu"/>
          </w:pPr>
        </w:p>
      </w:tc>
    </w:tr>
    <w:tr w:rsidR="00B212E0" w14:paraId="429F245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56A11A" w14:textId="77777777" w:rsidR="00B212E0" w:rsidRPr="00B8518B" w:rsidRDefault="00B212E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6F22CF" w14:textId="77777777" w:rsidR="00B212E0" w:rsidRDefault="00B212E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973A2A" w14:textId="77777777" w:rsidR="00B212E0" w:rsidRDefault="00B212E0" w:rsidP="00FC6389">
          <w:pPr>
            <w:pStyle w:val="Druhdokumentu"/>
            <w:rPr>
              <w:noProof/>
            </w:rPr>
          </w:pPr>
        </w:p>
      </w:tc>
    </w:tr>
  </w:tbl>
  <w:p w14:paraId="6E42EC15" w14:textId="77777777" w:rsidR="00B212E0" w:rsidRPr="00D6163D" w:rsidRDefault="006B6256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6262F5D1">
        <v:shape id="Half Frame 11" o:spid="_x0000_s1027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1867DBD7" w14:textId="77777777" w:rsidR="00B212E0" w:rsidRPr="00460660" w:rsidRDefault="00B212E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065"/>
    <w:multiLevelType w:val="hybridMultilevel"/>
    <w:tmpl w:val="09D46416"/>
    <w:lvl w:ilvl="0" w:tplc="8B2A6250">
      <w:start w:val="1"/>
      <w:numFmt w:val="lowerLetter"/>
      <w:lvlText w:val="%1)"/>
      <w:lvlJc w:val="left"/>
      <w:pPr>
        <w:ind w:left="915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4D7285"/>
    <w:multiLevelType w:val="hybridMultilevel"/>
    <w:tmpl w:val="6F046F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E1A83"/>
    <w:multiLevelType w:val="hybridMultilevel"/>
    <w:tmpl w:val="83E0C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A85A40"/>
    <w:multiLevelType w:val="hybridMultilevel"/>
    <w:tmpl w:val="7CE835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A1C57"/>
    <w:multiLevelType w:val="hybridMultilevel"/>
    <w:tmpl w:val="21E242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8178E4"/>
    <w:multiLevelType w:val="hybridMultilevel"/>
    <w:tmpl w:val="0DAE3996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63CC9"/>
    <w:multiLevelType w:val="hybridMultilevel"/>
    <w:tmpl w:val="7916A9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B6AC2"/>
    <w:multiLevelType w:val="hybridMultilevel"/>
    <w:tmpl w:val="21E242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52721C46"/>
    <w:multiLevelType w:val="hybridMultilevel"/>
    <w:tmpl w:val="A5624FE4"/>
    <w:lvl w:ilvl="0" w:tplc="4C86410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544C2AAE"/>
    <w:multiLevelType w:val="hybridMultilevel"/>
    <w:tmpl w:val="2F52D7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76463"/>
    <w:multiLevelType w:val="hybridMultilevel"/>
    <w:tmpl w:val="EF18F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6613A2F"/>
    <w:multiLevelType w:val="hybridMultilevel"/>
    <w:tmpl w:val="AEAEC7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3371C"/>
    <w:multiLevelType w:val="hybridMultilevel"/>
    <w:tmpl w:val="D73CC9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4390D"/>
    <w:multiLevelType w:val="hybridMultilevel"/>
    <w:tmpl w:val="EAAA291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7"/>
  </w:num>
  <w:num w:numId="5">
    <w:abstractNumId w:val="1"/>
  </w:num>
  <w:num w:numId="6">
    <w:abstractNumId w:val="13"/>
  </w:num>
  <w:num w:numId="7">
    <w:abstractNumId w:val="10"/>
  </w:num>
  <w:num w:numId="8">
    <w:abstractNumId w:val="11"/>
  </w:num>
  <w:num w:numId="9">
    <w:abstractNumId w:val="7"/>
  </w:num>
  <w:num w:numId="10">
    <w:abstractNumId w:val="3"/>
  </w:num>
  <w:num w:numId="11">
    <w:abstractNumId w:val="9"/>
  </w:num>
  <w:num w:numId="12">
    <w:abstractNumId w:val="20"/>
  </w:num>
  <w:num w:numId="13">
    <w:abstractNumId w:val="4"/>
  </w:num>
  <w:num w:numId="14">
    <w:abstractNumId w:val="0"/>
  </w:num>
  <w:num w:numId="15">
    <w:abstractNumId w:val="15"/>
  </w:num>
  <w:num w:numId="16">
    <w:abstractNumId w:val="12"/>
  </w:num>
  <w:num w:numId="17">
    <w:abstractNumId w:val="16"/>
  </w:num>
  <w:num w:numId="18">
    <w:abstractNumId w:val="19"/>
  </w:num>
  <w:num w:numId="19">
    <w:abstractNumId w:val="18"/>
  </w:num>
  <w:num w:numId="20">
    <w:abstractNumId w:val="14"/>
  </w:num>
  <w:num w:numId="2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334"/>
    <w:rsid w:val="000070DD"/>
    <w:rsid w:val="00033432"/>
    <w:rsid w:val="000335CC"/>
    <w:rsid w:val="00053B58"/>
    <w:rsid w:val="00066116"/>
    <w:rsid w:val="00067A22"/>
    <w:rsid w:val="00072C1E"/>
    <w:rsid w:val="00086264"/>
    <w:rsid w:val="000B3A82"/>
    <w:rsid w:val="000B6C7E"/>
    <w:rsid w:val="000B7907"/>
    <w:rsid w:val="000C0429"/>
    <w:rsid w:val="000C45E8"/>
    <w:rsid w:val="00114472"/>
    <w:rsid w:val="001267E4"/>
    <w:rsid w:val="00146EF8"/>
    <w:rsid w:val="00170EC5"/>
    <w:rsid w:val="001747C1"/>
    <w:rsid w:val="0018596A"/>
    <w:rsid w:val="001B69C2"/>
    <w:rsid w:val="001C2F56"/>
    <w:rsid w:val="001C4DA0"/>
    <w:rsid w:val="00207DF5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32E3B"/>
    <w:rsid w:val="00335122"/>
    <w:rsid w:val="00335732"/>
    <w:rsid w:val="00357BC6"/>
    <w:rsid w:val="0037111D"/>
    <w:rsid w:val="003756B9"/>
    <w:rsid w:val="003771A4"/>
    <w:rsid w:val="00394E7C"/>
    <w:rsid w:val="003956C6"/>
    <w:rsid w:val="003E6B9A"/>
    <w:rsid w:val="003E75CE"/>
    <w:rsid w:val="00401CD6"/>
    <w:rsid w:val="004023A0"/>
    <w:rsid w:val="0041380F"/>
    <w:rsid w:val="00450F07"/>
    <w:rsid w:val="00453CD3"/>
    <w:rsid w:val="00455BC7"/>
    <w:rsid w:val="00460660"/>
    <w:rsid w:val="00460CCB"/>
    <w:rsid w:val="00466E6F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F5F53"/>
    <w:rsid w:val="006104F6"/>
    <w:rsid w:val="0061068E"/>
    <w:rsid w:val="00630DC6"/>
    <w:rsid w:val="00660AD3"/>
    <w:rsid w:val="00664163"/>
    <w:rsid w:val="006A40EF"/>
    <w:rsid w:val="006A5570"/>
    <w:rsid w:val="006A689C"/>
    <w:rsid w:val="006B3D79"/>
    <w:rsid w:val="006B6256"/>
    <w:rsid w:val="006B7D49"/>
    <w:rsid w:val="006E0578"/>
    <w:rsid w:val="006E314D"/>
    <w:rsid w:val="006E7F06"/>
    <w:rsid w:val="007021F6"/>
    <w:rsid w:val="00710723"/>
    <w:rsid w:val="00712ED1"/>
    <w:rsid w:val="00723ED1"/>
    <w:rsid w:val="00735ED4"/>
    <w:rsid w:val="00737100"/>
    <w:rsid w:val="00743525"/>
    <w:rsid w:val="007531A0"/>
    <w:rsid w:val="00753DC9"/>
    <w:rsid w:val="00761090"/>
    <w:rsid w:val="007618C3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626E4"/>
    <w:rsid w:val="008841FB"/>
    <w:rsid w:val="0088472C"/>
    <w:rsid w:val="00891334"/>
    <w:rsid w:val="008A3568"/>
    <w:rsid w:val="008B7F2B"/>
    <w:rsid w:val="008D03B9"/>
    <w:rsid w:val="008F18D6"/>
    <w:rsid w:val="008F60AC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0831"/>
    <w:rsid w:val="00A07191"/>
    <w:rsid w:val="00A21CF0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07AD"/>
    <w:rsid w:val="00B15B5E"/>
    <w:rsid w:val="00B15D0D"/>
    <w:rsid w:val="00B212E0"/>
    <w:rsid w:val="00B23CA3"/>
    <w:rsid w:val="00B3486C"/>
    <w:rsid w:val="00B3491A"/>
    <w:rsid w:val="00B45E9E"/>
    <w:rsid w:val="00B55F9C"/>
    <w:rsid w:val="00B75EE1"/>
    <w:rsid w:val="00B77481"/>
    <w:rsid w:val="00B8518B"/>
    <w:rsid w:val="00BB3740"/>
    <w:rsid w:val="00BB7E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4511"/>
    <w:rsid w:val="00CB7B5A"/>
    <w:rsid w:val="00CC1E2B"/>
    <w:rsid w:val="00CD1FC4"/>
    <w:rsid w:val="00CE371D"/>
    <w:rsid w:val="00D02A4D"/>
    <w:rsid w:val="00D06BD3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824F1"/>
    <w:rsid w:val="00E9347D"/>
    <w:rsid w:val="00EB104F"/>
    <w:rsid w:val="00ED14BD"/>
    <w:rsid w:val="00F01440"/>
    <w:rsid w:val="00F12DEC"/>
    <w:rsid w:val="00F1715C"/>
    <w:rsid w:val="00F310F8"/>
    <w:rsid w:val="00F333F1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9722A"/>
  <w15:docId w15:val="{B568821F-0B9D-4CA9-88CA-3EB19744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09302-3CF3-49C4-B8EC-2CD54B49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73</TotalTime>
  <Pages>4</Pages>
  <Words>1122</Words>
  <Characters>6625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22</cp:revision>
  <cp:lastPrinted>2019-02-22T13:28:00Z</cp:lastPrinted>
  <dcterms:created xsi:type="dcterms:W3CDTF">2024-07-11T06:52:00Z</dcterms:created>
  <dcterms:modified xsi:type="dcterms:W3CDTF">2024-10-23T07:12:00Z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