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57D45FC4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E23F6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32529286" w:rsidR="004E1498" w:rsidRPr="004E1498" w:rsidRDefault="004E1498" w:rsidP="00E83679">
      <w:pPr>
        <w:pStyle w:val="Identifikace"/>
      </w:pPr>
      <w:r w:rsidRPr="00FE23F6">
        <w:t xml:space="preserve">zastoupená </w:t>
      </w:r>
      <w:r w:rsidR="00FE23F6" w:rsidRPr="00FE23F6">
        <w:rPr>
          <w:b/>
          <w:bCs/>
        </w:rPr>
        <w:t>Ing. Liborem Vavrečkou</w:t>
      </w:r>
      <w:r w:rsidR="00FE23F6">
        <w:t>, ředitelem organizační jednotky Správa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70F1A17F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FE23F6">
        <w:t>„</w:t>
      </w:r>
      <w:r w:rsidR="00FE23F6">
        <w:rPr>
          <w:b/>
          <w:bCs/>
          <w:iCs/>
        </w:rPr>
        <w:t>Kontrolní zaměření prostorové polohy koleje na vybraných tratích ve správě Oblastního ředitelství Praha</w:t>
      </w:r>
      <w:r w:rsidRPr="004E1498">
        <w:t xml:space="preserve">“, </w:t>
      </w:r>
      <w:r w:rsidR="000D278B" w:rsidRPr="00FE23F6">
        <w:t>č.j. veřejné zakázky</w:t>
      </w:r>
      <w:r w:rsidR="000D278B">
        <w:t xml:space="preserve"> </w:t>
      </w:r>
      <w:r w:rsidR="007A64F9">
        <w:t>4054</w:t>
      </w:r>
      <w:r w:rsidR="00FE23F6">
        <w:t>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B2A3AA9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FE23F6">
        <w:t xml:space="preserve">kontrolní zaměření prostorové polohy koleje (PPK) na vybraných tratích ve správě Oblastního ředitelství Praha. </w:t>
      </w:r>
      <w:r w:rsidR="00FE23F6" w:rsidRPr="00E35AE7">
        <w:t>Předmět plnění je blíže specifikován v příloze Bližší specifikace</w:t>
      </w:r>
      <w:r w:rsidR="0086114C" w:rsidRPr="004E1498">
        <w:t>.</w:t>
      </w:r>
    </w:p>
    <w:p w14:paraId="31E5226B" w14:textId="1ABF2E4D" w:rsidR="004E1498" w:rsidRDefault="004E1498" w:rsidP="00F1527A">
      <w:pPr>
        <w:pStyle w:val="Nadpis2"/>
        <w:widowControl w:val="0"/>
      </w:pPr>
      <w:r w:rsidRPr="00FE23F6">
        <w:t>Předmět díla je blíže specifikován v přílo</w:t>
      </w:r>
      <w:r w:rsidR="00CB53B1" w:rsidRPr="00FE23F6">
        <w:t>ze</w:t>
      </w:r>
      <w:r w:rsidRPr="00FE23F6">
        <w:t xml:space="preserve"> </w:t>
      </w:r>
      <w:r w:rsidR="0086114C" w:rsidRPr="00FE23F6">
        <w:t>č</w:t>
      </w:r>
      <w:r w:rsidR="00FE23F6" w:rsidRPr="00FE23F6">
        <w:t xml:space="preserve">. 2 </w:t>
      </w:r>
      <w:r w:rsidR="006566F7" w:rsidRPr="00FE23F6">
        <w:t>S</w:t>
      </w:r>
      <w:r w:rsidRPr="00FE23F6">
        <w:t>mlouvy.</w:t>
      </w:r>
    </w:p>
    <w:p w14:paraId="06BD97BB" w14:textId="77777777" w:rsidR="00FD7A35" w:rsidRPr="00FD7A35" w:rsidRDefault="00FD7A35" w:rsidP="00FD7A35">
      <w:pPr>
        <w:rPr>
          <w:lang w:eastAsia="cs-CZ"/>
        </w:rPr>
      </w:pPr>
    </w:p>
    <w:p w14:paraId="3E663345" w14:textId="0BDD852A" w:rsidR="004E1498" w:rsidRPr="00FE23F6" w:rsidRDefault="004E1498" w:rsidP="00F1527A">
      <w:pPr>
        <w:pStyle w:val="Nadpis2"/>
        <w:widowControl w:val="0"/>
      </w:pPr>
      <w:r w:rsidRPr="00FE23F6">
        <w:lastRenderedPageBreak/>
        <w:t>Předmět díla musí být proveden v souladu s právními předpisy, normami ČSN, technickými normami</w:t>
      </w:r>
      <w:r w:rsidR="00FE23F6" w:rsidRPr="00FE23F6">
        <w:t xml:space="preserve"> </w:t>
      </w:r>
      <w:r w:rsidR="006566F7" w:rsidRPr="00FE23F6">
        <w:t xml:space="preserve">uvedenými v příloze č. </w:t>
      </w:r>
      <w:r w:rsidR="00FE23F6" w:rsidRPr="00FE23F6">
        <w:t xml:space="preserve">2 </w:t>
      </w:r>
      <w:r w:rsidR="006566F7" w:rsidRPr="00FE23F6">
        <w:t>S</w:t>
      </w:r>
      <w:r w:rsidRPr="00FE23F6">
        <w:t>mlouvy.</w:t>
      </w:r>
    </w:p>
    <w:p w14:paraId="620E778C" w14:textId="1F1354BE" w:rsidR="004E1498" w:rsidRPr="00FE23F6" w:rsidRDefault="004E1498" w:rsidP="00F1527A">
      <w:pPr>
        <w:pStyle w:val="Nadpis2"/>
        <w:widowControl w:val="0"/>
      </w:pPr>
      <w:r w:rsidRPr="00FE23F6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602D10A5" w:rsidR="00810E9B" w:rsidRPr="00FE23F6" w:rsidRDefault="00DB7CC9" w:rsidP="00F1527A">
      <w:pPr>
        <w:pStyle w:val="Nadpis2"/>
        <w:widowControl w:val="0"/>
      </w:pPr>
      <w:r w:rsidRPr="00FE23F6">
        <w:t xml:space="preserve">Cena za Dílo </w:t>
      </w:r>
      <w:r w:rsidR="006566F7" w:rsidRPr="00FE23F6">
        <w:t>je přílohou č.</w:t>
      </w:r>
      <w:r w:rsidR="00FE23F6" w:rsidRPr="00FE23F6">
        <w:t xml:space="preserve"> 3 </w:t>
      </w:r>
      <w:r w:rsidR="00810E9B" w:rsidRPr="00FE23F6">
        <w:t>Smlouvy.</w:t>
      </w:r>
    </w:p>
    <w:p w14:paraId="28C81697" w14:textId="1626A4E7" w:rsidR="00810E9B" w:rsidRPr="00FE23F6" w:rsidRDefault="00810E9B" w:rsidP="00F1527A">
      <w:pPr>
        <w:pStyle w:val="Nadpis2"/>
        <w:widowControl w:val="0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FE23F6">
        <w:t xml:space="preserve">základě </w:t>
      </w:r>
      <w:r w:rsidR="00FE23F6" w:rsidRPr="00FE23F6">
        <w:t xml:space="preserve">faktury vystavené Zhotovitelem, po předání a převzetí celého díla, na základě </w:t>
      </w:r>
      <w:r w:rsidR="00CB53B1" w:rsidRPr="00FE23F6">
        <w:t xml:space="preserve">předávacího protokolu podepsaného </w:t>
      </w:r>
      <w:r w:rsidR="006566F7" w:rsidRPr="00FE23F6">
        <w:t>oběma S</w:t>
      </w:r>
      <w:r w:rsidR="00FA32F8" w:rsidRPr="00FE23F6">
        <w:t>mluvními stranami</w:t>
      </w:r>
      <w:r w:rsidR="00FE23F6" w:rsidRPr="00FE23F6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61BDB8C7" w:rsidR="004E1498" w:rsidRPr="00FD7A35" w:rsidRDefault="004E1498" w:rsidP="00F1527A">
      <w:pPr>
        <w:pStyle w:val="Nadpis2"/>
        <w:widowControl w:val="0"/>
      </w:pPr>
      <w:r w:rsidRPr="00FD7A35">
        <w:t>Místem plnění j</w:t>
      </w:r>
      <w:r w:rsidR="00FE23F6" w:rsidRPr="00FD7A35">
        <w:t>sou traťové úseky uvedené v příloze č. 2 Bližší specifikace.</w:t>
      </w:r>
    </w:p>
    <w:p w14:paraId="624D8729" w14:textId="5ED40341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FE23F6">
        <w:t>:</w:t>
      </w:r>
    </w:p>
    <w:p w14:paraId="051B4D89" w14:textId="4AB85BE2" w:rsidR="00FE23F6" w:rsidRDefault="00FE23F6" w:rsidP="00FD7A35">
      <w:pPr>
        <w:pStyle w:val="Odstavecseseznamem"/>
        <w:numPr>
          <w:ilvl w:val="0"/>
          <w:numId w:val="38"/>
        </w:numPr>
        <w:spacing w:line="360" w:lineRule="auto"/>
        <w:ind w:left="1395" w:hanging="357"/>
        <w:rPr>
          <w:lang w:eastAsia="cs-CZ"/>
        </w:rPr>
      </w:pPr>
      <w:r>
        <w:rPr>
          <w:lang w:eastAsia="cs-CZ"/>
        </w:rPr>
        <w:t xml:space="preserve">Předání dokumentace ke kontrole: </w:t>
      </w:r>
      <w:r w:rsidRPr="00FE23F6">
        <w:rPr>
          <w:b/>
          <w:bCs/>
          <w:lang w:eastAsia="cs-CZ"/>
        </w:rPr>
        <w:t xml:space="preserve">do </w:t>
      </w:r>
      <w:r w:rsidR="007A64F9">
        <w:rPr>
          <w:b/>
          <w:bCs/>
          <w:lang w:eastAsia="cs-CZ"/>
        </w:rPr>
        <w:t>28</w:t>
      </w:r>
      <w:r w:rsidRPr="00FE23F6">
        <w:rPr>
          <w:b/>
          <w:bCs/>
          <w:lang w:eastAsia="cs-CZ"/>
        </w:rPr>
        <w:t>.</w:t>
      </w:r>
      <w:r w:rsidR="007A64F9">
        <w:rPr>
          <w:b/>
          <w:bCs/>
          <w:lang w:eastAsia="cs-CZ"/>
        </w:rPr>
        <w:t>02</w:t>
      </w:r>
      <w:r w:rsidRPr="00FE23F6">
        <w:rPr>
          <w:b/>
          <w:bCs/>
          <w:lang w:eastAsia="cs-CZ"/>
        </w:rPr>
        <w:t>.202</w:t>
      </w:r>
      <w:r w:rsidR="007A64F9">
        <w:rPr>
          <w:b/>
          <w:bCs/>
          <w:lang w:eastAsia="cs-CZ"/>
        </w:rPr>
        <w:t>5</w:t>
      </w:r>
    </w:p>
    <w:p w14:paraId="37DE46D1" w14:textId="54AB3DFD" w:rsidR="00FE23F6" w:rsidRPr="00FE23F6" w:rsidRDefault="00FE23F6" w:rsidP="00FD7A35">
      <w:pPr>
        <w:pStyle w:val="Odstavecseseznamem"/>
        <w:numPr>
          <w:ilvl w:val="0"/>
          <w:numId w:val="38"/>
        </w:numPr>
        <w:spacing w:line="360" w:lineRule="auto"/>
        <w:ind w:left="1395" w:hanging="357"/>
        <w:rPr>
          <w:lang w:eastAsia="cs-CZ"/>
        </w:rPr>
      </w:pPr>
      <w:r>
        <w:rPr>
          <w:lang w:eastAsia="cs-CZ"/>
        </w:rPr>
        <w:t xml:space="preserve">Předání čistopisu dokumentace: </w:t>
      </w:r>
      <w:r w:rsidRPr="00FD7A35">
        <w:rPr>
          <w:b/>
          <w:bCs/>
          <w:lang w:eastAsia="cs-CZ"/>
        </w:rPr>
        <w:t xml:space="preserve">do </w:t>
      </w:r>
      <w:r w:rsidR="007A64F9">
        <w:rPr>
          <w:b/>
          <w:bCs/>
          <w:lang w:eastAsia="cs-CZ"/>
        </w:rPr>
        <w:t>14</w:t>
      </w:r>
      <w:r w:rsidRPr="00FD7A35">
        <w:rPr>
          <w:b/>
          <w:bCs/>
          <w:lang w:eastAsia="cs-CZ"/>
        </w:rPr>
        <w:t>.</w:t>
      </w:r>
      <w:r w:rsidR="007A64F9">
        <w:rPr>
          <w:b/>
          <w:bCs/>
          <w:lang w:eastAsia="cs-CZ"/>
        </w:rPr>
        <w:t>03</w:t>
      </w:r>
      <w:r w:rsidRPr="00FD7A35">
        <w:rPr>
          <w:b/>
          <w:bCs/>
          <w:lang w:eastAsia="cs-CZ"/>
        </w:rPr>
        <w:t>.202</w:t>
      </w:r>
      <w:r w:rsidR="007A64F9">
        <w:rPr>
          <w:b/>
          <w:bCs/>
          <w:lang w:eastAsia="cs-CZ"/>
        </w:rPr>
        <w:t>5</w:t>
      </w:r>
    </w:p>
    <w:p w14:paraId="4AE0DFE4" w14:textId="4DA877C9" w:rsidR="004E1498" w:rsidRPr="00FD7A35" w:rsidRDefault="00CB53B1" w:rsidP="00F1527A">
      <w:pPr>
        <w:pStyle w:val="Nadpis2"/>
        <w:widowControl w:val="0"/>
      </w:pPr>
      <w:r w:rsidRPr="00FD7A35">
        <w:t>Zhotovitel je povinen zahájit plnění Díla nej</w:t>
      </w:r>
      <w:r w:rsidR="006566F7" w:rsidRPr="00FD7A35">
        <w:t xml:space="preserve">později do </w:t>
      </w:r>
      <w:r w:rsidR="00FD7A35" w:rsidRPr="00FD7A35">
        <w:t>5</w:t>
      </w:r>
      <w:r w:rsidR="006566F7" w:rsidRPr="00FD7A35">
        <w:t xml:space="preserve"> dnů od účinnosti S</w:t>
      </w:r>
      <w:r w:rsidRPr="00FD7A35">
        <w:t>mlouvy</w:t>
      </w:r>
      <w:r w:rsidR="00BC4DC9" w:rsidRPr="00FD7A35">
        <w:t>. V případě, že Zhotovitel nezahájí plnění nejpo</w:t>
      </w:r>
      <w:r w:rsidR="006566F7" w:rsidRPr="00FD7A35">
        <w:t xml:space="preserve">zději </w:t>
      </w:r>
      <w:r w:rsidR="003C7709">
        <w:t>5</w:t>
      </w:r>
      <w:r w:rsidR="006566F7" w:rsidRPr="00FD7A35">
        <w:t xml:space="preserve"> den od účinnosti této S</w:t>
      </w:r>
      <w:r w:rsidR="00BC4DC9" w:rsidRPr="00FD7A35">
        <w:t xml:space="preserve">mlouvy, je povinen zaplatit Objednateli smluvní pokutu ve výši </w:t>
      </w:r>
      <w:proofErr w:type="gramStart"/>
      <w:r w:rsidR="00BC4DC9" w:rsidRPr="00FD7A35">
        <w:t>50.000,-</w:t>
      </w:r>
      <w:proofErr w:type="gramEnd"/>
      <w:r w:rsidR="00BC4DC9" w:rsidRPr="00FD7A35">
        <w:t>Kč a Objednatel má právo odstoupit o</w:t>
      </w:r>
      <w:r w:rsidR="006566F7" w:rsidRPr="00FD7A35">
        <w:t>d této Smlouvy. Odstoupením od S</w:t>
      </w:r>
      <w:r w:rsidR="00BC4DC9" w:rsidRPr="00FD7A35">
        <w:t>mlouvy nejsou dotčeny další sankce sjed</w:t>
      </w:r>
      <w:r w:rsidR="006566F7" w:rsidRPr="00FD7A35">
        <w:t>nané v této S</w:t>
      </w:r>
      <w:r w:rsidR="00BC4DC9" w:rsidRPr="00FD7A35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</w:t>
      </w:r>
      <w:r w:rsidRPr="00FD7A35">
        <w:t xml:space="preserve">činí </w:t>
      </w:r>
      <w:r w:rsidR="00816B59" w:rsidRPr="00FD7A35">
        <w:t>24 měsíců</w:t>
      </w:r>
      <w:r w:rsidRPr="00FD7A35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169719F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D7A35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277A352" w:rsidR="00FD17C6" w:rsidRPr="00FD7A35" w:rsidRDefault="00FD17C6" w:rsidP="00F1527A">
      <w:pPr>
        <w:pStyle w:val="Nadpis2"/>
        <w:widowControl w:val="0"/>
      </w:pPr>
      <w:r w:rsidRPr="00FD7A35">
        <w:t>Na provedení Díla se budou podílet č</w:t>
      </w:r>
      <w:r w:rsidR="00816B59" w:rsidRPr="00FD7A35">
        <w:t>lenové realizačního týmu uvedení</w:t>
      </w:r>
      <w:r w:rsidR="006566F7" w:rsidRPr="00FD7A35">
        <w:t xml:space="preserve"> v příloze č</w:t>
      </w:r>
      <w:r w:rsidR="00FD7A35" w:rsidRPr="00FD7A35">
        <w:t xml:space="preserve">. 4 </w:t>
      </w:r>
      <w:r w:rsidR="006566F7" w:rsidRPr="00FD7A35">
        <w:t>této S</w:t>
      </w:r>
      <w:r w:rsidRPr="00FD7A35">
        <w:t>mlouvy.</w:t>
      </w:r>
    </w:p>
    <w:p w14:paraId="5BBC90E2" w14:textId="2D1FFD08" w:rsidR="00FD17C6" w:rsidRPr="00FD7A35" w:rsidRDefault="00FD17C6" w:rsidP="00F1527A">
      <w:pPr>
        <w:pStyle w:val="Nadpis2"/>
        <w:widowControl w:val="0"/>
      </w:pPr>
      <w:r w:rsidRPr="00FD7A35">
        <w:t xml:space="preserve">Zhotovitel může v průběhu plnění Předmětu díla nahradit některé osoby z osob, uvedených v seznamu realizačního týmu dle přílohy </w:t>
      </w:r>
      <w:r w:rsidR="00F0363E" w:rsidRPr="00FD7A35">
        <w:t>č</w:t>
      </w:r>
      <w:r w:rsidR="00FD7A35" w:rsidRPr="00FD7A35">
        <w:t>. 4</w:t>
      </w:r>
      <w:r w:rsidRPr="00FD7A35">
        <w:t xml:space="preserve"> této </w:t>
      </w:r>
      <w:r w:rsidR="00A605AE" w:rsidRPr="00FD7A35">
        <w:t>S</w:t>
      </w:r>
      <w:r w:rsidRPr="00FD7A35">
        <w:t>mlouvy, pouze po předchozím souhlasu Objednatele na základě písemné žádosti Zhotovitele. V případě, že Zhotovitel požádá o změnu některých členů realizačního týmu uvedeného v příloze č</w:t>
      </w:r>
      <w:r w:rsidR="00FD7A35" w:rsidRPr="00FD7A35">
        <w:t xml:space="preserve">. 4 </w:t>
      </w:r>
      <w:r w:rsidRPr="00FD7A35">
        <w:t xml:space="preserve">této Smlouvy, musí tato osoba, splňovat kvalifikaci požadovanou </w:t>
      </w:r>
      <w:r w:rsidR="00380260" w:rsidRPr="00FD7A35">
        <w:t>ve Veřejné zakázce</w:t>
      </w:r>
      <w:r w:rsidRPr="00FD7A35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</w:t>
      </w:r>
      <w:r w:rsidRPr="00D9782E">
        <w:rPr>
          <w:rFonts w:eastAsia="Calibri"/>
        </w:rPr>
        <w:lastRenderedPageBreak/>
        <w:t xml:space="preserve">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</w:t>
      </w:r>
      <w:r w:rsidRPr="00345739">
        <w:lastRenderedPageBreak/>
        <w:t xml:space="preserve">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45712DE0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75D47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FD7A35">
        <w:t>8</w:t>
      </w:r>
      <w:r w:rsidRPr="00FD7A35">
        <w:t xml:space="preserve">.1 a </w:t>
      </w:r>
      <w:r w:rsidR="004B2D5D" w:rsidRPr="00FD7A35">
        <w:t>8</w:t>
      </w:r>
      <w:r w:rsidRPr="00FD7A35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FD7A35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lastRenderedPageBreak/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D7A35" w:rsidRDefault="004E1498" w:rsidP="00F1527A">
      <w:pPr>
        <w:pStyle w:val="Nadpis2"/>
        <w:widowControl w:val="0"/>
      </w:pPr>
      <w:r w:rsidRPr="00FD7A35">
        <w:rPr>
          <w:rFonts w:eastAsia="Calibri"/>
        </w:rPr>
        <w:t xml:space="preserve">Tato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 xml:space="preserve">ouva nabývá platnosti okamžikem podpisu poslední ze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FD7A35">
      <w:pPr>
        <w:pStyle w:val="Plohy"/>
        <w:spacing w:after="120" w:line="360" w:lineRule="auto"/>
      </w:pPr>
      <w:r w:rsidRPr="00F1527A">
        <w:t>Obchodní podmínky ke Smlouvě o dílo</w:t>
      </w:r>
    </w:p>
    <w:p w14:paraId="132EAB42" w14:textId="493143B9" w:rsidR="006E6E61" w:rsidRPr="00FD7A35" w:rsidRDefault="006E6E61" w:rsidP="00FD7A35">
      <w:pPr>
        <w:pStyle w:val="Plohy"/>
        <w:spacing w:after="120" w:line="360" w:lineRule="auto"/>
      </w:pPr>
      <w:r w:rsidRPr="00FD7A35">
        <w:t>Bližší specifikace</w:t>
      </w:r>
    </w:p>
    <w:p w14:paraId="665289CB" w14:textId="1826CCFD" w:rsidR="006E6E61" w:rsidRPr="00FD7A35" w:rsidRDefault="00052CEF" w:rsidP="00FD7A35">
      <w:pPr>
        <w:pStyle w:val="Plohy"/>
        <w:spacing w:after="120" w:line="360" w:lineRule="auto"/>
      </w:pPr>
      <w:r w:rsidRPr="00FD7A35">
        <w:t>Ceník</w:t>
      </w:r>
    </w:p>
    <w:p w14:paraId="077D172E" w14:textId="78EAC15F" w:rsidR="006E6E61" w:rsidRPr="009B4030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D7A35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1C556DDC" w:rsidR="00D657AD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FD7A35">
        <w:rPr>
          <w:highlight w:val="green"/>
        </w:rPr>
        <w:t>poddodavatelů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3A374A3" w14:textId="68872355" w:rsidR="00613238" w:rsidRDefault="00613238" w:rsidP="00E83679">
      <w:pPr>
        <w:pStyle w:val="ZaObjdnateleZhotovitele"/>
      </w:pPr>
      <w:r>
        <w:lastRenderedPageBreak/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67B44DA3" w14:textId="77777777" w:rsidR="00FD7A35" w:rsidRDefault="00FD7A35" w:rsidP="00E83679">
      <w:pPr>
        <w:pStyle w:val="ZaObjdnateleZhotovitele"/>
      </w:pP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523AC103" w:rsidR="00613238" w:rsidRP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FD7A35">
        <w:rPr>
          <w:rStyle w:val="Tun"/>
          <w:rFonts w:eastAsiaTheme="minorHAnsi"/>
          <w:b w:val="0"/>
          <w:bCs/>
        </w:rPr>
        <w:t>ředitel organizační jednotky</w:t>
      </w:r>
    </w:p>
    <w:p w14:paraId="632AD9C8" w14:textId="3E90F8AC" w:rsid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FD7A35">
        <w:rPr>
          <w:rStyle w:val="Tun"/>
          <w:rFonts w:eastAsiaTheme="minorHAnsi"/>
          <w:b w:val="0"/>
          <w:bCs/>
        </w:rPr>
        <w:t>Správa železniční geodézie</w:t>
      </w:r>
    </w:p>
    <w:sectPr w:rsidR="00FD7A35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BCAC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0FA1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0AA6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F3F2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6A7142"/>
    <w:multiLevelType w:val="hybridMultilevel"/>
    <w:tmpl w:val="705019CA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2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3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9"/>
  </w:num>
  <w:num w:numId="13" w16cid:durableId="1930383397">
    <w:abstractNumId w:val="21"/>
  </w:num>
  <w:num w:numId="14" w16cid:durableId="1568107372">
    <w:abstractNumId w:val="6"/>
  </w:num>
  <w:num w:numId="15" w16cid:durableId="1325628768">
    <w:abstractNumId w:val="24"/>
  </w:num>
  <w:num w:numId="16" w16cid:durableId="2137749446">
    <w:abstractNumId w:val="16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8"/>
  </w:num>
  <w:num w:numId="20" w16cid:durableId="688994316">
    <w:abstractNumId w:val="17"/>
  </w:num>
  <w:num w:numId="21" w16cid:durableId="1316832745">
    <w:abstractNumId w:val="9"/>
  </w:num>
  <w:num w:numId="22" w16cid:durableId="2085488665">
    <w:abstractNumId w:val="20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 w:numId="38" w16cid:durableId="89832780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B5CC6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2076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75D47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7709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A64F9"/>
    <w:rsid w:val="007B570C"/>
    <w:rsid w:val="007B6E81"/>
    <w:rsid w:val="007C01CD"/>
    <w:rsid w:val="007C589B"/>
    <w:rsid w:val="007D792A"/>
    <w:rsid w:val="007E15FA"/>
    <w:rsid w:val="007E4A6E"/>
    <w:rsid w:val="007F56A7"/>
    <w:rsid w:val="007F7233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04CD6"/>
    <w:rsid w:val="00A157FE"/>
    <w:rsid w:val="00A25B66"/>
    <w:rsid w:val="00A320BE"/>
    <w:rsid w:val="00A53059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3D7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B86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D7A35"/>
    <w:rsid w:val="00F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2180</Words>
  <Characters>12866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6</cp:revision>
  <cp:lastPrinted>2024-10-15T10:48:00Z</cp:lastPrinted>
  <dcterms:created xsi:type="dcterms:W3CDTF">2024-08-28T09:56:00Z</dcterms:created>
  <dcterms:modified xsi:type="dcterms:W3CDTF">2024-10-15T10:49:00Z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