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D450F" w14:textId="0A370579" w:rsidR="009B6D48" w:rsidRPr="002420A1" w:rsidRDefault="002845DF" w:rsidP="009B6D48">
      <w:bookmarkStart w:id="0" w:name="_Toc157504217"/>
      <w:r w:rsidRPr="002420A1">
        <w:t xml:space="preserve">Příloha č. </w:t>
      </w:r>
      <w:r w:rsidR="000F0F83" w:rsidRPr="002420A1">
        <w:t>3</w:t>
      </w:r>
      <w:r w:rsidRPr="002420A1">
        <w:t xml:space="preserve"> </w:t>
      </w:r>
      <w:r w:rsidR="005E71DC" w:rsidRPr="002420A1">
        <w:t>Rámcové dohody</w:t>
      </w:r>
    </w:p>
    <w:bookmarkEnd w:id="0"/>
    <w:p w14:paraId="5D1D0490" w14:textId="77777777" w:rsidR="005E71DC" w:rsidRPr="002420A1" w:rsidRDefault="005E71DC" w:rsidP="005E71DC">
      <w:pPr>
        <w:pStyle w:val="Nadpis2"/>
        <w:rPr>
          <w:color w:val="FF6600"/>
        </w:rPr>
      </w:pPr>
      <w:r w:rsidRPr="002420A1">
        <w:rPr>
          <w:color w:val="FF6600"/>
        </w:rPr>
        <w:t>Ceník</w:t>
      </w:r>
      <w:bookmarkStart w:id="1" w:name="_Toc157504218"/>
      <w:bookmarkEnd w:id="1"/>
    </w:p>
    <w:p w14:paraId="38239D82" w14:textId="77777777" w:rsidR="00774413" w:rsidRPr="002420A1" w:rsidRDefault="00774413" w:rsidP="00774413">
      <w:pPr>
        <w:rPr>
          <w:i/>
          <w:iCs/>
        </w:rPr>
      </w:pPr>
      <w:r w:rsidRPr="00D2146F">
        <w:rPr>
          <w:rFonts w:cstheme="minorHAnsi"/>
          <w:color w:val="FF0000"/>
        </w:rPr>
        <w:t>Zadavatel si vyhrazuje pro účely uzavření Rámcové dohody provést změny v tomto dokumentu, a to ve vztahu k údajům o celkové nabídkové ceně, která slouží pouze pro účely hodnocení nabídek. Tento údaj, jakož i údaje o předpokládaném počtu položek proto budou pro účely uzavření Rámcové dohody z dokumentu odstraněny.</w:t>
      </w:r>
      <w:r w:rsidRPr="00D2146F">
        <w:rPr>
          <w:rFonts w:cstheme="minorHAnsi"/>
          <w:color w:val="FF0000"/>
        </w:rPr>
        <w:tab/>
      </w:r>
    </w:p>
    <w:bookmarkStart w:id="2" w:name="_MON_1787054184"/>
    <w:bookmarkEnd w:id="2"/>
    <w:p w14:paraId="56805431" w14:textId="0ED5DF06" w:rsidR="005E71DC" w:rsidRDefault="00774413" w:rsidP="005E71DC">
      <w:pPr>
        <w:keepNext/>
        <w:rPr>
          <w:rStyle w:val="Siln"/>
        </w:rPr>
      </w:pPr>
      <w:r>
        <w:rPr>
          <w:rStyle w:val="Siln"/>
        </w:rPr>
        <w:object w:dxaOrig="5602" w:dyaOrig="4095" w14:anchorId="6FCB9A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style="width:310.15pt;height:225.05pt" o:ole="">
            <v:imagedata r:id="rId9" o:title=""/>
          </v:shape>
          <o:OLEObject Type="Embed" ProgID="Excel.Sheet.12" ShapeID="_x0000_i1047" DrawAspect="Content" ObjectID="_1787055335" r:id="rId10"/>
        </w:object>
      </w:r>
    </w:p>
    <w:p w14:paraId="7DB70F28" w14:textId="77777777" w:rsidR="00774413" w:rsidRDefault="002420A1" w:rsidP="00774413">
      <w:pPr>
        <w:rPr>
          <w:i/>
          <w:iCs/>
        </w:rPr>
      </w:pPr>
      <w:r w:rsidRPr="002420A1">
        <w:rPr>
          <w:i/>
          <w:iCs/>
        </w:rPr>
        <w:t>pozn.: Jedná se o tabulku ve formátu Excel. Úpravy lze zahájit po jejím otevření dvojklikem.</w:t>
      </w:r>
      <w:r w:rsidR="00774413">
        <w:rPr>
          <w:i/>
          <w:iCs/>
        </w:rPr>
        <w:t xml:space="preserve"> </w:t>
      </w:r>
    </w:p>
    <w:p w14:paraId="110F7854" w14:textId="77777777" w:rsidR="00774413" w:rsidRPr="002420A1" w:rsidRDefault="00774413">
      <w:pPr>
        <w:rPr>
          <w:i/>
          <w:iCs/>
        </w:rPr>
      </w:pPr>
    </w:p>
    <w:sectPr w:rsidR="00774413" w:rsidRPr="002420A1" w:rsidSect="002420A1">
      <w:pgSz w:w="11906" w:h="16838" w:code="9"/>
      <w:pgMar w:top="2070" w:right="1049" w:bottom="1134" w:left="1474" w:header="2268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F0F83"/>
    <w:rsid w:val="00127826"/>
    <w:rsid w:val="002420A1"/>
    <w:rsid w:val="002845DF"/>
    <w:rsid w:val="00366005"/>
    <w:rsid w:val="003727EC"/>
    <w:rsid w:val="005E6905"/>
    <w:rsid w:val="005E71DC"/>
    <w:rsid w:val="00774413"/>
    <w:rsid w:val="0080301E"/>
    <w:rsid w:val="008F34F0"/>
    <w:rsid w:val="0097791F"/>
    <w:rsid w:val="009B6D48"/>
    <w:rsid w:val="00BF6A6B"/>
    <w:rsid w:val="00C54219"/>
    <w:rsid w:val="00D371F5"/>
    <w:rsid w:val="00E83903"/>
    <w:rsid w:val="00F1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68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Bachorková Ivana, Mgr.</cp:lastModifiedBy>
  <cp:revision>5</cp:revision>
  <dcterms:created xsi:type="dcterms:W3CDTF">2024-08-06T08:17:00Z</dcterms:created>
  <dcterms:modified xsi:type="dcterms:W3CDTF">2024-09-05T13:29:00Z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