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AD6DD" w14:textId="77777777" w:rsidR="000719BB" w:rsidRDefault="000719BB" w:rsidP="006C2343">
      <w:pPr>
        <w:pStyle w:val="Titul2"/>
      </w:pPr>
    </w:p>
    <w:p w14:paraId="3321CBB4" w14:textId="77777777" w:rsidR="00826B7B" w:rsidRDefault="00826B7B" w:rsidP="006C2343">
      <w:pPr>
        <w:pStyle w:val="Titul2"/>
      </w:pPr>
    </w:p>
    <w:p w14:paraId="3290960D" w14:textId="77777777" w:rsidR="000008ED" w:rsidRPr="000719BB" w:rsidRDefault="000008ED" w:rsidP="006C2343">
      <w:pPr>
        <w:pStyle w:val="Titul2"/>
      </w:pPr>
      <w:r>
        <w:t>Díl 4</w:t>
      </w:r>
    </w:p>
    <w:p w14:paraId="6FD94C8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E59049E" w14:textId="77777777" w:rsidR="00AD0C7B" w:rsidRDefault="00AD0C7B" w:rsidP="00AD0C7B">
      <w:pPr>
        <w:pStyle w:val="Titul2"/>
      </w:pPr>
    </w:p>
    <w:p w14:paraId="38132918" w14:textId="77777777" w:rsidR="000008ED" w:rsidRDefault="000008ED" w:rsidP="00AD0C7B">
      <w:pPr>
        <w:pStyle w:val="Titul2"/>
      </w:pPr>
      <w:r>
        <w:t>Část 1</w:t>
      </w:r>
    </w:p>
    <w:p w14:paraId="521C55C2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412DDB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913E36F4C14953A910589BB1564BA8"/>
        </w:placeholder>
        <w:text/>
      </w:sdtPr>
      <w:sdtContent>
        <w:p w14:paraId="02D0F1C8" w14:textId="45448AF1" w:rsidR="00CF0EF4" w:rsidRDefault="004E095D" w:rsidP="00CF0EF4">
          <w:pPr>
            <w:pStyle w:val="Tituldatum"/>
          </w:pPr>
          <w:r w:rsidRPr="004E095D">
            <w:rPr>
              <w:rStyle w:val="Nzevakce"/>
            </w:rPr>
            <w:t xml:space="preserve">Výstavba PZZ přejezdu P3904 v km 3,828 trati </w:t>
          </w:r>
          <w:proofErr w:type="gramStart"/>
          <w:r w:rsidRPr="004E095D">
            <w:rPr>
              <w:rStyle w:val="Nzevakce"/>
            </w:rPr>
            <w:t>Studenec - Křižanov</w:t>
          </w:r>
          <w:proofErr w:type="gramEnd"/>
        </w:p>
      </w:sdtContent>
    </w:sdt>
    <w:p w14:paraId="24D8248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2FE2298" w14:textId="77777777" w:rsidR="00826B7B" w:rsidRPr="006C2343" w:rsidRDefault="00826B7B" w:rsidP="006C2343">
      <w:pPr>
        <w:pStyle w:val="Titul2"/>
      </w:pPr>
    </w:p>
    <w:p w14:paraId="3A81D9A4" w14:textId="77777777" w:rsidR="000008ED" w:rsidRDefault="000008ED" w:rsidP="006C2343">
      <w:pPr>
        <w:pStyle w:val="Tituldatum"/>
      </w:pPr>
    </w:p>
    <w:p w14:paraId="228739CD" w14:textId="77777777" w:rsidR="00C90F19" w:rsidRDefault="00C90F19" w:rsidP="006C2343">
      <w:pPr>
        <w:pStyle w:val="Tituldatum"/>
      </w:pPr>
    </w:p>
    <w:p w14:paraId="38C1436B" w14:textId="5815349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E095D">
        <w:t>30</w:t>
      </w:r>
      <w:r w:rsidRPr="00822450">
        <w:t xml:space="preserve">. </w:t>
      </w:r>
      <w:r w:rsidR="004E095D">
        <w:t>8</w:t>
      </w:r>
      <w:r w:rsidRPr="00822450">
        <w:t>. 20</w:t>
      </w:r>
      <w:r w:rsidR="00A616BE" w:rsidRPr="00822450">
        <w:t>2</w:t>
      </w:r>
      <w:r w:rsidR="00822450" w:rsidRPr="00822450">
        <w:t>4</w:t>
      </w:r>
      <w:r w:rsidR="000008ED">
        <w:t xml:space="preserve"> </w:t>
      </w:r>
    </w:p>
    <w:p w14:paraId="69442075" w14:textId="77777777" w:rsidR="00826B7B" w:rsidRDefault="00826B7B">
      <w:r>
        <w:br w:type="page"/>
      </w:r>
    </w:p>
    <w:p w14:paraId="0EE9C24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74FB98B" w14:textId="46F81B3E" w:rsidR="0082245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72321" w:history="1">
        <w:r w:rsidR="00822450" w:rsidRPr="00B762F5">
          <w:rPr>
            <w:rStyle w:val="Hypertextovodkaz"/>
          </w:rPr>
          <w:t>SEZNAM ZKRATEK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_Toc167772321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2</w:t>
        </w:r>
        <w:r w:rsidR="00822450">
          <w:rPr>
            <w:noProof/>
            <w:webHidden/>
          </w:rPr>
          <w:fldChar w:fldCharType="end"/>
        </w:r>
      </w:hyperlink>
    </w:p>
    <w:p w14:paraId="188DBA94" w14:textId="09B04096" w:rsidR="00822450" w:rsidRDefault="004E09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2" w:history="1">
        <w:r w:rsidR="00822450" w:rsidRPr="00B762F5">
          <w:rPr>
            <w:rStyle w:val="Hypertextovodkaz"/>
          </w:rPr>
          <w:t>1.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POJMY A DEFINICE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_Toc167772322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3B7245" w14:textId="77BBB0FA" w:rsidR="00822450" w:rsidRDefault="004E095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3" w:history="1">
        <w:r w:rsidR="00822450" w:rsidRPr="00B762F5">
          <w:rPr>
            <w:rStyle w:val="Hypertextovodkaz"/>
            <w:rFonts w:asciiTheme="majorHAnsi" w:hAnsiTheme="majorHAnsi"/>
          </w:rPr>
          <w:t>1.2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Soupis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_Toc167772323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39B84E0" w14:textId="1185EF6F" w:rsidR="00822450" w:rsidRDefault="004E095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4" w:history="1">
        <w:r w:rsidR="00822450" w:rsidRPr="00B762F5">
          <w:rPr>
            <w:rStyle w:val="Hypertextovodkaz"/>
            <w:rFonts w:asciiTheme="majorHAnsi" w:hAnsiTheme="majorHAnsi"/>
          </w:rPr>
          <w:t>1.3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Cenová soustava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_Toc167772324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456DFA" w14:textId="51AF0E2C" w:rsidR="00822450" w:rsidRDefault="004E095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5" w:history="1">
        <w:r w:rsidR="00822450" w:rsidRPr="00B762F5">
          <w:rPr>
            <w:rStyle w:val="Hypertextovodkaz"/>
            <w:rFonts w:asciiTheme="majorHAnsi" w:hAnsiTheme="majorHAnsi"/>
          </w:rPr>
          <w:t>1.4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Měrné jednotky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_Toc167772325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298D92D" w14:textId="3AC22022" w:rsidR="00822450" w:rsidRDefault="004E09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6" w:history="1">
        <w:r w:rsidR="00822450" w:rsidRPr="00B762F5">
          <w:rPr>
            <w:rStyle w:val="Hypertextovodkaz"/>
          </w:rPr>
          <w:t>2.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ZÁKLADNÍ PRAVIDLA PRO OCEŇOVÁNÍ SOUPISU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_Toc167772326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4CD06685" w14:textId="277DF343" w:rsidR="00822450" w:rsidRDefault="004E09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7" w:history="1">
        <w:r w:rsidR="00822450" w:rsidRPr="00B762F5">
          <w:rPr>
            <w:rStyle w:val="Hypertextovodkaz"/>
          </w:rPr>
          <w:t>3.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MĚŘENÍ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_Toc167772327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71F9C79E" w14:textId="52FD118E" w:rsidR="00822450" w:rsidRDefault="004E09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8" w:history="1">
        <w:r w:rsidR="00822450" w:rsidRPr="00B762F5">
          <w:rPr>
            <w:rStyle w:val="Hypertextovodkaz"/>
          </w:rPr>
          <w:t>4.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SROVNATELNÉ VÝROBKY, ALTERNATIVY MATERIÁLŮ A PROVEDENÍ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_Toc167772328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52AC92D4" w14:textId="166BE74C" w:rsidR="00AD0C7B" w:rsidRDefault="00BD7E91" w:rsidP="008D03B9">
      <w:r>
        <w:fldChar w:fldCharType="end"/>
      </w:r>
    </w:p>
    <w:p w14:paraId="4189A87B" w14:textId="77777777" w:rsidR="000008ED" w:rsidRDefault="000008ED" w:rsidP="008D03B9"/>
    <w:p w14:paraId="59114BE0" w14:textId="77777777" w:rsidR="000008ED" w:rsidRDefault="000008ED" w:rsidP="008D03B9"/>
    <w:p w14:paraId="0798BE60" w14:textId="77777777" w:rsidR="000008ED" w:rsidRDefault="000008ED" w:rsidP="008D03B9"/>
    <w:p w14:paraId="09CC0EDE" w14:textId="77777777" w:rsidR="000008ED" w:rsidRDefault="000008ED" w:rsidP="008D03B9"/>
    <w:p w14:paraId="746311A5" w14:textId="77777777" w:rsidR="00AD0C7B" w:rsidRDefault="00AD0C7B" w:rsidP="00240E69">
      <w:pPr>
        <w:pStyle w:val="Nadpisbezsl1-1"/>
        <w:outlineLvl w:val="0"/>
      </w:pPr>
      <w:bookmarkStart w:id="0" w:name="_Toc167772321"/>
      <w:r>
        <w:t>SEZNAM ZKRATEK</w:t>
      </w:r>
      <w:bookmarkEnd w:id="0"/>
      <w:r w:rsidR="0076790E">
        <w:t xml:space="preserve"> </w:t>
      </w:r>
    </w:p>
    <w:p w14:paraId="17A8CD3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1D5B4E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342216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8B1B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AFAB0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E116B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9882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B8F811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24DE9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47D1B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45359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1926FB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BCAF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6B248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2BAFCB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D49E1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2A830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1B1A6D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7E236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20999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6DF83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9CC7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6971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F1C92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B39C5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823AF5" w14:textId="77777777" w:rsidR="005E07BA" w:rsidRPr="006115D3" w:rsidRDefault="005E07BA" w:rsidP="00BC06B4">
            <w:pPr>
              <w:pStyle w:val="Zkratky2"/>
            </w:pPr>
          </w:p>
        </w:tc>
      </w:tr>
    </w:tbl>
    <w:p w14:paraId="361C271C" w14:textId="77777777" w:rsidR="00041EC8" w:rsidRDefault="00041EC8" w:rsidP="00AD0C7B"/>
    <w:p w14:paraId="563CBC24" w14:textId="77777777" w:rsidR="00826B7B" w:rsidRDefault="00826B7B" w:rsidP="008D03B9"/>
    <w:p w14:paraId="730A8A51" w14:textId="77777777" w:rsidR="00826B7B" w:rsidRDefault="00826B7B">
      <w:r>
        <w:br w:type="page"/>
      </w:r>
    </w:p>
    <w:p w14:paraId="76692C13" w14:textId="77777777" w:rsidR="005E07BA" w:rsidRDefault="005E07BA" w:rsidP="003368B2">
      <w:pPr>
        <w:pStyle w:val="Nadpis2-1"/>
      </w:pPr>
      <w:bookmarkStart w:id="1" w:name="_Toc16777232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BCCCF69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B3DC862" w14:textId="77777777" w:rsidR="005E07BA" w:rsidRDefault="005E07BA" w:rsidP="005E07BA">
      <w:pPr>
        <w:pStyle w:val="Nadpis2-2"/>
      </w:pPr>
      <w:bookmarkStart w:id="6" w:name="_Toc167772323"/>
      <w:r>
        <w:t>Soupis prací</w:t>
      </w:r>
      <w:bookmarkEnd w:id="6"/>
      <w:r>
        <w:t xml:space="preserve"> </w:t>
      </w:r>
    </w:p>
    <w:p w14:paraId="4C3D3E4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48A179B" w14:textId="77777777" w:rsidR="005E07BA" w:rsidRDefault="005E07BA" w:rsidP="005E07BA">
      <w:pPr>
        <w:pStyle w:val="Nadpis2-2"/>
      </w:pPr>
      <w:bookmarkStart w:id="7" w:name="_Toc167772324"/>
      <w:r>
        <w:t>Cenová soustava</w:t>
      </w:r>
      <w:bookmarkEnd w:id="7"/>
    </w:p>
    <w:p w14:paraId="20B886E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21C0D7A" w14:textId="77777777" w:rsidR="005E07BA" w:rsidRDefault="005E07BA" w:rsidP="005E07BA">
      <w:pPr>
        <w:pStyle w:val="Nadpis2-2"/>
      </w:pPr>
      <w:bookmarkStart w:id="8" w:name="_Toc167772325"/>
      <w:r>
        <w:t>Měrné jednotky</w:t>
      </w:r>
      <w:bookmarkEnd w:id="8"/>
    </w:p>
    <w:p w14:paraId="693DFF0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A6E679F" w14:textId="77777777" w:rsidR="005E07BA" w:rsidRDefault="005E07BA" w:rsidP="005E07BA">
      <w:pPr>
        <w:pStyle w:val="Nadpis2-1"/>
      </w:pPr>
      <w:bookmarkStart w:id="9" w:name="_Toc167772326"/>
      <w:r>
        <w:t>ZÁKLADNÍ PRAVIDLA PRO OCEŇOVÁNÍ SOUPISU PRACÍ</w:t>
      </w:r>
      <w:bookmarkEnd w:id="9"/>
    </w:p>
    <w:p w14:paraId="488A06B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794B3EC" w14:textId="77777777" w:rsidR="005E07BA" w:rsidRDefault="005E07BA" w:rsidP="005E07BA">
      <w:pPr>
        <w:pStyle w:val="Text2-1"/>
      </w:pPr>
      <w:r>
        <w:t>Položky soupisu prací obsahují pole:</w:t>
      </w:r>
    </w:p>
    <w:p w14:paraId="0EC7264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91508FB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070630B9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1387CA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B7AF627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17422969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603B628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6140D16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EAD506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9F1606C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2C0CD82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3CCACC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E0E188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DCED325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2871AD1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41C9EBC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0902983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395806B" w14:textId="77777777" w:rsidR="005E07BA" w:rsidRDefault="005E07BA" w:rsidP="005E07BA">
      <w:pPr>
        <w:pStyle w:val="Odrka1-2-"/>
      </w:pPr>
      <w:r>
        <w:t>náklady na veškerá pojištění;</w:t>
      </w:r>
    </w:p>
    <w:p w14:paraId="596C62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E1C516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F6BA97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05049C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32AA56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617C837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968CC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479771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2DB1A4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A8BFCF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774948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E71ED9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3B53DD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B12DFC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E200B1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E557E7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0E2702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869D99E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FCE6C6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D2245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6E05A27" w14:textId="77777777" w:rsidR="005E07BA" w:rsidRDefault="005E07BA" w:rsidP="005E07BA">
      <w:pPr>
        <w:pStyle w:val="Odrka1-2-"/>
      </w:pPr>
      <w:r>
        <w:t>geodetickou a koordinační činnost,</w:t>
      </w:r>
    </w:p>
    <w:p w14:paraId="77EF5CA9" w14:textId="77777777" w:rsidR="005E07BA" w:rsidRDefault="005E07BA" w:rsidP="005E07BA">
      <w:pPr>
        <w:pStyle w:val="Odrka1-2-"/>
      </w:pPr>
      <w:r>
        <w:t>veškeré zkoušky a revize.</w:t>
      </w:r>
    </w:p>
    <w:p w14:paraId="34C2BF1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66B0BC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3AF502C" w14:textId="48303556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</w:t>
      </w:r>
      <w:r w:rsidRPr="00822450">
        <w:t>pisu prací lišit z důvodu přesného zaměření nebo na základě rozhodnutí Správce stavby</w:t>
      </w:r>
      <w:r>
        <w:t>.</w:t>
      </w:r>
    </w:p>
    <w:p w14:paraId="77A3661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A68B1B4" w14:textId="11E07968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963408">
        <w:t>předpisu XC4).</w:t>
      </w:r>
    </w:p>
    <w:p w14:paraId="5FAF65F6" w14:textId="77777777" w:rsidR="005E07BA" w:rsidRDefault="005E07BA" w:rsidP="005E07BA">
      <w:pPr>
        <w:pStyle w:val="Nadpis2-1"/>
      </w:pPr>
      <w:bookmarkStart w:id="10" w:name="_Toc167772327"/>
      <w:r>
        <w:t>MĚŘENÍ</w:t>
      </w:r>
      <w:bookmarkEnd w:id="10"/>
    </w:p>
    <w:p w14:paraId="66E76CB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7AD78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002F1B" w14:textId="77777777" w:rsidR="005E07BA" w:rsidRDefault="005E07BA" w:rsidP="001D1F8C">
      <w:pPr>
        <w:pStyle w:val="Nadpis2-1"/>
      </w:pPr>
      <w:bookmarkStart w:id="11" w:name="_Toc16777232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31C0875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57D4EB0" w14:textId="5062CA84" w:rsidR="005E07BA" w:rsidRDefault="005E07BA" w:rsidP="001D1F8C">
      <w:pPr>
        <w:pStyle w:val="Text2-1"/>
      </w:pPr>
      <w:r>
        <w:t xml:space="preserve">Jestliže dodavatel </w:t>
      </w:r>
      <w:r w:rsidRPr="00ED31A4">
        <w:t>nabídne srovnatelný výrobek nebo materiál namísto určeného nebo vykázaného, a tento je 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D6D95" w14:textId="77777777" w:rsidR="009E34F8" w:rsidRDefault="009E34F8" w:rsidP="00962258">
      <w:pPr>
        <w:spacing w:after="0" w:line="240" w:lineRule="auto"/>
      </w:pPr>
      <w:r>
        <w:separator/>
      </w:r>
    </w:p>
  </w:endnote>
  <w:endnote w:type="continuationSeparator" w:id="0">
    <w:p w14:paraId="3FF36232" w14:textId="77777777" w:rsidR="009E34F8" w:rsidRDefault="009E3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673DD1C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6D2F62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638DD1A" w14:textId="78C0AA0A" w:rsidR="00CF0EF4" w:rsidRPr="003462EB" w:rsidRDefault="00235535" w:rsidP="00C87634">
          <w:pPr>
            <w:pStyle w:val="Zpatvlevo"/>
          </w:pPr>
          <w:fldSimple w:instr=" STYLEREF  _Název_akce  \* MERGEFORMAT ">
            <w:r w:rsidR="004E095D" w:rsidRPr="004E095D">
              <w:rPr>
                <w:b/>
                <w:bCs/>
                <w:noProof/>
              </w:rPr>
              <w:t>Výstavba PZZ</w:t>
            </w:r>
            <w:r w:rsidR="004E095D">
              <w:rPr>
                <w:noProof/>
              </w:rPr>
              <w:t xml:space="preserve"> přejezdu P3904 v km 3,828 trati Studenec - Křižanov</w:t>
            </w:r>
          </w:fldSimple>
        </w:p>
        <w:p w14:paraId="3E87001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C1C584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65F646EC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145A87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187BFC9" w14:textId="053E643D" w:rsidR="00CF0EF4" w:rsidRDefault="00235535" w:rsidP="00C87634">
          <w:pPr>
            <w:pStyle w:val="Zpatvpravo"/>
          </w:pPr>
          <w:fldSimple w:instr=" STYLEREF  _Název_akce  \* MERGEFORMAT ">
            <w:r w:rsidR="004E095D" w:rsidRPr="004E095D">
              <w:rPr>
                <w:b/>
                <w:bCs/>
                <w:noProof/>
              </w:rPr>
              <w:t>Výstavba PZZ</w:t>
            </w:r>
            <w:r w:rsidR="004E095D">
              <w:rPr>
                <w:noProof/>
              </w:rPr>
              <w:t xml:space="preserve"> přejezdu P3904 v km 3,828 trati Studenec - Křižanov</w:t>
            </w:r>
          </w:fldSimple>
        </w:p>
        <w:p w14:paraId="0FD5568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665C1C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08C7BA6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5E161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27D1A" w14:textId="77777777" w:rsidR="00CF0EF4" w:rsidRPr="00B8518B" w:rsidRDefault="00CF0EF4" w:rsidP="00CF0EF4">
    <w:pPr>
      <w:pStyle w:val="Zpat"/>
      <w:rPr>
        <w:sz w:val="2"/>
        <w:szCs w:val="2"/>
      </w:rPr>
    </w:pPr>
  </w:p>
  <w:p w14:paraId="2276401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D86611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0B4F2" w14:textId="77777777" w:rsidR="009E34F8" w:rsidRDefault="009E34F8" w:rsidP="00962258">
      <w:pPr>
        <w:spacing w:after="0" w:line="240" w:lineRule="auto"/>
      </w:pPr>
      <w:r>
        <w:separator/>
      </w:r>
    </w:p>
  </w:footnote>
  <w:footnote w:type="continuationSeparator" w:id="0">
    <w:p w14:paraId="5B31DA02" w14:textId="77777777" w:rsidR="009E34F8" w:rsidRDefault="009E3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C8B3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A2956C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AA7CD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8473B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58EA83" w14:textId="77777777" w:rsidR="0076790E" w:rsidRPr="00D6163D" w:rsidRDefault="0076790E" w:rsidP="00D6163D">
          <w:pPr>
            <w:pStyle w:val="Druhdokumentu"/>
          </w:pPr>
        </w:p>
      </w:tc>
    </w:tr>
  </w:tbl>
  <w:p w14:paraId="2EF2795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5E4CC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D675C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70A51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E6C18A4" wp14:editId="63F9F8D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A792DF4" w14:textId="77777777" w:rsidR="0076790E" w:rsidRPr="00D6163D" w:rsidRDefault="0076790E" w:rsidP="00FC6389">
          <w:pPr>
            <w:pStyle w:val="Druhdokumentu"/>
          </w:pPr>
        </w:p>
      </w:tc>
    </w:tr>
    <w:tr w:rsidR="0076790E" w14:paraId="49693AF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9926E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775F9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99EEC1" w14:textId="77777777" w:rsidR="0076790E" w:rsidRPr="00D6163D" w:rsidRDefault="0076790E" w:rsidP="00FC6389">
          <w:pPr>
            <w:pStyle w:val="Druhdokumentu"/>
          </w:pPr>
        </w:p>
      </w:tc>
    </w:tr>
  </w:tbl>
  <w:p w14:paraId="650872FE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3062E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137550">
    <w:abstractNumId w:val="3"/>
  </w:num>
  <w:num w:numId="2" w16cid:durableId="1116172691">
    <w:abstractNumId w:val="1"/>
  </w:num>
  <w:num w:numId="3" w16cid:durableId="345248612">
    <w:abstractNumId w:val="8"/>
  </w:num>
  <w:num w:numId="4" w16cid:durableId="1983389339">
    <w:abstractNumId w:val="4"/>
  </w:num>
  <w:num w:numId="5" w16cid:durableId="137185200">
    <w:abstractNumId w:val="10"/>
  </w:num>
  <w:num w:numId="6" w16cid:durableId="495458873">
    <w:abstractNumId w:val="5"/>
  </w:num>
  <w:num w:numId="7" w16cid:durableId="756636780">
    <w:abstractNumId w:val="6"/>
  </w:num>
  <w:num w:numId="8" w16cid:durableId="516189002">
    <w:abstractNumId w:val="7"/>
  </w:num>
  <w:num w:numId="9" w16cid:durableId="1657152488">
    <w:abstractNumId w:val="0"/>
  </w:num>
  <w:num w:numId="10" w16cid:durableId="1000154086">
    <w:abstractNumId w:val="2"/>
  </w:num>
  <w:num w:numId="11" w16cid:durableId="1072431903">
    <w:abstractNumId w:val="9"/>
  </w:num>
  <w:num w:numId="12" w16cid:durableId="1013797292">
    <w:abstractNumId w:val="0"/>
  </w:num>
  <w:num w:numId="13" w16cid:durableId="1970435755">
    <w:abstractNumId w:val="2"/>
  </w:num>
  <w:num w:numId="14" w16cid:durableId="1495296154">
    <w:abstractNumId w:val="2"/>
  </w:num>
  <w:num w:numId="15" w16cid:durableId="438187797">
    <w:abstractNumId w:val="5"/>
  </w:num>
  <w:num w:numId="16" w16cid:durableId="2010522621">
    <w:abstractNumId w:val="5"/>
  </w:num>
  <w:num w:numId="17" w16cid:durableId="2019380861">
    <w:abstractNumId w:val="5"/>
  </w:num>
  <w:num w:numId="18" w16cid:durableId="1507020755">
    <w:abstractNumId w:val="5"/>
  </w:num>
  <w:num w:numId="19" w16cid:durableId="1456867989">
    <w:abstractNumId w:val="6"/>
  </w:num>
  <w:num w:numId="20" w16cid:durableId="763066654">
    <w:abstractNumId w:val="6"/>
  </w:num>
  <w:num w:numId="21" w16cid:durableId="1053382278">
    <w:abstractNumId w:val="6"/>
  </w:num>
  <w:num w:numId="22" w16cid:durableId="1284849516">
    <w:abstractNumId w:val="6"/>
  </w:num>
  <w:num w:numId="23" w16cid:durableId="617836760">
    <w:abstractNumId w:val="7"/>
  </w:num>
  <w:num w:numId="24" w16cid:durableId="1906446916">
    <w:abstractNumId w:val="0"/>
  </w:num>
  <w:num w:numId="25" w16cid:durableId="578683243">
    <w:abstractNumId w:val="0"/>
  </w:num>
  <w:num w:numId="26" w16cid:durableId="157305953">
    <w:abstractNumId w:val="2"/>
  </w:num>
  <w:num w:numId="27" w16cid:durableId="705833887">
    <w:abstractNumId w:val="2"/>
  </w:num>
  <w:num w:numId="28" w16cid:durableId="200285126">
    <w:abstractNumId w:val="9"/>
  </w:num>
  <w:num w:numId="29" w16cid:durableId="1100029680">
    <w:abstractNumId w:val="0"/>
  </w:num>
  <w:num w:numId="30" w16cid:durableId="1871992598">
    <w:abstractNumId w:val="2"/>
  </w:num>
  <w:num w:numId="31" w16cid:durableId="1924685470">
    <w:abstractNumId w:val="2"/>
  </w:num>
  <w:num w:numId="32" w16cid:durableId="1596136137">
    <w:abstractNumId w:val="5"/>
  </w:num>
  <w:num w:numId="33" w16cid:durableId="238246362">
    <w:abstractNumId w:val="5"/>
  </w:num>
  <w:num w:numId="34" w16cid:durableId="1704086710">
    <w:abstractNumId w:val="5"/>
  </w:num>
  <w:num w:numId="35" w16cid:durableId="1969503573">
    <w:abstractNumId w:val="5"/>
  </w:num>
  <w:num w:numId="36" w16cid:durableId="143737084">
    <w:abstractNumId w:val="6"/>
  </w:num>
  <w:num w:numId="37" w16cid:durableId="1339891227">
    <w:abstractNumId w:val="6"/>
  </w:num>
  <w:num w:numId="38" w16cid:durableId="1762215025">
    <w:abstractNumId w:val="6"/>
  </w:num>
  <w:num w:numId="39" w16cid:durableId="1741488587">
    <w:abstractNumId w:val="6"/>
  </w:num>
  <w:num w:numId="40" w16cid:durableId="1691638226">
    <w:abstractNumId w:val="7"/>
  </w:num>
  <w:num w:numId="41" w16cid:durableId="668875354">
    <w:abstractNumId w:val="0"/>
  </w:num>
  <w:num w:numId="42" w16cid:durableId="582685700">
    <w:abstractNumId w:val="0"/>
  </w:num>
  <w:num w:numId="43" w16cid:durableId="1685594973">
    <w:abstractNumId w:val="2"/>
  </w:num>
  <w:num w:numId="44" w16cid:durableId="926116893">
    <w:abstractNumId w:val="2"/>
  </w:num>
  <w:num w:numId="45" w16cid:durableId="291398990">
    <w:abstractNumId w:val="9"/>
  </w:num>
  <w:num w:numId="46" w16cid:durableId="7070252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70"/>
    <w:rsid w:val="000008ED"/>
    <w:rsid w:val="00017F3C"/>
    <w:rsid w:val="000373DC"/>
    <w:rsid w:val="00041EC8"/>
    <w:rsid w:val="0004340C"/>
    <w:rsid w:val="000537B2"/>
    <w:rsid w:val="0006465A"/>
    <w:rsid w:val="0006588D"/>
    <w:rsid w:val="00067A5E"/>
    <w:rsid w:val="00071521"/>
    <w:rsid w:val="000719BB"/>
    <w:rsid w:val="00072A65"/>
    <w:rsid w:val="00072C1E"/>
    <w:rsid w:val="00090F70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867C7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5535"/>
    <w:rsid w:val="00237C12"/>
    <w:rsid w:val="00240B81"/>
    <w:rsid w:val="00240E69"/>
    <w:rsid w:val="00247D01"/>
    <w:rsid w:val="0025030F"/>
    <w:rsid w:val="00261A5B"/>
    <w:rsid w:val="00262E5B"/>
    <w:rsid w:val="00266338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7B0D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5722"/>
    <w:rsid w:val="00486107"/>
    <w:rsid w:val="00491827"/>
    <w:rsid w:val="004B0DFE"/>
    <w:rsid w:val="004C4399"/>
    <w:rsid w:val="004C7451"/>
    <w:rsid w:val="004C787C"/>
    <w:rsid w:val="004C7AD5"/>
    <w:rsid w:val="004E095D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075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57860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2450"/>
    <w:rsid w:val="00825984"/>
    <w:rsid w:val="00826B7B"/>
    <w:rsid w:val="00834146"/>
    <w:rsid w:val="00846789"/>
    <w:rsid w:val="0087366C"/>
    <w:rsid w:val="008854E2"/>
    <w:rsid w:val="00887F36"/>
    <w:rsid w:val="008A2793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3408"/>
    <w:rsid w:val="009678B7"/>
    <w:rsid w:val="00982E44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34F8"/>
    <w:rsid w:val="009E56ED"/>
    <w:rsid w:val="009F0603"/>
    <w:rsid w:val="009F309B"/>
    <w:rsid w:val="009F392E"/>
    <w:rsid w:val="009F48B9"/>
    <w:rsid w:val="009F53C5"/>
    <w:rsid w:val="00A01A97"/>
    <w:rsid w:val="00A0740E"/>
    <w:rsid w:val="00A24E6C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76C4F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31A4"/>
    <w:rsid w:val="00F016C7"/>
    <w:rsid w:val="00F12DEC"/>
    <w:rsid w:val="00F1715C"/>
    <w:rsid w:val="00F24034"/>
    <w:rsid w:val="00F27B7C"/>
    <w:rsid w:val="00F310F8"/>
    <w:rsid w:val="00F31780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8CFF1"/>
  <w14:defaultImageDpi w14:val="32767"/>
  <w15:docId w15:val="{21992C47-7A7F-495B-87E2-E2C7D20C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Dokumenty-Z\Zadan&#225;%20pr&#225;ce%202024\52%20(R)%20P3950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913E36F4C14953A910589BB1564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9B7F-C5C7-4CCA-A8C9-42E03BC27965}"/>
      </w:docPartPr>
      <w:docPartBody>
        <w:p w:rsidR="005E30BC" w:rsidRDefault="00845D89">
          <w:pPr>
            <w:pStyle w:val="6D913E36F4C14953A910589BB1564BA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94"/>
    <w:rsid w:val="0004340C"/>
    <w:rsid w:val="003B243F"/>
    <w:rsid w:val="00485722"/>
    <w:rsid w:val="005A1075"/>
    <w:rsid w:val="005E30BC"/>
    <w:rsid w:val="00845D89"/>
    <w:rsid w:val="00982E44"/>
    <w:rsid w:val="009C0694"/>
    <w:rsid w:val="00A24E6C"/>
    <w:rsid w:val="00FA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913E36F4C14953A910589BB1564BA8">
    <w:name w:val="6D913E36F4C14953A910589BB1564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18</TotalTime>
  <Pages>6</Pages>
  <Words>1895</Words>
  <Characters>11185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Bureš Jakub, Ing.</dc:creator>
  <cp:lastModifiedBy>Černý Jan, Ing.</cp:lastModifiedBy>
  <cp:revision>3</cp:revision>
  <cp:lastPrinted>2019-03-13T10:28:00Z</cp:lastPrinted>
  <dcterms:created xsi:type="dcterms:W3CDTF">2024-07-23T05:36:00Z</dcterms:created>
  <dcterms:modified xsi:type="dcterms:W3CDTF">2024-08-30T07:45:00Z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