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692659FE" w:rsidR="00F862D6" w:rsidRPr="003E6B9A" w:rsidRDefault="00606EBE" w:rsidP="0037111D">
            <w:r w:rsidRPr="00606EBE">
              <w:rPr>
                <w:rFonts w:ascii="Helvetica" w:hAnsi="Helvetica"/>
              </w:rPr>
              <w:t>10855/2024-SŽ-SSV-Ú3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07A3A05A" w:rsidR="00F862D6" w:rsidRPr="003E6B9A" w:rsidRDefault="00606EBE" w:rsidP="00CC1E2B">
            <w:r w:rsidRPr="00606EBE">
              <w:t>2</w:t>
            </w:r>
            <w:r w:rsidR="003E6B9A" w:rsidRPr="00606EBE">
              <w:t>/</w:t>
            </w:r>
            <w:r w:rsidRPr="00606EBE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7B16C9E" w:rsidR="009A7568" w:rsidRPr="003E6B9A" w:rsidRDefault="00606EBE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145ADFD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06EBE">
              <w:rPr>
                <w:noProof/>
              </w:rPr>
              <w:t>2.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1DCEC3E5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920812">
        <w:rPr>
          <w:rFonts w:eastAsia="Times New Roman" w:cs="Times New Roman"/>
          <w:lang w:eastAsia="cs-CZ"/>
        </w:rPr>
        <w:t>3</w:t>
      </w:r>
      <w:r w:rsidR="00F60E95">
        <w:rPr>
          <w:rFonts w:eastAsia="Times New Roman" w:cs="Times New Roman"/>
          <w:lang w:eastAsia="cs-CZ"/>
        </w:rPr>
        <w:t>0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 xml:space="preserve">Modernizace trati Hradec Králové – Pardubice – Chrudim, 2.stavba,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zdvoukolejnění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 xml:space="preserve"> Opatovice nad Labem-Hradec Králové, 1.etapa ŽST Hradec Králové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hl.n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>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32B85E6" w14:textId="77777777" w:rsidR="00A73FB2" w:rsidRPr="00335122" w:rsidRDefault="00A73FB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4FE09E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BB182BA" w14:textId="77777777" w:rsidR="00A73FB2" w:rsidRPr="00BD5319" w:rsidRDefault="00A73FB2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315086A0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920812">
        <w:rPr>
          <w:rFonts w:eastAsia="Calibri" w:cs="Times New Roman"/>
          <w:b/>
          <w:lang w:eastAsia="cs-CZ"/>
        </w:rPr>
        <w:t>218</w:t>
      </w:r>
      <w:r w:rsidRPr="00BD5319">
        <w:rPr>
          <w:rFonts w:eastAsia="Calibri" w:cs="Times New Roman"/>
          <w:b/>
          <w:lang w:eastAsia="cs-CZ"/>
        </w:rPr>
        <w:t>:</w:t>
      </w:r>
    </w:p>
    <w:p w14:paraId="3F925D6B" w14:textId="2AFF66D9" w:rsidR="00BD5319" w:rsidRDefault="00920812" w:rsidP="00920812">
      <w:pPr>
        <w:spacing w:after="0" w:line="240" w:lineRule="auto"/>
        <w:jc w:val="both"/>
      </w:pPr>
      <w:r w:rsidRPr="005563FA">
        <w:rPr>
          <w:b/>
          <w:bCs/>
        </w:rPr>
        <w:t>SO 22-20-02</w:t>
      </w:r>
      <w:r>
        <w:t xml:space="preserve"> ochranná konstrukce proti podzemní vodě – v soupise prací tohoto objektu úplně chybí položka pro betonářskou výztuž říms, tak jak je to u jiných objektů. </w:t>
      </w:r>
      <w:r>
        <w:br/>
        <w:t>Doplní zadavatel položku betonářská výztuž říms do soupisu prací objektu SO 22-20-02, nebo specifikuje v jaké položce se betonářská výztuž říms nachází?</w:t>
      </w:r>
    </w:p>
    <w:p w14:paraId="2A0789FA" w14:textId="77777777" w:rsidR="00920812" w:rsidRPr="00BD5319" w:rsidRDefault="00920812" w:rsidP="0092081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76613B8" w14:textId="77777777" w:rsidR="00920812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0FC7169" w14:textId="4506B601" w:rsidR="00303065" w:rsidRPr="00A73FB2" w:rsidRDefault="00303065" w:rsidP="00A73FB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73FB2">
        <w:rPr>
          <w:rFonts w:eastAsia="Calibri" w:cs="Times New Roman"/>
          <w:bCs/>
          <w:lang w:eastAsia="cs-CZ"/>
        </w:rPr>
        <w:t>Jak vyplývá z výkresů výztuže (přílohy 305-314) je armatura říms zahrnuta v celkové výztuži dilatačních dílů vany (viz dále odpověď na dotaz 219).</w:t>
      </w:r>
    </w:p>
    <w:p w14:paraId="6D16A484" w14:textId="1F97AB3A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B2433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1162710E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 w:rsidR="00920812">
        <w:rPr>
          <w:rFonts w:eastAsia="Calibri" w:cs="Times New Roman"/>
          <w:b/>
          <w:lang w:eastAsia="cs-CZ"/>
        </w:rPr>
        <w:t>19</w:t>
      </w:r>
      <w:r w:rsidRPr="00BD5319">
        <w:rPr>
          <w:rFonts w:eastAsia="Calibri" w:cs="Times New Roman"/>
          <w:b/>
          <w:lang w:eastAsia="cs-CZ"/>
        </w:rPr>
        <w:t>:</w:t>
      </w:r>
    </w:p>
    <w:p w14:paraId="2331DF40" w14:textId="77777777" w:rsidR="00920812" w:rsidRDefault="00920812" w:rsidP="00920812">
      <w:pPr>
        <w:spacing w:after="0" w:line="240" w:lineRule="auto"/>
        <w:jc w:val="both"/>
      </w:pPr>
      <w:r w:rsidRPr="005563FA">
        <w:rPr>
          <w:b/>
          <w:bCs/>
        </w:rPr>
        <w:t>SO 22-20-02</w:t>
      </w:r>
      <w:r>
        <w:t xml:space="preserve"> ochranná konstrukce proti podzemní vodě – v soupise prací tohoto objektu je položka č. 389385 </w:t>
      </w:r>
      <w:r w:rsidRPr="00473777">
        <w:t>MOSTNÍ RÁMOVÉ KONSTRUKCE ZE ŽELEZOBETONU C30/37 VČETNĚ VÝZTUŽE</w:t>
      </w:r>
      <w:r>
        <w:t xml:space="preserve"> s množstvím </w:t>
      </w:r>
      <w:r w:rsidRPr="0014249D">
        <w:t>2</w:t>
      </w:r>
      <w:r>
        <w:t>.</w:t>
      </w:r>
      <w:r w:rsidRPr="0014249D">
        <w:t>380,667</w:t>
      </w:r>
      <w:r>
        <w:t xml:space="preserve"> M3. Jedná se o kumulovanou položku, do které má být rozpuštěna i cena za dodávku a ukládku betonářské výztuže. U takového velkého objemu nebývá obvyklé kumulovat dvě položky a betonářská výztuž je vykazována zvlášť i za účelem měřeného kontraktu a případné změny v průběhu realizace.</w:t>
      </w:r>
    </w:p>
    <w:p w14:paraId="002E726F" w14:textId="6BD9F250" w:rsidR="00BD5319" w:rsidRDefault="00920812" w:rsidP="00920812">
      <w:pPr>
        <w:spacing w:after="0" w:line="240" w:lineRule="auto"/>
        <w:jc w:val="both"/>
      </w:pPr>
      <w:r>
        <w:t>Může zadavatel pro lepší a přesnější ocenění a následnou fakturaci při realizaci tuto položku rozdělit a doplnit do soupisu prací objektu SO 22-20-02 i položku betonářské výztuže?</w:t>
      </w:r>
    </w:p>
    <w:p w14:paraId="1801D42E" w14:textId="77777777" w:rsidR="00920812" w:rsidRPr="00BD5319" w:rsidRDefault="00920812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4B4E5B36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925E84F" w14:textId="31536B75" w:rsidR="00303065" w:rsidRPr="00A73FB2" w:rsidRDefault="00303065" w:rsidP="00A73FB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73FB2">
        <w:rPr>
          <w:rFonts w:eastAsia="Calibri" w:cs="Times New Roman"/>
          <w:bCs/>
          <w:lang w:eastAsia="cs-CZ"/>
        </w:rPr>
        <w:t xml:space="preserve">Položky </w:t>
      </w:r>
      <w:r w:rsidR="008D55EA" w:rsidRPr="00A73FB2">
        <w:rPr>
          <w:rFonts w:eastAsia="Calibri" w:cs="Times New Roman"/>
          <w:bCs/>
          <w:lang w:eastAsia="cs-CZ"/>
        </w:rPr>
        <w:t xml:space="preserve">byly </w:t>
      </w:r>
      <w:r w:rsidRPr="00A73FB2">
        <w:rPr>
          <w:rFonts w:eastAsia="Calibri" w:cs="Times New Roman"/>
          <w:bCs/>
          <w:lang w:eastAsia="cs-CZ"/>
        </w:rPr>
        <w:t xml:space="preserve">odděleny. V souladu s tabulkami výkresů výztuže </w:t>
      </w:r>
      <w:r w:rsidR="008D55EA" w:rsidRPr="00A73FB2">
        <w:rPr>
          <w:rFonts w:eastAsia="Calibri" w:cs="Times New Roman"/>
          <w:bCs/>
          <w:lang w:eastAsia="cs-CZ"/>
        </w:rPr>
        <w:t>(</w:t>
      </w:r>
      <w:r w:rsidRPr="00A73FB2">
        <w:rPr>
          <w:rFonts w:eastAsia="Calibri" w:cs="Times New Roman"/>
          <w:bCs/>
          <w:lang w:eastAsia="cs-CZ"/>
        </w:rPr>
        <w:t>přílohy 305-314</w:t>
      </w:r>
      <w:r w:rsidR="008D55EA" w:rsidRPr="00A73FB2">
        <w:rPr>
          <w:rFonts w:eastAsia="Calibri" w:cs="Times New Roman"/>
          <w:bCs/>
          <w:lang w:eastAsia="cs-CZ"/>
        </w:rPr>
        <w:t>)</w:t>
      </w:r>
      <w:r w:rsidRPr="00A73FB2">
        <w:rPr>
          <w:rFonts w:eastAsia="Calibri" w:cs="Times New Roman"/>
          <w:bCs/>
          <w:lang w:eastAsia="cs-CZ"/>
        </w:rPr>
        <w:t xml:space="preserve"> </w:t>
      </w:r>
      <w:r w:rsidR="008D55EA" w:rsidRPr="00A73FB2">
        <w:rPr>
          <w:rFonts w:eastAsia="Calibri" w:cs="Times New Roman"/>
          <w:bCs/>
          <w:lang w:eastAsia="cs-CZ"/>
        </w:rPr>
        <w:t xml:space="preserve">byla </w:t>
      </w:r>
      <w:r w:rsidRPr="00A73FB2">
        <w:rPr>
          <w:rFonts w:eastAsia="Calibri" w:cs="Times New Roman"/>
          <w:bCs/>
          <w:lang w:eastAsia="cs-CZ"/>
        </w:rPr>
        <w:t>vytvořena oddělená položka pro výztuž (</w:t>
      </w:r>
      <w:proofErr w:type="spellStart"/>
      <w:r w:rsidRPr="00A73FB2">
        <w:rPr>
          <w:rFonts w:eastAsia="Calibri" w:cs="Times New Roman"/>
          <w:bCs/>
          <w:lang w:eastAsia="cs-CZ"/>
        </w:rPr>
        <w:t>poř</w:t>
      </w:r>
      <w:proofErr w:type="spellEnd"/>
      <w:r w:rsidRPr="00A73FB2">
        <w:rPr>
          <w:rFonts w:eastAsia="Calibri" w:cs="Times New Roman"/>
          <w:bCs/>
          <w:lang w:eastAsia="cs-CZ"/>
        </w:rPr>
        <w:t>. č. 21)</w:t>
      </w:r>
      <w:r w:rsidR="008D55EA" w:rsidRPr="00A73FB2">
        <w:rPr>
          <w:rFonts w:eastAsia="Calibri" w:cs="Times New Roman"/>
          <w:bCs/>
          <w:lang w:eastAsia="cs-CZ"/>
        </w:rPr>
        <w:t>.</w:t>
      </w:r>
    </w:p>
    <w:p w14:paraId="5509F322" w14:textId="77777777" w:rsidR="00BF5433" w:rsidRPr="00A73FB2" w:rsidRDefault="00BF5433" w:rsidP="00A73FB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EC00054" w14:textId="70F3E14B" w:rsidR="008D55EA" w:rsidRPr="00A73FB2" w:rsidRDefault="008D55EA" w:rsidP="00A73FB2">
      <w:pPr>
        <w:spacing w:after="0" w:line="240" w:lineRule="auto"/>
        <w:ind w:left="255" w:hanging="255"/>
        <w:jc w:val="both"/>
        <w:rPr>
          <w:rFonts w:eastAsia="Calibri" w:cs="Times New Roman"/>
          <w:bCs/>
          <w:lang w:eastAsia="cs-CZ"/>
        </w:rPr>
      </w:pPr>
      <w:r w:rsidRPr="00A73FB2">
        <w:rPr>
          <w:rFonts w:eastAsia="Calibri" w:cs="Times New Roman"/>
          <w:bCs/>
          <w:lang w:eastAsia="cs-CZ"/>
        </w:rPr>
        <w:t xml:space="preserve">1) položka </w:t>
      </w:r>
      <w:proofErr w:type="spellStart"/>
      <w:r w:rsidRPr="00A73FB2">
        <w:rPr>
          <w:rFonts w:eastAsia="Calibri" w:cs="Times New Roman"/>
          <w:bCs/>
          <w:lang w:eastAsia="cs-CZ"/>
        </w:rPr>
        <w:t>poř</w:t>
      </w:r>
      <w:proofErr w:type="spellEnd"/>
      <w:r w:rsidRPr="00A73FB2">
        <w:rPr>
          <w:rFonts w:eastAsia="Calibri" w:cs="Times New Roman"/>
          <w:bCs/>
          <w:lang w:eastAsia="cs-CZ"/>
        </w:rPr>
        <w:t xml:space="preserve">. č. </w:t>
      </w:r>
      <w:r w:rsidR="00BF5433" w:rsidRPr="00A73FB2">
        <w:rPr>
          <w:rFonts w:eastAsia="Calibri" w:cs="Times New Roman"/>
          <w:bCs/>
          <w:lang w:eastAsia="cs-CZ"/>
        </w:rPr>
        <w:t>10</w:t>
      </w:r>
      <w:r w:rsidRPr="00A73FB2">
        <w:rPr>
          <w:rFonts w:eastAsia="Calibri" w:cs="Times New Roman"/>
          <w:bCs/>
          <w:lang w:eastAsia="cs-CZ"/>
        </w:rPr>
        <w:t xml:space="preserve">, opravena na položku </w:t>
      </w:r>
      <w:r w:rsidR="00BF5433" w:rsidRPr="00A73FB2">
        <w:rPr>
          <w:rFonts w:eastAsia="Calibri" w:cs="Times New Roman"/>
          <w:bCs/>
          <w:lang w:eastAsia="cs-CZ"/>
        </w:rPr>
        <w:t>389325</w:t>
      </w:r>
      <w:r w:rsidRPr="00A73FB2">
        <w:rPr>
          <w:rFonts w:eastAsia="Calibri" w:cs="Times New Roman"/>
          <w:bCs/>
          <w:lang w:eastAsia="cs-CZ"/>
        </w:rPr>
        <w:t xml:space="preserve">, </w:t>
      </w:r>
      <w:r w:rsidR="00BF5433" w:rsidRPr="00A73FB2">
        <w:rPr>
          <w:rFonts w:eastAsia="Calibri" w:cs="Times New Roman"/>
          <w:bCs/>
          <w:lang w:eastAsia="cs-CZ"/>
        </w:rPr>
        <w:t xml:space="preserve">MOSTNÍ RÁMOVÉ KONSTRUKCE ZE ŽELEZOBETONU C30/37, </w:t>
      </w:r>
      <w:r w:rsidRPr="00A73FB2">
        <w:rPr>
          <w:rFonts w:eastAsia="Calibri" w:cs="Times New Roman"/>
          <w:bCs/>
          <w:lang w:eastAsia="cs-CZ"/>
        </w:rPr>
        <w:t xml:space="preserve">množství M3 </w:t>
      </w:r>
      <w:r w:rsidR="00BF5433" w:rsidRPr="00A73FB2">
        <w:rPr>
          <w:rFonts w:eastAsia="Calibri" w:cs="Times New Roman"/>
          <w:bCs/>
          <w:lang w:eastAsia="cs-CZ"/>
        </w:rPr>
        <w:t>2380,667</w:t>
      </w:r>
    </w:p>
    <w:p w14:paraId="751818F7" w14:textId="36EEAB9F" w:rsidR="008D55EA" w:rsidRPr="00A73FB2" w:rsidRDefault="008D55EA" w:rsidP="00A73FB2">
      <w:pPr>
        <w:spacing w:after="0" w:line="240" w:lineRule="auto"/>
        <w:ind w:left="255" w:hanging="255"/>
        <w:jc w:val="both"/>
        <w:rPr>
          <w:rFonts w:eastAsia="Calibri" w:cs="Times New Roman"/>
          <w:bCs/>
          <w:lang w:eastAsia="cs-CZ"/>
        </w:rPr>
      </w:pPr>
      <w:r w:rsidRPr="00A73FB2">
        <w:rPr>
          <w:rFonts w:eastAsia="Calibri" w:cs="Times New Roman"/>
          <w:bCs/>
          <w:lang w:eastAsia="cs-CZ"/>
        </w:rPr>
        <w:t xml:space="preserve">2) doplněna položka </w:t>
      </w:r>
      <w:proofErr w:type="spellStart"/>
      <w:r w:rsidRPr="00A73FB2">
        <w:rPr>
          <w:rFonts w:eastAsia="Calibri" w:cs="Times New Roman"/>
          <w:bCs/>
          <w:lang w:eastAsia="cs-CZ"/>
        </w:rPr>
        <w:t>poř</w:t>
      </w:r>
      <w:proofErr w:type="spellEnd"/>
      <w:r w:rsidRPr="00A73FB2">
        <w:rPr>
          <w:rFonts w:eastAsia="Calibri" w:cs="Times New Roman"/>
          <w:bCs/>
          <w:lang w:eastAsia="cs-CZ"/>
        </w:rPr>
        <w:t xml:space="preserve">. č. </w:t>
      </w:r>
      <w:r w:rsidR="00BF5433" w:rsidRPr="00A73FB2">
        <w:rPr>
          <w:rFonts w:eastAsia="Calibri" w:cs="Times New Roman"/>
          <w:bCs/>
          <w:lang w:eastAsia="cs-CZ"/>
        </w:rPr>
        <w:t>21</w:t>
      </w:r>
      <w:r w:rsidRPr="00A73FB2">
        <w:rPr>
          <w:rFonts w:eastAsia="Calibri" w:cs="Times New Roman"/>
          <w:bCs/>
          <w:lang w:eastAsia="cs-CZ"/>
        </w:rPr>
        <w:t xml:space="preserve">, kód položky </w:t>
      </w:r>
      <w:r w:rsidR="00BF5433" w:rsidRPr="00A73FB2">
        <w:rPr>
          <w:rFonts w:eastAsia="Calibri" w:cs="Times New Roman"/>
          <w:bCs/>
          <w:lang w:eastAsia="cs-CZ"/>
        </w:rPr>
        <w:t>389365</w:t>
      </w:r>
      <w:r w:rsidRPr="00A73FB2">
        <w:rPr>
          <w:rFonts w:eastAsia="Calibri" w:cs="Times New Roman"/>
          <w:bCs/>
          <w:lang w:eastAsia="cs-CZ"/>
        </w:rPr>
        <w:t xml:space="preserve">, </w:t>
      </w:r>
      <w:r w:rsidR="00BF5433" w:rsidRPr="00A73FB2">
        <w:rPr>
          <w:rFonts w:eastAsia="Calibri" w:cs="Times New Roman"/>
          <w:bCs/>
          <w:lang w:eastAsia="cs-CZ"/>
        </w:rPr>
        <w:t>VÝZTUŽ MOSTNÍ RÁMOVÉ KONSTRUKCE Z OCELI 10505, B500B</w:t>
      </w:r>
      <w:r w:rsidRPr="00A73FB2">
        <w:rPr>
          <w:rFonts w:eastAsia="Calibri" w:cs="Times New Roman"/>
          <w:bCs/>
          <w:lang w:eastAsia="cs-CZ"/>
        </w:rPr>
        <w:t xml:space="preserve">, množství </w:t>
      </w:r>
      <w:r w:rsidR="00BF5433" w:rsidRPr="00A73FB2">
        <w:rPr>
          <w:rFonts w:eastAsia="Calibri" w:cs="Times New Roman"/>
          <w:bCs/>
          <w:lang w:eastAsia="cs-CZ"/>
        </w:rPr>
        <w:t>T</w:t>
      </w:r>
      <w:r w:rsidRPr="00A73FB2">
        <w:rPr>
          <w:rFonts w:eastAsia="Calibri" w:cs="Times New Roman"/>
          <w:bCs/>
          <w:lang w:eastAsia="cs-CZ"/>
        </w:rPr>
        <w:t xml:space="preserve"> </w:t>
      </w:r>
      <w:r w:rsidR="00BF5433" w:rsidRPr="00A73FB2">
        <w:rPr>
          <w:rFonts w:eastAsia="Calibri" w:cs="Times New Roman"/>
          <w:bCs/>
          <w:lang w:eastAsia="cs-CZ"/>
        </w:rPr>
        <w:t>339,881</w:t>
      </w:r>
    </w:p>
    <w:p w14:paraId="2C474979" w14:textId="77777777" w:rsidR="007F14D4" w:rsidRDefault="007F14D4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5D29DF7" w14:textId="77777777" w:rsidR="007F14D4" w:rsidRPr="00920812" w:rsidRDefault="007F14D4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D661DE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9CE81D2" w14:textId="77777777" w:rsidR="00A73FB2" w:rsidRDefault="00A73FB2" w:rsidP="00A73FB2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47D9FE17" w14:textId="77777777" w:rsidR="00A73FB2" w:rsidRDefault="00A73FB2" w:rsidP="00A73FB2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358975C5" w14:textId="77777777" w:rsidR="00A73FB2" w:rsidRDefault="00A73FB2" w:rsidP="00A73FB2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0B023FD" w14:textId="10F58203" w:rsidR="00664163" w:rsidRPr="00C87717" w:rsidRDefault="00664163" w:rsidP="00A73FB2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lastRenderedPageBreak/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2CD3D853" w:rsidR="00664163" w:rsidRPr="00A73FB2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73FB2">
        <w:rPr>
          <w:rFonts w:eastAsia="Calibri" w:cs="Times New Roman"/>
          <w:b/>
          <w:bCs/>
          <w:lang w:eastAsia="cs-CZ"/>
        </w:rPr>
        <w:t>Příloh</w:t>
      </w:r>
      <w:r w:rsidR="00A73FB2" w:rsidRPr="00A73FB2">
        <w:rPr>
          <w:rFonts w:eastAsia="Calibri" w:cs="Times New Roman"/>
          <w:b/>
          <w:bCs/>
          <w:lang w:eastAsia="cs-CZ"/>
        </w:rPr>
        <w:t>y:</w:t>
      </w:r>
      <w:r w:rsidRPr="00A73FB2">
        <w:rPr>
          <w:rFonts w:eastAsia="Calibri" w:cs="Times New Roman"/>
          <w:b/>
          <w:bCs/>
          <w:lang w:eastAsia="cs-CZ"/>
        </w:rPr>
        <w:t xml:space="preserve"> </w:t>
      </w:r>
      <w:r w:rsidRPr="00A73FB2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A73FB2">
        <w:rPr>
          <w:rFonts w:eastAsia="Calibri" w:cs="Times New Roman"/>
          <w:bCs/>
          <w:lang w:eastAsia="cs-CZ"/>
        </w:rPr>
        <w:instrText xml:space="preserve"> FORMTEXT </w:instrText>
      </w:r>
      <w:r w:rsidRPr="00A73FB2">
        <w:rPr>
          <w:rFonts w:eastAsia="Calibri" w:cs="Times New Roman"/>
          <w:bCs/>
          <w:lang w:eastAsia="cs-CZ"/>
        </w:rPr>
      </w:r>
      <w:r w:rsidRPr="00A73FB2">
        <w:rPr>
          <w:rFonts w:eastAsia="Calibri" w:cs="Times New Roman"/>
          <w:bCs/>
          <w:lang w:eastAsia="cs-CZ"/>
        </w:rPr>
        <w:fldChar w:fldCharType="separate"/>
      </w:r>
      <w:r w:rsidRPr="00A73FB2">
        <w:rPr>
          <w:rFonts w:eastAsia="Calibri" w:cs="Times New Roman"/>
          <w:bCs/>
          <w:lang w:eastAsia="cs-CZ"/>
        </w:rPr>
        <w:t> </w:t>
      </w:r>
      <w:r w:rsidRPr="00A73FB2">
        <w:rPr>
          <w:rFonts w:eastAsia="Calibri" w:cs="Times New Roman"/>
          <w:bCs/>
          <w:lang w:eastAsia="cs-CZ"/>
        </w:rPr>
        <w:t> </w:t>
      </w:r>
      <w:r w:rsidRPr="00A73FB2">
        <w:rPr>
          <w:rFonts w:eastAsia="Calibri" w:cs="Times New Roman"/>
          <w:bCs/>
          <w:lang w:eastAsia="cs-CZ"/>
        </w:rPr>
        <w:t> </w:t>
      </w:r>
      <w:r w:rsidRPr="00A73FB2">
        <w:rPr>
          <w:rFonts w:eastAsia="Calibri" w:cs="Times New Roman"/>
          <w:bCs/>
          <w:lang w:eastAsia="cs-CZ"/>
        </w:rPr>
        <w:t> </w:t>
      </w:r>
      <w:r w:rsidRPr="00A73FB2">
        <w:rPr>
          <w:rFonts w:eastAsia="Calibri" w:cs="Times New Roman"/>
          <w:bCs/>
          <w:lang w:eastAsia="cs-CZ"/>
        </w:rPr>
        <w:t> </w:t>
      </w:r>
      <w:r w:rsidRPr="00A73FB2">
        <w:rPr>
          <w:rFonts w:eastAsia="Calibri" w:cs="Times New Roman"/>
          <w:bCs/>
          <w:lang w:eastAsia="cs-CZ"/>
        </w:rPr>
        <w:fldChar w:fldCharType="end"/>
      </w:r>
    </w:p>
    <w:p w14:paraId="3568D690" w14:textId="27F846E8" w:rsidR="00664163" w:rsidRDefault="00F60E9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60E95">
        <w:rPr>
          <w:rFonts w:eastAsia="Calibri" w:cs="Times New Roman"/>
          <w:lang w:eastAsia="cs-CZ"/>
        </w:rPr>
        <w:t>XDC_HK-Pardubice-Chrudim_20241002_ZM23</w:t>
      </w:r>
    </w:p>
    <w:p w14:paraId="703323B0" w14:textId="49DFCCBB" w:rsidR="00F60E95" w:rsidRPr="00A73FB2" w:rsidRDefault="00F60E9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60E95">
        <w:rPr>
          <w:rFonts w:eastAsia="Calibri" w:cs="Times New Roman"/>
          <w:lang w:eastAsia="cs-CZ"/>
        </w:rPr>
        <w:t>XLS_HK-Pardubice-Chrudim_20241002_ZM23</w:t>
      </w:r>
    </w:p>
    <w:p w14:paraId="11FC1E85" w14:textId="77777777" w:rsidR="00664163" w:rsidRPr="00A73FB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9A9FE80" w14:textId="77777777" w:rsidR="00F60E95" w:rsidRDefault="00F60E9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745FCB8" w14:textId="77777777" w:rsidR="00F60E95" w:rsidRDefault="00F60E9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09957F6C" w:rsidR="00664163" w:rsidRPr="00A73FB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73FB2">
        <w:rPr>
          <w:rFonts w:eastAsia="Calibri" w:cs="Times New Roman"/>
          <w:lang w:eastAsia="cs-CZ"/>
        </w:rPr>
        <w:t xml:space="preserve">V Olomouci dne </w:t>
      </w:r>
      <w:r w:rsidR="00A73FB2" w:rsidRPr="00A73FB2">
        <w:rPr>
          <w:rFonts w:eastAsia="Calibri" w:cs="Times New Roman"/>
          <w:lang w:eastAsia="cs-CZ"/>
        </w:rPr>
        <w:t>2. 10. 2024</w:t>
      </w:r>
    </w:p>
    <w:p w14:paraId="6F75BA64" w14:textId="77777777" w:rsidR="00664163" w:rsidRPr="00A73FB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A73FB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A73FB2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A73FB2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A73FB2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A73FB2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73FB2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A73FB2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A73FB2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A73FB2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A73FB2">
        <w:rPr>
          <w:rFonts w:eastAsia="Times New Roman" w:cs="Times New Roman"/>
          <w:lang w:eastAsia="cs-CZ"/>
        </w:rPr>
        <w:t>ředitel organizační jednotky</w:t>
      </w:r>
      <w:r w:rsidRPr="00A73FB2">
        <w:rPr>
          <w:rFonts w:eastAsia="Times New Roman" w:cs="Times New Roman"/>
          <w:lang w:eastAsia="cs-CZ"/>
        </w:rPr>
        <w:tab/>
      </w:r>
    </w:p>
    <w:p w14:paraId="5DEDC136" w14:textId="77777777" w:rsidR="00664163" w:rsidRPr="00A73FB2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A73FB2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A73FB2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8E0EA" w14:textId="77777777" w:rsidR="00C346D7" w:rsidRDefault="00C346D7" w:rsidP="00962258">
      <w:pPr>
        <w:spacing w:after="0" w:line="240" w:lineRule="auto"/>
      </w:pPr>
      <w:r>
        <w:separator/>
      </w:r>
    </w:p>
  </w:endnote>
  <w:endnote w:type="continuationSeparator" w:id="0">
    <w:p w14:paraId="19ADE8C9" w14:textId="77777777" w:rsidR="00C346D7" w:rsidRDefault="00C346D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0FA60" w14:textId="77777777" w:rsidR="00C346D7" w:rsidRDefault="00C346D7" w:rsidP="00962258">
      <w:pPr>
        <w:spacing w:after="0" w:line="240" w:lineRule="auto"/>
      </w:pPr>
      <w:r>
        <w:separator/>
      </w:r>
    </w:p>
  </w:footnote>
  <w:footnote w:type="continuationSeparator" w:id="0">
    <w:p w14:paraId="3DDE7EBE" w14:textId="77777777" w:rsidR="00C346D7" w:rsidRDefault="00C346D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6"/>
  </w:num>
  <w:num w:numId="5" w16cid:durableId="1470241154">
    <w:abstractNumId w:val="0"/>
  </w:num>
  <w:num w:numId="6" w16cid:durableId="848255171">
    <w:abstractNumId w:val="5"/>
  </w:num>
  <w:num w:numId="7" w16cid:durableId="21883276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1605A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418B0"/>
    <w:rsid w:val="002557D7"/>
    <w:rsid w:val="00267369"/>
    <w:rsid w:val="0026785D"/>
    <w:rsid w:val="00296D39"/>
    <w:rsid w:val="002A59FE"/>
    <w:rsid w:val="002B1F89"/>
    <w:rsid w:val="002C31BF"/>
    <w:rsid w:val="002E0CD7"/>
    <w:rsid w:val="002F026B"/>
    <w:rsid w:val="00303065"/>
    <w:rsid w:val="00335122"/>
    <w:rsid w:val="00335732"/>
    <w:rsid w:val="00357BC6"/>
    <w:rsid w:val="0037111D"/>
    <w:rsid w:val="00371791"/>
    <w:rsid w:val="003756B9"/>
    <w:rsid w:val="003956C6"/>
    <w:rsid w:val="003A3068"/>
    <w:rsid w:val="003D3C1E"/>
    <w:rsid w:val="003E6B9A"/>
    <w:rsid w:val="003E75CE"/>
    <w:rsid w:val="0041380F"/>
    <w:rsid w:val="00450F07"/>
    <w:rsid w:val="00453CD3"/>
    <w:rsid w:val="00455BC7"/>
    <w:rsid w:val="00460660"/>
    <w:rsid w:val="00460CCB"/>
    <w:rsid w:val="004759DF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E2AA4"/>
    <w:rsid w:val="004F4B9B"/>
    <w:rsid w:val="00501654"/>
    <w:rsid w:val="00511AB9"/>
    <w:rsid w:val="00523EA7"/>
    <w:rsid w:val="00542527"/>
    <w:rsid w:val="00551D1F"/>
    <w:rsid w:val="00553375"/>
    <w:rsid w:val="00555BBD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B7E84"/>
    <w:rsid w:val="005C2998"/>
    <w:rsid w:val="00606EBE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6A2F"/>
    <w:rsid w:val="006E7F06"/>
    <w:rsid w:val="00710723"/>
    <w:rsid w:val="00712ED1"/>
    <w:rsid w:val="00723ED1"/>
    <w:rsid w:val="00724643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1D33"/>
    <w:rsid w:val="007D0F2B"/>
    <w:rsid w:val="007D7AD1"/>
    <w:rsid w:val="007E3AC1"/>
    <w:rsid w:val="007E4A6E"/>
    <w:rsid w:val="007F14D4"/>
    <w:rsid w:val="007F56A7"/>
    <w:rsid w:val="007F626E"/>
    <w:rsid w:val="00807DD0"/>
    <w:rsid w:val="00813F11"/>
    <w:rsid w:val="008508EE"/>
    <w:rsid w:val="008841FB"/>
    <w:rsid w:val="0088472C"/>
    <w:rsid w:val="00891334"/>
    <w:rsid w:val="008A3568"/>
    <w:rsid w:val="008A45E7"/>
    <w:rsid w:val="008D03B9"/>
    <w:rsid w:val="008D55EA"/>
    <w:rsid w:val="008F18D6"/>
    <w:rsid w:val="00904780"/>
    <w:rsid w:val="009113A8"/>
    <w:rsid w:val="00920812"/>
    <w:rsid w:val="00922385"/>
    <w:rsid w:val="009223DF"/>
    <w:rsid w:val="00936091"/>
    <w:rsid w:val="00937BA9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44328"/>
    <w:rsid w:val="00A6177B"/>
    <w:rsid w:val="00A64A95"/>
    <w:rsid w:val="00A66136"/>
    <w:rsid w:val="00A73FB2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85844"/>
    <w:rsid w:val="00BB3740"/>
    <w:rsid w:val="00BD5319"/>
    <w:rsid w:val="00BD7E91"/>
    <w:rsid w:val="00BF374D"/>
    <w:rsid w:val="00BF5433"/>
    <w:rsid w:val="00BF6D48"/>
    <w:rsid w:val="00C02D0A"/>
    <w:rsid w:val="00C03A6E"/>
    <w:rsid w:val="00C30759"/>
    <w:rsid w:val="00C346D7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15795"/>
    <w:rsid w:val="00E26B1E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0E95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</TotalTime>
  <Pages>2</Pages>
  <Words>408</Words>
  <Characters>2409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4</cp:revision>
  <cp:lastPrinted>2019-02-22T13:28:00Z</cp:lastPrinted>
  <dcterms:created xsi:type="dcterms:W3CDTF">2024-10-02T09:08:00Z</dcterms:created>
  <dcterms:modified xsi:type="dcterms:W3CDTF">2024-10-02T09:11:00Z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