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35F34EC" w:rsidR="00F862D6" w:rsidRPr="003E6B9A" w:rsidRDefault="00C402AC" w:rsidP="0037111D">
            <w:r w:rsidRPr="00C402AC">
              <w:rPr>
                <w:rFonts w:ascii="Helvetica" w:hAnsi="Helvetica"/>
              </w:rPr>
              <w:t>10716/2024-SŽ-SSV-Ú3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69E44266" w:rsidR="00F862D6" w:rsidRPr="003E6B9A" w:rsidRDefault="00C402AC" w:rsidP="00CC1E2B">
            <w:r w:rsidRPr="00C402AC">
              <w:t>1</w:t>
            </w:r>
            <w:r w:rsidR="003E6B9A" w:rsidRPr="00C402AC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01022EBA" w:rsidR="00F862D6" w:rsidRPr="003E6B9A" w:rsidRDefault="00C962F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7BB2DFB" w:rsidR="009A7568" w:rsidRPr="003E6B9A" w:rsidRDefault="00C962F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7280833" w:rsidR="009A7568" w:rsidRPr="003E6B9A" w:rsidRDefault="00C402AC" w:rsidP="006104F6">
            <w:hyperlink r:id="rId11" w:history="1">
              <w:r w:rsidR="00C962F0" w:rsidRPr="00D52EE1">
                <w:rPr>
                  <w:rStyle w:val="Hypertextovodkaz"/>
                </w:rPr>
                <w:t>Prerovska@spravazeleznic.cz</w:t>
              </w:r>
            </w:hyperlink>
            <w:r w:rsidR="00C962F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2700CD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402AC">
              <w:rPr>
                <w:noProof/>
              </w:rPr>
              <w:t>30.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</w:tbl>
    <w:p w14:paraId="19DE1EA6" w14:textId="77777777" w:rsidR="00C402AC" w:rsidRDefault="00C402A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3D5C0F38" w14:textId="77777777" w:rsidR="00C402AC" w:rsidRDefault="00C402A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1BEB058" w14:textId="794A95A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C4E3A">
        <w:rPr>
          <w:rFonts w:eastAsia="Times New Roman" w:cs="Times New Roman"/>
          <w:lang w:eastAsia="cs-CZ"/>
        </w:rPr>
        <w:t>1</w:t>
      </w:r>
    </w:p>
    <w:p w14:paraId="25C6ADAC" w14:textId="0692BA1C" w:rsidR="00CB7B5A" w:rsidRPr="00C962F0" w:rsidRDefault="00C962F0" w:rsidP="00C962F0">
      <w:pPr>
        <w:spacing w:after="0" w:line="240" w:lineRule="auto"/>
        <w:ind w:left="708"/>
        <w:rPr>
          <w:rFonts w:eastAsia="Calibri" w:cs="Times New Roman"/>
          <w:b/>
          <w:bCs/>
          <w:lang w:eastAsia="cs-CZ"/>
        </w:rPr>
      </w:pPr>
      <w:r w:rsidRPr="00C962F0">
        <w:rPr>
          <w:rFonts w:eastAsia="Calibri" w:cs="Times New Roman"/>
          <w:b/>
          <w:bCs/>
          <w:lang w:eastAsia="cs-CZ"/>
        </w:rPr>
        <w:t xml:space="preserve">„Modernizace trati Brno – Přerov, 3. stavba </w:t>
      </w:r>
      <w:proofErr w:type="gramStart"/>
      <w:r w:rsidRPr="00C962F0">
        <w:rPr>
          <w:rFonts w:eastAsia="Calibri" w:cs="Times New Roman"/>
          <w:b/>
          <w:bCs/>
          <w:lang w:eastAsia="cs-CZ"/>
        </w:rPr>
        <w:t>Vyškov - Nezamyslice</w:t>
      </w:r>
      <w:proofErr w:type="gramEnd"/>
      <w:r w:rsidRPr="00C962F0">
        <w:rPr>
          <w:rFonts w:eastAsia="Calibri" w:cs="Times New Roman"/>
          <w:b/>
          <w:bCs/>
          <w:lang w:eastAsia="cs-CZ"/>
        </w:rPr>
        <w:t>“ – I. etapa Výstavba TNS Nezamyslice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F925D6B" w14:textId="511E8A21" w:rsidR="00BD5319" w:rsidRDefault="00354ED7" w:rsidP="00354ED7">
      <w:pPr>
        <w:spacing w:after="0" w:line="240" w:lineRule="auto"/>
        <w:jc w:val="both"/>
      </w:pPr>
      <w:r w:rsidRPr="00B60027">
        <w:t>V </w:t>
      </w:r>
      <w:r w:rsidRPr="00B60027">
        <w:rPr>
          <w:b/>
        </w:rPr>
        <w:t>PS 65-02-40 žst. Nezamyslice, TNS, PZTS,</w:t>
      </w:r>
      <w:r w:rsidRPr="00B60027">
        <w:t xml:space="preserve"> je požadováno vybudování systému PZTS. V</w:t>
      </w:r>
      <w:r>
        <w:t xml:space="preserve"> přiložené </w:t>
      </w:r>
      <w:r w:rsidRPr="00B60027">
        <w:t xml:space="preserve">dokumentaci však chybí blokové schéma PZTS tak, jak je </w:t>
      </w:r>
      <w:r>
        <w:t>to i u jiných</w:t>
      </w:r>
      <w:r w:rsidRPr="00B60027">
        <w:t xml:space="preserve"> sdělovacích zařízení. Žádáme zadavatele o doplnění blokového schématu PZTS.</w:t>
      </w:r>
    </w:p>
    <w:p w14:paraId="22BA7C55" w14:textId="77777777" w:rsidR="00354ED7" w:rsidRPr="00BD5319" w:rsidRDefault="00354ED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379AED" w14:textId="370F46F9" w:rsidR="00F557EF" w:rsidRPr="00C402A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  <w:r w:rsidR="00775AB2">
        <w:rPr>
          <w:rFonts w:eastAsia="Calibri" w:cs="Times New Roman"/>
          <w:b/>
          <w:lang w:eastAsia="cs-CZ"/>
        </w:rPr>
        <w:t xml:space="preserve"> </w:t>
      </w:r>
    </w:p>
    <w:p w14:paraId="16CE6F14" w14:textId="47430E63" w:rsidR="00C962F0" w:rsidRPr="00C402AC" w:rsidRDefault="00F557EF" w:rsidP="00C402A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402AC">
        <w:rPr>
          <w:rFonts w:eastAsia="Calibri" w:cs="Times New Roman"/>
          <w:bCs/>
          <w:lang w:eastAsia="cs-CZ"/>
        </w:rPr>
        <w:t>Předložená d</w:t>
      </w:r>
      <w:r w:rsidR="00775AB2" w:rsidRPr="00C402AC">
        <w:rPr>
          <w:rFonts w:eastAsia="Calibri" w:cs="Times New Roman"/>
          <w:bCs/>
          <w:lang w:eastAsia="cs-CZ"/>
        </w:rPr>
        <w:t xml:space="preserve">okumentace </w:t>
      </w:r>
      <w:r w:rsidRPr="00C402AC">
        <w:rPr>
          <w:rFonts w:eastAsia="Calibri" w:cs="Times New Roman"/>
          <w:bCs/>
          <w:lang w:eastAsia="cs-CZ"/>
        </w:rPr>
        <w:t>je</w:t>
      </w:r>
      <w:r w:rsidR="00775AB2" w:rsidRPr="00C402AC">
        <w:rPr>
          <w:rFonts w:eastAsia="Calibri" w:cs="Times New Roman"/>
          <w:bCs/>
          <w:lang w:eastAsia="cs-CZ"/>
        </w:rPr>
        <w:t xml:space="preserve"> zpracována ve stupni DUR, schémata vnitřních zařízení (PZTS, zapojovače apod.) se </w:t>
      </w:r>
      <w:r w:rsidR="00005AFE" w:rsidRPr="00C402AC">
        <w:rPr>
          <w:rFonts w:eastAsia="Calibri" w:cs="Times New Roman"/>
          <w:bCs/>
          <w:lang w:eastAsia="cs-CZ"/>
        </w:rPr>
        <w:t xml:space="preserve">vypracovávají až </w:t>
      </w:r>
      <w:r w:rsidRPr="00C402AC">
        <w:rPr>
          <w:rFonts w:eastAsia="Calibri" w:cs="Times New Roman"/>
          <w:bCs/>
          <w:lang w:eastAsia="cs-CZ"/>
        </w:rPr>
        <w:t xml:space="preserve">v následujících stupních dokumentace jež jsou předmětem </w:t>
      </w:r>
      <w:r w:rsidR="00F003C0" w:rsidRPr="00C402AC">
        <w:rPr>
          <w:rFonts w:eastAsia="Calibri" w:cs="Times New Roman"/>
          <w:bCs/>
          <w:lang w:eastAsia="cs-CZ"/>
        </w:rPr>
        <w:t xml:space="preserve">této </w:t>
      </w:r>
      <w:r w:rsidRPr="00C402AC">
        <w:rPr>
          <w:rFonts w:eastAsia="Calibri" w:cs="Times New Roman"/>
          <w:bCs/>
          <w:lang w:eastAsia="cs-CZ"/>
        </w:rPr>
        <w:t>veřejné zakázky</w:t>
      </w:r>
      <w:r w:rsidR="00775AB2" w:rsidRPr="00C402AC">
        <w:rPr>
          <w:rFonts w:eastAsia="Calibri" w:cs="Times New Roman"/>
          <w:bCs/>
          <w:lang w:eastAsia="cs-CZ"/>
        </w:rPr>
        <w:t>.</w:t>
      </w:r>
      <w:r w:rsidR="00DF6F25" w:rsidRPr="00C402AC">
        <w:rPr>
          <w:bCs/>
        </w:rPr>
        <w:t xml:space="preserve"> </w:t>
      </w:r>
      <w:r w:rsidR="00DF6F25" w:rsidRPr="00C402AC">
        <w:rPr>
          <w:rFonts w:eastAsia="Calibri" w:cs="Times New Roman"/>
          <w:bCs/>
          <w:lang w:eastAsia="cs-CZ"/>
        </w:rPr>
        <w:t>Podrobný popis budovaného systému PZTS je uveden v technické zprávě.</w:t>
      </w:r>
    </w:p>
    <w:p w14:paraId="1A321556" w14:textId="77777777" w:rsidR="00C962F0" w:rsidRPr="00BD5319" w:rsidRDefault="00C962F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002E726F" w14:textId="7671E077" w:rsidR="00BD5319" w:rsidRDefault="00354ED7" w:rsidP="00354ED7">
      <w:pPr>
        <w:spacing w:after="0" w:line="240" w:lineRule="auto"/>
        <w:jc w:val="both"/>
      </w:pPr>
      <w:r>
        <w:t>Předpokládáme správně, že rošty a lávky pro vedení místní kabelizace od vstupu do budovy do místnosti sdělovacího zařízení, jsou součástí jiných provozních souborů?  Žádáme zadavatele o upřesnění.</w:t>
      </w:r>
    </w:p>
    <w:p w14:paraId="5BC99437" w14:textId="77777777" w:rsidR="00354ED7" w:rsidRPr="00BD5319" w:rsidRDefault="00354ED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00902B" w14:textId="6022826A" w:rsidR="00DF6F25" w:rsidRPr="00C402A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CF8E538" w14:textId="77777777" w:rsidR="00DF6F25" w:rsidRPr="00C402AC" w:rsidRDefault="00DF6F25" w:rsidP="00C402A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C402AC">
        <w:rPr>
          <w:rFonts w:eastAsia="Times New Roman" w:cs="Times New Roman"/>
          <w:bCs/>
          <w:lang w:eastAsia="cs-CZ"/>
        </w:rPr>
        <w:t>Rošty a lávky pro vedení kabelových tras jsou součástí PS 65-02-70 sdělovací zařízení (viz technická zpráva).</w:t>
      </w:r>
    </w:p>
    <w:p w14:paraId="2630E20D" w14:textId="77777777" w:rsidR="00BE15EF" w:rsidRPr="00BD5319" w:rsidRDefault="00BE15E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9B5B9ED" w14:textId="77777777" w:rsidR="00664163" w:rsidRPr="00C87717" w:rsidRDefault="00664163" w:rsidP="00C402AC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0D9B884" w:rsidR="00664163" w:rsidRPr="00C402A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402AC">
        <w:rPr>
          <w:rFonts w:eastAsia="Calibri" w:cs="Times New Roman"/>
          <w:lang w:eastAsia="cs-CZ"/>
        </w:rPr>
        <w:t xml:space="preserve">V Olomouci dne </w:t>
      </w:r>
      <w:r w:rsidR="00C402AC" w:rsidRPr="00C402AC">
        <w:rPr>
          <w:rFonts w:eastAsia="Calibri" w:cs="Times New Roman"/>
          <w:lang w:eastAsia="cs-CZ"/>
        </w:rPr>
        <w:t>30. 9. 2024</w:t>
      </w:r>
    </w:p>
    <w:p w14:paraId="6F75BA64" w14:textId="77777777" w:rsidR="00664163" w:rsidRPr="00C402A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C402A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402A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C402A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C402A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402AC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402AC">
        <w:rPr>
          <w:rFonts w:eastAsia="Times New Roman" w:cs="Times New Roman"/>
          <w:b/>
          <w:bCs/>
          <w:lang w:eastAsia="cs-CZ"/>
        </w:rPr>
        <w:t>Ing. Miroslav Bocák</w:t>
      </w:r>
      <w:r w:rsidRPr="00C402AC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402A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402AC">
        <w:rPr>
          <w:rFonts w:eastAsia="Times New Roman" w:cs="Times New Roman"/>
          <w:lang w:eastAsia="cs-CZ"/>
        </w:rPr>
        <w:t>ředitel organizační jednotky</w:t>
      </w:r>
      <w:r w:rsidRPr="00C402AC">
        <w:rPr>
          <w:rFonts w:eastAsia="Times New Roman" w:cs="Times New Roman"/>
          <w:lang w:eastAsia="cs-CZ"/>
        </w:rPr>
        <w:tab/>
      </w:r>
    </w:p>
    <w:p w14:paraId="5DEDC136" w14:textId="77777777" w:rsidR="00664163" w:rsidRPr="00C402A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402AC">
        <w:rPr>
          <w:rFonts w:eastAsia="Times New Roman" w:cs="Times New Roman"/>
          <w:lang w:eastAsia="cs-CZ"/>
        </w:rPr>
        <w:t>Stavební správa východ</w:t>
      </w:r>
    </w:p>
    <w:p w14:paraId="49ADD5E7" w14:textId="0FC0B263" w:rsidR="00CB7B5A" w:rsidRPr="00C402AC" w:rsidRDefault="00664163" w:rsidP="00C402AC">
      <w:pPr>
        <w:spacing w:after="0" w:line="240" w:lineRule="auto"/>
        <w:rPr>
          <w:rFonts w:eastAsia="Times New Roman" w:cs="Times New Roman"/>
          <w:lang w:eastAsia="cs-CZ"/>
        </w:rPr>
      </w:pPr>
      <w:r w:rsidRPr="00C402AC">
        <w:rPr>
          <w:rFonts w:eastAsia="Times New Roman" w:cs="Times New Roman"/>
          <w:lang w:eastAsia="cs-CZ"/>
        </w:rPr>
        <w:t>Správa železnic, státní organizace</w:t>
      </w:r>
    </w:p>
    <w:sectPr w:rsidR="00CB7B5A" w:rsidRPr="00C402AC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9BF35" w14:textId="77777777" w:rsidR="00CA6F8E" w:rsidRDefault="00CA6F8E" w:rsidP="00962258">
      <w:pPr>
        <w:spacing w:after="0" w:line="240" w:lineRule="auto"/>
      </w:pPr>
      <w:r>
        <w:separator/>
      </w:r>
    </w:p>
  </w:endnote>
  <w:endnote w:type="continuationSeparator" w:id="0">
    <w:p w14:paraId="259E1A21" w14:textId="77777777" w:rsidR="00CA6F8E" w:rsidRDefault="00CA6F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4400B5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5A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5A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CCC8E4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5A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5A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8A2BA" w14:textId="77777777" w:rsidR="00CA6F8E" w:rsidRDefault="00CA6F8E" w:rsidP="00962258">
      <w:pPr>
        <w:spacing w:after="0" w:line="240" w:lineRule="auto"/>
      </w:pPr>
      <w:r>
        <w:separator/>
      </w:r>
    </w:p>
  </w:footnote>
  <w:footnote w:type="continuationSeparator" w:id="0">
    <w:p w14:paraId="5680D5DA" w14:textId="77777777" w:rsidR="00CA6F8E" w:rsidRDefault="00CA6F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028021555">
    <w:abstractNumId w:val="2"/>
  </w:num>
  <w:num w:numId="2" w16cid:durableId="2106030201">
    <w:abstractNumId w:val="1"/>
  </w:num>
  <w:num w:numId="3" w16cid:durableId="1331254028">
    <w:abstractNumId w:val="3"/>
  </w:num>
  <w:num w:numId="4" w16cid:durableId="829296114">
    <w:abstractNumId w:val="6"/>
  </w:num>
  <w:num w:numId="5" w16cid:durableId="1476409696">
    <w:abstractNumId w:val="0"/>
  </w:num>
  <w:num w:numId="6" w16cid:durableId="1537541903">
    <w:abstractNumId w:val="5"/>
  </w:num>
  <w:num w:numId="7" w16cid:durableId="15769223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5AFE"/>
    <w:rsid w:val="00033432"/>
    <w:rsid w:val="000335CC"/>
    <w:rsid w:val="00066116"/>
    <w:rsid w:val="00066C45"/>
    <w:rsid w:val="00072C1E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1D9E"/>
    <w:rsid w:val="001C4DA0"/>
    <w:rsid w:val="00207DF5"/>
    <w:rsid w:val="00210D3C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5C6"/>
    <w:rsid w:val="00335732"/>
    <w:rsid w:val="00354ED7"/>
    <w:rsid w:val="00357BC6"/>
    <w:rsid w:val="0037111D"/>
    <w:rsid w:val="003756B9"/>
    <w:rsid w:val="003956C6"/>
    <w:rsid w:val="003C4E3A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1138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341FE"/>
    <w:rsid w:val="00660AD3"/>
    <w:rsid w:val="00664163"/>
    <w:rsid w:val="00687BD4"/>
    <w:rsid w:val="006A5570"/>
    <w:rsid w:val="006A689C"/>
    <w:rsid w:val="006B3D79"/>
    <w:rsid w:val="006B71D0"/>
    <w:rsid w:val="006B7D49"/>
    <w:rsid w:val="006E0578"/>
    <w:rsid w:val="006E079E"/>
    <w:rsid w:val="006E314D"/>
    <w:rsid w:val="006E7F06"/>
    <w:rsid w:val="00710723"/>
    <w:rsid w:val="00712ED1"/>
    <w:rsid w:val="00723ED1"/>
    <w:rsid w:val="0072493A"/>
    <w:rsid w:val="00735ED4"/>
    <w:rsid w:val="00743525"/>
    <w:rsid w:val="007531A0"/>
    <w:rsid w:val="00753DC9"/>
    <w:rsid w:val="0076286B"/>
    <w:rsid w:val="00764595"/>
    <w:rsid w:val="00766846"/>
    <w:rsid w:val="00775AB2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943B5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15EF"/>
    <w:rsid w:val="00BF374D"/>
    <w:rsid w:val="00BF6D48"/>
    <w:rsid w:val="00C02D0A"/>
    <w:rsid w:val="00C03A6E"/>
    <w:rsid w:val="00C30759"/>
    <w:rsid w:val="00C402AC"/>
    <w:rsid w:val="00C44F6A"/>
    <w:rsid w:val="00C727E5"/>
    <w:rsid w:val="00C8207D"/>
    <w:rsid w:val="00C962F0"/>
    <w:rsid w:val="00CA6F8E"/>
    <w:rsid w:val="00CB7B5A"/>
    <w:rsid w:val="00CC0539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6F25"/>
    <w:rsid w:val="00E10710"/>
    <w:rsid w:val="00E824F1"/>
    <w:rsid w:val="00E9347D"/>
    <w:rsid w:val="00EB104F"/>
    <w:rsid w:val="00ED14BD"/>
    <w:rsid w:val="00F003C0"/>
    <w:rsid w:val="00F01440"/>
    <w:rsid w:val="00F12DEC"/>
    <w:rsid w:val="00F1715C"/>
    <w:rsid w:val="00F310F8"/>
    <w:rsid w:val="00F35939"/>
    <w:rsid w:val="00F45607"/>
    <w:rsid w:val="00F557EF"/>
    <w:rsid w:val="00F64786"/>
    <w:rsid w:val="00F659EB"/>
    <w:rsid w:val="00F804A7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6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FD6DF0-16D3-463F-A75A-06230AF1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Přerovská Kamila, Ing.</cp:lastModifiedBy>
  <cp:revision>5</cp:revision>
  <cp:lastPrinted>2019-02-22T13:28:00Z</cp:lastPrinted>
  <dcterms:created xsi:type="dcterms:W3CDTF">2024-09-27T12:47:00Z</dcterms:created>
  <dcterms:modified xsi:type="dcterms:W3CDTF">2024-09-30T06:47:00Z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