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23527F53" w:rsidR="00F862D6" w:rsidRPr="003E6B9A" w:rsidRDefault="00970984" w:rsidP="00970984">
            <w:pPr>
              <w:ind w:right="169"/>
            </w:pPr>
            <w:r>
              <w:rPr>
                <w:rFonts w:ascii="Helvetica" w:hAnsi="Helvetica"/>
              </w:rPr>
              <w:t>1</w:t>
            </w:r>
            <w:r w:rsidRPr="00970984">
              <w:rPr>
                <w:rFonts w:ascii="Helvetica" w:hAnsi="Helvetica"/>
              </w:rPr>
              <w:t>0178/2024-SŽ-SSV-Ú3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745A1" w:rsidRDefault="00F862D6" w:rsidP="00D31450">
            <w:pPr>
              <w:ind w:right="169"/>
            </w:pPr>
            <w:r w:rsidRPr="009745A1">
              <w:t>Listů/příloh</w:t>
            </w:r>
          </w:p>
        </w:tc>
        <w:tc>
          <w:tcPr>
            <w:tcW w:w="2552" w:type="dxa"/>
          </w:tcPr>
          <w:p w14:paraId="333CD487" w14:textId="55F741B0" w:rsidR="00F862D6" w:rsidRPr="009745A1" w:rsidRDefault="009745A1" w:rsidP="00D31450">
            <w:pPr>
              <w:ind w:right="169"/>
            </w:pPr>
            <w:r w:rsidRPr="009745A1">
              <w:t>2</w:t>
            </w:r>
            <w:r w:rsidR="003E6B9A" w:rsidRPr="009745A1">
              <w:t>/</w:t>
            </w:r>
            <w:r w:rsidRPr="009745A1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BD4DECE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B0FBE">
              <w:rPr>
                <w:noProof/>
              </w:rPr>
              <w:t>20</w:t>
            </w:r>
            <w:r w:rsidR="00AB0FBE">
              <w:rPr>
                <w:noProof/>
              </w:rPr>
              <w:t>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C941F7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970984">
        <w:rPr>
          <w:rFonts w:eastAsia="Calibri" w:cs="Times New Roman"/>
          <w:lang w:eastAsia="cs-CZ"/>
        </w:rPr>
        <w:t>2</w:t>
      </w:r>
      <w:r w:rsidR="00A02302">
        <w:rPr>
          <w:rFonts w:eastAsia="Times New Roman" w:cs="Times New Roman"/>
          <w:lang w:eastAsia="cs-CZ"/>
        </w:rPr>
        <w:t>5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72F56DEA" w:rsidR="0027712A" w:rsidRPr="00D31450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970984">
        <w:rPr>
          <w:rFonts w:eastAsia="Calibri" w:cs="Times New Roman"/>
          <w:b/>
          <w:lang w:eastAsia="cs-CZ"/>
        </w:rPr>
        <w:t>304</w:t>
      </w:r>
      <w:r w:rsidRPr="00D31450">
        <w:rPr>
          <w:rFonts w:eastAsia="Calibri" w:cs="Times New Roman"/>
          <w:b/>
          <w:lang w:eastAsia="cs-CZ"/>
        </w:rPr>
        <w:t>:</w:t>
      </w:r>
    </w:p>
    <w:p w14:paraId="2FBE717E" w14:textId="77777777" w:rsidR="00970984" w:rsidRPr="00970984" w:rsidRDefault="00970984" w:rsidP="00970984">
      <w:pPr>
        <w:spacing w:after="0" w:line="240" w:lineRule="auto"/>
        <w:rPr>
          <w:rFonts w:eastAsia="Times New Roman" w:cs="Times New Roman"/>
          <w:lang w:eastAsia="cs-CZ"/>
        </w:rPr>
      </w:pPr>
      <w:r w:rsidRPr="00970984">
        <w:rPr>
          <w:rFonts w:eastAsia="Times New Roman" w:cs="Times New Roman"/>
          <w:lang w:eastAsia="cs-CZ"/>
        </w:rPr>
        <w:t>V Zadávací dokumentaci Díl 1, Požadavky a podmínky pro zpracování nabídky, Část 2, Pokyny pro dodavatele Zhotovení stavby „Modernizace železničního uzlu Česká Třebová“, pod-článek 12.2 určuje formu odevzdání nabídky ve smyslu datového formátu a jeho předpisu. Po importu rozpočtu formátu .</w:t>
      </w:r>
      <w:proofErr w:type="spellStart"/>
      <w:r w:rsidRPr="00970984">
        <w:rPr>
          <w:rFonts w:eastAsia="Times New Roman" w:cs="Times New Roman"/>
          <w:lang w:eastAsia="cs-CZ"/>
        </w:rPr>
        <w:t>xml</w:t>
      </w:r>
      <w:proofErr w:type="spellEnd"/>
      <w:r w:rsidRPr="00970984">
        <w:rPr>
          <w:rFonts w:eastAsia="Times New Roman" w:cs="Times New Roman"/>
          <w:lang w:eastAsia="cs-CZ"/>
        </w:rPr>
        <w:t xml:space="preserve"> z aktuální verze zadavatele vydané dle DI (posledních x verzí rozpočtu) však nelze provést export nabídky formátu XDC, lze dokončit export pouze u formátu nabídky XC4 (kalkulační programy hlásí chyby).</w:t>
      </w:r>
    </w:p>
    <w:p w14:paraId="3814C59E" w14:textId="57019B1D" w:rsidR="00970984" w:rsidRDefault="00970984" w:rsidP="00970984">
      <w:pPr>
        <w:spacing w:after="0" w:line="240" w:lineRule="auto"/>
        <w:rPr>
          <w:rFonts w:eastAsia="Times New Roman" w:cs="Times New Roman"/>
          <w:lang w:eastAsia="cs-CZ"/>
        </w:rPr>
      </w:pPr>
      <w:r w:rsidRPr="00970984">
        <w:rPr>
          <w:rFonts w:eastAsia="Times New Roman" w:cs="Times New Roman"/>
          <w:lang w:eastAsia="cs-CZ"/>
        </w:rPr>
        <w:t>Žádáme zadavatele o prověření správnosti vydávaného formátu soupisu prací (XDC_Ceska-Trebova-cast1-zmXX, XDC_Ceska-Trebova-cast2-zmXX)</w:t>
      </w:r>
    </w:p>
    <w:p w14:paraId="73A88618" w14:textId="77777777" w:rsidR="00970984" w:rsidRPr="00970984" w:rsidRDefault="00970984" w:rsidP="00970984">
      <w:pPr>
        <w:spacing w:after="0" w:line="240" w:lineRule="auto"/>
        <w:rPr>
          <w:rFonts w:eastAsia="Times New Roman" w:cs="Times New Roman"/>
          <w:lang w:eastAsia="cs-CZ"/>
        </w:rPr>
      </w:pPr>
    </w:p>
    <w:p w14:paraId="1E4C61D2" w14:textId="39646D84" w:rsidR="00A02302" w:rsidRDefault="00970984" w:rsidP="00970984">
      <w:pPr>
        <w:spacing w:after="0" w:line="240" w:lineRule="auto"/>
        <w:rPr>
          <w:rFonts w:eastAsia="Times New Roman" w:cs="Times New Roman"/>
          <w:lang w:eastAsia="cs-CZ"/>
        </w:rPr>
      </w:pPr>
      <w:r w:rsidRPr="00970984">
        <w:rPr>
          <w:rFonts w:eastAsia="Times New Roman" w:cs="Times New Roman"/>
          <w:lang w:eastAsia="cs-CZ"/>
        </w:rPr>
        <w:t>-</w:t>
      </w:r>
      <w:r w:rsidRPr="00970984">
        <w:rPr>
          <w:rFonts w:eastAsia="Times New Roman" w:cs="Times New Roman"/>
          <w:lang w:eastAsia="cs-CZ"/>
        </w:rPr>
        <w:tab/>
        <w:t>OCENĚNÝ SOUPIS PRACÍ BUDE DODAVATELEM V NABÍDCE PŘEDLOŽEN POUZE VE FORMÁTU XML (DATOVÝ PŘEDPIS XDC).</w:t>
      </w:r>
    </w:p>
    <w:p w14:paraId="5CCA468E" w14:textId="77777777" w:rsidR="00970984" w:rsidRPr="00A02302" w:rsidRDefault="00970984" w:rsidP="0097098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414C119C" w:rsidR="0027712A" w:rsidRPr="009745A1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9745A1">
        <w:rPr>
          <w:rFonts w:eastAsia="Calibri" w:cs="Times New Roman"/>
          <w:b/>
          <w:lang w:eastAsia="cs-CZ"/>
        </w:rPr>
        <w:t xml:space="preserve">Odpověď: </w:t>
      </w:r>
    </w:p>
    <w:p w14:paraId="599636FA" w14:textId="72C7FAA5" w:rsidR="001B080D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b/>
          <w:lang w:eastAsia="cs-CZ"/>
        </w:rPr>
        <w:t>Byl upraven soupis prací</w:t>
      </w:r>
      <w:r w:rsidRPr="009745A1">
        <w:rPr>
          <w:rFonts w:eastAsia="Times New Roman" w:cs="Times New Roman"/>
          <w:lang w:eastAsia="cs-CZ"/>
        </w:rPr>
        <w:t>.</w:t>
      </w:r>
    </w:p>
    <w:p w14:paraId="7CE7865F" w14:textId="77777777" w:rsidR="001B080D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</w:p>
    <w:p w14:paraId="778BCD28" w14:textId="63B0958D" w:rsidR="001B080D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 xml:space="preserve">V rámci kontroly rozpočtů bylo zjištěno v rámci jednotlivých SO (výčet viz. níže) použití stejných položek v rámci </w:t>
      </w:r>
      <w:r w:rsidR="003D0334" w:rsidRPr="009745A1">
        <w:rPr>
          <w:rFonts w:eastAsia="Times New Roman" w:cs="Times New Roman"/>
          <w:lang w:eastAsia="cs-CZ"/>
        </w:rPr>
        <w:t>různých stavebních dílů v rámci jednoho SO. Na základě zjištění byla provedena úprava položek</w:t>
      </w:r>
      <w:r w:rsidR="003A7EDB" w:rsidRPr="009745A1">
        <w:rPr>
          <w:rFonts w:eastAsia="Times New Roman" w:cs="Times New Roman"/>
          <w:lang w:eastAsia="cs-CZ"/>
        </w:rPr>
        <w:t>,</w:t>
      </w:r>
      <w:r w:rsidR="003D0334" w:rsidRPr="009745A1">
        <w:rPr>
          <w:rFonts w:eastAsia="Times New Roman" w:cs="Times New Roman"/>
          <w:lang w:eastAsia="cs-CZ"/>
        </w:rPr>
        <w:t xml:space="preserve"> kdy duplicitním položkám byl upraven kód položky formou varianty položky, aby bylo možné v rámci jednoho SO tyto položky odlišit. U dvou r-položek bylo upraveno navazující pořadové číslo vzhledem k tomu, že v těchto případech došlo k nesrovnalosti při tvorbě těchto položek. </w:t>
      </w:r>
    </w:p>
    <w:p w14:paraId="591AE338" w14:textId="77777777" w:rsidR="001B080D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</w:p>
    <w:p w14:paraId="672F47DB" w14:textId="41E36E1D" w:rsidR="0027712A" w:rsidRPr="009745A1" w:rsidRDefault="00F072D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27-72-03.1 Upraven kód položky</w:t>
      </w:r>
      <w:r w:rsidR="007436F8" w:rsidRPr="009745A1">
        <w:rPr>
          <w:rFonts w:eastAsia="Times New Roman" w:cs="Times New Roman"/>
          <w:lang w:eastAsia="cs-CZ"/>
        </w:rPr>
        <w:t xml:space="preserve"> č.294</w:t>
      </w:r>
      <w:r w:rsidRPr="009745A1">
        <w:rPr>
          <w:rFonts w:eastAsia="Times New Roman" w:cs="Times New Roman"/>
          <w:lang w:eastAsia="cs-CZ"/>
        </w:rPr>
        <w:t xml:space="preserve"> z 59623113 na 59623113</w:t>
      </w:r>
      <w:r w:rsidR="007436F8" w:rsidRPr="009745A1">
        <w:rPr>
          <w:rFonts w:eastAsia="Times New Roman" w:cs="Times New Roman"/>
          <w:lang w:eastAsia="cs-CZ"/>
        </w:rPr>
        <w:t>.1</w:t>
      </w:r>
    </w:p>
    <w:p w14:paraId="47E38BBF" w14:textId="167BA989" w:rsidR="00F072DD" w:rsidRPr="009745A1" w:rsidRDefault="00F072D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27-72-03.42 Upraven kód položky č.57 z R125 na R127</w:t>
      </w:r>
    </w:p>
    <w:p w14:paraId="2D237E03" w14:textId="4D66736A" w:rsidR="00F072DD" w:rsidRPr="009745A1" w:rsidRDefault="00F072D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 xml:space="preserve">V SO </w:t>
      </w:r>
      <w:r w:rsidR="007436F8" w:rsidRPr="009745A1">
        <w:rPr>
          <w:rFonts w:eastAsia="Times New Roman" w:cs="Times New Roman"/>
          <w:lang w:eastAsia="cs-CZ"/>
        </w:rPr>
        <w:t>24-72-08.01 Upraven kód položky č.85 z 11163153 na 11163153.1</w:t>
      </w:r>
    </w:p>
    <w:p w14:paraId="42686DED" w14:textId="6E667DBA" w:rsidR="007436F8" w:rsidRPr="009745A1" w:rsidRDefault="007436F8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24-72-06.01 Upraven kód položky č.67 z 777111123 na 777111123.1</w:t>
      </w:r>
    </w:p>
    <w:p w14:paraId="2596D313" w14:textId="5F20DEB8" w:rsidR="007436F8" w:rsidRPr="009745A1" w:rsidRDefault="007436F8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24-72-02 Upraven kód položky č.103 z 69311068 na 69311068.1</w:t>
      </w:r>
    </w:p>
    <w:p w14:paraId="480E13F8" w14:textId="059E054D" w:rsidR="007436F8" w:rsidRPr="009745A1" w:rsidRDefault="007436F8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24-72-02 Upraven kód položky č.114 z 62853004 na 62853004.1</w:t>
      </w:r>
    </w:p>
    <w:p w14:paraId="2E9E6D03" w14:textId="542EDAAB" w:rsidR="007436F8" w:rsidRPr="009745A1" w:rsidRDefault="007436F8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24-72-02 Upraven kód položky č.112 z 11163150 na 11163150.1</w:t>
      </w:r>
    </w:p>
    <w:p w14:paraId="704CFA65" w14:textId="376BB8B0" w:rsidR="007436F8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24-72-01 Upraven kód položky č.124 z 11163153 na 11163153.1</w:t>
      </w:r>
    </w:p>
    <w:p w14:paraId="3A991599" w14:textId="5F3B14B8" w:rsidR="001B080D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23-72-02.01 Upraven kód položky č.64 z 777111123 na 777111123.1</w:t>
      </w:r>
    </w:p>
    <w:p w14:paraId="040C1981" w14:textId="0E49EB34" w:rsidR="001B080D" w:rsidRPr="009745A1" w:rsidRDefault="001B080D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23-72-01.01 Upraven kód položky č.79 z 777111123 na 777111123.1</w:t>
      </w:r>
    </w:p>
    <w:p w14:paraId="6ADB2089" w14:textId="4CFF3756" w:rsidR="001B080D" w:rsidRPr="009745A1" w:rsidRDefault="001B080D" w:rsidP="001B080D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20-72-01.01 Upraven kód položky č.56 z 777111123 na 777111123.1</w:t>
      </w:r>
    </w:p>
    <w:p w14:paraId="75FAB5D5" w14:textId="5DF7609E" w:rsidR="001B080D" w:rsidRPr="009745A1" w:rsidRDefault="001B080D" w:rsidP="001B080D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23-60-01.01 Upraven kód položky č.42 z 271572211 na 271572211.1</w:t>
      </w:r>
    </w:p>
    <w:p w14:paraId="424B4DE0" w14:textId="0E2F729F" w:rsidR="001B080D" w:rsidRPr="009745A1" w:rsidRDefault="001B080D" w:rsidP="001B080D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V SO 22-30-21 Upraven kód položky č.72 z R030 na R03</w:t>
      </w:r>
      <w:r w:rsidR="009537CD" w:rsidRPr="009745A1">
        <w:rPr>
          <w:rFonts w:eastAsia="Times New Roman" w:cs="Times New Roman"/>
          <w:lang w:eastAsia="cs-CZ"/>
        </w:rPr>
        <w:t>0.1</w:t>
      </w:r>
    </w:p>
    <w:p w14:paraId="448896F8" w14:textId="77777777" w:rsidR="003D0334" w:rsidRPr="009745A1" w:rsidRDefault="003D0334" w:rsidP="001B080D">
      <w:pPr>
        <w:spacing w:after="0" w:line="240" w:lineRule="auto"/>
        <w:rPr>
          <w:rFonts w:eastAsia="Times New Roman" w:cs="Times New Roman"/>
          <w:lang w:eastAsia="cs-CZ"/>
        </w:rPr>
      </w:pPr>
    </w:p>
    <w:p w14:paraId="7E0D9A08" w14:textId="53775066" w:rsidR="001B080D" w:rsidRPr="009745A1" w:rsidRDefault="00A44D1F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lastRenderedPageBreak/>
        <w:t xml:space="preserve">Vzhledem k charakteru zjištěné nesrovnalosti by Zadavatel rád požádal uchazeče při případných dalších zjištěních spojených s exportem/importem do programu </w:t>
      </w:r>
      <w:proofErr w:type="spellStart"/>
      <w:r w:rsidRPr="009745A1">
        <w:rPr>
          <w:rFonts w:eastAsia="Times New Roman" w:cs="Times New Roman"/>
          <w:lang w:eastAsia="cs-CZ"/>
        </w:rPr>
        <w:t>AspeEsticon</w:t>
      </w:r>
      <w:proofErr w:type="spellEnd"/>
      <w:r w:rsidRPr="009745A1">
        <w:rPr>
          <w:rFonts w:eastAsia="Times New Roman" w:cs="Times New Roman"/>
          <w:lang w:eastAsia="cs-CZ"/>
        </w:rPr>
        <w:t xml:space="preserve"> o zaznamenání nesrovnalosti/nefunkčnosti formou výstřižku, případně screenshotem obrazovky, kterou software identifikuje a přiložení tohoto záznamu do dotazu na Zadavatele, což Zadavateli značně urychlí identifikaci nesrovnalosti a její odstranění, resp. zodpovězení dotazu.</w:t>
      </w:r>
    </w:p>
    <w:p w14:paraId="17002BB6" w14:textId="77777777" w:rsidR="00F072DD" w:rsidRPr="009745A1" w:rsidRDefault="00F072DD" w:rsidP="003B26A4">
      <w:pPr>
        <w:spacing w:after="0" w:line="240" w:lineRule="auto"/>
        <w:rPr>
          <w:rFonts w:eastAsia="Times New Roman" w:cs="Times New Roman"/>
          <w:lang w:eastAsia="cs-CZ"/>
        </w:rPr>
      </w:pPr>
    </w:p>
    <w:p w14:paraId="54356B80" w14:textId="4A5AB850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94919DC" w14:textId="77777777" w:rsidR="001762FE" w:rsidRPr="003B26A4" w:rsidRDefault="001762FE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B023FD" w14:textId="77777777" w:rsidR="00664163" w:rsidRPr="00C87717" w:rsidRDefault="00664163" w:rsidP="009745A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37932E14" w:rsidR="00664163" w:rsidRPr="009745A1" w:rsidRDefault="00664163" w:rsidP="009745A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745A1">
        <w:rPr>
          <w:rFonts w:eastAsia="Calibri" w:cs="Times New Roman"/>
          <w:b/>
          <w:bCs/>
          <w:lang w:eastAsia="cs-CZ"/>
        </w:rPr>
        <w:t xml:space="preserve">Příloha: </w:t>
      </w:r>
      <w:r w:rsidRPr="009745A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745A1">
        <w:rPr>
          <w:rFonts w:eastAsia="Calibri" w:cs="Times New Roman"/>
          <w:bCs/>
          <w:lang w:eastAsia="cs-CZ"/>
        </w:rPr>
        <w:instrText xml:space="preserve"> FORMTEXT </w:instrText>
      </w:r>
      <w:r w:rsidRPr="009745A1">
        <w:rPr>
          <w:rFonts w:eastAsia="Calibri" w:cs="Times New Roman"/>
          <w:bCs/>
          <w:lang w:eastAsia="cs-CZ"/>
        </w:rPr>
      </w:r>
      <w:r w:rsidRPr="009745A1">
        <w:rPr>
          <w:rFonts w:eastAsia="Calibri" w:cs="Times New Roman"/>
          <w:bCs/>
          <w:lang w:eastAsia="cs-CZ"/>
        </w:rPr>
        <w:fldChar w:fldCharType="separate"/>
      </w:r>
      <w:r w:rsidRPr="009745A1">
        <w:rPr>
          <w:rFonts w:eastAsia="Calibri" w:cs="Times New Roman"/>
          <w:bCs/>
          <w:lang w:eastAsia="cs-CZ"/>
        </w:rPr>
        <w:t> </w:t>
      </w:r>
      <w:r w:rsidRPr="009745A1">
        <w:rPr>
          <w:rFonts w:eastAsia="Calibri" w:cs="Times New Roman"/>
          <w:bCs/>
          <w:lang w:eastAsia="cs-CZ"/>
        </w:rPr>
        <w:t> </w:t>
      </w:r>
      <w:r w:rsidRPr="009745A1">
        <w:rPr>
          <w:rFonts w:eastAsia="Calibri" w:cs="Times New Roman"/>
          <w:bCs/>
          <w:lang w:eastAsia="cs-CZ"/>
        </w:rPr>
        <w:t> </w:t>
      </w:r>
      <w:r w:rsidRPr="009745A1">
        <w:rPr>
          <w:rFonts w:eastAsia="Calibri" w:cs="Times New Roman"/>
          <w:bCs/>
          <w:lang w:eastAsia="cs-CZ"/>
        </w:rPr>
        <w:t> </w:t>
      </w:r>
      <w:r w:rsidRPr="009745A1">
        <w:rPr>
          <w:rFonts w:eastAsia="Calibri" w:cs="Times New Roman"/>
          <w:bCs/>
          <w:lang w:eastAsia="cs-CZ"/>
        </w:rPr>
        <w:t> </w:t>
      </w:r>
      <w:r w:rsidRPr="009745A1">
        <w:rPr>
          <w:rFonts w:eastAsia="Calibri" w:cs="Times New Roman"/>
          <w:bCs/>
          <w:lang w:eastAsia="cs-CZ"/>
        </w:rPr>
        <w:fldChar w:fldCharType="end"/>
      </w:r>
    </w:p>
    <w:p w14:paraId="5DE78BD2" w14:textId="77777777" w:rsidR="00615683" w:rsidRPr="009745A1" w:rsidRDefault="00615683" w:rsidP="006156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45A1">
        <w:rPr>
          <w:rFonts w:eastAsia="Calibri" w:cs="Times New Roman"/>
          <w:lang w:eastAsia="cs-CZ"/>
        </w:rPr>
        <w:t>XDC_Ceska-Trebova-cast1-zm18-20240920.xml</w:t>
      </w:r>
    </w:p>
    <w:p w14:paraId="16EBEF7A" w14:textId="77777777" w:rsidR="00615683" w:rsidRPr="009745A1" w:rsidRDefault="00615683" w:rsidP="006156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45A1">
        <w:rPr>
          <w:rFonts w:eastAsia="Calibri" w:cs="Times New Roman"/>
          <w:lang w:eastAsia="cs-CZ"/>
        </w:rPr>
        <w:t>XDC_Ceska-Trebova-cast2-zm18-20240920.xml</w:t>
      </w:r>
    </w:p>
    <w:p w14:paraId="744EDC48" w14:textId="25994BC2" w:rsidR="00615683" w:rsidRPr="009745A1" w:rsidRDefault="00615683" w:rsidP="006156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45A1">
        <w:rPr>
          <w:rFonts w:eastAsia="Calibri" w:cs="Times New Roman"/>
          <w:lang w:eastAsia="cs-CZ"/>
        </w:rPr>
        <w:t>XLS_Ceska-Trebova-cast1-zm18-202409</w:t>
      </w:r>
      <w:r w:rsidR="006D14BE" w:rsidRPr="009745A1">
        <w:rPr>
          <w:rFonts w:eastAsia="Calibri" w:cs="Times New Roman"/>
          <w:lang w:eastAsia="cs-CZ"/>
        </w:rPr>
        <w:t>20</w:t>
      </w:r>
      <w:r w:rsidRPr="009745A1">
        <w:rPr>
          <w:rFonts w:eastAsia="Calibri" w:cs="Times New Roman"/>
          <w:lang w:eastAsia="cs-CZ"/>
        </w:rPr>
        <w:t>.xlsx</w:t>
      </w:r>
    </w:p>
    <w:p w14:paraId="1065A281" w14:textId="5888F39C" w:rsidR="00615683" w:rsidRPr="009745A1" w:rsidRDefault="00615683" w:rsidP="006156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45A1">
        <w:rPr>
          <w:rFonts w:eastAsia="Calibri" w:cs="Times New Roman"/>
          <w:lang w:eastAsia="cs-CZ"/>
        </w:rPr>
        <w:t>XLS_Ceska-Trebova-cast2-zm18-202409</w:t>
      </w:r>
      <w:r w:rsidR="006D14BE" w:rsidRPr="009745A1">
        <w:rPr>
          <w:rFonts w:eastAsia="Calibri" w:cs="Times New Roman"/>
          <w:lang w:eastAsia="cs-CZ"/>
        </w:rPr>
        <w:t>20</w:t>
      </w:r>
      <w:r w:rsidRPr="009745A1">
        <w:rPr>
          <w:rFonts w:eastAsia="Calibri" w:cs="Times New Roman"/>
          <w:lang w:eastAsia="cs-CZ"/>
        </w:rPr>
        <w:t>.xlsx</w:t>
      </w:r>
    </w:p>
    <w:p w14:paraId="11FC1E85" w14:textId="30E2EA2F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3ECD4B" w14:textId="77777777" w:rsidR="009745A1" w:rsidRPr="009745A1" w:rsidRDefault="009745A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0C4ACA" w14:textId="77777777" w:rsidR="009745A1" w:rsidRPr="009745A1" w:rsidRDefault="009745A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CADC5F8" w:rsidR="00664163" w:rsidRPr="009745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45A1">
        <w:rPr>
          <w:rFonts w:eastAsia="Calibri" w:cs="Times New Roman"/>
          <w:lang w:eastAsia="cs-CZ"/>
        </w:rPr>
        <w:t xml:space="preserve">V Olomouci dne </w:t>
      </w:r>
      <w:r w:rsidR="00AB0FBE">
        <w:rPr>
          <w:rFonts w:eastAsia="Calibri" w:cs="Times New Roman"/>
          <w:lang w:eastAsia="cs-CZ"/>
        </w:rPr>
        <w:t>20. 9. 2024</w:t>
      </w:r>
      <w:bookmarkStart w:id="1" w:name="_GoBack"/>
      <w:bookmarkEnd w:id="1"/>
    </w:p>
    <w:p w14:paraId="6F75BA64" w14:textId="77777777" w:rsidR="00664163" w:rsidRPr="009745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745A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745A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41B90B82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FB61C6" w14:textId="77777777" w:rsidR="009745A1" w:rsidRPr="009745A1" w:rsidRDefault="009745A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745A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745A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5A1">
        <w:rPr>
          <w:rFonts w:eastAsia="Times New Roman" w:cs="Times New Roman"/>
          <w:b/>
          <w:bCs/>
          <w:lang w:eastAsia="cs-CZ"/>
        </w:rPr>
        <w:t>Ing. Miroslav Bocák</w:t>
      </w:r>
      <w:r w:rsidRPr="009745A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745A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ředitel organizační jednotky</w:t>
      </w:r>
      <w:r w:rsidRPr="009745A1">
        <w:rPr>
          <w:rFonts w:eastAsia="Times New Roman" w:cs="Times New Roman"/>
          <w:lang w:eastAsia="cs-CZ"/>
        </w:rPr>
        <w:tab/>
      </w:r>
    </w:p>
    <w:p w14:paraId="5DEDC136" w14:textId="77777777" w:rsidR="00664163" w:rsidRPr="009745A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745A1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30F3C" w14:textId="77777777" w:rsidR="009E5B56" w:rsidRDefault="009E5B56" w:rsidP="00962258">
      <w:pPr>
        <w:spacing w:after="0" w:line="240" w:lineRule="auto"/>
      </w:pPr>
      <w:r>
        <w:separator/>
      </w:r>
    </w:p>
  </w:endnote>
  <w:endnote w:type="continuationSeparator" w:id="0">
    <w:p w14:paraId="24E6442E" w14:textId="77777777" w:rsidR="009E5B56" w:rsidRDefault="009E5B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57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578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57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578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75644" w14:textId="77777777" w:rsidR="009E5B56" w:rsidRDefault="009E5B56" w:rsidP="00962258">
      <w:pPr>
        <w:spacing w:after="0" w:line="240" w:lineRule="auto"/>
      </w:pPr>
      <w:r>
        <w:separator/>
      </w:r>
    </w:p>
  </w:footnote>
  <w:footnote w:type="continuationSeparator" w:id="0">
    <w:p w14:paraId="560BC09B" w14:textId="77777777" w:rsidR="009E5B56" w:rsidRDefault="009E5B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41DE"/>
    <w:rsid w:val="00033432"/>
    <w:rsid w:val="000335CC"/>
    <w:rsid w:val="00060C6D"/>
    <w:rsid w:val="00072C1E"/>
    <w:rsid w:val="000B3A82"/>
    <w:rsid w:val="000B6C7E"/>
    <w:rsid w:val="000B7907"/>
    <w:rsid w:val="000C0429"/>
    <w:rsid w:val="000C45E8"/>
    <w:rsid w:val="000E04AD"/>
    <w:rsid w:val="00101E86"/>
    <w:rsid w:val="00114472"/>
    <w:rsid w:val="00126E93"/>
    <w:rsid w:val="00170EC5"/>
    <w:rsid w:val="001747C1"/>
    <w:rsid w:val="001762FE"/>
    <w:rsid w:val="0018596A"/>
    <w:rsid w:val="001B080D"/>
    <w:rsid w:val="001B69C2"/>
    <w:rsid w:val="001C4DA0"/>
    <w:rsid w:val="00207DF5"/>
    <w:rsid w:val="00265111"/>
    <w:rsid w:val="00267369"/>
    <w:rsid w:val="0026785D"/>
    <w:rsid w:val="0027712A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56C6"/>
    <w:rsid w:val="003A7EDB"/>
    <w:rsid w:val="003B26A4"/>
    <w:rsid w:val="003B35C8"/>
    <w:rsid w:val="003D0334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3119B"/>
    <w:rsid w:val="00542527"/>
    <w:rsid w:val="00551D1F"/>
    <w:rsid w:val="00553375"/>
    <w:rsid w:val="00555FF5"/>
    <w:rsid w:val="0056116F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15683"/>
    <w:rsid w:val="00660AD3"/>
    <w:rsid w:val="00664163"/>
    <w:rsid w:val="006A5570"/>
    <w:rsid w:val="006A689C"/>
    <w:rsid w:val="006B3D79"/>
    <w:rsid w:val="006D14BE"/>
    <w:rsid w:val="006E0578"/>
    <w:rsid w:val="006E314D"/>
    <w:rsid w:val="006E7F06"/>
    <w:rsid w:val="00710723"/>
    <w:rsid w:val="00712ED1"/>
    <w:rsid w:val="00723ED1"/>
    <w:rsid w:val="00735ED4"/>
    <w:rsid w:val="00743525"/>
    <w:rsid w:val="007436F8"/>
    <w:rsid w:val="007531A0"/>
    <w:rsid w:val="00756922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25780"/>
    <w:rsid w:val="00852C7A"/>
    <w:rsid w:val="008841FB"/>
    <w:rsid w:val="0088472C"/>
    <w:rsid w:val="00891334"/>
    <w:rsid w:val="008A3568"/>
    <w:rsid w:val="008D03B9"/>
    <w:rsid w:val="008D32DA"/>
    <w:rsid w:val="008E580A"/>
    <w:rsid w:val="008F18D6"/>
    <w:rsid w:val="00904780"/>
    <w:rsid w:val="009113A8"/>
    <w:rsid w:val="009172D5"/>
    <w:rsid w:val="00922385"/>
    <w:rsid w:val="009223DF"/>
    <w:rsid w:val="0093540B"/>
    <w:rsid w:val="00936091"/>
    <w:rsid w:val="00940D8A"/>
    <w:rsid w:val="009537CD"/>
    <w:rsid w:val="00953B2A"/>
    <w:rsid w:val="00962258"/>
    <w:rsid w:val="009678B7"/>
    <w:rsid w:val="00970984"/>
    <w:rsid w:val="009745A1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E5B56"/>
    <w:rsid w:val="009F392E"/>
    <w:rsid w:val="00A02302"/>
    <w:rsid w:val="00A0337D"/>
    <w:rsid w:val="00A42067"/>
    <w:rsid w:val="00A44328"/>
    <w:rsid w:val="00A44D1F"/>
    <w:rsid w:val="00A6177B"/>
    <w:rsid w:val="00A66136"/>
    <w:rsid w:val="00A86339"/>
    <w:rsid w:val="00AA4CBB"/>
    <w:rsid w:val="00AA65FA"/>
    <w:rsid w:val="00AA7351"/>
    <w:rsid w:val="00AB0FBE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76BBF"/>
    <w:rsid w:val="00E824F1"/>
    <w:rsid w:val="00EB104F"/>
    <w:rsid w:val="00ED14BD"/>
    <w:rsid w:val="00F01440"/>
    <w:rsid w:val="00F072DD"/>
    <w:rsid w:val="00F12DEC"/>
    <w:rsid w:val="00F1715C"/>
    <w:rsid w:val="00F27DEF"/>
    <w:rsid w:val="00F310F8"/>
    <w:rsid w:val="00F31794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D724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FDAB55-F98C-427D-82C7-9FA35AC3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2</Pages>
  <Words>544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8</cp:revision>
  <cp:lastPrinted>2019-02-22T13:28:00Z</cp:lastPrinted>
  <dcterms:created xsi:type="dcterms:W3CDTF">2024-09-18T07:51:00Z</dcterms:created>
  <dcterms:modified xsi:type="dcterms:W3CDTF">2024-09-19T04:56:00Z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