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98101" w14:textId="547000EF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A5B07">
        <w:rPr>
          <w:lang w:eastAsia="cs-CZ"/>
        </w:rPr>
        <w:t xml:space="preserve"> č. j. </w:t>
      </w:r>
      <w:r w:rsidR="00C06317">
        <w:rPr>
          <w:lang w:eastAsia="cs-CZ"/>
        </w:rPr>
        <w:t>5</w:t>
      </w:r>
      <w:r w:rsidR="00535501">
        <w:rPr>
          <w:lang w:eastAsia="cs-CZ"/>
        </w:rPr>
        <w:t>6778</w:t>
      </w:r>
      <w:r w:rsidR="00715C35">
        <w:rPr>
          <w:lang w:eastAsia="cs-CZ"/>
        </w:rPr>
        <w:t>/202</w:t>
      </w:r>
      <w:r w:rsidR="00A9231C">
        <w:rPr>
          <w:lang w:eastAsia="cs-CZ"/>
        </w:rPr>
        <w:t>4</w:t>
      </w:r>
      <w:r w:rsidR="00715C35">
        <w:rPr>
          <w:lang w:eastAsia="cs-CZ"/>
        </w:rPr>
        <w:t>-SŽ-GŘ-O8</w:t>
      </w:r>
    </w:p>
    <w:p w14:paraId="4A0EEBD9" w14:textId="029F3D6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51E6D376" w:rsidR="00493B1B" w:rsidRPr="001E2490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3817E838" w14:textId="1F4B2D63" w:rsidR="00493B1B" w:rsidRPr="001E2490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083477CD" w14:textId="2218E870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5FE4A393" w14:textId="3099D061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0068FA3F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</w:t>
      </w:r>
      <w:r w:rsidR="00CE7C6B" w:rsidRPr="002C4DD1">
        <w:rPr>
          <w:rFonts w:eastAsia="Times New Roman" w:cs="Times New Roman"/>
          <w:b/>
          <w:lang w:eastAsia="cs-CZ"/>
        </w:rPr>
        <w:t xml:space="preserve">– </w:t>
      </w:r>
      <w:r w:rsidR="00F82C42">
        <w:rPr>
          <w:rFonts w:eastAsia="Times New Roman" w:cs="Times New Roman"/>
          <w:b/>
          <w:lang w:eastAsia="cs-CZ"/>
        </w:rPr>
        <w:t>4</w:t>
      </w:r>
      <w:r w:rsidR="00535501">
        <w:rPr>
          <w:rFonts w:eastAsia="Times New Roman" w:cs="Times New Roman"/>
          <w:b/>
          <w:lang w:eastAsia="cs-CZ"/>
        </w:rPr>
        <w:t>2</w:t>
      </w:r>
      <w:r w:rsidR="002A16B1" w:rsidRPr="002C4DD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C06317">
        <w:rPr>
          <w:rFonts w:eastAsia="Times New Roman" w:cs="Times New Roman"/>
          <w:lang w:eastAsia="cs-CZ"/>
        </w:rPr>
        <w:t>5</w:t>
      </w:r>
      <w:r w:rsidR="00535501">
        <w:rPr>
          <w:rFonts w:eastAsia="Times New Roman" w:cs="Times New Roman"/>
          <w:lang w:eastAsia="cs-CZ"/>
        </w:rPr>
        <w:t>6778</w:t>
      </w:r>
      <w:r w:rsidR="002A16B1" w:rsidRPr="004C4C4C">
        <w:rPr>
          <w:rFonts w:eastAsia="Times New Roman" w:cs="Times New Roman"/>
          <w:lang w:eastAsia="cs-CZ"/>
        </w:rPr>
        <w:t>/202</w:t>
      </w:r>
      <w:r w:rsidR="00A9231C">
        <w:rPr>
          <w:rFonts w:eastAsia="Times New Roman" w:cs="Times New Roman"/>
          <w:lang w:eastAsia="cs-CZ"/>
        </w:rPr>
        <w:t>4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301F088C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</w:t>
      </w:r>
      <w:r w:rsidR="00544FB0">
        <w:rPr>
          <w:szCs w:val="22"/>
          <w:lang w:eastAsia="cs-CZ"/>
        </w:rPr>
        <w:t xml:space="preserve"> (</w:t>
      </w:r>
      <w:r w:rsidR="002B49A1">
        <w:rPr>
          <w:szCs w:val="22"/>
          <w:lang w:eastAsia="cs-CZ"/>
        </w:rPr>
        <w:t>v</w:t>
      </w:r>
      <w:r w:rsidR="00544FB0" w:rsidRPr="00544FB0">
        <w:rPr>
          <w:szCs w:val="22"/>
          <w:lang w:eastAsia="cs-CZ"/>
        </w:rPr>
        <w:t>ýše uvedené podmínky splňuje jak účastník, tak každý člen jeho statutárního orgánu</w:t>
      </w:r>
      <w:r w:rsidR="002B49A1">
        <w:rPr>
          <w:szCs w:val="22"/>
          <w:lang w:eastAsia="cs-CZ"/>
        </w:rPr>
        <w:t>)</w:t>
      </w:r>
      <w:r w:rsidRPr="009C1E6A">
        <w:rPr>
          <w:szCs w:val="22"/>
          <w:lang w:eastAsia="cs-CZ"/>
        </w:rPr>
        <w:t>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4FCA28CA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198B9B89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0193ED27" w:rsidR="00493B1B" w:rsidRDefault="00493B1B" w:rsidP="00C03E3F">
      <w:pPr>
        <w:rPr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1A41A99A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V </w:t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  <w:r w:rsidR="002C4DD1">
        <w:rPr>
          <w:highlight w:val="green"/>
          <w:lang w:eastAsia="cs-CZ"/>
        </w:rPr>
        <w:t xml:space="preserve"> </w:t>
      </w:r>
      <w:r w:rsidRPr="00493B1B">
        <w:rPr>
          <w:lang w:eastAsia="cs-CZ"/>
        </w:rPr>
        <w:t xml:space="preserve">dne </w:t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BC9EEC" w14:textId="77777777" w:rsidR="00E90E0F" w:rsidRDefault="00E90E0F" w:rsidP="00962258">
      <w:pPr>
        <w:spacing w:after="0" w:line="240" w:lineRule="auto"/>
      </w:pPr>
      <w:r>
        <w:separator/>
      </w:r>
    </w:p>
  </w:endnote>
  <w:endnote w:type="continuationSeparator" w:id="0">
    <w:p w14:paraId="42755A42" w14:textId="77777777" w:rsidR="00E90E0F" w:rsidRDefault="00E90E0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AF7EB9" w14:textId="77777777" w:rsidR="00E90E0F" w:rsidRDefault="00E90E0F" w:rsidP="00962258">
      <w:pPr>
        <w:spacing w:after="0" w:line="240" w:lineRule="auto"/>
      </w:pPr>
      <w:r>
        <w:separator/>
      </w:r>
    </w:p>
  </w:footnote>
  <w:footnote w:type="continuationSeparator" w:id="0">
    <w:p w14:paraId="1F19E8E5" w14:textId="77777777" w:rsidR="00E90E0F" w:rsidRDefault="00E90E0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748190454">
    <w:abstractNumId w:val="3"/>
  </w:num>
  <w:num w:numId="2" w16cid:durableId="1216967663">
    <w:abstractNumId w:val="1"/>
  </w:num>
  <w:num w:numId="3" w16cid:durableId="1748263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0825055">
    <w:abstractNumId w:val="8"/>
  </w:num>
  <w:num w:numId="5" w16cid:durableId="1484546048">
    <w:abstractNumId w:val="4"/>
  </w:num>
  <w:num w:numId="6" w16cid:durableId="2047757216">
    <w:abstractNumId w:val="5"/>
  </w:num>
  <w:num w:numId="7" w16cid:durableId="1361124774">
    <w:abstractNumId w:val="0"/>
  </w:num>
  <w:num w:numId="8" w16cid:durableId="23410243">
    <w:abstractNumId w:val="6"/>
  </w:num>
  <w:num w:numId="9" w16cid:durableId="10094515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6214436">
    <w:abstractNumId w:val="5"/>
  </w:num>
  <w:num w:numId="11" w16cid:durableId="13072195">
    <w:abstractNumId w:val="1"/>
  </w:num>
  <w:num w:numId="12" w16cid:durableId="104081571">
    <w:abstractNumId w:val="5"/>
  </w:num>
  <w:num w:numId="13" w16cid:durableId="1020082947">
    <w:abstractNumId w:val="5"/>
  </w:num>
  <w:num w:numId="14" w16cid:durableId="2018843440">
    <w:abstractNumId w:val="5"/>
  </w:num>
  <w:num w:numId="15" w16cid:durableId="1896965074">
    <w:abstractNumId w:val="5"/>
  </w:num>
  <w:num w:numId="16" w16cid:durableId="1585992963">
    <w:abstractNumId w:val="9"/>
  </w:num>
  <w:num w:numId="17" w16cid:durableId="1295015567">
    <w:abstractNumId w:val="3"/>
  </w:num>
  <w:num w:numId="18" w16cid:durableId="20204183">
    <w:abstractNumId w:val="9"/>
  </w:num>
  <w:num w:numId="19" w16cid:durableId="57676146">
    <w:abstractNumId w:val="9"/>
  </w:num>
  <w:num w:numId="20" w16cid:durableId="1603494272">
    <w:abstractNumId w:val="9"/>
  </w:num>
  <w:num w:numId="21" w16cid:durableId="7145174">
    <w:abstractNumId w:val="9"/>
  </w:num>
  <w:num w:numId="22" w16cid:durableId="1094320479">
    <w:abstractNumId w:val="5"/>
  </w:num>
  <w:num w:numId="23" w16cid:durableId="1250888582">
    <w:abstractNumId w:val="1"/>
  </w:num>
  <w:num w:numId="24" w16cid:durableId="1622224821">
    <w:abstractNumId w:val="5"/>
  </w:num>
  <w:num w:numId="25" w16cid:durableId="1315526748">
    <w:abstractNumId w:val="5"/>
  </w:num>
  <w:num w:numId="26" w16cid:durableId="704451003">
    <w:abstractNumId w:val="5"/>
  </w:num>
  <w:num w:numId="27" w16cid:durableId="72358896">
    <w:abstractNumId w:val="5"/>
  </w:num>
  <w:num w:numId="28" w16cid:durableId="1714846699">
    <w:abstractNumId w:val="9"/>
  </w:num>
  <w:num w:numId="29" w16cid:durableId="321355641">
    <w:abstractNumId w:val="3"/>
  </w:num>
  <w:num w:numId="30" w16cid:durableId="695622023">
    <w:abstractNumId w:val="9"/>
  </w:num>
  <w:num w:numId="31" w16cid:durableId="1957786048">
    <w:abstractNumId w:val="9"/>
  </w:num>
  <w:num w:numId="32" w16cid:durableId="1034619236">
    <w:abstractNumId w:val="9"/>
  </w:num>
  <w:num w:numId="33" w16cid:durableId="573975275">
    <w:abstractNumId w:val="9"/>
  </w:num>
  <w:num w:numId="34" w16cid:durableId="100859972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E23A7"/>
    <w:rsid w:val="000F24AE"/>
    <w:rsid w:val="000F7843"/>
    <w:rsid w:val="0010371C"/>
    <w:rsid w:val="0010693F"/>
    <w:rsid w:val="001120F8"/>
    <w:rsid w:val="0011325A"/>
    <w:rsid w:val="00114472"/>
    <w:rsid w:val="00145B36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490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85E3F"/>
    <w:rsid w:val="0029143B"/>
    <w:rsid w:val="002A16B1"/>
    <w:rsid w:val="002A4E63"/>
    <w:rsid w:val="002B0463"/>
    <w:rsid w:val="002B1D1A"/>
    <w:rsid w:val="002B49A1"/>
    <w:rsid w:val="002C31BF"/>
    <w:rsid w:val="002C4DD1"/>
    <w:rsid w:val="002D08B1"/>
    <w:rsid w:val="002E0CD7"/>
    <w:rsid w:val="002E4F41"/>
    <w:rsid w:val="002E68AA"/>
    <w:rsid w:val="002F17CD"/>
    <w:rsid w:val="0031331F"/>
    <w:rsid w:val="003149E1"/>
    <w:rsid w:val="00321A0D"/>
    <w:rsid w:val="0033071A"/>
    <w:rsid w:val="003316CE"/>
    <w:rsid w:val="003400B8"/>
    <w:rsid w:val="00341DCF"/>
    <w:rsid w:val="00343BFE"/>
    <w:rsid w:val="0034565F"/>
    <w:rsid w:val="00357BC6"/>
    <w:rsid w:val="00366DBE"/>
    <w:rsid w:val="00372136"/>
    <w:rsid w:val="003956C6"/>
    <w:rsid w:val="003B39EC"/>
    <w:rsid w:val="00417226"/>
    <w:rsid w:val="0043366A"/>
    <w:rsid w:val="00441430"/>
    <w:rsid w:val="00442330"/>
    <w:rsid w:val="00450F07"/>
    <w:rsid w:val="00453CD3"/>
    <w:rsid w:val="004554EE"/>
    <w:rsid w:val="00460660"/>
    <w:rsid w:val="004730CC"/>
    <w:rsid w:val="00477DF1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2C20"/>
    <w:rsid w:val="00523EA7"/>
    <w:rsid w:val="00535501"/>
    <w:rsid w:val="00540ED0"/>
    <w:rsid w:val="005413E6"/>
    <w:rsid w:val="00544FB0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1EF7"/>
    <w:rsid w:val="005C678C"/>
    <w:rsid w:val="005C7C04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2A17"/>
    <w:rsid w:val="00715C35"/>
    <w:rsid w:val="00723ED1"/>
    <w:rsid w:val="00743525"/>
    <w:rsid w:val="00744796"/>
    <w:rsid w:val="00754116"/>
    <w:rsid w:val="0076286B"/>
    <w:rsid w:val="00766846"/>
    <w:rsid w:val="0077673A"/>
    <w:rsid w:val="007846E1"/>
    <w:rsid w:val="00794DEB"/>
    <w:rsid w:val="007B570C"/>
    <w:rsid w:val="007C3BAF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06EF"/>
    <w:rsid w:val="008B264A"/>
    <w:rsid w:val="008C04DC"/>
    <w:rsid w:val="008D03B9"/>
    <w:rsid w:val="008E32E3"/>
    <w:rsid w:val="008F18D6"/>
    <w:rsid w:val="008F547C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B14A9"/>
    <w:rsid w:val="009B2E97"/>
    <w:rsid w:val="009C146B"/>
    <w:rsid w:val="009C1E6A"/>
    <w:rsid w:val="009D3EEE"/>
    <w:rsid w:val="009E07F4"/>
    <w:rsid w:val="009F392E"/>
    <w:rsid w:val="00A05F05"/>
    <w:rsid w:val="00A4154C"/>
    <w:rsid w:val="00A6177B"/>
    <w:rsid w:val="00A66136"/>
    <w:rsid w:val="00A72ACA"/>
    <w:rsid w:val="00A9231C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766A"/>
    <w:rsid w:val="00B023A9"/>
    <w:rsid w:val="00B04B98"/>
    <w:rsid w:val="00B15D0D"/>
    <w:rsid w:val="00B16322"/>
    <w:rsid w:val="00B3655B"/>
    <w:rsid w:val="00B44CD1"/>
    <w:rsid w:val="00B46BCE"/>
    <w:rsid w:val="00B47DB7"/>
    <w:rsid w:val="00B64C10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06317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95F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B47FB"/>
    <w:rsid w:val="00DC06BF"/>
    <w:rsid w:val="00DC75F3"/>
    <w:rsid w:val="00DD46F3"/>
    <w:rsid w:val="00DE56F2"/>
    <w:rsid w:val="00DF116D"/>
    <w:rsid w:val="00E21431"/>
    <w:rsid w:val="00E61CE0"/>
    <w:rsid w:val="00E64663"/>
    <w:rsid w:val="00E74F1A"/>
    <w:rsid w:val="00E90E0F"/>
    <w:rsid w:val="00EA538C"/>
    <w:rsid w:val="00EB104F"/>
    <w:rsid w:val="00ED14BD"/>
    <w:rsid w:val="00ED1FB7"/>
    <w:rsid w:val="00ED22C6"/>
    <w:rsid w:val="00ED2ADB"/>
    <w:rsid w:val="00ED3EAA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29AF"/>
    <w:rsid w:val="00F82C42"/>
    <w:rsid w:val="00F84E38"/>
    <w:rsid w:val="00F86BA6"/>
    <w:rsid w:val="00FA68E7"/>
    <w:rsid w:val="00FB5697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9FFB22E-5AA8-4CCC-9A92-3B7D9FC7B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336</Words>
  <Characters>1989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18</cp:revision>
  <cp:lastPrinted>2024-09-11T07:33:00Z</cp:lastPrinted>
  <dcterms:created xsi:type="dcterms:W3CDTF">2023-08-21T13:01:00Z</dcterms:created>
  <dcterms:modified xsi:type="dcterms:W3CDTF">2024-09-11T07:33:00Z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