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08A10C49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D6904">
        <w:rPr>
          <w:b/>
          <w:color w:val="FF5200" w:themeColor="accent2"/>
          <w:sz w:val="36"/>
          <w:szCs w:val="36"/>
        </w:rPr>
        <w:t>„</w:t>
      </w:r>
      <w:r w:rsidR="005D6904" w:rsidRPr="005D6904">
        <w:rPr>
          <w:b/>
          <w:color w:val="FF5200" w:themeColor="accent2"/>
          <w:sz w:val="36"/>
          <w:szCs w:val="36"/>
        </w:rPr>
        <w:t xml:space="preserve">Pořízení zobrazovacích panelů </w:t>
      </w:r>
      <w:r w:rsidR="005D6904" w:rsidRPr="00ED3E6F">
        <w:rPr>
          <w:b/>
          <w:color w:val="FF5200" w:themeColor="accent2"/>
          <w:sz w:val="36"/>
          <w:szCs w:val="36"/>
        </w:rPr>
        <w:t>pro pilotní projekt eVývěska</w:t>
      </w:r>
      <w:r w:rsidR="0031280B" w:rsidRPr="00ED3E6F">
        <w:rPr>
          <w:b/>
          <w:color w:val="FF5200" w:themeColor="accent2"/>
          <w:sz w:val="36"/>
          <w:szCs w:val="36"/>
        </w:rPr>
        <w:t>“</w:t>
      </w:r>
      <w:r w:rsidR="000128D4" w:rsidRPr="00ED3E6F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ED3E6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D3E6F" w:rsidRPr="00ED3E6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58501</w:t>
      </w:r>
      <w:r w:rsidR="00ED3E6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B4D85A4" w14:textId="4EBC6E6C" w:rsidR="00790CE4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4613654" w:history="1">
            <w:r w:rsidR="00790CE4" w:rsidRPr="007B692C">
              <w:rPr>
                <w:rStyle w:val="Hypertextovodkaz"/>
                <w:noProof/>
              </w:rPr>
              <w:t>Kapitola 1.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Základní údaje k nabídce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_Toc174613654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2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380C98CE" w14:textId="2CB5591D" w:rsidR="00790CE4" w:rsidRDefault="00F5473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3655" w:history="1">
            <w:r w:rsidR="00790CE4" w:rsidRPr="007B692C">
              <w:rPr>
                <w:rStyle w:val="Hypertextovodkaz"/>
                <w:noProof/>
              </w:rPr>
              <w:t>Kapitola 2.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Ceník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_Toc174613655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3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564EE177" w14:textId="74F8DA27" w:rsidR="00790CE4" w:rsidRDefault="00F5473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3656" w:history="1">
            <w:r w:rsidR="00790CE4" w:rsidRPr="007B692C">
              <w:rPr>
                <w:rStyle w:val="Hypertextovodkaz"/>
                <w:noProof/>
              </w:rPr>
              <w:t>Kapitola 3.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Čestné prohlášení o splnění základní způsobilosti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_Toc174613656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4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2B2C68C6" w14:textId="719025AF" w:rsidR="00790CE4" w:rsidRDefault="00F5473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3657" w:history="1">
            <w:r w:rsidR="00790CE4" w:rsidRPr="007B692C">
              <w:rPr>
                <w:rStyle w:val="Hypertextovodkaz"/>
                <w:noProof/>
              </w:rPr>
              <w:t>Kapitola 4.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Čestné prohlášení účastníka o střetu zájmů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_Toc174613657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5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61BC45E6" w14:textId="0B93442C" w:rsidR="00790CE4" w:rsidRDefault="00F5473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3658" w:history="1">
            <w:r w:rsidR="00790CE4" w:rsidRPr="007B692C">
              <w:rPr>
                <w:rStyle w:val="Hypertextovodkaz"/>
                <w:noProof/>
              </w:rPr>
              <w:t>Kapitola 5.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Čestné prohlášení účastníka k neuzavření zakázaných dohod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_Toc174613658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6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0ED27DD2" w14:textId="5E6DBC35" w:rsidR="00790CE4" w:rsidRDefault="00F54731" w:rsidP="00790CE4">
          <w:pPr>
            <w:pStyle w:val="Obsah2"/>
            <w:ind w:left="1320" w:hanging="1140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3659" w:history="1">
            <w:r w:rsidR="00790CE4" w:rsidRPr="007B692C">
              <w:rPr>
                <w:rStyle w:val="Hypertextovodkaz"/>
                <w:rFonts w:eastAsia="Times New Roman"/>
                <w:noProof/>
              </w:rPr>
              <w:t>Kapitola 6.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Čestné</w:t>
            </w:r>
            <w:r w:rsidR="00790CE4" w:rsidRPr="007B692C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_Toc174613659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7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3C319F08" w14:textId="41B3861D" w:rsidR="00790CE4" w:rsidRDefault="00F5473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3660" w:history="1">
            <w:r w:rsidR="00790CE4" w:rsidRPr="007B692C">
              <w:rPr>
                <w:rStyle w:val="Hypertextovodkaz"/>
                <w:noProof/>
              </w:rPr>
              <w:t>Kapitola 7.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Čestné prohlášení o splnění technické kvalifikace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_Toc174613660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8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56AEC328" w14:textId="2FD523EE" w:rsidR="00790CE4" w:rsidRDefault="00F54731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4613661" w:history="1">
            <w:r w:rsidR="00790CE4" w:rsidRPr="007B692C">
              <w:rPr>
                <w:rStyle w:val="Hypertextovodkaz"/>
                <w:noProof/>
              </w:rPr>
              <w:t>Kapitola 8.</w:t>
            </w:r>
            <w:r w:rsidR="00790CE4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790CE4" w:rsidRPr="007B692C">
              <w:rPr>
                <w:rStyle w:val="Hypertextovodkaz"/>
                <w:noProof/>
              </w:rPr>
              <w:t>Čestné prohlášení o ekonomické kvalifikaci</w:t>
            </w:r>
            <w:r w:rsidR="00790CE4">
              <w:rPr>
                <w:noProof/>
                <w:webHidden/>
              </w:rPr>
              <w:tab/>
            </w:r>
            <w:r w:rsidR="00790CE4">
              <w:rPr>
                <w:noProof/>
                <w:webHidden/>
              </w:rPr>
              <w:fldChar w:fldCharType="begin"/>
            </w:r>
            <w:r w:rsidR="00790CE4">
              <w:rPr>
                <w:noProof/>
                <w:webHidden/>
              </w:rPr>
              <w:instrText xml:space="preserve"> PAGEREF _Toc174613661 \h </w:instrText>
            </w:r>
            <w:r w:rsidR="00790CE4">
              <w:rPr>
                <w:noProof/>
                <w:webHidden/>
              </w:rPr>
            </w:r>
            <w:r w:rsidR="00790CE4">
              <w:rPr>
                <w:noProof/>
                <w:webHidden/>
              </w:rPr>
              <w:fldChar w:fldCharType="separate"/>
            </w:r>
            <w:r w:rsidR="00790CE4">
              <w:rPr>
                <w:noProof/>
                <w:webHidden/>
              </w:rPr>
              <w:t>9</w:t>
            </w:r>
            <w:r w:rsidR="00790CE4">
              <w:rPr>
                <w:noProof/>
                <w:webHidden/>
              </w:rPr>
              <w:fldChar w:fldCharType="end"/>
            </w:r>
          </w:hyperlink>
        </w:p>
        <w:p w14:paraId="218BAFDF" w14:textId="0981B9CA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461365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r w:rsidRPr="008B1A2C">
        <w:rPr>
          <w:highlight w:val="green"/>
        </w:rPr>
        <w:t>xxxxxxxxxxxxxxxxxx</w:t>
      </w:r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r w:rsidRPr="008B1A2C">
        <w:rPr>
          <w:highlight w:val="green"/>
        </w:rPr>
        <w:t>xxxxxxxxxxxxxx</w:t>
      </w:r>
    </w:p>
    <w:p w14:paraId="0191CDFC" w14:textId="6FA54D06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 xml:space="preserve">Výzvy </w:t>
      </w:r>
      <w:r w:rsidRPr="005D6904">
        <w:t>k podání nabíd</w:t>
      </w:r>
      <w:r w:rsidR="004C76E9" w:rsidRPr="005D6904">
        <w:t>ky</w:t>
      </w:r>
      <w:r w:rsidRPr="005D6904">
        <w:t xml:space="preserve"> na veřejnou zakázku zadávanou</w:t>
      </w:r>
      <w:r w:rsidR="004C76E9" w:rsidRPr="005D6904">
        <w:t xml:space="preserve"> jako </w:t>
      </w:r>
      <w:r w:rsidR="000128D4" w:rsidRPr="005D6904">
        <w:rPr>
          <w:rFonts w:eastAsia="Times New Roman" w:cs="Times New Roman"/>
          <w:lang w:eastAsia="cs-CZ"/>
        </w:rPr>
        <w:t>podlimitní sektorovou veřejnou zakázku</w:t>
      </w:r>
      <w:r w:rsidRPr="005D6904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F54731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F54731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4613655"/>
      <w:r>
        <w:lastRenderedPageBreak/>
        <w:t>Ceník</w:t>
      </w:r>
      <w:bookmarkEnd w:id="1"/>
    </w:p>
    <w:p w14:paraId="3E5E9B0F" w14:textId="7BE48452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5D6904">
        <w:rPr>
          <w:rStyle w:val="Siln"/>
          <w:b w:val="0"/>
          <w:bCs w:val="0"/>
        </w:rPr>
        <w:t>2</w:t>
      </w:r>
      <w:r w:rsidRPr="005D6904">
        <w:rPr>
          <w:rStyle w:val="Siln"/>
          <w:b w:val="0"/>
          <w:bCs w:val="0"/>
        </w:rPr>
        <w:t xml:space="preserve"> (</w:t>
      </w:r>
      <w:r w:rsidRPr="005D6904">
        <w:rPr>
          <w:rStyle w:val="Siln"/>
          <w:b w:val="0"/>
          <w:bCs w:val="0"/>
          <w:i/>
          <w:iCs/>
        </w:rPr>
        <w:t xml:space="preserve">budoucí příloha č. </w:t>
      </w:r>
      <w:r w:rsidR="0009690F">
        <w:rPr>
          <w:rStyle w:val="Siln"/>
          <w:b w:val="0"/>
          <w:bCs w:val="0"/>
          <w:i/>
          <w:iCs/>
        </w:rPr>
        <w:t>2</w:t>
      </w:r>
      <w:r w:rsidRPr="005D6904">
        <w:rPr>
          <w:rStyle w:val="Siln"/>
          <w:b w:val="0"/>
          <w:bCs w:val="0"/>
          <w:i/>
          <w:iCs/>
        </w:rPr>
        <w:t xml:space="preserve"> Závazného vzoru smlouvy</w:t>
      </w:r>
      <w:r w:rsidRPr="005D6904">
        <w:rPr>
          <w:rStyle w:val="Siln"/>
          <w:b w:val="0"/>
          <w:bCs w:val="0"/>
        </w:rPr>
        <w:t>)</w:t>
      </w:r>
      <w:r w:rsidRPr="002072A0">
        <w:rPr>
          <w:rStyle w:val="Siln"/>
          <w:b w:val="0"/>
          <w:bCs w:val="0"/>
        </w:rPr>
        <w:t xml:space="preserve"> Výzvy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461365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461365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ust.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ust.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461365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461365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4613660"/>
      <w:r w:rsidRPr="00E85D44">
        <w:t>Čestné prohlášení o splnění technické kvalifikace</w:t>
      </w:r>
      <w:bookmarkEnd w:id="6"/>
    </w:p>
    <w:p w14:paraId="71002640" w14:textId="65A2F190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1A28CA">
        <w:rPr>
          <w:lang w:eastAsia="cs-CZ"/>
        </w:rPr>
        <w:t xml:space="preserve">zahájením </w:t>
      </w:r>
      <w:r w:rsidR="00A63D48" w:rsidRPr="001A28CA">
        <w:rPr>
          <w:lang w:eastAsia="cs-CZ"/>
        </w:rPr>
        <w:t xml:space="preserve">výběrového </w:t>
      </w:r>
      <w:r w:rsidR="00E85D44" w:rsidRPr="001A28CA">
        <w:rPr>
          <w:lang w:eastAsia="cs-CZ"/>
        </w:rPr>
        <w:t xml:space="preserve">řízení poskytoval </w:t>
      </w:r>
      <w:r w:rsidR="00F54731">
        <w:rPr>
          <w:lang w:eastAsia="cs-CZ"/>
        </w:rPr>
        <w:t>dodávku/dodávky dle požadavků</w:t>
      </w:r>
      <w:r w:rsidR="00E85D44" w:rsidRPr="001A28CA">
        <w:rPr>
          <w:lang w:eastAsia="cs-CZ"/>
        </w:rPr>
        <w:t xml:space="preserve"> v čl. </w:t>
      </w:r>
      <w:r w:rsidR="001A28CA" w:rsidRPr="001A28CA">
        <w:rPr>
          <w:lang w:eastAsia="cs-CZ"/>
        </w:rPr>
        <w:t>9.5.1.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>ýzvy</w:t>
      </w:r>
      <w:r w:rsidR="001A28CA">
        <w:rPr>
          <w:lang w:eastAsia="cs-CZ"/>
        </w:rPr>
        <w:t>.</w:t>
      </w:r>
      <w:r w:rsidR="00E85D44">
        <w:rPr>
          <w:lang w:eastAsia="cs-CZ"/>
        </w:rPr>
        <w:t xml:space="preserve"> 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45D1468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88C640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dodávky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C2623C4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1A28CA" w:rsidRDefault="00E85D44" w:rsidP="00A327CB">
            <w:pPr>
              <w:suppressAutoHyphens/>
              <w:spacing w:line="216" w:lineRule="auto"/>
              <w:rPr>
                <w:rStyle w:val="Siln"/>
                <w:b/>
                <w:bCs w:val="0"/>
              </w:rPr>
            </w:pPr>
            <w:r w:rsidRPr="001A28CA">
              <w:rPr>
                <w:rStyle w:val="Siln"/>
                <w:b/>
                <w:bCs w:val="0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A28CA" w14:paraId="00242A69" w14:textId="77777777" w:rsidTr="001A28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54C679DF" w14:textId="77777777" w:rsidR="001A28CA" w:rsidRDefault="001A28C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5D3E3308" w14:textId="77777777" w:rsidR="001A28CA" w:rsidRDefault="001A28C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6389DA3" w14:textId="77777777" w:rsidR="001A28CA" w:rsidRDefault="001A28CA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350446FD" w14:textId="77777777" w:rsidR="001A28CA" w:rsidRDefault="001A28CA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E966E17" w14:textId="614A631A" w:rsidR="000128D4" w:rsidRPr="000128D4" w:rsidRDefault="000128D4" w:rsidP="00F44645">
      <w:pPr>
        <w:pStyle w:val="Nadpis2"/>
      </w:pPr>
      <w:bookmarkStart w:id="7" w:name="_Toc174613661"/>
      <w:r w:rsidRPr="000128D4">
        <w:t>Čestné prohlášení o ekonomické kvalifikaci</w:t>
      </w:r>
      <w:bookmarkEnd w:id="7"/>
    </w:p>
    <w:p w14:paraId="1B059D94" w14:textId="6F93EDE5" w:rsidR="000128D4" w:rsidRDefault="00AC1810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>,</w:t>
      </w:r>
      <w:r w:rsidR="00B87D91">
        <w:rPr>
          <w:lang w:eastAsia="cs-CZ"/>
        </w:rPr>
        <w:t xml:space="preserve"> </w:t>
      </w:r>
      <w:r w:rsidR="000128D4">
        <w:rPr>
          <w:lang w:eastAsia="cs-CZ"/>
        </w:rPr>
        <w:t>který podává tuto nabídku</w:t>
      </w:r>
      <w:r w:rsidR="00B87D91">
        <w:rPr>
          <w:lang w:eastAsia="cs-CZ"/>
        </w:rPr>
        <w:t>,</w:t>
      </w:r>
      <w:r w:rsidR="000128D4">
        <w:rPr>
          <w:lang w:eastAsia="cs-CZ"/>
        </w:rPr>
        <w:t xml:space="preserve"> tímto čestně prohlašuje, že:</w:t>
      </w:r>
    </w:p>
    <w:p w14:paraId="24E90DA5" w14:textId="3D084479" w:rsidR="000128D4" w:rsidRPr="00790CE4" w:rsidRDefault="000128D4" w:rsidP="00471B29">
      <w:pPr>
        <w:rPr>
          <w:lang w:eastAsia="cs-CZ"/>
        </w:rPr>
      </w:pPr>
      <w:r w:rsidRPr="00790CE4">
        <w:rPr>
          <w:lang w:eastAsia="cs-CZ"/>
        </w:rPr>
        <w:t>minimální roční obrat dodavatele zjištěný podle zvláštních právních předpisů</w:t>
      </w:r>
      <w:r w:rsidRPr="00790CE4">
        <w:rPr>
          <w:vertAlign w:val="superscript"/>
          <w:lang w:eastAsia="cs-CZ"/>
        </w:rPr>
        <w:footnoteReference w:id="5"/>
      </w:r>
      <w:r w:rsidRPr="00790CE4">
        <w:rPr>
          <w:lang w:eastAsia="cs-CZ"/>
        </w:rPr>
        <w:t xml:space="preserve"> dosahoval výše </w:t>
      </w:r>
      <w:r w:rsidR="00790CE4">
        <w:rPr>
          <w:lang w:eastAsia="cs-CZ"/>
        </w:rPr>
        <w:t>4 000 000</w:t>
      </w:r>
      <w:r w:rsidRPr="00790CE4">
        <w:rPr>
          <w:lang w:eastAsia="cs-CZ"/>
        </w:rPr>
        <w:t xml:space="preserve">,-Kč bez DPH za každé ze tří uzavřených, bezprostředně předcházejících účetních období, jestliže účastník vznikl později, tak za všechna uzavřená účetní období od svého vzniku, a účastník tedy </w:t>
      </w:r>
    </w:p>
    <w:p w14:paraId="11182C8D" w14:textId="77777777" w:rsidR="000128D4" w:rsidRDefault="000128D4" w:rsidP="000128D4">
      <w:pPr>
        <w:tabs>
          <w:tab w:val="num" w:pos="360"/>
        </w:tabs>
        <w:spacing w:line="240" w:lineRule="auto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splňuje ekonomickou kvalifikaci,</w:t>
      </w:r>
    </w:p>
    <w:p w14:paraId="6771CC6D" w14:textId="77777777" w:rsidR="000128D4" w:rsidRDefault="000128D4" w:rsidP="00471B29">
      <w:pPr>
        <w:rPr>
          <w:lang w:eastAsia="cs-CZ"/>
        </w:rPr>
      </w:pPr>
      <w:r>
        <w:rPr>
          <w:lang w:eastAsia="cs-CZ"/>
        </w:rPr>
        <w:t>neboť výše požadovaný požadavek zadavatele splňuje následovně:</w:t>
      </w:r>
    </w:p>
    <w:tbl>
      <w:tblPr>
        <w:tblStyle w:val="Mkatabulky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67"/>
        <w:gridCol w:w="1591"/>
        <w:gridCol w:w="2169"/>
        <w:gridCol w:w="2169"/>
      </w:tblGrid>
      <w:tr w:rsidR="000128D4" w14:paraId="64E2B93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left w:val="single" w:sz="2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3BC5C13" w14:textId="77777777" w:rsidR="000128D4" w:rsidRDefault="000128D4" w:rsidP="00471B29">
            <w:pPr>
              <w:rPr>
                <w:lang w:eastAsia="cs-CZ"/>
              </w:rPr>
            </w:pPr>
            <w:r w:rsidRPr="00790CE4">
              <w:rPr>
                <w:lang w:eastAsia="cs-CZ"/>
              </w:rPr>
              <w:t>Uzavřené účetní období</w:t>
            </w:r>
          </w:p>
        </w:tc>
        <w:tc>
          <w:tcPr>
            <w:tcW w:w="16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24FCA6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4B89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  <w:tc>
          <w:tcPr>
            <w:tcW w:w="2303" w:type="dxa"/>
            <w:tcBorders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1D47C1CE" w14:textId="77777777" w:rsidR="000128D4" w:rsidRDefault="000128D4" w:rsidP="00471B2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eastAsia="cs-CZ"/>
              </w:rPr>
            </w:pPr>
          </w:p>
        </w:tc>
      </w:tr>
      <w:tr w:rsidR="000128D4" w14:paraId="091181B9" w14:textId="77777777" w:rsidTr="0023070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3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hideMark/>
          </w:tcPr>
          <w:p w14:paraId="68E7D0A9" w14:textId="5A20A004" w:rsidR="000128D4" w:rsidRDefault="000128D4" w:rsidP="00471B29">
            <w:pPr>
              <w:rPr>
                <w:lang w:eastAsia="cs-CZ"/>
              </w:rPr>
            </w:pPr>
            <w:r w:rsidRPr="00790CE4">
              <w:rPr>
                <w:lang w:eastAsia="cs-CZ"/>
              </w:rPr>
              <w:t>Dosažený roční obrat dodavatele v</w:t>
            </w:r>
            <w:r>
              <w:rPr>
                <w:lang w:eastAsia="cs-CZ"/>
              </w:rPr>
              <w:t> tis. Kč</w:t>
            </w:r>
          </w:p>
        </w:tc>
        <w:tc>
          <w:tcPr>
            <w:tcW w:w="166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203CDC42" w14:textId="20E72AB0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vAlign w:val="center"/>
          </w:tcPr>
          <w:p w14:paraId="59DA82ED" w14:textId="5F5D6B37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  <w:tc>
          <w:tcPr>
            <w:tcW w:w="2303" w:type="dxa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EDDABB8" w14:textId="1DE70F8C" w:rsidR="000128D4" w:rsidRPr="0023070F" w:rsidRDefault="0023070F" w:rsidP="00471B2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  <w:lang w:eastAsia="cs-CZ"/>
              </w:rPr>
            </w:pPr>
            <w:r>
              <w:rPr>
                <w:highlight w:val="green"/>
                <w:lang w:eastAsia="cs-CZ"/>
              </w:rPr>
              <w:t xml:space="preserve">doplní </w:t>
            </w:r>
            <w:r w:rsidR="00AC1810">
              <w:rPr>
                <w:highlight w:val="green"/>
                <w:lang w:eastAsia="cs-CZ"/>
              </w:rPr>
              <w:t>Účastník</w:t>
            </w:r>
          </w:p>
        </w:tc>
      </w:tr>
    </w:tbl>
    <w:p w14:paraId="4F26A4E1" w14:textId="77777777" w:rsidR="00790CE4" w:rsidRDefault="00790CE4" w:rsidP="00A134A1">
      <w:pPr>
        <w:spacing w:before="1200"/>
        <w:rPr>
          <w:lang w:eastAsia="cs-CZ"/>
        </w:rPr>
      </w:pPr>
    </w:p>
    <w:p w14:paraId="6B40EFF2" w14:textId="77777777" w:rsidR="00790CE4" w:rsidRDefault="00790CE4" w:rsidP="00A134A1">
      <w:pPr>
        <w:spacing w:before="1200"/>
        <w:rPr>
          <w:lang w:eastAsia="cs-CZ"/>
        </w:rPr>
      </w:pPr>
    </w:p>
    <w:p w14:paraId="0B34B067" w14:textId="189019F8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830073D" w14:textId="77777777" w:rsidR="00A327CB" w:rsidRDefault="00A327CB" w:rsidP="000128D4">
      <w:pPr>
        <w:pStyle w:val="Textpoznpodarou"/>
        <w:rPr>
          <w:rFonts w:ascii="Calibri" w:hAnsi="Calibri"/>
        </w:rPr>
      </w:pPr>
      <w:r>
        <w:rPr>
          <w:rStyle w:val="Znakapoznpodarou"/>
          <w:rFonts w:ascii="Calibri" w:hAnsi="Calibri"/>
        </w:rPr>
        <w:footnoteRef/>
      </w:r>
      <w:r>
        <w:rPr>
          <w:rFonts w:ascii="Calibri" w:hAnsi="Calibri"/>
        </w:rPr>
        <w:t xml:space="preserve"> </w:t>
      </w:r>
      <w:r>
        <w:rPr>
          <w:rFonts w:ascii="Calibri" w:hAnsi="Calibri"/>
          <w:sz w:val="16"/>
          <w:szCs w:val="16"/>
        </w:rPr>
        <w:t>Zákon č. 563/1991 Sb., o účetnictví,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3AC5"/>
    <w:rsid w:val="00045E47"/>
    <w:rsid w:val="000717AE"/>
    <w:rsid w:val="00072C1E"/>
    <w:rsid w:val="00077060"/>
    <w:rsid w:val="00086B78"/>
    <w:rsid w:val="0009690F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A28CA"/>
    <w:rsid w:val="001E0266"/>
    <w:rsid w:val="001E182E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2F7612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134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6904"/>
    <w:rsid w:val="005D7E39"/>
    <w:rsid w:val="005F1404"/>
    <w:rsid w:val="00603D4F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C34C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90CE4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2759D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3359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B0AD6"/>
    <w:rsid w:val="00CD1FC4"/>
    <w:rsid w:val="00CF53B5"/>
    <w:rsid w:val="00D21061"/>
    <w:rsid w:val="00D247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ED3E6F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4731"/>
    <w:rsid w:val="00F5558F"/>
    <w:rsid w:val="00F6144A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260</TotalTime>
  <Pages>9</Pages>
  <Words>1347</Words>
  <Characters>7953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Kopecká Michaela, Bc.</cp:lastModifiedBy>
  <cp:revision>41</cp:revision>
  <cp:lastPrinted>2023-10-05T09:40:00Z</cp:lastPrinted>
  <dcterms:created xsi:type="dcterms:W3CDTF">2023-08-21T11:49:00Z</dcterms:created>
  <dcterms:modified xsi:type="dcterms:W3CDTF">2024-09-06T09:03:00Z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