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367811" w14:paraId="555B9372" w14:textId="77777777" w:rsidTr="00F862D6">
        <w:tc>
          <w:tcPr>
            <w:tcW w:w="1020" w:type="dxa"/>
          </w:tcPr>
          <w:p w14:paraId="2D22ED84" w14:textId="77777777" w:rsidR="00367811" w:rsidRPr="003E6B9A" w:rsidRDefault="00367811" w:rsidP="00367811">
            <w:r w:rsidRPr="003E6B9A">
              <w:t>Naše zn.</w:t>
            </w:r>
          </w:p>
        </w:tc>
        <w:tc>
          <w:tcPr>
            <w:tcW w:w="2552" w:type="dxa"/>
          </w:tcPr>
          <w:p w14:paraId="2FFEACB5" w14:textId="0DA47A3A" w:rsidR="00367811" w:rsidRPr="003E6B9A" w:rsidRDefault="00F40E63" w:rsidP="00367811">
            <w:r w:rsidRPr="00F40E63">
              <w:rPr>
                <w:rFonts w:ascii="Helvetica" w:hAnsi="Helvetica"/>
              </w:rPr>
              <w:t>10033/2024-SŽ-SSV-Ú3</w:t>
            </w:r>
          </w:p>
        </w:tc>
        <w:tc>
          <w:tcPr>
            <w:tcW w:w="823" w:type="dxa"/>
          </w:tcPr>
          <w:p w14:paraId="583467BB" w14:textId="77777777" w:rsidR="00367811" w:rsidRDefault="00367811" w:rsidP="00367811"/>
        </w:tc>
        <w:tc>
          <w:tcPr>
            <w:tcW w:w="3685" w:type="dxa"/>
            <w:vMerge/>
          </w:tcPr>
          <w:p w14:paraId="6D7C51D0" w14:textId="77777777" w:rsidR="00367811" w:rsidRDefault="00367811" w:rsidP="00367811"/>
        </w:tc>
      </w:tr>
      <w:tr w:rsidR="00367811" w14:paraId="2C33C41A" w14:textId="77777777" w:rsidTr="00F862D6">
        <w:tc>
          <w:tcPr>
            <w:tcW w:w="1020" w:type="dxa"/>
          </w:tcPr>
          <w:p w14:paraId="3534520F" w14:textId="77777777" w:rsidR="00367811" w:rsidRDefault="00367811" w:rsidP="00367811">
            <w:r>
              <w:t>Listů/příloh</w:t>
            </w:r>
          </w:p>
        </w:tc>
        <w:tc>
          <w:tcPr>
            <w:tcW w:w="2552" w:type="dxa"/>
          </w:tcPr>
          <w:p w14:paraId="333CD487" w14:textId="1561E830" w:rsidR="00367811" w:rsidRPr="003E6B9A" w:rsidRDefault="00F40E63" w:rsidP="00367811">
            <w:r>
              <w:t>2</w:t>
            </w:r>
            <w:r w:rsidR="00367811" w:rsidRPr="00D03D26">
              <w:t>/</w:t>
            </w:r>
            <w:r>
              <w:t>3</w:t>
            </w:r>
          </w:p>
        </w:tc>
        <w:tc>
          <w:tcPr>
            <w:tcW w:w="823" w:type="dxa"/>
          </w:tcPr>
          <w:p w14:paraId="3FB21908" w14:textId="77777777" w:rsidR="00367811" w:rsidRDefault="00367811" w:rsidP="00367811"/>
        </w:tc>
        <w:tc>
          <w:tcPr>
            <w:tcW w:w="3685" w:type="dxa"/>
            <w:vMerge/>
          </w:tcPr>
          <w:p w14:paraId="2E772784" w14:textId="77777777" w:rsidR="00367811" w:rsidRDefault="00367811" w:rsidP="00367811">
            <w:pPr>
              <w:rPr>
                <w:noProof/>
              </w:rPr>
            </w:pPr>
          </w:p>
        </w:tc>
      </w:tr>
      <w:tr w:rsidR="00367811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367811" w:rsidRDefault="00367811" w:rsidP="00367811"/>
        </w:tc>
        <w:tc>
          <w:tcPr>
            <w:tcW w:w="2552" w:type="dxa"/>
          </w:tcPr>
          <w:p w14:paraId="133F3BF2" w14:textId="77777777" w:rsidR="00367811" w:rsidRPr="003E6B9A" w:rsidRDefault="00367811" w:rsidP="00367811"/>
        </w:tc>
        <w:tc>
          <w:tcPr>
            <w:tcW w:w="823" w:type="dxa"/>
          </w:tcPr>
          <w:p w14:paraId="7BEB7C0A" w14:textId="77777777" w:rsidR="00367811" w:rsidRDefault="00367811" w:rsidP="00367811"/>
        </w:tc>
        <w:tc>
          <w:tcPr>
            <w:tcW w:w="3685" w:type="dxa"/>
            <w:vMerge/>
          </w:tcPr>
          <w:p w14:paraId="140296A1" w14:textId="77777777" w:rsidR="00367811" w:rsidRDefault="00367811" w:rsidP="00367811"/>
        </w:tc>
      </w:tr>
      <w:tr w:rsidR="00367811" w14:paraId="5237532F" w14:textId="77777777" w:rsidTr="00F862D6">
        <w:tc>
          <w:tcPr>
            <w:tcW w:w="1020" w:type="dxa"/>
          </w:tcPr>
          <w:p w14:paraId="7759C605" w14:textId="77777777" w:rsidR="00367811" w:rsidRDefault="00367811" w:rsidP="00367811">
            <w:r>
              <w:t>Vyřizuje</w:t>
            </w:r>
          </w:p>
        </w:tc>
        <w:tc>
          <w:tcPr>
            <w:tcW w:w="2552" w:type="dxa"/>
          </w:tcPr>
          <w:p w14:paraId="1DDCADFD" w14:textId="77777777" w:rsidR="00367811" w:rsidRPr="000F3143" w:rsidRDefault="00367811" w:rsidP="00367811">
            <w:r w:rsidRPr="000F3143">
              <w:t>Ing. Radomíra Rečková</w:t>
            </w:r>
          </w:p>
          <w:p w14:paraId="4A0EADDE" w14:textId="77777777" w:rsidR="00367811" w:rsidRPr="003E6B9A" w:rsidRDefault="00367811" w:rsidP="00367811"/>
        </w:tc>
        <w:tc>
          <w:tcPr>
            <w:tcW w:w="823" w:type="dxa"/>
          </w:tcPr>
          <w:p w14:paraId="303107D3" w14:textId="77777777" w:rsidR="00367811" w:rsidRDefault="00367811" w:rsidP="00367811"/>
        </w:tc>
        <w:tc>
          <w:tcPr>
            <w:tcW w:w="3685" w:type="dxa"/>
            <w:vMerge/>
          </w:tcPr>
          <w:p w14:paraId="6405EBE3" w14:textId="77777777" w:rsidR="00367811" w:rsidRDefault="00367811" w:rsidP="00367811"/>
        </w:tc>
      </w:tr>
      <w:tr w:rsidR="00367811" w14:paraId="192D4EE6" w14:textId="77777777" w:rsidTr="00F862D6">
        <w:tc>
          <w:tcPr>
            <w:tcW w:w="1020" w:type="dxa"/>
          </w:tcPr>
          <w:p w14:paraId="2F7F053F" w14:textId="77777777" w:rsidR="00367811" w:rsidRDefault="00367811" w:rsidP="00367811"/>
        </w:tc>
        <w:tc>
          <w:tcPr>
            <w:tcW w:w="2552" w:type="dxa"/>
          </w:tcPr>
          <w:p w14:paraId="36F90D31" w14:textId="77777777" w:rsidR="00367811" w:rsidRPr="003E6B9A" w:rsidRDefault="00367811" w:rsidP="00367811"/>
        </w:tc>
        <w:tc>
          <w:tcPr>
            <w:tcW w:w="823" w:type="dxa"/>
          </w:tcPr>
          <w:p w14:paraId="0B7BD956" w14:textId="77777777" w:rsidR="00367811" w:rsidRDefault="00367811" w:rsidP="00367811"/>
        </w:tc>
        <w:tc>
          <w:tcPr>
            <w:tcW w:w="3685" w:type="dxa"/>
            <w:vMerge/>
          </w:tcPr>
          <w:p w14:paraId="294D6520" w14:textId="77777777" w:rsidR="00367811" w:rsidRDefault="00367811" w:rsidP="00367811"/>
        </w:tc>
      </w:tr>
      <w:tr w:rsidR="00367811" w14:paraId="635DFF9F" w14:textId="77777777" w:rsidTr="00F862D6">
        <w:tc>
          <w:tcPr>
            <w:tcW w:w="1020" w:type="dxa"/>
          </w:tcPr>
          <w:p w14:paraId="7A3891F6" w14:textId="77777777" w:rsidR="00367811" w:rsidRDefault="00367811" w:rsidP="00367811">
            <w:r>
              <w:t>Mobil</w:t>
            </w:r>
          </w:p>
        </w:tc>
        <w:tc>
          <w:tcPr>
            <w:tcW w:w="2552" w:type="dxa"/>
          </w:tcPr>
          <w:p w14:paraId="67448459" w14:textId="360B81A0" w:rsidR="00367811" w:rsidRPr="003E6B9A" w:rsidRDefault="00367811" w:rsidP="00367811">
            <w:r w:rsidRPr="000F3143">
              <w:t>+420 725 744 197</w:t>
            </w:r>
          </w:p>
        </w:tc>
        <w:tc>
          <w:tcPr>
            <w:tcW w:w="823" w:type="dxa"/>
          </w:tcPr>
          <w:p w14:paraId="4A963F72" w14:textId="77777777" w:rsidR="00367811" w:rsidRDefault="00367811" w:rsidP="00367811"/>
        </w:tc>
        <w:tc>
          <w:tcPr>
            <w:tcW w:w="3685" w:type="dxa"/>
            <w:vMerge/>
          </w:tcPr>
          <w:p w14:paraId="010CCE96" w14:textId="77777777" w:rsidR="00367811" w:rsidRDefault="00367811" w:rsidP="00367811"/>
        </w:tc>
      </w:tr>
      <w:tr w:rsidR="00367811" w14:paraId="2250880D" w14:textId="77777777" w:rsidTr="00F862D6">
        <w:tc>
          <w:tcPr>
            <w:tcW w:w="1020" w:type="dxa"/>
          </w:tcPr>
          <w:p w14:paraId="28245A45" w14:textId="77777777" w:rsidR="00367811" w:rsidRDefault="00367811" w:rsidP="00367811">
            <w:r>
              <w:t>E-mail</w:t>
            </w:r>
          </w:p>
        </w:tc>
        <w:tc>
          <w:tcPr>
            <w:tcW w:w="2552" w:type="dxa"/>
          </w:tcPr>
          <w:p w14:paraId="15A7D067" w14:textId="7278B23C" w:rsidR="00367811" w:rsidRPr="003E6B9A" w:rsidRDefault="00AF0BD0" w:rsidP="00367811">
            <w:hyperlink r:id="rId11" w:history="1">
              <w:r w:rsidR="00367811" w:rsidRPr="00196E00">
                <w:rPr>
                  <w:rStyle w:val="Hypertextovodkaz"/>
                </w:rPr>
                <w:t>Reckova@spravazeleznic.cz</w:t>
              </w:r>
            </w:hyperlink>
          </w:p>
        </w:tc>
        <w:tc>
          <w:tcPr>
            <w:tcW w:w="823" w:type="dxa"/>
          </w:tcPr>
          <w:p w14:paraId="61F2AFE5" w14:textId="77777777" w:rsidR="00367811" w:rsidRDefault="00367811" w:rsidP="00367811"/>
        </w:tc>
        <w:tc>
          <w:tcPr>
            <w:tcW w:w="3685" w:type="dxa"/>
            <w:vMerge/>
          </w:tcPr>
          <w:p w14:paraId="3652D20A" w14:textId="77777777" w:rsidR="00367811" w:rsidRDefault="00367811" w:rsidP="00367811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34755043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AF0BD0">
              <w:rPr>
                <w:noProof/>
              </w:rPr>
              <w:t>13. září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236E52B2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AC660F">
        <w:rPr>
          <w:rFonts w:eastAsia="Times New Roman" w:cs="Times New Roman"/>
          <w:lang w:eastAsia="cs-CZ"/>
        </w:rPr>
        <w:t>4</w:t>
      </w:r>
    </w:p>
    <w:p w14:paraId="25C6ADAC" w14:textId="765431D3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  <w:t>„</w:t>
      </w:r>
      <w:r w:rsidR="00367811" w:rsidRPr="00367811">
        <w:rPr>
          <w:rFonts w:eastAsia="Calibri" w:cs="Times New Roman"/>
          <w:b/>
          <w:bCs/>
          <w:lang w:eastAsia="cs-CZ"/>
        </w:rPr>
        <w:t xml:space="preserve">Rozšíření CDP </w:t>
      </w:r>
      <w:proofErr w:type="gramStart"/>
      <w:r w:rsidR="00367811" w:rsidRPr="00367811">
        <w:rPr>
          <w:rFonts w:eastAsia="Calibri" w:cs="Times New Roman"/>
          <w:b/>
          <w:bCs/>
          <w:lang w:eastAsia="cs-CZ"/>
        </w:rPr>
        <w:t>Přerov - nová</w:t>
      </w:r>
      <w:proofErr w:type="gramEnd"/>
      <w:r w:rsidR="00367811" w:rsidRPr="00367811">
        <w:rPr>
          <w:rFonts w:eastAsia="Calibri" w:cs="Times New Roman"/>
          <w:b/>
          <w:bCs/>
          <w:lang w:eastAsia="cs-CZ"/>
        </w:rPr>
        <w:t xml:space="preserve"> budova</w:t>
      </w:r>
      <w:r w:rsidR="00335122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3D7836DF" w14:textId="77777777" w:rsidR="005C663F" w:rsidRPr="00BD5319" w:rsidRDefault="005C663F" w:rsidP="005C663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68FBD7" w14:textId="4CC71F05" w:rsidR="00BD5319" w:rsidRPr="00BD5319" w:rsidRDefault="00BD5319" w:rsidP="008909A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D1319E">
        <w:rPr>
          <w:rFonts w:eastAsia="Calibri" w:cs="Times New Roman"/>
          <w:b/>
          <w:lang w:eastAsia="cs-CZ"/>
        </w:rPr>
        <w:t>54</w:t>
      </w:r>
      <w:r w:rsidRPr="00BD5319">
        <w:rPr>
          <w:rFonts w:eastAsia="Calibri" w:cs="Times New Roman"/>
          <w:b/>
          <w:lang w:eastAsia="cs-CZ"/>
        </w:rPr>
        <w:t>:</w:t>
      </w:r>
    </w:p>
    <w:p w14:paraId="243C3138" w14:textId="77777777" w:rsidR="00D1319E" w:rsidRDefault="00D1319E" w:rsidP="008909A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1319E">
        <w:rPr>
          <w:rFonts w:eastAsia="Calibri" w:cs="Times New Roman"/>
          <w:bCs/>
          <w:lang w:eastAsia="cs-CZ"/>
        </w:rPr>
        <w:t>dotaz se týká vydaných soupisů prací v nejaktuálnější podobě z Dodatku č.3 tj. souborů „XLS-CDP-Prerov-zm03-20240909.xlsx“, „XDC-CDP-Prerov-zm03-20240909.xml“. Zadavatel požaduje předložení nabídky pouze ve formátu XML (datový předpis XDC). Za účelem jeho vygenerování se tážeme.</w:t>
      </w:r>
      <w:r>
        <w:rPr>
          <w:rFonts w:eastAsia="Calibri" w:cs="Times New Roman"/>
          <w:bCs/>
          <w:lang w:eastAsia="cs-CZ"/>
        </w:rPr>
        <w:t xml:space="preserve"> </w:t>
      </w:r>
    </w:p>
    <w:p w14:paraId="5F90E47E" w14:textId="1F3DD8D4" w:rsidR="00D1319E" w:rsidRDefault="00D1319E" w:rsidP="008909A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1319E">
        <w:rPr>
          <w:rFonts w:eastAsia="Calibri" w:cs="Times New Roman"/>
          <w:bCs/>
          <w:lang w:eastAsia="cs-CZ"/>
        </w:rPr>
        <w:t xml:space="preserve">Program </w:t>
      </w:r>
      <w:proofErr w:type="spellStart"/>
      <w:r w:rsidRPr="00D1319E">
        <w:rPr>
          <w:rFonts w:eastAsia="Calibri" w:cs="Times New Roman"/>
          <w:bCs/>
          <w:lang w:eastAsia="cs-CZ"/>
        </w:rPr>
        <w:t>Aspe</w:t>
      </w:r>
      <w:proofErr w:type="spellEnd"/>
      <w:r w:rsidRPr="00D1319E">
        <w:rPr>
          <w:rFonts w:eastAsia="Calibri" w:cs="Times New Roman"/>
          <w:bCs/>
          <w:lang w:eastAsia="cs-CZ"/>
        </w:rPr>
        <w:t xml:space="preserve"> </w:t>
      </w:r>
      <w:proofErr w:type="spellStart"/>
      <w:r w:rsidRPr="00D1319E">
        <w:rPr>
          <w:rFonts w:eastAsia="Calibri" w:cs="Times New Roman"/>
          <w:bCs/>
          <w:lang w:eastAsia="cs-CZ"/>
        </w:rPr>
        <w:t>Esticon</w:t>
      </w:r>
      <w:proofErr w:type="spellEnd"/>
      <w:r w:rsidRPr="00D1319E">
        <w:rPr>
          <w:rFonts w:eastAsia="Calibri" w:cs="Times New Roman"/>
          <w:bCs/>
          <w:lang w:eastAsia="cs-CZ"/>
        </w:rPr>
        <w:t>: importuje-li se zadavatelem poskytnutý čistý soupis prací je vypsáno mnoho chyb importu (</w:t>
      </w:r>
      <w:proofErr w:type="gramStart"/>
      <w:r w:rsidRPr="00D1319E">
        <w:rPr>
          <w:rFonts w:eastAsia="Calibri" w:cs="Times New Roman"/>
          <w:bCs/>
          <w:lang w:eastAsia="cs-CZ"/>
        </w:rPr>
        <w:t>kód - duplicita</w:t>
      </w:r>
      <w:proofErr w:type="gramEnd"/>
      <w:r w:rsidRPr="00D1319E">
        <w:rPr>
          <w:rFonts w:eastAsia="Calibri" w:cs="Times New Roman"/>
          <w:bCs/>
          <w:lang w:eastAsia="cs-CZ"/>
        </w:rPr>
        <w:t>) viz příloha „Kód Duplicita.xlsx“.</w:t>
      </w:r>
      <w:r>
        <w:rPr>
          <w:rFonts w:eastAsia="Calibri" w:cs="Times New Roman"/>
          <w:bCs/>
          <w:lang w:eastAsia="cs-CZ"/>
        </w:rPr>
        <w:t xml:space="preserve"> </w:t>
      </w:r>
      <w:r w:rsidRPr="00D1319E">
        <w:rPr>
          <w:rFonts w:eastAsia="Calibri" w:cs="Times New Roman"/>
          <w:bCs/>
          <w:lang w:eastAsia="cs-CZ"/>
        </w:rPr>
        <w:br/>
        <w:t>Prosíme zadavatele o prověření poskytnutých soupisů prací u uvedených položek.</w:t>
      </w:r>
    </w:p>
    <w:p w14:paraId="71A05806" w14:textId="522EAF47" w:rsidR="00D1319E" w:rsidRPr="00D1319E" w:rsidRDefault="00D1319E" w:rsidP="008909AB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  <w:r>
        <w:rPr>
          <w:rFonts w:eastAsia="Calibri" w:cs="Times New Roman"/>
          <w:bCs/>
          <w:lang w:eastAsia="cs-CZ"/>
        </w:rPr>
        <w:t xml:space="preserve">viz příloha </w:t>
      </w:r>
      <w:r w:rsidR="00E36A46">
        <w:rPr>
          <w:rFonts w:eastAsia="Calibri" w:cs="Times New Roman"/>
          <w:bCs/>
          <w:lang w:eastAsia="cs-CZ"/>
        </w:rPr>
        <w:t>Kód Duplicita</w:t>
      </w:r>
    </w:p>
    <w:p w14:paraId="0E42BA90" w14:textId="77777777" w:rsidR="00D1319E" w:rsidRDefault="00D1319E" w:rsidP="008909A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6D16A484" w14:textId="549AAF88" w:rsidR="00BD5319" w:rsidRPr="00BD5319" w:rsidRDefault="00BD5319" w:rsidP="008909A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5A96F7D8" w14:textId="675C6F7C" w:rsidR="00367811" w:rsidRPr="00AF0BD0" w:rsidRDefault="00260121" w:rsidP="008909A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F0BD0">
        <w:rPr>
          <w:rFonts w:eastAsia="Calibri" w:cs="Times New Roman"/>
          <w:bCs/>
          <w:lang w:eastAsia="cs-CZ"/>
        </w:rPr>
        <w:t xml:space="preserve">Prověřeno. Uvedená duplicita nebrání importu ani exportu rozpočtu z/do </w:t>
      </w:r>
      <w:proofErr w:type="spellStart"/>
      <w:r w:rsidRPr="00AF0BD0">
        <w:rPr>
          <w:rFonts w:eastAsia="Calibri" w:cs="Times New Roman"/>
          <w:bCs/>
          <w:lang w:eastAsia="cs-CZ"/>
        </w:rPr>
        <w:t>Aspe</w:t>
      </w:r>
      <w:proofErr w:type="spellEnd"/>
      <w:r w:rsidRPr="00AF0BD0">
        <w:rPr>
          <w:rFonts w:eastAsia="Calibri" w:cs="Times New Roman"/>
          <w:bCs/>
          <w:lang w:eastAsia="cs-CZ"/>
        </w:rPr>
        <w:t xml:space="preserve"> </w:t>
      </w:r>
      <w:proofErr w:type="spellStart"/>
      <w:r w:rsidRPr="00AF0BD0">
        <w:rPr>
          <w:rFonts w:eastAsia="Calibri" w:cs="Times New Roman"/>
          <w:bCs/>
          <w:lang w:eastAsia="cs-CZ"/>
        </w:rPr>
        <w:t>Esticon</w:t>
      </w:r>
      <w:proofErr w:type="spellEnd"/>
      <w:r w:rsidRPr="00AF0BD0">
        <w:rPr>
          <w:rFonts w:eastAsia="Calibri" w:cs="Times New Roman"/>
          <w:bCs/>
          <w:lang w:eastAsia="cs-CZ"/>
        </w:rPr>
        <w:t>. Je zavedena z důvodu rozčlenění např. „po místnostech“ uvedených dodávek a prací. Opraveny (překódovány) jsou pouze položky, kde se neshodoval název, viz níže (5 položek):</w:t>
      </w:r>
    </w:p>
    <w:p w14:paraId="1F2A7BFF" w14:textId="77777777" w:rsidR="00260121" w:rsidRDefault="00260121" w:rsidP="008909AB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2A18E9CC" w14:textId="7ABC9DA4" w:rsidR="00260121" w:rsidRDefault="00BA71B5" w:rsidP="008909AB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  <w:r w:rsidRPr="00BA71B5">
        <w:rPr>
          <w:noProof/>
        </w:rPr>
        <w:drawing>
          <wp:inline distT="0" distB="0" distL="0" distR="0" wp14:anchorId="35DAF00D" wp14:editId="4BE6E355">
            <wp:extent cx="5525770" cy="1741805"/>
            <wp:effectExtent l="0" t="0" r="0" b="0"/>
            <wp:docPr id="941313779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1741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4244E9" w14:textId="77777777" w:rsidR="00260121" w:rsidRDefault="00260121" w:rsidP="008909AB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2F31F137" w14:textId="6A9AC399" w:rsidR="00260121" w:rsidRPr="00AF0BD0" w:rsidRDefault="00260121" w:rsidP="008909A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F0BD0">
        <w:rPr>
          <w:rFonts w:eastAsia="Calibri" w:cs="Times New Roman"/>
          <w:bCs/>
          <w:lang w:eastAsia="cs-CZ"/>
        </w:rPr>
        <w:t>Provedené úpravy se týkají pouze kódu položky nikoliv jejího technického obsahu, jsou tedy formální.</w:t>
      </w:r>
    </w:p>
    <w:p w14:paraId="0E774E15" w14:textId="77777777" w:rsidR="00260121" w:rsidRPr="00AF0BD0" w:rsidRDefault="00260121" w:rsidP="008909A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2CF77174" w14:textId="77777777" w:rsidR="00260121" w:rsidRDefault="00260121" w:rsidP="008909AB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7F5D19BF" w14:textId="6BFB58D2" w:rsidR="00E36A46" w:rsidRPr="00BD5319" w:rsidRDefault="00E36A46" w:rsidP="00E36A4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55</w:t>
      </w:r>
      <w:r w:rsidRPr="00BD5319">
        <w:rPr>
          <w:rFonts w:eastAsia="Calibri" w:cs="Times New Roman"/>
          <w:b/>
          <w:lang w:eastAsia="cs-CZ"/>
        </w:rPr>
        <w:t>:</w:t>
      </w:r>
    </w:p>
    <w:p w14:paraId="666C1FD8" w14:textId="77777777" w:rsidR="00E36A46" w:rsidRPr="00E36A46" w:rsidRDefault="00E36A46" w:rsidP="00E36A46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E36A46">
        <w:rPr>
          <w:rFonts w:eastAsia="Calibri" w:cs="Times New Roman"/>
          <w:b/>
          <w:bCs/>
          <w:lang w:eastAsia="cs-CZ"/>
        </w:rPr>
        <w:t xml:space="preserve">PS </w:t>
      </w:r>
      <w:proofErr w:type="gramStart"/>
      <w:r w:rsidRPr="00E36A46">
        <w:rPr>
          <w:rFonts w:eastAsia="Calibri" w:cs="Times New Roman"/>
          <w:b/>
          <w:bCs/>
          <w:lang w:eastAsia="cs-CZ"/>
        </w:rPr>
        <w:t>27  Kamerový</w:t>
      </w:r>
      <w:proofErr w:type="gramEnd"/>
      <w:r w:rsidRPr="00E36A46">
        <w:rPr>
          <w:rFonts w:eastAsia="Calibri" w:cs="Times New Roman"/>
          <w:b/>
          <w:bCs/>
          <w:lang w:eastAsia="cs-CZ"/>
        </w:rPr>
        <w:t xml:space="preserve"> systém</w:t>
      </w:r>
    </w:p>
    <w:p w14:paraId="5D0E81C0" w14:textId="77777777" w:rsidR="00E36A46" w:rsidRPr="00E36A46" w:rsidRDefault="00E36A46" w:rsidP="00E36A4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E36A46">
        <w:rPr>
          <w:rFonts w:eastAsia="Calibri" w:cs="Times New Roman"/>
          <w:bCs/>
          <w:lang w:eastAsia="cs-CZ"/>
        </w:rPr>
        <w:t xml:space="preserve">Žádáme zadavatele o případné sjednocení množství u položek </w:t>
      </w:r>
    </w:p>
    <w:p w14:paraId="10948C41" w14:textId="77777777" w:rsidR="00E36A46" w:rsidRPr="00E36A46" w:rsidRDefault="00E36A46" w:rsidP="00E36A46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E36A46">
        <w:rPr>
          <w:rFonts w:eastAsia="Calibri" w:cs="Times New Roman"/>
          <w:bCs/>
          <w:lang w:eastAsia="cs-CZ"/>
        </w:rPr>
        <w:t xml:space="preserve">78    75J321KABEL SDĚLOVACÍ PRO STRUKTUROVANOU KABELÁŽ FTP/STP     KMPÁR            </w:t>
      </w:r>
      <w:r w:rsidRPr="00E36A46">
        <w:rPr>
          <w:rFonts w:eastAsia="Calibri" w:cs="Times New Roman"/>
          <w:b/>
          <w:bCs/>
          <w:lang w:eastAsia="cs-CZ"/>
        </w:rPr>
        <w:t>2,400</w:t>
      </w:r>
    </w:p>
    <w:p w14:paraId="2DD54380" w14:textId="77777777" w:rsidR="00E36A46" w:rsidRPr="00E36A46" w:rsidRDefault="00E36A46" w:rsidP="00E36A46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E36A46">
        <w:rPr>
          <w:rFonts w:eastAsia="Calibri" w:cs="Times New Roman"/>
          <w:bCs/>
          <w:lang w:eastAsia="cs-CZ"/>
        </w:rPr>
        <w:lastRenderedPageBreak/>
        <w:t>79    75J32XKABEL SDĚLOVACÍ PRO STRUKTUROVANOU KABELÁŽ FTP/</w:t>
      </w:r>
      <w:proofErr w:type="gramStart"/>
      <w:r w:rsidRPr="00E36A46">
        <w:rPr>
          <w:rFonts w:eastAsia="Calibri" w:cs="Times New Roman"/>
          <w:bCs/>
          <w:lang w:eastAsia="cs-CZ"/>
        </w:rPr>
        <w:t>STP - MONTÁŽ</w:t>
      </w:r>
      <w:proofErr w:type="gramEnd"/>
      <w:r w:rsidRPr="00E36A46">
        <w:rPr>
          <w:rFonts w:eastAsia="Calibri" w:cs="Times New Roman"/>
          <w:bCs/>
          <w:lang w:eastAsia="cs-CZ"/>
        </w:rPr>
        <w:t xml:space="preserve">           KMPÁR       </w:t>
      </w:r>
      <w:r w:rsidRPr="00E36A46">
        <w:rPr>
          <w:rFonts w:eastAsia="Calibri" w:cs="Times New Roman"/>
          <w:b/>
          <w:bCs/>
          <w:lang w:eastAsia="cs-CZ"/>
        </w:rPr>
        <w:t>22,000</w:t>
      </w:r>
    </w:p>
    <w:p w14:paraId="041C841B" w14:textId="77777777" w:rsidR="00E36A46" w:rsidRPr="00BD5319" w:rsidRDefault="00E36A46" w:rsidP="00E36A4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1F544BB9" w14:textId="4E4FC382" w:rsidR="008909AB" w:rsidRPr="00AF0BD0" w:rsidRDefault="00E82AF4" w:rsidP="008909AB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AF0BD0">
        <w:rPr>
          <w:rFonts w:eastAsia="Times New Roman" w:cs="Times New Roman"/>
          <w:lang w:eastAsia="cs-CZ"/>
        </w:rPr>
        <w:t xml:space="preserve">Pol.  kódu </w:t>
      </w:r>
      <w:r w:rsidRPr="00AF0BD0">
        <w:rPr>
          <w:rFonts w:eastAsia="Calibri" w:cs="Times New Roman"/>
          <w:bCs/>
          <w:lang w:eastAsia="cs-CZ"/>
        </w:rPr>
        <w:t>75J32X je určena pro montáž dvou položek dodávek materiálu, a to pol. kódu R002709 (19,6m) a kódu 75J321 (2,4 m).</w:t>
      </w:r>
    </w:p>
    <w:p w14:paraId="7FE9CA06" w14:textId="77777777" w:rsidR="008909AB" w:rsidRPr="00E82AF4" w:rsidRDefault="008909AB" w:rsidP="008909AB">
      <w:pPr>
        <w:spacing w:after="0" w:line="240" w:lineRule="auto"/>
        <w:jc w:val="both"/>
        <w:rPr>
          <w:rFonts w:eastAsia="Times New Roman" w:cs="Times New Roman"/>
          <w:color w:val="FF0000"/>
          <w:highlight w:val="green"/>
          <w:lang w:eastAsia="cs-CZ"/>
        </w:rPr>
      </w:pPr>
    </w:p>
    <w:p w14:paraId="3DC85D2F" w14:textId="77777777" w:rsidR="00367811" w:rsidRDefault="00367811" w:rsidP="00BD5319">
      <w:pPr>
        <w:spacing w:after="0" w:line="240" w:lineRule="auto"/>
        <w:jc w:val="both"/>
        <w:rPr>
          <w:rFonts w:eastAsia="Times New Roman" w:cs="Times New Roman"/>
          <w:color w:val="FF0000"/>
          <w:highlight w:val="green"/>
          <w:lang w:eastAsia="cs-CZ"/>
        </w:rPr>
      </w:pPr>
    </w:p>
    <w:p w14:paraId="36353B3D" w14:textId="46B1D08D" w:rsidR="00664163" w:rsidRPr="00F20B71" w:rsidRDefault="00664163" w:rsidP="00F20B71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F20B71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F20B71">
        <w:rPr>
          <w:rFonts w:eastAsia="Times New Roman" w:cs="Times New Roman"/>
          <w:b/>
          <w:lang w:eastAsia="cs-CZ"/>
        </w:rPr>
        <w:t>změny/doplnění zadávací dokumentace</w:t>
      </w:r>
      <w:r w:rsidRPr="00F20B71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F20B71">
        <w:rPr>
          <w:rFonts w:eastAsia="Times New Roman" w:cs="Times New Roman"/>
          <w:lang w:eastAsia="cs-CZ"/>
        </w:rPr>
        <w:t>ust</w:t>
      </w:r>
      <w:proofErr w:type="spellEnd"/>
      <w:r w:rsidRPr="00F20B71">
        <w:rPr>
          <w:rFonts w:eastAsia="Times New Roman" w:cs="Times New Roman"/>
          <w:lang w:eastAsia="cs-CZ"/>
        </w:rPr>
        <w:t xml:space="preserve">. § 99 odst. 2 ZZVZ a prodlužuje lhůtu pro podání nabídek ze dne </w:t>
      </w:r>
      <w:r w:rsidR="00F20B71">
        <w:rPr>
          <w:rFonts w:eastAsia="Times New Roman" w:cs="Times New Roman"/>
          <w:lang w:eastAsia="cs-CZ"/>
        </w:rPr>
        <w:t>25. 9. 2024</w:t>
      </w:r>
      <w:r w:rsidRPr="00F20B71">
        <w:rPr>
          <w:rFonts w:eastAsia="Times New Roman" w:cs="Times New Roman"/>
          <w:lang w:eastAsia="cs-CZ"/>
        </w:rPr>
        <w:t xml:space="preserve"> na den </w:t>
      </w:r>
      <w:r w:rsidR="00F20B71">
        <w:rPr>
          <w:rFonts w:eastAsia="Times New Roman" w:cs="Times New Roman"/>
          <w:lang w:eastAsia="cs-CZ"/>
        </w:rPr>
        <w:t>26.9.2024</w:t>
      </w:r>
      <w:r w:rsidRPr="00F20B71">
        <w:rPr>
          <w:rFonts w:eastAsia="Times New Roman" w:cs="Times New Roman"/>
          <w:lang w:eastAsia="cs-CZ"/>
        </w:rPr>
        <w:t>.</w:t>
      </w:r>
    </w:p>
    <w:p w14:paraId="0DDD16C5" w14:textId="77777777" w:rsidR="00273CE2" w:rsidRDefault="00273CE2" w:rsidP="00842C9B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</w:p>
    <w:p w14:paraId="587715CA" w14:textId="77777777" w:rsidR="00664163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8F6D20B" w14:textId="60085F64" w:rsidR="00664163" w:rsidRPr="00BD5319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</w:t>
      </w:r>
      <w:r w:rsidR="007F626E">
        <w:rPr>
          <w:rFonts w:eastAsia="Times New Roman" w:cs="Times New Roman"/>
          <w:lang w:eastAsia="cs-CZ"/>
        </w:rPr>
        <w:t>Opravný f</w:t>
      </w:r>
      <w:r w:rsidRPr="00BD5319">
        <w:rPr>
          <w:rFonts w:eastAsia="Times New Roman" w:cs="Times New Roman"/>
          <w:lang w:eastAsia="cs-CZ"/>
        </w:rPr>
        <w:t xml:space="preserve">ormulář Oznámení </w:t>
      </w:r>
      <w:r w:rsidR="007F626E">
        <w:rPr>
          <w:rFonts w:eastAsia="Times New Roman" w:cs="Times New Roman"/>
          <w:lang w:eastAsia="cs-CZ"/>
        </w:rPr>
        <w:t xml:space="preserve">o zahájení zadávacího řízení </w:t>
      </w:r>
      <w:r w:rsidRPr="00BD5319">
        <w:rPr>
          <w:rFonts w:eastAsia="Times New Roman" w:cs="Times New Roman"/>
          <w:lang w:eastAsia="cs-CZ"/>
        </w:rPr>
        <w:t xml:space="preserve">bude uveřejněn na webovém portálu </w:t>
      </w:r>
      <w:hyperlink r:id="rId13" w:history="1">
        <w:r w:rsidRPr="00F17871">
          <w:rPr>
            <w:rStyle w:val="Hypertextovodkaz"/>
          </w:rPr>
          <w:t>https://vvz.nipez.cz/</w:t>
        </w:r>
      </w:hyperlink>
      <w:r>
        <w:t xml:space="preserve"> </w:t>
      </w:r>
      <w:r w:rsidRPr="00BD5319">
        <w:rPr>
          <w:rFonts w:eastAsia="Times New Roman" w:cs="Times New Roman"/>
          <w:lang w:eastAsia="cs-CZ"/>
        </w:rPr>
        <w:t xml:space="preserve"> (evidenční č. </w:t>
      </w:r>
      <w:r w:rsidRPr="00D105DC">
        <w:rPr>
          <w:rFonts w:eastAsia="Times New Roman" w:cs="Times New Roman"/>
          <w:lang w:eastAsia="cs-CZ"/>
        </w:rPr>
        <w:t xml:space="preserve">VZ: </w:t>
      </w:r>
      <w:r w:rsidR="00D105DC" w:rsidRPr="00D105DC">
        <w:rPr>
          <w:rFonts w:eastAsia="Times New Roman" w:cs="Times New Roman"/>
          <w:lang w:eastAsia="cs-CZ"/>
        </w:rPr>
        <w:t>Z2024-039172</w:t>
      </w:r>
      <w:r w:rsidRPr="00D105DC">
        <w:rPr>
          <w:rFonts w:eastAsia="Times New Roman" w:cs="Times New Roman"/>
          <w:lang w:eastAsia="cs-CZ"/>
        </w:rPr>
        <w:t>).</w:t>
      </w:r>
      <w:r w:rsidRPr="00BD5319">
        <w:rPr>
          <w:rFonts w:eastAsia="Times New Roman" w:cs="Times New Roman"/>
          <w:lang w:eastAsia="cs-CZ"/>
        </w:rPr>
        <w:t xml:space="preserve"> Změny se týkají těchto ustanovení:</w:t>
      </w:r>
    </w:p>
    <w:p w14:paraId="0FE4E137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118AB88" w14:textId="5ADAD774" w:rsidR="00664163" w:rsidRPr="00BD531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A7982EE" w14:textId="77777777" w:rsidR="00664163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6CE5A60D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Část</w:t>
      </w:r>
      <w:r>
        <w:rPr>
          <w:rFonts w:eastAsia="Times New Roman" w:cs="Times New Roman"/>
          <w:b/>
          <w:lang w:eastAsia="cs-CZ"/>
        </w:rPr>
        <w:t xml:space="preserve"> INFORMACE O PODÁNÍ</w:t>
      </w:r>
    </w:p>
    <w:p w14:paraId="412028A6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9C43FC0" w14:textId="77777777" w:rsidR="007F626E" w:rsidRPr="00BD5319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Oddíl</w:t>
      </w:r>
      <w:r>
        <w:rPr>
          <w:rFonts w:eastAsia="Times New Roman" w:cs="Times New Roman"/>
          <w:b/>
          <w:lang w:eastAsia="cs-CZ"/>
        </w:rPr>
        <w:t xml:space="preserve"> Lhůta pro podání nabídek – den (BT-131(d)-Lot)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48CE5B40" w14:textId="0EA57BFB" w:rsidR="007F626E" w:rsidRPr="009C7B39" w:rsidRDefault="007F626E" w:rsidP="007F626E">
      <w:pPr>
        <w:spacing w:after="0" w:line="240" w:lineRule="auto"/>
        <w:rPr>
          <w:rFonts w:eastAsia="Times New Roman" w:cs="Times New Roman"/>
          <w:color w:val="000000" w:themeColor="text1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F20B71">
        <w:rPr>
          <w:rFonts w:eastAsia="Times New Roman" w:cs="Times New Roman"/>
          <w:lang w:eastAsia="cs-CZ"/>
        </w:rPr>
        <w:t>25. 9. 2024</w:t>
      </w:r>
      <w:r>
        <w:rPr>
          <w:rFonts w:eastAsia="Times New Roman" w:cs="Times New Roman"/>
          <w:lang w:eastAsia="cs-CZ"/>
        </w:rPr>
        <w:t xml:space="preserve"> </w:t>
      </w:r>
      <w:r w:rsidRPr="00CF6CE6">
        <w:rPr>
          <w:rFonts w:eastAsia="Times New Roman" w:cs="Times New Roman"/>
          <w:lang w:eastAsia="cs-CZ"/>
        </w:rPr>
        <w:t xml:space="preserve">a </w:t>
      </w:r>
      <w:r w:rsidRPr="009C7B39">
        <w:rPr>
          <w:rFonts w:eastAsia="Times New Roman" w:cs="Times New Roman"/>
          <w:color w:val="000000" w:themeColor="text1"/>
          <w:lang w:eastAsia="cs-CZ"/>
        </w:rPr>
        <w:t xml:space="preserve">nahrazujeme datem </w:t>
      </w:r>
      <w:r w:rsidR="00F20B71">
        <w:rPr>
          <w:rFonts w:eastAsia="Times New Roman" w:cs="Times New Roman"/>
          <w:b/>
          <w:bCs/>
          <w:color w:val="000000" w:themeColor="text1"/>
          <w:lang w:eastAsia="cs-CZ"/>
        </w:rPr>
        <w:t>26. 9. 2024</w:t>
      </w:r>
      <w:r w:rsidRPr="009C7B39">
        <w:rPr>
          <w:rFonts w:eastAsia="Times New Roman" w:cs="Times New Roman"/>
          <w:color w:val="000000" w:themeColor="text1"/>
          <w:lang w:eastAsia="cs-CZ"/>
        </w:rPr>
        <w:t>.</w:t>
      </w:r>
    </w:p>
    <w:p w14:paraId="114D1C3F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4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Pr="00F20B71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D7DDE8" w14:textId="77777777" w:rsidR="00664163" w:rsidRPr="00F20B71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F20B71">
        <w:rPr>
          <w:rFonts w:eastAsia="Calibri" w:cs="Times New Roman"/>
          <w:b/>
          <w:bCs/>
          <w:lang w:eastAsia="cs-CZ"/>
        </w:rPr>
        <w:t xml:space="preserve">Příloha: </w:t>
      </w:r>
      <w:r w:rsidRPr="00F20B71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F20B71">
        <w:rPr>
          <w:rFonts w:eastAsia="Calibri" w:cs="Times New Roman"/>
          <w:bCs/>
          <w:lang w:eastAsia="cs-CZ"/>
        </w:rPr>
        <w:instrText xml:space="preserve"> FORMTEXT </w:instrText>
      </w:r>
      <w:r w:rsidRPr="00F20B71">
        <w:rPr>
          <w:rFonts w:eastAsia="Calibri" w:cs="Times New Roman"/>
          <w:bCs/>
          <w:lang w:eastAsia="cs-CZ"/>
        </w:rPr>
      </w:r>
      <w:r w:rsidRPr="00F20B71">
        <w:rPr>
          <w:rFonts w:eastAsia="Calibri" w:cs="Times New Roman"/>
          <w:bCs/>
          <w:lang w:eastAsia="cs-CZ"/>
        </w:rPr>
        <w:fldChar w:fldCharType="separate"/>
      </w:r>
      <w:r w:rsidRPr="00F20B71">
        <w:rPr>
          <w:rFonts w:eastAsia="Calibri" w:cs="Times New Roman"/>
          <w:bCs/>
          <w:lang w:eastAsia="cs-CZ"/>
        </w:rPr>
        <w:t> </w:t>
      </w:r>
      <w:r w:rsidRPr="00F20B71">
        <w:rPr>
          <w:rFonts w:eastAsia="Calibri" w:cs="Times New Roman"/>
          <w:bCs/>
          <w:lang w:eastAsia="cs-CZ"/>
        </w:rPr>
        <w:t> </w:t>
      </w:r>
      <w:r w:rsidRPr="00F20B71">
        <w:rPr>
          <w:rFonts w:eastAsia="Calibri" w:cs="Times New Roman"/>
          <w:bCs/>
          <w:lang w:eastAsia="cs-CZ"/>
        </w:rPr>
        <w:t> </w:t>
      </w:r>
      <w:r w:rsidRPr="00F20B71">
        <w:rPr>
          <w:rFonts w:eastAsia="Calibri" w:cs="Times New Roman"/>
          <w:bCs/>
          <w:lang w:eastAsia="cs-CZ"/>
        </w:rPr>
        <w:t> </w:t>
      </w:r>
      <w:r w:rsidRPr="00F20B71">
        <w:rPr>
          <w:rFonts w:eastAsia="Calibri" w:cs="Times New Roman"/>
          <w:bCs/>
          <w:lang w:eastAsia="cs-CZ"/>
        </w:rPr>
        <w:t> </w:t>
      </w:r>
      <w:r w:rsidRPr="00F20B71">
        <w:rPr>
          <w:rFonts w:eastAsia="Calibri" w:cs="Times New Roman"/>
          <w:bCs/>
          <w:lang w:eastAsia="cs-CZ"/>
        </w:rPr>
        <w:fldChar w:fldCharType="end"/>
      </w:r>
    </w:p>
    <w:p w14:paraId="4DD02DB6" w14:textId="3C901C00" w:rsidR="00E36A46" w:rsidRPr="00F20B71" w:rsidRDefault="00E36A46" w:rsidP="00F20B71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20B71">
        <w:rPr>
          <w:rFonts w:eastAsia="Calibri" w:cs="Times New Roman"/>
          <w:bCs/>
          <w:lang w:eastAsia="cs-CZ"/>
        </w:rPr>
        <w:t>Kód Duplicita</w:t>
      </w:r>
    </w:p>
    <w:p w14:paraId="659C6178" w14:textId="72CF64E4" w:rsidR="00F20B71" w:rsidRPr="00F20B71" w:rsidRDefault="00F20B71" w:rsidP="00F20B71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20B71">
        <w:rPr>
          <w:rFonts w:eastAsia="Calibri" w:cs="Times New Roman"/>
          <w:bCs/>
          <w:lang w:eastAsia="cs-CZ"/>
        </w:rPr>
        <w:t>XLS-CDP-Prerov-zm04-20240912</w:t>
      </w:r>
    </w:p>
    <w:p w14:paraId="56D50354" w14:textId="796E8377" w:rsidR="00F20B71" w:rsidRPr="00F20B71" w:rsidRDefault="00F20B71" w:rsidP="00F20B71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20B71">
        <w:rPr>
          <w:rFonts w:eastAsia="Calibri" w:cs="Times New Roman"/>
          <w:bCs/>
          <w:lang w:eastAsia="cs-CZ"/>
        </w:rPr>
        <w:t>XDC-CDP-Prerov-zm04-20240912</w:t>
      </w:r>
    </w:p>
    <w:p w14:paraId="46768EFC" w14:textId="77777777" w:rsidR="00E36A46" w:rsidRDefault="00E36A46" w:rsidP="00E36A4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3568D690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1FC1E85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61E21024" w:rsidR="00664163" w:rsidRPr="00F20B71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20B71">
        <w:rPr>
          <w:rFonts w:eastAsia="Calibri" w:cs="Times New Roman"/>
          <w:lang w:eastAsia="cs-CZ"/>
        </w:rPr>
        <w:t xml:space="preserve">V Praze dne </w:t>
      </w:r>
      <w:r w:rsidR="00F20B71" w:rsidRPr="00F20B71">
        <w:rPr>
          <w:rFonts w:eastAsia="Calibri" w:cs="Times New Roman"/>
          <w:lang w:eastAsia="cs-CZ"/>
        </w:rPr>
        <w:t>13. 9. 2024</w:t>
      </w:r>
    </w:p>
    <w:p w14:paraId="6F75BA64" w14:textId="77777777" w:rsidR="00664163" w:rsidRPr="00F20B71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F20B71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Pr="00F20B71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Pr="00F20B71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Pr="00F20B71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1623FBA" w14:textId="77777777" w:rsidR="00664163" w:rsidRPr="00F20B71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</w:rPr>
      </w:pPr>
      <w:r w:rsidRPr="00F20B71">
        <w:rPr>
          <w:rFonts w:ascii="Verdana,Bold" w:hAnsi="Verdana,Bold" w:cs="Verdana,Bold"/>
          <w:b/>
          <w:bCs/>
        </w:rPr>
        <w:t>Ing. Ondřej Göpfert</w:t>
      </w:r>
    </w:p>
    <w:p w14:paraId="21338602" w14:textId="77777777" w:rsidR="00664163" w:rsidRPr="00F20B71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 w:rsidRPr="00F20B71">
        <w:rPr>
          <w:rFonts w:ascii="Verdana" w:hAnsi="Verdana" w:cs="Verdana"/>
        </w:rPr>
        <w:t>ředitel odboru investičního</w:t>
      </w:r>
    </w:p>
    <w:p w14:paraId="50A8C07C" w14:textId="77777777" w:rsidR="00664163" w:rsidRPr="00F20B71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 w:rsidRPr="00F20B71">
        <w:rPr>
          <w:rFonts w:ascii="Verdana" w:hAnsi="Verdana" w:cs="Verdana"/>
        </w:rPr>
        <w:t>na základě pověření č. 14-NM ze dne 13. 11. 2023</w:t>
      </w:r>
    </w:p>
    <w:p w14:paraId="74ED3301" w14:textId="77777777" w:rsidR="00664163" w:rsidRDefault="00664163" w:rsidP="00664163">
      <w:pPr>
        <w:spacing w:after="0" w:line="240" w:lineRule="auto"/>
        <w:rPr>
          <w:rFonts w:ascii="Verdana" w:hAnsi="Verdana" w:cs="Verdana"/>
        </w:rPr>
      </w:pPr>
      <w:r w:rsidRPr="00F20B71">
        <w:rPr>
          <w:rFonts w:ascii="Verdana" w:hAnsi="Verdana" w:cs="Verdana"/>
        </w:rPr>
        <w:t>Správa železnic, státní organizace</w:t>
      </w:r>
    </w:p>
    <w:p w14:paraId="41FF3367" w14:textId="77777777" w:rsidR="00FC4B86" w:rsidRDefault="00FC4B86" w:rsidP="00664163">
      <w:pPr>
        <w:spacing w:after="0" w:line="240" w:lineRule="auto"/>
        <w:rPr>
          <w:rFonts w:ascii="Verdana" w:hAnsi="Verdana" w:cs="Verdana"/>
        </w:rPr>
      </w:pPr>
    </w:p>
    <w:sectPr w:rsidR="00FC4B86" w:rsidSect="002A59FE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F8DF37" w14:textId="77777777" w:rsidR="006B7D49" w:rsidRDefault="006B7D49" w:rsidP="00962258">
      <w:pPr>
        <w:spacing w:after="0" w:line="240" w:lineRule="auto"/>
      </w:pPr>
      <w:r>
        <w:separator/>
      </w:r>
    </w:p>
  </w:endnote>
  <w:endnote w:type="continuationSeparator" w:id="0">
    <w:p w14:paraId="44B162D1" w14:textId="77777777" w:rsidR="006B7D49" w:rsidRDefault="006B7D4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1A2750" w14:textId="77777777" w:rsidR="006B7D49" w:rsidRDefault="006B7D49" w:rsidP="00962258">
      <w:pPr>
        <w:spacing w:after="0" w:line="240" w:lineRule="auto"/>
      </w:pPr>
      <w:r>
        <w:separator/>
      </w:r>
    </w:p>
  </w:footnote>
  <w:footnote w:type="continuationSeparator" w:id="0">
    <w:p w14:paraId="73698B4B" w14:textId="77777777" w:rsidR="006B7D49" w:rsidRDefault="006B7D4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899085512" name="Obrázek 8990855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DCB4A8F"/>
    <w:multiLevelType w:val="hybridMultilevel"/>
    <w:tmpl w:val="ABA0BA2A"/>
    <w:lvl w:ilvl="0" w:tplc="0980DA78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E10E95"/>
    <w:multiLevelType w:val="hybridMultilevel"/>
    <w:tmpl w:val="5DE46F46"/>
    <w:lvl w:ilvl="0" w:tplc="5E789D9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3359F1"/>
    <w:multiLevelType w:val="hybridMultilevel"/>
    <w:tmpl w:val="2C0E9868"/>
    <w:lvl w:ilvl="0" w:tplc="05584EA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9" w15:restartNumberingAfterBreak="0">
    <w:nsid w:val="4DBE3B05"/>
    <w:multiLevelType w:val="hybridMultilevel"/>
    <w:tmpl w:val="9DEA8F1E"/>
    <w:lvl w:ilvl="0" w:tplc="F7D6778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 w16cid:durableId="401025770">
    <w:abstractNumId w:val="5"/>
  </w:num>
  <w:num w:numId="2" w16cid:durableId="506209173">
    <w:abstractNumId w:val="1"/>
  </w:num>
  <w:num w:numId="3" w16cid:durableId="358628641">
    <w:abstractNumId w:val="6"/>
  </w:num>
  <w:num w:numId="4" w16cid:durableId="1834292179">
    <w:abstractNumId w:val="10"/>
  </w:num>
  <w:num w:numId="5" w16cid:durableId="1470241154">
    <w:abstractNumId w:val="0"/>
  </w:num>
  <w:num w:numId="6" w16cid:durableId="848255171">
    <w:abstractNumId w:val="8"/>
  </w:num>
  <w:num w:numId="7" w16cid:durableId="218832763">
    <w:abstractNumId w:val="7"/>
  </w:num>
  <w:num w:numId="8" w16cid:durableId="1951204193">
    <w:abstractNumId w:val="9"/>
  </w:num>
  <w:num w:numId="9" w16cid:durableId="927081049">
    <w:abstractNumId w:val="3"/>
  </w:num>
  <w:num w:numId="10" w16cid:durableId="1186942180">
    <w:abstractNumId w:val="4"/>
  </w:num>
  <w:num w:numId="11" w16cid:durableId="1281649614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33432"/>
    <w:rsid w:val="000335CC"/>
    <w:rsid w:val="00066116"/>
    <w:rsid w:val="00072C1E"/>
    <w:rsid w:val="000B3A82"/>
    <w:rsid w:val="000B6C7E"/>
    <w:rsid w:val="000B7907"/>
    <w:rsid w:val="000C0429"/>
    <w:rsid w:val="000C45E8"/>
    <w:rsid w:val="00114472"/>
    <w:rsid w:val="001267E4"/>
    <w:rsid w:val="00170EC5"/>
    <w:rsid w:val="001747C1"/>
    <w:rsid w:val="0018596A"/>
    <w:rsid w:val="001B69C2"/>
    <w:rsid w:val="001C4DA0"/>
    <w:rsid w:val="00207DF5"/>
    <w:rsid w:val="00260121"/>
    <w:rsid w:val="00267369"/>
    <w:rsid w:val="0026785D"/>
    <w:rsid w:val="00273CE2"/>
    <w:rsid w:val="002761CC"/>
    <w:rsid w:val="00293588"/>
    <w:rsid w:val="00296D39"/>
    <w:rsid w:val="002A59FE"/>
    <w:rsid w:val="002C31BF"/>
    <w:rsid w:val="002E0CD7"/>
    <w:rsid w:val="002F026B"/>
    <w:rsid w:val="00335122"/>
    <w:rsid w:val="00335732"/>
    <w:rsid w:val="00357BC6"/>
    <w:rsid w:val="00367811"/>
    <w:rsid w:val="0037111D"/>
    <w:rsid w:val="003756B9"/>
    <w:rsid w:val="003956C6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0F75"/>
    <w:rsid w:val="004A7C69"/>
    <w:rsid w:val="004C08BE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C663F"/>
    <w:rsid w:val="006077E1"/>
    <w:rsid w:val="006104F6"/>
    <w:rsid w:val="0061068E"/>
    <w:rsid w:val="00630DC6"/>
    <w:rsid w:val="00660AD3"/>
    <w:rsid w:val="00664163"/>
    <w:rsid w:val="006A5570"/>
    <w:rsid w:val="006A689C"/>
    <w:rsid w:val="006B3D79"/>
    <w:rsid w:val="006B7D49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53DC9"/>
    <w:rsid w:val="0076286B"/>
    <w:rsid w:val="00764595"/>
    <w:rsid w:val="00766846"/>
    <w:rsid w:val="0077673A"/>
    <w:rsid w:val="007846E1"/>
    <w:rsid w:val="007A0EFE"/>
    <w:rsid w:val="007B570C"/>
    <w:rsid w:val="007E4A6E"/>
    <w:rsid w:val="007F56A7"/>
    <w:rsid w:val="007F626E"/>
    <w:rsid w:val="00807DD0"/>
    <w:rsid w:val="00813F11"/>
    <w:rsid w:val="00835A0F"/>
    <w:rsid w:val="00842C9B"/>
    <w:rsid w:val="008841FB"/>
    <w:rsid w:val="0088472C"/>
    <w:rsid w:val="008909AB"/>
    <w:rsid w:val="00891334"/>
    <w:rsid w:val="008A3568"/>
    <w:rsid w:val="008D03B9"/>
    <w:rsid w:val="008F18D6"/>
    <w:rsid w:val="00904780"/>
    <w:rsid w:val="009113A8"/>
    <w:rsid w:val="00922385"/>
    <w:rsid w:val="009223DF"/>
    <w:rsid w:val="00934DC3"/>
    <w:rsid w:val="00936091"/>
    <w:rsid w:val="00940D8A"/>
    <w:rsid w:val="0095327E"/>
    <w:rsid w:val="00956B86"/>
    <w:rsid w:val="00962258"/>
    <w:rsid w:val="009678B7"/>
    <w:rsid w:val="00982411"/>
    <w:rsid w:val="00992D9C"/>
    <w:rsid w:val="00996CB8"/>
    <w:rsid w:val="009A46FD"/>
    <w:rsid w:val="009A7568"/>
    <w:rsid w:val="009B2E97"/>
    <w:rsid w:val="009B3C69"/>
    <w:rsid w:val="009B72CC"/>
    <w:rsid w:val="009C7B39"/>
    <w:rsid w:val="009E07F4"/>
    <w:rsid w:val="009F392E"/>
    <w:rsid w:val="00A44328"/>
    <w:rsid w:val="00A52E53"/>
    <w:rsid w:val="00A60C3E"/>
    <w:rsid w:val="00A6177B"/>
    <w:rsid w:val="00A66136"/>
    <w:rsid w:val="00A943B5"/>
    <w:rsid w:val="00AA4CBB"/>
    <w:rsid w:val="00AA65FA"/>
    <w:rsid w:val="00AA7351"/>
    <w:rsid w:val="00AB6877"/>
    <w:rsid w:val="00AC660F"/>
    <w:rsid w:val="00AD056F"/>
    <w:rsid w:val="00AD2773"/>
    <w:rsid w:val="00AD6731"/>
    <w:rsid w:val="00AE1DDE"/>
    <w:rsid w:val="00AF0BD0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A71B5"/>
    <w:rsid w:val="00BB3740"/>
    <w:rsid w:val="00BD5319"/>
    <w:rsid w:val="00BD7E91"/>
    <w:rsid w:val="00BF374D"/>
    <w:rsid w:val="00BF6D48"/>
    <w:rsid w:val="00C02D0A"/>
    <w:rsid w:val="00C03A6E"/>
    <w:rsid w:val="00C30759"/>
    <w:rsid w:val="00C44F6A"/>
    <w:rsid w:val="00C6293B"/>
    <w:rsid w:val="00C715C6"/>
    <w:rsid w:val="00C727E5"/>
    <w:rsid w:val="00C8207D"/>
    <w:rsid w:val="00CB7B5A"/>
    <w:rsid w:val="00CC1E2B"/>
    <w:rsid w:val="00CD1FC4"/>
    <w:rsid w:val="00CE371D"/>
    <w:rsid w:val="00D02A4D"/>
    <w:rsid w:val="00D04777"/>
    <w:rsid w:val="00D105DC"/>
    <w:rsid w:val="00D1319E"/>
    <w:rsid w:val="00D21061"/>
    <w:rsid w:val="00D316A7"/>
    <w:rsid w:val="00D4108E"/>
    <w:rsid w:val="00D548C8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02AF8"/>
    <w:rsid w:val="00E10710"/>
    <w:rsid w:val="00E36A46"/>
    <w:rsid w:val="00E558BC"/>
    <w:rsid w:val="00E824F1"/>
    <w:rsid w:val="00E82AF4"/>
    <w:rsid w:val="00E9347D"/>
    <w:rsid w:val="00EB104F"/>
    <w:rsid w:val="00ED14BD"/>
    <w:rsid w:val="00F01440"/>
    <w:rsid w:val="00F12DEC"/>
    <w:rsid w:val="00F16153"/>
    <w:rsid w:val="00F1715C"/>
    <w:rsid w:val="00F20B71"/>
    <w:rsid w:val="00F21D02"/>
    <w:rsid w:val="00F310F8"/>
    <w:rsid w:val="00F35939"/>
    <w:rsid w:val="00F40E63"/>
    <w:rsid w:val="00F45607"/>
    <w:rsid w:val="00F64786"/>
    <w:rsid w:val="00F659EB"/>
    <w:rsid w:val="00F804A7"/>
    <w:rsid w:val="00F862D6"/>
    <w:rsid w:val="00F86BA6"/>
    <w:rsid w:val="00FC3C36"/>
    <w:rsid w:val="00FC3E56"/>
    <w:rsid w:val="00FC4B86"/>
    <w:rsid w:val="00FC6389"/>
    <w:rsid w:val="00FD29E4"/>
    <w:rsid w:val="00FD2F51"/>
    <w:rsid w:val="00FE3455"/>
    <w:rsid w:val="00FF3C9D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vz.nipez.cz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emf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eckov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akazky.szdc.cz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F8A733A-7FC2-4531-8071-FCC292D4C3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27</TotalTime>
  <Pages>2</Pages>
  <Words>447</Words>
  <Characters>2642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8</cp:revision>
  <cp:lastPrinted>2019-02-22T13:28:00Z</cp:lastPrinted>
  <dcterms:created xsi:type="dcterms:W3CDTF">2024-09-12T09:11:00Z</dcterms:created>
  <dcterms:modified xsi:type="dcterms:W3CDTF">2024-09-13T06:59:00Z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