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73289197" w:rsidR="00F422D3" w:rsidRDefault="00F422D3" w:rsidP="00BB1390">
      <w:pPr>
        <w:pStyle w:val="Titul2"/>
      </w:pPr>
      <w:r>
        <w:t xml:space="preserve">Název </w:t>
      </w:r>
      <w:r w:rsidRPr="00BB1390">
        <w:t>zakázky</w:t>
      </w:r>
      <w:r>
        <w:t>: „</w:t>
      </w:r>
      <w:r w:rsidR="008D6C0B" w:rsidRPr="008D6C0B">
        <w:t>Rekonstrukce přejezdu v km 21,609 (P2510) v úseku Straškov – Bříza obec</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27844F37" w14:textId="77777777" w:rsidR="006C14A5" w:rsidRDefault="00F422D3" w:rsidP="006C14A5">
      <w:pPr>
        <w:pStyle w:val="Textbezodsazen"/>
        <w:spacing w:after="0"/>
        <w:rPr>
          <w:rStyle w:val="Zdraznnjemn"/>
          <w:b/>
          <w:iCs w:val="0"/>
          <w:color w:val="auto"/>
        </w:rPr>
      </w:pPr>
      <w:r>
        <w:t xml:space="preserve">zastoupena: </w:t>
      </w:r>
      <w:r w:rsidR="006C14A5" w:rsidRPr="00B93CDF">
        <w:rPr>
          <w:b/>
        </w:rPr>
        <w:t>Ing. Petrem Hofhanzlem</w:t>
      </w:r>
      <w:r w:rsidR="006C14A5">
        <w:t>, ředitelem Stavební správy západ</w:t>
      </w:r>
      <w:r w:rsidR="006C14A5" w:rsidRPr="00B42F40">
        <w:rPr>
          <w:rStyle w:val="Zdraznnjemn"/>
          <w:b/>
          <w:iCs w:val="0"/>
          <w:color w:val="auto"/>
        </w:rPr>
        <w:t xml:space="preserve"> </w:t>
      </w:r>
    </w:p>
    <w:p w14:paraId="365E2F87" w14:textId="77777777" w:rsidR="006C14A5" w:rsidRDefault="006C14A5" w:rsidP="006C14A5">
      <w:pPr>
        <w:pStyle w:val="Textbezodsazen"/>
        <w:spacing w:after="0"/>
        <w:rPr>
          <w:rStyle w:val="Zdraznnjemn"/>
          <w:b/>
          <w:iCs w:val="0"/>
          <w:color w:val="auto"/>
        </w:rPr>
      </w:pPr>
    </w:p>
    <w:p w14:paraId="274C1E49" w14:textId="19DFB638" w:rsidR="00F422D3" w:rsidRPr="00B42F40" w:rsidRDefault="00F422D3" w:rsidP="006C14A5">
      <w:pPr>
        <w:pStyle w:val="Textbezodsazen"/>
        <w:spacing w:after="0"/>
        <w:rPr>
          <w:rStyle w:val="Zdraznnjemn"/>
          <w:b/>
          <w:iCs w:val="0"/>
          <w:color w:val="auto"/>
        </w:rPr>
      </w:pPr>
      <w:r w:rsidRPr="00B42F40">
        <w:rPr>
          <w:rStyle w:val="Zdraznnjemn"/>
          <w:b/>
          <w:iCs w:val="0"/>
          <w:color w:val="auto"/>
        </w:rPr>
        <w:t xml:space="preserve">Korespondenční adresa: </w:t>
      </w:r>
    </w:p>
    <w:p w14:paraId="64A8F2A5" w14:textId="77777777" w:rsidR="006C14A5" w:rsidRPr="000C2B01" w:rsidRDefault="006C14A5" w:rsidP="006C14A5">
      <w:pPr>
        <w:pStyle w:val="Textbezodsazen"/>
        <w:spacing w:after="0"/>
      </w:pPr>
      <w:r w:rsidRPr="000C2B01">
        <w:t>Správa železnic, státní organizace</w:t>
      </w:r>
    </w:p>
    <w:p w14:paraId="407191DD" w14:textId="77777777" w:rsidR="006C14A5" w:rsidRDefault="006C14A5" w:rsidP="006C14A5">
      <w:pPr>
        <w:pStyle w:val="Textbezodsazen"/>
        <w:spacing w:after="0"/>
      </w:pPr>
      <w:r>
        <w:t>Stavební správa západ</w:t>
      </w:r>
    </w:p>
    <w:p w14:paraId="5FF590AB" w14:textId="77777777" w:rsidR="006C14A5" w:rsidRDefault="006C14A5" w:rsidP="006C14A5">
      <w:pPr>
        <w:pStyle w:val="Textbezodsazen"/>
      </w:pPr>
      <w:r>
        <w:t xml:space="preserve">Budova Diamond Point, Ke Štvanici 656/3, 186 00 Praha 8 – Karlín </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7323A8B3" w14:textId="25AB4035" w:rsidR="008D6C0B" w:rsidRDefault="008D6C0B" w:rsidP="008D6C0B">
      <w:pPr>
        <w:pStyle w:val="Textbezodsazen"/>
      </w:pPr>
      <w:r>
        <w:t>ISPROFOND/SUBISPROFIN: 3273514800 / 5423530032</w:t>
      </w:r>
    </w:p>
    <w:p w14:paraId="22DDDC62" w14:textId="34D53A20" w:rsidR="00F422D3" w:rsidRDefault="00F422D3" w:rsidP="008D6C0B">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09C90C" w14:textId="11C9091D" w:rsidR="001C3354" w:rsidRDefault="001C3354" w:rsidP="001C3354">
      <w:pPr>
        <w:pStyle w:val="Text1-1"/>
      </w:pPr>
      <w:r>
        <w:t>NEOBSAZENO</w:t>
      </w:r>
    </w:p>
    <w:p w14:paraId="3866B42C" w14:textId="77777777" w:rsidR="007D26F9" w:rsidRPr="00BC5BDD" w:rsidRDefault="007D26F9" w:rsidP="00BC5BDD">
      <w:pPr>
        <w:pStyle w:val="Nadpis1-1"/>
      </w:pPr>
      <w:r w:rsidRPr="00BC5BDD">
        <w:t>ÚČEL SMLOUVY</w:t>
      </w:r>
    </w:p>
    <w:p w14:paraId="571ABFCB" w14:textId="39318B07"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EA4AD2" w:rsidRPr="00EA4AD2">
        <w:rPr>
          <w:b/>
          <w:bCs/>
        </w:rPr>
        <w:t>61824175</w:t>
      </w:r>
      <w:r w:rsidR="00EA4AD2" w:rsidRPr="00EA4AD2">
        <w:t xml:space="preserve"> </w:t>
      </w:r>
      <w:r>
        <w:t>svůj úmysl zadat veřejnou zakázku</w:t>
      </w:r>
      <w:r w:rsidR="00A349C6">
        <w:t xml:space="preserve"> s </w:t>
      </w:r>
      <w:r>
        <w:t>názvem „</w:t>
      </w:r>
      <w:r w:rsidR="001C3354" w:rsidRPr="001C3354">
        <w:rPr>
          <w:rStyle w:val="Tun"/>
        </w:rPr>
        <w:t>Rekonstrukce přejezdu v km 21,609 (P2510) v úseku Straškov – Bříza obec</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788A94BA" w14:textId="2C3ED224" w:rsidR="001A3C74" w:rsidRPr="000B17CA" w:rsidRDefault="001A3C74" w:rsidP="001A3C74">
      <w:pPr>
        <w:pStyle w:val="Odstavec1-1a"/>
      </w:pPr>
      <w:r w:rsidRPr="005305B2">
        <w:t>Na daňových dokladech - fakturách je nutno uvádět Úplný název zakázky a číslo ISPROFOND v souladu s touto smlouvou.</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2C94A49" w:rsidR="007D26F9" w:rsidRPr="008F7242" w:rsidRDefault="007D26F9" w:rsidP="00BC5BDD">
      <w:pPr>
        <w:pStyle w:val="Textbezslovn"/>
        <w:rPr>
          <w:rStyle w:val="Tun"/>
        </w:rPr>
      </w:pPr>
      <w:r w:rsidRPr="008F7242">
        <w:rPr>
          <w:rStyle w:val="Tun"/>
        </w:rPr>
        <w:t xml:space="preserve">Celková lhůta pro dokončení Díla činí celkem </w:t>
      </w:r>
      <w:r w:rsidR="002513AC">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73DA8AF" w:rsidR="007D26F9" w:rsidRDefault="007D26F9" w:rsidP="00BC5BDD">
      <w:pPr>
        <w:pStyle w:val="Textbezslovn"/>
      </w:pPr>
      <w:r>
        <w:lastRenderedPageBreak/>
        <w:t xml:space="preserve">Lhůta pro dokončení stavebních prací činí celkem </w:t>
      </w:r>
      <w:r w:rsidR="002513AC">
        <w:rPr>
          <w:rStyle w:val="Tun"/>
        </w:rPr>
        <w:t>6</w:t>
      </w:r>
      <w:r w:rsidRPr="008F7242">
        <w:rPr>
          <w:rStyle w:val="Tun"/>
        </w:rPr>
        <w:t xml:space="preserve"> měsíc</w:t>
      </w:r>
      <w:r w:rsidR="002513AC">
        <w:rPr>
          <w:rStyle w:val="Tun"/>
        </w:rPr>
        <w:t>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22D094D4" w:rsidR="007D26F9" w:rsidRDefault="004A2F84"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2513AC">
        <w:rPr>
          <w:rStyle w:val="Tun"/>
        </w:rPr>
        <w:t>6</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6932A6DD" w:rsidR="007D26F9" w:rsidRDefault="007D26F9" w:rsidP="00BC5BDD">
      <w:pPr>
        <w:pStyle w:val="Text1-1"/>
      </w:pPr>
      <w:r>
        <w:t>Místo plnění je dáno místem,</w:t>
      </w:r>
      <w:r w:rsidR="00A349C6">
        <w:t xml:space="preserve"> v </w:t>
      </w:r>
      <w:r>
        <w:t xml:space="preserve">němž má být Dílo dle Dokumentace </w:t>
      </w:r>
      <w:r w:rsidRPr="000C1C73">
        <w:t xml:space="preserve">pro </w:t>
      </w:r>
      <w:r w:rsidR="003C1694" w:rsidRPr="000C1C73">
        <w:t xml:space="preserve">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336FC503" w14:textId="77777777" w:rsidR="00D438E4" w:rsidRPr="00D438E4" w:rsidRDefault="00D438E4" w:rsidP="00D438E4">
      <w:pPr>
        <w:pStyle w:val="Text1-1"/>
      </w:pPr>
      <w:r w:rsidRPr="00D438E4">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B1321C4" w:rsidR="005C6678" w:rsidRPr="008941D9" w:rsidRDefault="005C6678" w:rsidP="00010074">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835EF3"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meet, atp.), pokud </w:t>
      </w:r>
      <w:r w:rsidR="004A36B7" w:rsidRPr="00835EF3">
        <w:rPr>
          <w:rFonts w:eastAsia="Times New Roman" w:cs="Times New Roman"/>
        </w:rPr>
        <w:t>nebude nutné, aby byly spojeny s místním šetřením.</w:t>
      </w:r>
    </w:p>
    <w:p w14:paraId="2E6C001C" w14:textId="3808B8AE" w:rsidR="00F30A97" w:rsidRPr="00835EF3" w:rsidRDefault="00F30A97" w:rsidP="00835EF3">
      <w:pPr>
        <w:pStyle w:val="Text1-2"/>
        <w:rPr>
          <w:rFonts w:eastAsia="Times New Roman" w:cs="Times New Roman"/>
          <w:i/>
        </w:rPr>
      </w:pPr>
      <w:r w:rsidRPr="00835EF3">
        <w:rPr>
          <w:rFonts w:eastAsia="Times New Roman" w:cs="Times New Roman"/>
        </w:rPr>
        <w:t>Odst. 2.23 a odst. 20.3</w:t>
      </w:r>
      <w:r w:rsidR="00A60B05" w:rsidRPr="00835EF3">
        <w:rPr>
          <w:rFonts w:eastAsia="Times New Roman" w:cs="Times New Roman"/>
        </w:rPr>
        <w:t>1</w:t>
      </w:r>
      <w:r w:rsidRPr="00835EF3">
        <w:rPr>
          <w:rFonts w:eastAsia="Times New Roman" w:cs="Times New Roman"/>
        </w:rPr>
        <w:t xml:space="preserve"> Obchodních podmínek se v případě této Smlouvy nepoužije.</w:t>
      </w:r>
    </w:p>
    <w:p w14:paraId="4032CFC5" w14:textId="77777777" w:rsidR="00F30A97" w:rsidRPr="005E007F" w:rsidRDefault="00F30A97" w:rsidP="00200C2E">
      <w:pPr>
        <w:pStyle w:val="Text1-2"/>
        <w:numPr>
          <w:ilvl w:val="0"/>
          <w:numId w:val="0"/>
        </w:numPr>
        <w:ind w:left="737"/>
      </w:pPr>
    </w:p>
    <w:p w14:paraId="2C2A9387" w14:textId="17653FDF" w:rsidR="008A3592" w:rsidRDefault="00AF0C67" w:rsidP="00DC771B">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79D918DB" w:rsidR="00311475" w:rsidRDefault="00B75AE9" w:rsidP="00FD1EBB">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lastRenderedPageBreak/>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w:t>
      </w:r>
      <w:r>
        <w:lastRenderedPageBreak/>
        <w:t xml:space="preserve">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lastRenderedPageBreak/>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F514DEF"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6B0800" w:rsidRPr="006B0800">
        <w:t xml:space="preserve"> </w:t>
      </w:r>
      <w:r w:rsidR="006B0800" w:rsidRPr="005F34FD">
        <w:t>OP/R/30/24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56DDFD55" w:rsidR="007D26F9" w:rsidRDefault="00F43D42" w:rsidP="00F43D42">
      <w:pPr>
        <w:pStyle w:val="Textbezslovn"/>
        <w:ind w:left="2127"/>
      </w:pPr>
      <w:r>
        <w:t xml:space="preserve">b) </w:t>
      </w:r>
      <w:r w:rsidR="007D26F9">
        <w:t xml:space="preserve">Všeobecné technické podmínky – </w:t>
      </w:r>
      <w:r w:rsidR="006B0800">
        <w:t>"</w:t>
      </w:r>
      <w:r w:rsidR="006B0800" w:rsidRPr="00A84408">
        <w:t>VTP/R/16/22"</w:t>
      </w:r>
    </w:p>
    <w:p w14:paraId="4A3A2DC0" w14:textId="1119E322" w:rsidR="007D26F9" w:rsidRDefault="00F43D42" w:rsidP="00120814">
      <w:pPr>
        <w:pStyle w:val="Textbezslovn"/>
        <w:ind w:left="2127"/>
      </w:pPr>
      <w:r>
        <w:t xml:space="preserve">c) </w:t>
      </w:r>
      <w:r w:rsidR="007D26F9">
        <w:t xml:space="preserve">Zvláštní technické podmínky </w:t>
      </w:r>
      <w:r w:rsidR="00DA3042">
        <w:t>"</w:t>
      </w:r>
      <w:r w:rsidR="00120814" w:rsidRPr="00120814">
        <w:t>10. 9. 2024</w:t>
      </w:r>
      <w:r w:rsidR="00DA3042">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AF74266" w14:textId="77777777" w:rsidR="00F422D3" w:rsidRDefault="00F422D3" w:rsidP="009F0867">
      <w:pPr>
        <w:pStyle w:val="Textbezodsazen"/>
      </w:pPr>
    </w:p>
    <w:p w14:paraId="140E2E4F" w14:textId="07BA2926" w:rsidR="00F422D3" w:rsidRDefault="00F422D3" w:rsidP="009F0867">
      <w:pPr>
        <w:pStyle w:val="Textbezodsazen"/>
      </w:pPr>
      <w:r>
        <w:t>V………………..</w:t>
      </w:r>
      <w:r>
        <w:tab/>
      </w:r>
      <w:r>
        <w:tab/>
      </w:r>
      <w:r>
        <w:tab/>
      </w:r>
      <w:r>
        <w:tab/>
        <w:t xml:space="preserve">V………………….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EBD12EF" w14:textId="77777777" w:rsidR="005E3392" w:rsidRPr="00F43D42" w:rsidRDefault="005E3392" w:rsidP="005E3392">
      <w:pPr>
        <w:pStyle w:val="Textbezodsazen"/>
        <w:rPr>
          <w:b/>
        </w:rPr>
      </w:pPr>
      <w:r>
        <w:rPr>
          <w:b/>
        </w:rPr>
        <w:t xml:space="preserve">     </w:t>
      </w:r>
      <w:r w:rsidRPr="00F43D42">
        <w:rPr>
          <w:b/>
        </w:rPr>
        <w:t xml:space="preserve">Ing. </w:t>
      </w:r>
      <w:r>
        <w:rPr>
          <w:b/>
        </w:rPr>
        <w:t>Petr Hofhanzl</w:t>
      </w:r>
      <w:r>
        <w:rPr>
          <w:b/>
        </w:rPr>
        <w:tab/>
      </w:r>
      <w:r w:rsidRPr="00F43D42">
        <w:rPr>
          <w:b/>
        </w:rPr>
        <w:tab/>
      </w:r>
      <w:r w:rsidRPr="00F43D42">
        <w:rPr>
          <w:b/>
        </w:rPr>
        <w:tab/>
      </w:r>
      <w:r w:rsidRPr="00F43D42">
        <w:rPr>
          <w:b/>
        </w:rPr>
        <w:tab/>
      </w:r>
      <w:r w:rsidRPr="00F43D42">
        <w:rPr>
          <w:b/>
        </w:rPr>
        <w:tab/>
      </w:r>
      <w:r w:rsidRPr="00F43D42">
        <w:rPr>
          <w:b/>
          <w:highlight w:val="yellow"/>
        </w:rPr>
        <w:t>„[VLOŽÍ ZHOTOVITEL]“</w:t>
      </w:r>
    </w:p>
    <w:p w14:paraId="268C2B99" w14:textId="77777777" w:rsidR="005E3392" w:rsidRDefault="005E3392" w:rsidP="005E3392">
      <w:pPr>
        <w:pStyle w:val="Textbezodsazen"/>
        <w:spacing w:after="0"/>
      </w:pPr>
      <w:r>
        <w:rPr>
          <w:rFonts w:cs="Calibri"/>
          <w:bCs/>
        </w:rPr>
        <w:lastRenderedPageBreak/>
        <w:t xml:space="preserve">   </w:t>
      </w:r>
      <w:r w:rsidRPr="0037385E">
        <w:rPr>
          <w:rFonts w:cs="Calibri"/>
          <w:bCs/>
        </w:rPr>
        <w:t>ředitel Stavební správy západ</w:t>
      </w:r>
      <w:r>
        <w:tab/>
      </w:r>
      <w:r>
        <w:tab/>
      </w:r>
      <w:r>
        <w:tab/>
      </w:r>
    </w:p>
    <w:p w14:paraId="6A715F13" w14:textId="77777777" w:rsidR="005E3392" w:rsidRDefault="005E3392" w:rsidP="005E3392">
      <w:pPr>
        <w:pStyle w:val="Textbezodsazen"/>
      </w:pPr>
      <w:r>
        <w:t xml:space="preserve">  </w:t>
      </w:r>
      <w:r w:rsidRPr="000C2B01">
        <w:t>Správa železnic</w:t>
      </w:r>
      <w:r>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60C17139" w14:textId="77777777" w:rsidR="005E3392" w:rsidRPr="00966714" w:rsidRDefault="005E3392" w:rsidP="005E3392">
      <w:pPr>
        <w:pStyle w:val="Textbezodsazen"/>
        <w:rPr>
          <w:b/>
          <w:bCs/>
        </w:rPr>
      </w:pPr>
      <w:r w:rsidRPr="00966714">
        <w:rPr>
          <w:b/>
          <w:bCs/>
        </w:rPr>
        <w:t>„OP/R/30/24“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15279CB2"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5E3392" w:rsidRPr="00966714">
        <w:rPr>
          <w:rStyle w:val="Tun"/>
        </w:rPr>
        <w:t>"VTP/R/16/22"</w:t>
      </w:r>
    </w:p>
    <w:p w14:paraId="337F3A4D" w14:textId="58D0BA42"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5E3392" w:rsidRPr="005E3392">
        <w:rPr>
          <w:rStyle w:val="Tun"/>
        </w:rPr>
        <w:t>"10. 9.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2D842F47" w:rsidR="00985DF9" w:rsidRPr="008941D9" w:rsidRDefault="00546B51" w:rsidP="00546B51">
      <w:pPr>
        <w:pStyle w:val="Odrka1-1"/>
        <w:numPr>
          <w:ilvl w:val="0"/>
          <w:numId w:val="0"/>
        </w:numPr>
        <w:rPr>
          <w:color w:val="000000" w:themeColor="text1"/>
        </w:rPr>
      </w:pPr>
      <w:r w:rsidRPr="00546B51">
        <w:t xml:space="preserve">Projektová dokumentace pro společné povolení záměru DUSP a projektová dokumentace pro provádění stavby PDPS </w:t>
      </w:r>
      <w:r w:rsidRPr="00546B51">
        <w:rPr>
          <w:b/>
          <w:bCs/>
        </w:rPr>
        <w:t>„Rekonstrukce přejezdu v km 21,609 (P2510) v úseku Straškov – Bříza obec“</w:t>
      </w:r>
      <w:r w:rsidRPr="00546B51">
        <w:t>; zpracovatel: VIAMONT projekt, se sídlem s.r.o., Českobrodská 628, 190 11 Praha 9 – Běchovice; datum: 7/2024.</w:t>
      </w:r>
    </w:p>
    <w:p w14:paraId="16D1102A" w14:textId="77777777" w:rsidR="00AE4B52" w:rsidRDefault="00AE4B52" w:rsidP="00AE4B52">
      <w:pPr>
        <w:pStyle w:val="Textbezodsazen"/>
      </w:pPr>
    </w:p>
    <w:p w14:paraId="3E2CDF0A" w14:textId="2EC7AF81" w:rsidR="00A90674" w:rsidRDefault="00A90674" w:rsidP="00AE4B52">
      <w:pPr>
        <w:pStyle w:val="Textbezodsazen"/>
      </w:pPr>
      <w:r w:rsidRPr="00A90674">
        <w:t>Schvalovací protokol projektu SŽ čj.: 58280/2024-SŽ-GŘ-O6 ze dne 6.9.2024</w:t>
      </w:r>
      <w:r>
        <w:t xml:space="preserve"> – posuzovací část</w:t>
      </w:r>
    </w:p>
    <w:p w14:paraId="265FE410" w14:textId="3D9B3242" w:rsidR="00A82E72" w:rsidRDefault="00A82E72" w:rsidP="00AE4B52">
      <w:pPr>
        <w:pStyle w:val="Textbezodsazen"/>
      </w:pPr>
      <w:r w:rsidRPr="00A82E72">
        <w:t>Souhlas s provedením ohlášeného stavebního záměru č.j.: DUCR-4615/23/Ce ze dne 12.2.2023</w:t>
      </w: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29D5E20F" w:rsidR="00A0271B" w:rsidRPr="000C2B01" w:rsidRDefault="00A0271B" w:rsidP="00A0271B">
      <w:pPr>
        <w:pStyle w:val="Textbezodsazen"/>
      </w:pPr>
      <w:r w:rsidRPr="009A12BD">
        <w:t xml:space="preserve">Do přílohy </w:t>
      </w:r>
      <w:r w:rsidR="003C1694">
        <w:t>S</w:t>
      </w:r>
      <w:r w:rsidRPr="009A12BD">
        <w:t xml:space="preserve">mlouvy bude vložena tabulka Rekapitulace ceny dle PS a SO vyexportovaná z předložené nabídky oceněného </w:t>
      </w:r>
      <w:r w:rsidRPr="00261F06">
        <w:t xml:space="preserve">Soupisu prací. </w:t>
      </w:r>
      <w:r w:rsidRPr="00261F06">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Default="002038D5" w:rsidP="00502690">
      <w:pPr>
        <w:pStyle w:val="Textbezodsazen"/>
      </w:pPr>
    </w:p>
    <w:p w14:paraId="164F061C" w14:textId="77777777" w:rsidR="00B930E3" w:rsidRPr="00F95FBD" w:rsidRDefault="00B930E3" w:rsidP="00B930E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930E3" w:rsidRPr="00F95FBD" w14:paraId="36958130" w14:textId="77777777" w:rsidTr="00FD7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A20AF" w14:textId="77777777" w:rsidR="00B930E3" w:rsidRPr="00F95FBD" w:rsidRDefault="00B930E3" w:rsidP="00FD7D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9B4C279" w14:textId="77777777" w:rsidR="00B930E3" w:rsidRPr="001F518E" w:rsidRDefault="00B930E3" w:rsidP="00FD7DE9">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Jan Suchý</w:t>
            </w:r>
          </w:p>
        </w:tc>
      </w:tr>
      <w:tr w:rsidR="00B930E3" w:rsidRPr="00F95FBD" w14:paraId="47938768"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2089D120" w14:textId="77777777" w:rsidR="00B930E3" w:rsidRPr="00F95FBD" w:rsidRDefault="00B930E3" w:rsidP="00FD7DE9">
            <w:pPr>
              <w:pStyle w:val="Tabulka"/>
              <w:rPr>
                <w:rStyle w:val="Nadpisvtabulce"/>
                <w:b w:val="0"/>
              </w:rPr>
            </w:pPr>
            <w:r>
              <w:rPr>
                <w:rStyle w:val="Nadpisvtabulce"/>
                <w:b w:val="0"/>
              </w:rPr>
              <w:t>Adresa</w:t>
            </w:r>
          </w:p>
        </w:tc>
        <w:tc>
          <w:tcPr>
            <w:tcW w:w="5812" w:type="dxa"/>
            <w:vAlign w:val="top"/>
          </w:tcPr>
          <w:p w14:paraId="6228856D" w14:textId="77777777" w:rsidR="00B930E3" w:rsidRDefault="00B930E3"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Železničářská 1386/31, 400 03 Ústí nad Labem </w:t>
            </w:r>
          </w:p>
        </w:tc>
      </w:tr>
      <w:tr w:rsidR="00B930E3" w:rsidRPr="00F95FBD" w14:paraId="476F60A6"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01BE6E56" w14:textId="77777777" w:rsidR="00B930E3" w:rsidRPr="00F95FBD" w:rsidRDefault="00B930E3" w:rsidP="00FD7DE9">
            <w:pPr>
              <w:pStyle w:val="Tabulka"/>
            </w:pPr>
            <w:r w:rsidRPr="00F95FBD">
              <w:t>E-mail</w:t>
            </w:r>
          </w:p>
        </w:tc>
        <w:tc>
          <w:tcPr>
            <w:tcW w:w="5812" w:type="dxa"/>
            <w:vAlign w:val="top"/>
          </w:tcPr>
          <w:p w14:paraId="019B8CA6" w14:textId="77777777" w:rsidR="00B930E3" w:rsidRPr="001F518E" w:rsidRDefault="00000000"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930E3">
                <w:rPr>
                  <w:rStyle w:val="Hypertextovodkaz"/>
                  <w:sz w:val="20"/>
                  <w:szCs w:val="20"/>
                </w:rPr>
                <w:t>SuchyJ@spravazeleznic.cz</w:t>
              </w:r>
            </w:hyperlink>
          </w:p>
        </w:tc>
      </w:tr>
      <w:tr w:rsidR="00B930E3" w:rsidRPr="00F95FBD" w14:paraId="6823A12C"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16DB8E74" w14:textId="77777777" w:rsidR="00B930E3" w:rsidRPr="00F95FBD" w:rsidRDefault="00B930E3" w:rsidP="00FD7DE9">
            <w:pPr>
              <w:pStyle w:val="Tabulka"/>
            </w:pPr>
            <w:r w:rsidRPr="00F95FBD">
              <w:t>Telefon</w:t>
            </w:r>
          </w:p>
        </w:tc>
        <w:tc>
          <w:tcPr>
            <w:tcW w:w="5812" w:type="dxa"/>
            <w:vAlign w:val="top"/>
          </w:tcPr>
          <w:p w14:paraId="7FF4A9D1" w14:textId="77777777" w:rsidR="00B930E3" w:rsidRPr="001F518E" w:rsidRDefault="00B930E3"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+420 720 958 184</w:t>
            </w:r>
          </w:p>
        </w:tc>
      </w:tr>
    </w:tbl>
    <w:p w14:paraId="7B9D6A78" w14:textId="77777777" w:rsidR="00B930E3" w:rsidRDefault="00B930E3" w:rsidP="00502690">
      <w:pPr>
        <w:pStyle w:val="Textbezodsazen"/>
      </w:pPr>
    </w:p>
    <w:p w14:paraId="406F414B" w14:textId="77777777" w:rsidR="00B930E3" w:rsidRPr="00F95FBD" w:rsidRDefault="00B930E3" w:rsidP="00B930E3">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Tabulka10"/>
        <w:tblW w:w="8868" w:type="dxa"/>
        <w:tblLook w:val="04A0" w:firstRow="1" w:lastRow="0" w:firstColumn="1" w:lastColumn="0" w:noHBand="0" w:noVBand="1"/>
      </w:tblPr>
      <w:tblGrid>
        <w:gridCol w:w="3056"/>
        <w:gridCol w:w="5812"/>
      </w:tblGrid>
      <w:tr w:rsidR="00B930E3" w:rsidRPr="00F95FBD" w14:paraId="3DC2A15B" w14:textId="77777777" w:rsidTr="00FD7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9FC750" w14:textId="77777777" w:rsidR="00B930E3" w:rsidRPr="00F95FBD" w:rsidRDefault="00B930E3" w:rsidP="00FD7DE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BAE0354" w14:textId="24F8BABA" w:rsidR="00B930E3" w:rsidRPr="001F518E" w:rsidRDefault="00B930E3" w:rsidP="00FD7DE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528B3">
              <w:rPr>
                <w:b/>
                <w:bCs/>
              </w:rPr>
              <w:t>Vratislav Žitný</w:t>
            </w:r>
          </w:p>
        </w:tc>
      </w:tr>
      <w:tr w:rsidR="00B930E3" w:rsidRPr="00F95FBD" w14:paraId="512AAEBD"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6EB4F2DA" w14:textId="77777777" w:rsidR="00B930E3" w:rsidRPr="00F95FBD" w:rsidRDefault="00B930E3" w:rsidP="00FD7DE9">
            <w:pPr>
              <w:pStyle w:val="Tabulka"/>
              <w:rPr>
                <w:rStyle w:val="Nadpisvtabulce"/>
                <w:b w:val="0"/>
              </w:rPr>
            </w:pPr>
            <w:r>
              <w:rPr>
                <w:rStyle w:val="Nadpisvtabulce"/>
                <w:b w:val="0"/>
              </w:rPr>
              <w:t>Adresa</w:t>
            </w:r>
          </w:p>
        </w:tc>
        <w:tc>
          <w:tcPr>
            <w:tcW w:w="5812" w:type="dxa"/>
          </w:tcPr>
          <w:p w14:paraId="2ED58A62" w14:textId="27FE92BD" w:rsidR="00B930E3" w:rsidRPr="001F518E" w:rsidRDefault="00B930E3"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K Můstku 1451/2</w:t>
            </w:r>
            <w:r>
              <w:t>, 400 01 Ústí nad Labem</w:t>
            </w:r>
          </w:p>
        </w:tc>
      </w:tr>
      <w:tr w:rsidR="00B930E3" w:rsidRPr="00F95FBD" w14:paraId="6D33A5CD"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6D7E5A08" w14:textId="77777777" w:rsidR="00B930E3" w:rsidRPr="00F95FBD" w:rsidRDefault="00B930E3" w:rsidP="00FD7DE9">
            <w:pPr>
              <w:pStyle w:val="Tabulka"/>
            </w:pPr>
            <w:r w:rsidRPr="00F95FBD">
              <w:t>E-mail</w:t>
            </w:r>
          </w:p>
        </w:tc>
        <w:tc>
          <w:tcPr>
            <w:tcW w:w="5812" w:type="dxa"/>
          </w:tcPr>
          <w:p w14:paraId="2350C8CA" w14:textId="6DD7D056" w:rsidR="00B930E3" w:rsidRPr="001F518E" w:rsidRDefault="00000000"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930E3" w:rsidRPr="00B930E3">
                <w:rPr>
                  <w:rStyle w:val="Hypertextovodkaz"/>
                  <w:noProof w:val="0"/>
                </w:rPr>
                <w:t>ZitnyVr@spravazeleznic.cz</w:t>
              </w:r>
            </w:hyperlink>
          </w:p>
        </w:tc>
      </w:tr>
      <w:tr w:rsidR="00B930E3" w:rsidRPr="00F95FBD" w14:paraId="0CDBED5C" w14:textId="77777777" w:rsidTr="00FD7DE9">
        <w:tc>
          <w:tcPr>
            <w:cnfStyle w:val="001000000000" w:firstRow="0" w:lastRow="0" w:firstColumn="1" w:lastColumn="0" w:oddVBand="0" w:evenVBand="0" w:oddHBand="0" w:evenHBand="0" w:firstRowFirstColumn="0" w:firstRowLastColumn="0" w:lastRowFirstColumn="0" w:lastRowLastColumn="0"/>
            <w:tcW w:w="3056" w:type="dxa"/>
          </w:tcPr>
          <w:p w14:paraId="716CA10E" w14:textId="77777777" w:rsidR="00B930E3" w:rsidRPr="00F95FBD" w:rsidRDefault="00B930E3" w:rsidP="00FD7DE9">
            <w:pPr>
              <w:pStyle w:val="Tabulka"/>
            </w:pPr>
            <w:r w:rsidRPr="00F95FBD">
              <w:t>Telefon</w:t>
            </w:r>
          </w:p>
        </w:tc>
        <w:tc>
          <w:tcPr>
            <w:tcW w:w="5812" w:type="dxa"/>
          </w:tcPr>
          <w:p w14:paraId="6F6B9264" w14:textId="2ACBC703" w:rsidR="00B930E3" w:rsidRPr="001F518E" w:rsidRDefault="00B930E3" w:rsidP="00FD7DE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+420 725 444 367</w:t>
            </w:r>
          </w:p>
        </w:tc>
      </w:tr>
    </w:tbl>
    <w:p w14:paraId="5FC460C5" w14:textId="77777777" w:rsidR="00B930E3" w:rsidRPr="00F95FBD" w:rsidRDefault="00B930E3" w:rsidP="00502690">
      <w:pPr>
        <w:pStyle w:val="Textbezodsazen"/>
      </w:pPr>
    </w:p>
    <w:p w14:paraId="78D9B811" w14:textId="224A4456" w:rsidR="002038D5" w:rsidRPr="00F95FBD" w:rsidRDefault="00B930E3" w:rsidP="002038D5">
      <w:pPr>
        <w:pStyle w:val="Nadpistabulky"/>
        <w:rPr>
          <w:rFonts w:asciiTheme="minorHAnsi" w:hAnsiTheme="minorHAnsi"/>
          <w:sz w:val="18"/>
          <w:szCs w:val="18"/>
        </w:rPr>
      </w:pPr>
      <w:r>
        <w:rPr>
          <w:rFonts w:asciiTheme="minorHAnsi" w:hAnsiTheme="minorHAnsi"/>
          <w:sz w:val="18"/>
          <w:szCs w:val="18"/>
        </w:rPr>
        <w:t>Technický dozor stavebníka (TDS) -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38B2091A" w:rsidR="002038D5" w:rsidRPr="001F518E" w:rsidRDefault="00B930E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528B3">
              <w:rPr>
                <w:b/>
                <w:bCs/>
              </w:rPr>
              <w:t>Stanislav Svatoň, DiS.</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BC03BED" w14:textId="6A60BFC5" w:rsidR="008175E5" w:rsidRPr="001F518E" w:rsidRDefault="00B930E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K Můstku 1451/2</w:t>
            </w:r>
            <w:r>
              <w:t>, 400 01 Ústí nad Labem</w:t>
            </w: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41DB7B4" w:rsidR="002038D5" w:rsidRPr="001F518E" w:rsidRDefault="000000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B930E3" w:rsidRPr="00B930E3">
                <w:rPr>
                  <w:rStyle w:val="Hypertextovodkaz"/>
                  <w:noProof w:val="0"/>
                </w:rPr>
                <w:t>SvatonS@spravazeleznic.cz</w:t>
              </w:r>
            </w:hyperlink>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1C78064D" w:rsidR="002038D5" w:rsidRPr="001F518E" w:rsidRDefault="00B930E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+420 702 029 072</w:t>
            </w:r>
          </w:p>
        </w:tc>
      </w:tr>
    </w:tbl>
    <w:p w14:paraId="4363942F" w14:textId="77777777" w:rsidR="002038D5" w:rsidRPr="00F95FBD" w:rsidRDefault="002038D5" w:rsidP="002038D5">
      <w:pPr>
        <w:pStyle w:val="Textbezodsazen"/>
      </w:pPr>
    </w:p>
    <w:p w14:paraId="5E389E7F" w14:textId="37DA437C"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r w:rsidR="00B930E3" w:rsidRPr="00B930E3">
        <w:rPr>
          <w:rFonts w:asciiTheme="minorHAnsi" w:hAnsiTheme="minorHAnsi"/>
          <w:sz w:val="18"/>
          <w:szCs w:val="18"/>
        </w:rPr>
        <w:t xml:space="preserve"> </w:t>
      </w:r>
      <w:r w:rsidR="00B930E3">
        <w:rPr>
          <w:rFonts w:asciiTheme="minorHAnsi" w:hAnsiTheme="minorHAnsi"/>
          <w:sz w:val="18"/>
          <w:szCs w:val="18"/>
        </w:rPr>
        <w:t>– zařízení elektrotechniky a energetiky</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49FBD3B6" w:rsidR="002038D5" w:rsidRPr="001F518E" w:rsidRDefault="00B930E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528B3">
              <w:rPr>
                <w:b/>
                <w:bCs/>
              </w:rPr>
              <w:t>Martin Schejbal, Ing.</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DE751A1" w14:textId="0B0C8E4E" w:rsidR="008175E5" w:rsidRPr="001F518E" w:rsidRDefault="00B930E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K Můstku 1451/2</w:t>
            </w:r>
            <w:r>
              <w:t>, 400 01 Ústí nad Labem</w:t>
            </w: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9D0FA1B" w:rsidR="002038D5" w:rsidRPr="001F518E" w:rsidRDefault="000000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B930E3" w:rsidRPr="00B930E3">
                <w:rPr>
                  <w:rStyle w:val="Hypertextovodkaz"/>
                  <w:noProof w:val="0"/>
                </w:rPr>
                <w:t>SchejbalM@spravazeleznic.cz</w:t>
              </w:r>
            </w:hyperlink>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2C2C97BA" w:rsidR="002038D5" w:rsidRPr="001F518E" w:rsidRDefault="00B930E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528B3">
              <w:t>+420 727 876 476</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5A58B755" w:rsidR="00BF7B07" w:rsidRPr="000C2B01" w:rsidRDefault="00AE20F6"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Bc. Radim Slavík</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067FE61" w14:textId="180143A8" w:rsidR="008175E5" w:rsidRPr="000C2B01" w:rsidRDefault="00AE20F6"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K Můstku 1451/2, 400 01 Ústí nad Labem </w:t>
            </w: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284F439A" w:rsidR="00BF7B07" w:rsidRPr="000C2B01" w:rsidRDefault="00000000"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AE20F6">
                <w:rPr>
                  <w:rStyle w:val="Hypertextovodkaz"/>
                  <w:sz w:val="20"/>
                  <w:szCs w:val="20"/>
                </w:rPr>
                <w:t>SlavikR@spravazeleznic.cz</w:t>
              </w:r>
            </w:hyperlink>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6D65B905" w:rsidR="00BF7B07" w:rsidRPr="000C2B01" w:rsidRDefault="00AE20F6"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+420 607 014 422</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884E9FB" w:rsidR="002038D5" w:rsidRPr="001F518E" w:rsidRDefault="00AE20F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Ing. Jiří Vančura</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5C361ED7" w:rsidR="002038D5" w:rsidRPr="001F518E" w:rsidRDefault="00AE20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K Můstku 1451/2, 400 01 Ústí nad Labem</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10E01001" w:rsidR="002038D5" w:rsidRPr="001F518E" w:rsidRDefault="000000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00AE20F6">
                <w:rPr>
                  <w:rStyle w:val="Hypertextovodkaz"/>
                  <w:sz w:val="20"/>
                  <w:szCs w:val="20"/>
                </w:rPr>
                <w:t>Vancura@spravazeleznic.cz</w:t>
              </w:r>
            </w:hyperlink>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4075D970" w:rsidR="002038D5" w:rsidRPr="001F518E" w:rsidRDefault="00AE20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+420 724 064 098, +420 972 422 161</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4F93FABD" w:rsidR="002038D5" w:rsidRPr="001F518E" w:rsidRDefault="00AE20F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Bc. Radim Slavík</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1FCFD5F6" w:rsidR="002038D5" w:rsidRPr="001F518E" w:rsidRDefault="00AE20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K Můstku 1451/2, 400 01 Ústí nad Labem</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192A4B25" w:rsidR="002038D5" w:rsidRPr="001F518E" w:rsidRDefault="0000000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7" w:history="1">
              <w:r w:rsidR="00AE20F6">
                <w:rPr>
                  <w:rStyle w:val="Hypertextovodkaz"/>
                  <w:sz w:val="20"/>
                  <w:szCs w:val="20"/>
                </w:rPr>
                <w:t>SlavikR@spravazeleznic.cz</w:t>
              </w:r>
            </w:hyperlink>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077BB4C8" w:rsidR="002038D5" w:rsidRPr="001F518E" w:rsidRDefault="00AE20F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+420 607 014 422</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6066FBB0" w:rsidR="002038D5" w:rsidRPr="007F0828" w:rsidRDefault="00165977" w:rsidP="00165977">
      <w:pPr>
        <w:pStyle w:val="Nadpistabulky"/>
        <w:rPr>
          <w:sz w:val="18"/>
          <w:szCs w:val="18"/>
        </w:rPr>
      </w:pPr>
      <w:r w:rsidRPr="00F95FBD">
        <w:rPr>
          <w:sz w:val="18"/>
          <w:szCs w:val="18"/>
        </w:rPr>
        <w:t>Specialista (</w:t>
      </w:r>
      <w:r w:rsidRPr="007F0828">
        <w:rPr>
          <w:sz w:val="18"/>
          <w:szCs w:val="18"/>
        </w:rPr>
        <w:t xml:space="preserve">vedoucí prací) na </w:t>
      </w:r>
      <w:r w:rsidR="007C5289" w:rsidRPr="007F0828">
        <w:rPr>
          <w:sz w:val="18"/>
          <w:szCs w:val="18"/>
        </w:rPr>
        <w:t>železniční svršek</w:t>
      </w:r>
      <w:r w:rsidR="00A349C6" w:rsidRPr="007F0828">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7F0828"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7F0828" w:rsidRDefault="002038D5" w:rsidP="00165977">
            <w:pPr>
              <w:pStyle w:val="Tabulka"/>
              <w:rPr>
                <w:rStyle w:val="Nadpisvtabulce"/>
              </w:rPr>
            </w:pPr>
            <w:r w:rsidRPr="007F0828">
              <w:rPr>
                <w:rStyle w:val="Nadpisvtabulce"/>
              </w:rPr>
              <w:t>Jméno</w:t>
            </w:r>
            <w:r w:rsidR="00A349C6" w:rsidRPr="007F0828">
              <w:rPr>
                <w:rStyle w:val="Nadpisvtabulce"/>
              </w:rPr>
              <w:t xml:space="preserve"> a </w:t>
            </w:r>
            <w:r w:rsidRPr="007F0828">
              <w:rPr>
                <w:rStyle w:val="Nadpisvtabulce"/>
              </w:rPr>
              <w:t>příjmení</w:t>
            </w:r>
          </w:p>
        </w:tc>
        <w:tc>
          <w:tcPr>
            <w:tcW w:w="5812" w:type="dxa"/>
          </w:tcPr>
          <w:p w14:paraId="05D462D5" w14:textId="77777777" w:rsidR="002038D5" w:rsidRPr="007F0828" w:rsidRDefault="002038D5" w:rsidP="00165977">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7F0828">
              <w:rPr>
                <w:b/>
                <w:highlight w:val="yellow"/>
              </w:rPr>
              <w:t>[VLOŽÍ ZH</w:t>
            </w:r>
            <w:r w:rsidR="004B4299" w:rsidRPr="007F0828">
              <w:rPr>
                <w:b/>
                <w:highlight w:val="yellow"/>
              </w:rPr>
              <w:t>O</w:t>
            </w:r>
            <w:r w:rsidRPr="007F0828">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7F0828" w:rsidRDefault="002038D5" w:rsidP="00165977">
            <w:pPr>
              <w:pStyle w:val="Tabulka"/>
            </w:pPr>
            <w:r w:rsidRPr="007F0828">
              <w:t>Adresa</w:t>
            </w:r>
          </w:p>
        </w:tc>
        <w:tc>
          <w:tcPr>
            <w:tcW w:w="5812" w:type="dxa"/>
          </w:tcPr>
          <w:p w14:paraId="31C36CAD" w14:textId="77777777" w:rsidR="002038D5" w:rsidRPr="007F0828" w:rsidRDefault="002038D5"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7F0828">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5B6A8E9C" w:rsidR="00165977" w:rsidRPr="00F95FBD" w:rsidRDefault="007C5289" w:rsidP="00165977">
      <w:pPr>
        <w:pStyle w:val="Nadpistabulky"/>
        <w:rPr>
          <w:sz w:val="18"/>
          <w:szCs w:val="18"/>
        </w:rPr>
      </w:pPr>
      <w:r w:rsidRPr="00F95FBD">
        <w:rPr>
          <w:sz w:val="18"/>
          <w:szCs w:val="18"/>
        </w:rPr>
        <w:t xml:space="preserve">Specialista (vedoucí prací)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0E0DC5">
        <w:trPr>
          <w:trHeight w:val="611"/>
        </w:trPr>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E0DC5">
              <w:t>Minimálně 100 mil. Kč na jednu pojistnou událost</w:t>
            </w:r>
            <w:r w:rsidR="00A349C6" w:rsidRPr="000E0DC5">
              <w:t xml:space="preserve"> a </w:t>
            </w:r>
            <w:r w:rsidRPr="000E0DC5">
              <w:t>200 mil. Kč</w:t>
            </w:r>
            <w:r w:rsidR="00A349C6" w:rsidRPr="000E0DC5">
              <w:t xml:space="preserve"> v </w:t>
            </w:r>
            <w:r w:rsidRPr="000E0DC5">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7"/>
          <w:footerReference w:type="even" r:id="rId48"/>
          <w:footerReference w:type="default" r:id="rId49"/>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F75D3" w14:textId="77777777" w:rsidR="000E058E" w:rsidRDefault="000E058E" w:rsidP="00962258">
      <w:pPr>
        <w:spacing w:after="0" w:line="240" w:lineRule="auto"/>
      </w:pPr>
      <w:r>
        <w:separator/>
      </w:r>
    </w:p>
  </w:endnote>
  <w:endnote w:type="continuationSeparator" w:id="0">
    <w:p w14:paraId="1C8BAF61" w14:textId="77777777" w:rsidR="000E058E" w:rsidRDefault="000E05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712A55D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406D6EF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3B11F5E5"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438E4">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3B5931A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6682F88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6C66">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18BA256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6C66">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061FA98B"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36C66">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1B7DB6F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6C66">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761535D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6C66">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5135F2FF"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35B7D00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6AC4B9B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38E4">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41362" w14:textId="77777777" w:rsidR="000E058E" w:rsidRDefault="000E058E" w:rsidP="00962258">
      <w:pPr>
        <w:spacing w:after="0" w:line="240" w:lineRule="auto"/>
      </w:pPr>
      <w:r>
        <w:separator/>
      </w:r>
    </w:p>
  </w:footnote>
  <w:footnote w:type="continuationSeparator" w:id="0">
    <w:p w14:paraId="44218682" w14:textId="77777777" w:rsidR="000E058E" w:rsidRDefault="000E05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5550545">
    <w:abstractNumId w:val="4"/>
  </w:num>
  <w:num w:numId="2" w16cid:durableId="883097880">
    <w:abstractNumId w:val="1"/>
  </w:num>
  <w:num w:numId="3" w16cid:durableId="3307156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8971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0899996">
    <w:abstractNumId w:val="6"/>
  </w:num>
  <w:num w:numId="6" w16cid:durableId="75175910">
    <w:abstractNumId w:val="8"/>
  </w:num>
  <w:num w:numId="7" w16cid:durableId="997726569">
    <w:abstractNumId w:val="7"/>
  </w:num>
  <w:num w:numId="8" w16cid:durableId="1186097605">
    <w:abstractNumId w:val="10"/>
  </w:num>
  <w:num w:numId="9" w16cid:durableId="1412194538">
    <w:abstractNumId w:val="9"/>
  </w:num>
  <w:num w:numId="10" w16cid:durableId="1859925300">
    <w:abstractNumId w:val="5"/>
  </w:num>
  <w:num w:numId="11" w16cid:durableId="1709718500">
    <w:abstractNumId w:val="0"/>
  </w:num>
  <w:num w:numId="12" w16cid:durableId="563612571">
    <w:abstractNumId w:val="3"/>
  </w:num>
  <w:num w:numId="13" w16cid:durableId="1272399316">
    <w:abstractNumId w:val="11"/>
  </w:num>
  <w:num w:numId="14" w16cid:durableId="14667763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03537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1979135">
    <w:abstractNumId w:val="8"/>
    <w:lvlOverride w:ilvl="0">
      <w:startOverride w:val="1"/>
    </w:lvlOverride>
  </w:num>
  <w:num w:numId="17" w16cid:durableId="1441290841">
    <w:abstractNumId w:val="0"/>
    <w:lvlOverride w:ilvl="0">
      <w:startOverride w:val="4"/>
    </w:lvlOverride>
    <w:lvlOverride w:ilvl="1">
      <w:startOverride w:val="13"/>
    </w:lvlOverride>
    <w:lvlOverride w:ilvl="2">
      <w:startOverride w:val="2"/>
    </w:lvlOverride>
  </w:num>
  <w:num w:numId="18" w16cid:durableId="63988397">
    <w:abstractNumId w:val="8"/>
  </w:num>
  <w:num w:numId="19" w16cid:durableId="1451389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826105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1066"/>
    <w:rsid w:val="0005402B"/>
    <w:rsid w:val="0006588D"/>
    <w:rsid w:val="00065937"/>
    <w:rsid w:val="00067A5E"/>
    <w:rsid w:val="00070F4E"/>
    <w:rsid w:val="000719BB"/>
    <w:rsid w:val="00071D7C"/>
    <w:rsid w:val="00072A65"/>
    <w:rsid w:val="00072C1E"/>
    <w:rsid w:val="00076EAC"/>
    <w:rsid w:val="0007798F"/>
    <w:rsid w:val="0008335F"/>
    <w:rsid w:val="0008737C"/>
    <w:rsid w:val="000924F6"/>
    <w:rsid w:val="00094808"/>
    <w:rsid w:val="00095002"/>
    <w:rsid w:val="000A24F5"/>
    <w:rsid w:val="000B17CA"/>
    <w:rsid w:val="000B4EB8"/>
    <w:rsid w:val="000B6798"/>
    <w:rsid w:val="000C1C73"/>
    <w:rsid w:val="000C216F"/>
    <w:rsid w:val="000C2B01"/>
    <w:rsid w:val="000C41F2"/>
    <w:rsid w:val="000C4EB8"/>
    <w:rsid w:val="000D22C4"/>
    <w:rsid w:val="000D27D1"/>
    <w:rsid w:val="000E002D"/>
    <w:rsid w:val="000E056D"/>
    <w:rsid w:val="000E058E"/>
    <w:rsid w:val="000E0846"/>
    <w:rsid w:val="000E0DC5"/>
    <w:rsid w:val="000E1599"/>
    <w:rsid w:val="000E1A7F"/>
    <w:rsid w:val="001003EC"/>
    <w:rsid w:val="001047D9"/>
    <w:rsid w:val="00106CD8"/>
    <w:rsid w:val="00112864"/>
    <w:rsid w:val="0011426C"/>
    <w:rsid w:val="00114472"/>
    <w:rsid w:val="00114988"/>
    <w:rsid w:val="00115069"/>
    <w:rsid w:val="001150F2"/>
    <w:rsid w:val="00120814"/>
    <w:rsid w:val="00120833"/>
    <w:rsid w:val="00123F99"/>
    <w:rsid w:val="00135B92"/>
    <w:rsid w:val="001369F9"/>
    <w:rsid w:val="00136E6A"/>
    <w:rsid w:val="00137224"/>
    <w:rsid w:val="00141B49"/>
    <w:rsid w:val="00143EC0"/>
    <w:rsid w:val="0014753B"/>
    <w:rsid w:val="00155EB3"/>
    <w:rsid w:val="00161DB7"/>
    <w:rsid w:val="00162E37"/>
    <w:rsid w:val="001656A2"/>
    <w:rsid w:val="00165977"/>
    <w:rsid w:val="00165A7B"/>
    <w:rsid w:val="00170EC5"/>
    <w:rsid w:val="00173A70"/>
    <w:rsid w:val="001747C1"/>
    <w:rsid w:val="00175FB0"/>
    <w:rsid w:val="00177D6B"/>
    <w:rsid w:val="001853CD"/>
    <w:rsid w:val="00187660"/>
    <w:rsid w:val="00191F90"/>
    <w:rsid w:val="00192AD6"/>
    <w:rsid w:val="001A00C5"/>
    <w:rsid w:val="001A3C74"/>
    <w:rsid w:val="001A411A"/>
    <w:rsid w:val="001B4E74"/>
    <w:rsid w:val="001C335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13AC"/>
    <w:rsid w:val="00252206"/>
    <w:rsid w:val="00255AE4"/>
    <w:rsid w:val="00255B10"/>
    <w:rsid w:val="00261A5B"/>
    <w:rsid w:val="00261F06"/>
    <w:rsid w:val="00262E5B"/>
    <w:rsid w:val="00264420"/>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2F5D72"/>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3F3FFD"/>
    <w:rsid w:val="0040283D"/>
    <w:rsid w:val="00404289"/>
    <w:rsid w:val="00405A01"/>
    <w:rsid w:val="0040659D"/>
    <w:rsid w:val="004078F3"/>
    <w:rsid w:val="004153AA"/>
    <w:rsid w:val="004160CB"/>
    <w:rsid w:val="00427794"/>
    <w:rsid w:val="004328E4"/>
    <w:rsid w:val="0043710C"/>
    <w:rsid w:val="004476E3"/>
    <w:rsid w:val="00450F07"/>
    <w:rsid w:val="00452C31"/>
    <w:rsid w:val="00453CD3"/>
    <w:rsid w:val="00455CE8"/>
    <w:rsid w:val="00460660"/>
    <w:rsid w:val="0046200B"/>
    <w:rsid w:val="00464BA9"/>
    <w:rsid w:val="004665B8"/>
    <w:rsid w:val="004676FD"/>
    <w:rsid w:val="00470B05"/>
    <w:rsid w:val="0047136D"/>
    <w:rsid w:val="00474B51"/>
    <w:rsid w:val="00475FC6"/>
    <w:rsid w:val="00482DFB"/>
    <w:rsid w:val="00483969"/>
    <w:rsid w:val="00484FB4"/>
    <w:rsid w:val="00486107"/>
    <w:rsid w:val="00486EAD"/>
    <w:rsid w:val="00491827"/>
    <w:rsid w:val="004A2F84"/>
    <w:rsid w:val="004A36B7"/>
    <w:rsid w:val="004A59C4"/>
    <w:rsid w:val="004B2CFB"/>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35449"/>
    <w:rsid w:val="005406EB"/>
    <w:rsid w:val="005422E2"/>
    <w:rsid w:val="00544816"/>
    <w:rsid w:val="00546B51"/>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85428"/>
    <w:rsid w:val="00590C91"/>
    <w:rsid w:val="00593847"/>
    <w:rsid w:val="00595534"/>
    <w:rsid w:val="005964D1"/>
    <w:rsid w:val="005A0CD0"/>
    <w:rsid w:val="005A1F44"/>
    <w:rsid w:val="005A34AA"/>
    <w:rsid w:val="005A4B80"/>
    <w:rsid w:val="005B4616"/>
    <w:rsid w:val="005C6678"/>
    <w:rsid w:val="005D3709"/>
    <w:rsid w:val="005D3C39"/>
    <w:rsid w:val="005D6794"/>
    <w:rsid w:val="005E007F"/>
    <w:rsid w:val="005E2425"/>
    <w:rsid w:val="005E31FB"/>
    <w:rsid w:val="005E3392"/>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0800"/>
    <w:rsid w:val="006B3D79"/>
    <w:rsid w:val="006B6FE4"/>
    <w:rsid w:val="006C14A5"/>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735"/>
    <w:rsid w:val="00723ED1"/>
    <w:rsid w:val="0072549E"/>
    <w:rsid w:val="00731F47"/>
    <w:rsid w:val="00740AF5"/>
    <w:rsid w:val="00743525"/>
    <w:rsid w:val="007470DC"/>
    <w:rsid w:val="00750B1A"/>
    <w:rsid w:val="007524F6"/>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137"/>
    <w:rsid w:val="0077673A"/>
    <w:rsid w:val="00780051"/>
    <w:rsid w:val="00780B6C"/>
    <w:rsid w:val="007846E1"/>
    <w:rsid w:val="007847D6"/>
    <w:rsid w:val="007853BA"/>
    <w:rsid w:val="0078589A"/>
    <w:rsid w:val="0079011C"/>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0828"/>
    <w:rsid w:val="007F56A7"/>
    <w:rsid w:val="00800851"/>
    <w:rsid w:val="00805782"/>
    <w:rsid w:val="00807DD0"/>
    <w:rsid w:val="00813734"/>
    <w:rsid w:val="00813B7D"/>
    <w:rsid w:val="008156D5"/>
    <w:rsid w:val="008175E5"/>
    <w:rsid w:val="008203C3"/>
    <w:rsid w:val="00821D01"/>
    <w:rsid w:val="00825026"/>
    <w:rsid w:val="00826B7B"/>
    <w:rsid w:val="00831AF2"/>
    <w:rsid w:val="0083541D"/>
    <w:rsid w:val="00835EF3"/>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D6C0B"/>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2E72"/>
    <w:rsid w:val="00A83B31"/>
    <w:rsid w:val="00A84A25"/>
    <w:rsid w:val="00A875F5"/>
    <w:rsid w:val="00A90674"/>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0F6"/>
    <w:rsid w:val="00AE2C1F"/>
    <w:rsid w:val="00AE4B52"/>
    <w:rsid w:val="00AF0C67"/>
    <w:rsid w:val="00AF2581"/>
    <w:rsid w:val="00AF3F7D"/>
    <w:rsid w:val="00B008D5"/>
    <w:rsid w:val="00B02803"/>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8543E"/>
    <w:rsid w:val="00B930E3"/>
    <w:rsid w:val="00B93366"/>
    <w:rsid w:val="00B97CC3"/>
    <w:rsid w:val="00BB08EC"/>
    <w:rsid w:val="00BB1390"/>
    <w:rsid w:val="00BB18C3"/>
    <w:rsid w:val="00BC06C4"/>
    <w:rsid w:val="00BC5BDD"/>
    <w:rsid w:val="00BC7F30"/>
    <w:rsid w:val="00BD5DE9"/>
    <w:rsid w:val="00BD67A8"/>
    <w:rsid w:val="00BD7E91"/>
    <w:rsid w:val="00BD7F0D"/>
    <w:rsid w:val="00BE4D7C"/>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41A5B"/>
    <w:rsid w:val="00C42FE6"/>
    <w:rsid w:val="00C44F6A"/>
    <w:rsid w:val="00C4638F"/>
    <w:rsid w:val="00C540C1"/>
    <w:rsid w:val="00C5664D"/>
    <w:rsid w:val="00C6198E"/>
    <w:rsid w:val="00C708EA"/>
    <w:rsid w:val="00C731EA"/>
    <w:rsid w:val="00C778A5"/>
    <w:rsid w:val="00C84902"/>
    <w:rsid w:val="00C8603A"/>
    <w:rsid w:val="00C866F8"/>
    <w:rsid w:val="00C906CE"/>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38E4"/>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5D7B"/>
    <w:rsid w:val="00E36C6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4AD2"/>
    <w:rsid w:val="00EA585B"/>
    <w:rsid w:val="00EA6EC7"/>
    <w:rsid w:val="00EB104F"/>
    <w:rsid w:val="00EB26C7"/>
    <w:rsid w:val="00EB45D0"/>
    <w:rsid w:val="00EB46E5"/>
    <w:rsid w:val="00EB5207"/>
    <w:rsid w:val="00EC4504"/>
    <w:rsid w:val="00ED14BD"/>
    <w:rsid w:val="00EE2018"/>
    <w:rsid w:val="00EE4A97"/>
    <w:rsid w:val="00EE4BFD"/>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9C"/>
    <w:rsid w:val="00F566DC"/>
    <w:rsid w:val="00F629E4"/>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C74B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E4B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file:///C:\Users\mokrat\AppData\Local\Microsoft\Windows\INetCache\Content.Outlook\IN19QKR7\SchejbalM@spravazeleznic.cz" TargetMode="External"/><Relationship Id="rId42" Type="http://schemas.openxmlformats.org/officeDocument/2006/relationships/footer" Target="footer16.xml"/><Relationship Id="rId47" Type="http://schemas.openxmlformats.org/officeDocument/2006/relationships/header" Target="header9.xml"/><Relationship Id="rId50"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file:///C:\Users\mokrat\AppData\Local\Microsoft\Windows\INetCache\Content.Outlook\IN19QKR7\SvatonS@spravazeleznic.cz" TargetMode="External"/><Relationship Id="rId38" Type="http://schemas.openxmlformats.org/officeDocument/2006/relationships/header" Target="header6.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file:///C:\Users\mokrat\AppData\Local\Microsoft\Windows\INetCache\Content.Outlook\IN19QKR7\ZitnyVr@spravazeleznic.cz" TargetMode="External"/><Relationship Id="rId37" Type="http://schemas.openxmlformats.org/officeDocument/2006/relationships/hyperlink" Target="mailto:SlavikR@spravazeleznic.cz" TargetMode="External"/><Relationship Id="rId40" Type="http://schemas.openxmlformats.org/officeDocument/2006/relationships/footer" Target="footer15.xml"/><Relationship Id="rId45" Type="http://schemas.openxmlformats.org/officeDocument/2006/relationships/footer" Target="footer18.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yperlink" Target="mailto:Vancura@spravazeleznic.cz" TargetMode="Externa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SuchyJ@spravazeleznic.cz" TargetMode="External"/><Relationship Id="rId44" Type="http://schemas.openxmlformats.org/officeDocument/2006/relationships/header" Target="header8.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SlavikR@spravazeleznic.cz" TargetMode="External"/><Relationship Id="rId43" Type="http://schemas.openxmlformats.org/officeDocument/2006/relationships/footer" Target="footer17.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D7604-DF90-475F-A389-31A396C8EB5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6340</Words>
  <Characters>37411</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Mokrá Tereza, Mgr.</cp:lastModifiedBy>
  <cp:revision>3</cp:revision>
  <cp:lastPrinted>2023-04-25T11:25:00Z</cp:lastPrinted>
  <dcterms:created xsi:type="dcterms:W3CDTF">2024-09-11T12:08:00Z</dcterms:created>
  <dcterms:modified xsi:type="dcterms:W3CDTF">2024-09-11T12:09:00Z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