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4E14C8" w:rsidRDefault="00F862D6" w:rsidP="00D31450">
            <w:pPr>
              <w:ind w:right="169"/>
            </w:pPr>
            <w:r w:rsidRPr="004E14C8">
              <w:t>Naše zn.</w:t>
            </w:r>
          </w:p>
        </w:tc>
        <w:tc>
          <w:tcPr>
            <w:tcW w:w="2552" w:type="dxa"/>
          </w:tcPr>
          <w:p w14:paraId="2FFEACB5" w14:textId="7BD72DF0" w:rsidR="00F862D6" w:rsidRPr="004E14C8" w:rsidRDefault="002C312A" w:rsidP="00F31794">
            <w:pPr>
              <w:ind w:right="169"/>
            </w:pPr>
            <w:r w:rsidRPr="004E14C8">
              <w:rPr>
                <w:rFonts w:ascii="Helvetica" w:hAnsi="Helvetica"/>
              </w:rPr>
              <w:t>9762/2024-SŽ-SSV-Ú3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4E14C8" w:rsidRDefault="00F862D6" w:rsidP="00D31450">
            <w:pPr>
              <w:ind w:right="169"/>
            </w:pPr>
            <w:r w:rsidRPr="004E14C8">
              <w:t>Listů/příloh</w:t>
            </w:r>
          </w:p>
        </w:tc>
        <w:tc>
          <w:tcPr>
            <w:tcW w:w="2552" w:type="dxa"/>
          </w:tcPr>
          <w:p w14:paraId="333CD487" w14:textId="000643BE" w:rsidR="00F862D6" w:rsidRPr="004E14C8" w:rsidRDefault="004E14C8" w:rsidP="00D31450">
            <w:pPr>
              <w:ind w:right="169"/>
            </w:pPr>
            <w:r w:rsidRPr="004E14C8">
              <w:t>4</w:t>
            </w:r>
            <w:r w:rsidR="003E6B9A" w:rsidRPr="004E14C8">
              <w:t>/</w:t>
            </w:r>
            <w:r w:rsidRPr="004E14C8">
              <w:t>4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Pr="004E14C8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4E14C8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  <w:bookmarkStart w:id="0" w:name="_GoBack"/>
            <w:bookmarkEnd w:id="0"/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13B3E869" w:rsidR="009A7568" w:rsidRPr="003E6B9A" w:rsidRDefault="009A7568" w:rsidP="00D31450">
            <w:pPr>
              <w:ind w:right="169"/>
            </w:pPr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E14C8">
              <w:rPr>
                <w:noProof/>
              </w:rPr>
              <w:t>10.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1755B2FE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F52FC1">
        <w:rPr>
          <w:rFonts w:eastAsia="Calibri" w:cs="Times New Roman"/>
          <w:lang w:eastAsia="cs-CZ"/>
        </w:rPr>
        <w:t>22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6A56EE" w14:textId="3B95DEB3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617C9F" w14:textId="4DDDBC02" w:rsidR="0027712A" w:rsidRPr="00D31450" w:rsidRDefault="0027712A" w:rsidP="003B26A4">
      <w:pPr>
        <w:spacing w:after="0" w:line="240" w:lineRule="auto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t xml:space="preserve">Dotaz č. </w:t>
      </w:r>
      <w:r w:rsidR="00F52FC1">
        <w:rPr>
          <w:rFonts w:eastAsia="Calibri" w:cs="Times New Roman"/>
          <w:b/>
          <w:lang w:eastAsia="cs-CZ"/>
        </w:rPr>
        <w:t>275</w:t>
      </w:r>
      <w:r w:rsidRPr="00D31450">
        <w:rPr>
          <w:rFonts w:eastAsia="Calibri" w:cs="Times New Roman"/>
          <w:b/>
          <w:lang w:eastAsia="cs-CZ"/>
        </w:rPr>
        <w:t>:</w:t>
      </w:r>
    </w:p>
    <w:p w14:paraId="6E3FA13B" w14:textId="77777777" w:rsidR="00F52FC1" w:rsidRPr="00F52FC1" w:rsidRDefault="00F52FC1" w:rsidP="00F52FC1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F52FC1">
        <w:rPr>
          <w:rFonts w:eastAsia="Times New Roman" w:cs="Times New Roman"/>
          <w:b/>
          <w:bCs/>
          <w:lang w:eastAsia="cs-CZ"/>
        </w:rPr>
        <w:t>SO 24-72-05</w:t>
      </w:r>
    </w:p>
    <w:p w14:paraId="1E4C61D2" w14:textId="541C5913" w:rsidR="00A02302" w:rsidRPr="00A02302" w:rsidRDefault="00F52FC1" w:rsidP="00F52FC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52FC1">
        <w:rPr>
          <w:rFonts w:eastAsia="Times New Roman" w:cs="Times New Roman"/>
          <w:lang w:eastAsia="cs-CZ"/>
        </w:rPr>
        <w:t>S odkazem na odpověď na dotaz č. 272. Výkres č. SO247205_01_2_021, na který se odkazujete, jsme samozřejmě našli. Technologický prefabrikát 7,14x8,06 m včetně doplňků není nikde specifikován. Žádáme o doplnění.</w:t>
      </w:r>
    </w:p>
    <w:p w14:paraId="250E3C99" w14:textId="77777777" w:rsidR="004E14C8" w:rsidRDefault="004E14C8" w:rsidP="003B26A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CA7D23" w14:textId="634D3C46" w:rsidR="0027712A" w:rsidRPr="00A02302" w:rsidRDefault="0027712A" w:rsidP="003B26A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A02302">
        <w:rPr>
          <w:rFonts w:eastAsia="Calibri" w:cs="Times New Roman"/>
          <w:b/>
          <w:lang w:eastAsia="cs-CZ"/>
        </w:rPr>
        <w:t xml:space="preserve">Odpověď: </w:t>
      </w:r>
    </w:p>
    <w:p w14:paraId="0C41297C" w14:textId="6EB2BBC9" w:rsidR="000F2936" w:rsidRPr="004E14C8" w:rsidRDefault="000F2936" w:rsidP="003B26A4">
      <w:pPr>
        <w:spacing w:after="0" w:line="240" w:lineRule="auto"/>
        <w:rPr>
          <w:rFonts w:eastAsia="Times New Roman" w:cs="Times New Roman"/>
          <w:lang w:eastAsia="cs-CZ"/>
        </w:rPr>
      </w:pPr>
      <w:r w:rsidRPr="004E14C8">
        <w:rPr>
          <w:rFonts w:eastAsia="Times New Roman" w:cs="Times New Roman"/>
          <w:b/>
          <w:lang w:eastAsia="cs-CZ"/>
        </w:rPr>
        <w:t>Byl upraven soupis prací</w:t>
      </w:r>
      <w:r w:rsidRPr="004E14C8">
        <w:rPr>
          <w:rFonts w:eastAsia="Times New Roman" w:cs="Times New Roman"/>
          <w:lang w:eastAsia="cs-CZ"/>
        </w:rPr>
        <w:t>.</w:t>
      </w:r>
    </w:p>
    <w:p w14:paraId="672F47DB" w14:textId="43A2B87C" w:rsidR="0027712A" w:rsidRPr="004E14C8" w:rsidRDefault="003B15E1" w:rsidP="003B15E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E14C8">
        <w:rPr>
          <w:rFonts w:eastAsia="Times New Roman" w:cs="Times New Roman"/>
          <w:lang w:eastAsia="cs-CZ"/>
        </w:rPr>
        <w:t>Zadavatel opětovně prověřil</w:t>
      </w:r>
      <w:r w:rsidR="00C353CB" w:rsidRPr="004E14C8">
        <w:rPr>
          <w:rFonts w:eastAsia="Times New Roman" w:cs="Times New Roman"/>
          <w:lang w:eastAsia="cs-CZ"/>
        </w:rPr>
        <w:t xml:space="preserve"> </w:t>
      </w:r>
      <w:r w:rsidRPr="004E14C8">
        <w:rPr>
          <w:rFonts w:eastAsia="Times New Roman" w:cs="Times New Roman"/>
          <w:lang w:eastAsia="cs-CZ"/>
        </w:rPr>
        <w:t xml:space="preserve">uvedený SO (v návaznosti na </w:t>
      </w:r>
      <w:r w:rsidR="00D73F33" w:rsidRPr="004E14C8">
        <w:rPr>
          <w:rFonts w:eastAsia="Times New Roman" w:cs="Times New Roman"/>
          <w:lang w:eastAsia="cs-CZ"/>
        </w:rPr>
        <w:t>odpově</w:t>
      </w:r>
      <w:r w:rsidRPr="004E14C8">
        <w:rPr>
          <w:rFonts w:eastAsia="Times New Roman" w:cs="Times New Roman"/>
          <w:lang w:eastAsia="cs-CZ"/>
        </w:rPr>
        <w:t>ď</w:t>
      </w:r>
      <w:r w:rsidR="00D73F33" w:rsidRPr="004E14C8">
        <w:rPr>
          <w:rFonts w:eastAsia="Times New Roman" w:cs="Times New Roman"/>
          <w:lang w:eastAsia="cs-CZ"/>
        </w:rPr>
        <w:t xml:space="preserve"> na dotaz č.272</w:t>
      </w:r>
      <w:r w:rsidRPr="004E14C8">
        <w:rPr>
          <w:rFonts w:eastAsia="Times New Roman" w:cs="Times New Roman"/>
          <w:lang w:eastAsia="cs-CZ"/>
        </w:rPr>
        <w:t>) a sděluje, že j</w:t>
      </w:r>
      <w:r w:rsidR="00D73F33" w:rsidRPr="004E14C8">
        <w:rPr>
          <w:rFonts w:eastAsia="Times New Roman" w:cs="Times New Roman"/>
          <w:lang w:eastAsia="cs-CZ"/>
        </w:rPr>
        <w:t>ako dočasný objekt je</w:t>
      </w:r>
      <w:r w:rsidR="008B236A" w:rsidRPr="004E14C8">
        <w:rPr>
          <w:rFonts w:eastAsia="Times New Roman" w:cs="Times New Roman"/>
          <w:lang w:eastAsia="cs-CZ"/>
        </w:rPr>
        <w:t xml:space="preserve"> navržen</w:t>
      </w:r>
      <w:r w:rsidR="00D73F33" w:rsidRPr="004E14C8">
        <w:rPr>
          <w:rFonts w:eastAsia="Times New Roman" w:cs="Times New Roman"/>
          <w:lang w:eastAsia="cs-CZ"/>
        </w:rPr>
        <w:t xml:space="preserve"> stávající objekt </w:t>
      </w:r>
      <w:r w:rsidR="008B236A" w:rsidRPr="004E14C8">
        <w:rPr>
          <w:rFonts w:eastAsia="Times New Roman" w:cs="Times New Roman"/>
          <w:lang w:eastAsia="cs-CZ"/>
        </w:rPr>
        <w:t>umístěný na parcele č. st. 4617.</w:t>
      </w:r>
      <w:r w:rsidR="000F2936" w:rsidRPr="004E14C8">
        <w:rPr>
          <w:rFonts w:eastAsia="Times New Roman" w:cs="Times New Roman"/>
          <w:lang w:eastAsia="cs-CZ"/>
        </w:rPr>
        <w:t xml:space="preserve"> Položka odkazující se na dodávku a montáž provizorního </w:t>
      </w:r>
      <w:proofErr w:type="spellStart"/>
      <w:r w:rsidR="000F2936" w:rsidRPr="004E14C8">
        <w:rPr>
          <w:rFonts w:eastAsia="Times New Roman" w:cs="Times New Roman"/>
          <w:lang w:eastAsia="cs-CZ"/>
        </w:rPr>
        <w:t>bu</w:t>
      </w:r>
      <w:r w:rsidR="00C353CB" w:rsidRPr="004E14C8">
        <w:rPr>
          <w:rFonts w:eastAsia="Times New Roman" w:cs="Times New Roman"/>
          <w:lang w:eastAsia="cs-CZ"/>
        </w:rPr>
        <w:t>ň</w:t>
      </w:r>
      <w:r w:rsidR="000F2936" w:rsidRPr="004E14C8">
        <w:rPr>
          <w:rFonts w:eastAsia="Times New Roman" w:cs="Times New Roman"/>
          <w:lang w:eastAsia="cs-CZ"/>
        </w:rPr>
        <w:t>koviště</w:t>
      </w:r>
      <w:proofErr w:type="spellEnd"/>
      <w:r w:rsidR="00C353CB" w:rsidRPr="004E14C8">
        <w:rPr>
          <w:rFonts w:eastAsia="Times New Roman" w:cs="Times New Roman"/>
          <w:lang w:eastAsia="cs-CZ"/>
        </w:rPr>
        <w:t xml:space="preserve"> (sestavy provizorních kontejnerů)</w:t>
      </w:r>
      <w:r w:rsidR="000F2936" w:rsidRPr="004E14C8">
        <w:rPr>
          <w:rFonts w:eastAsia="Times New Roman" w:cs="Times New Roman"/>
          <w:lang w:eastAsia="cs-CZ"/>
        </w:rPr>
        <w:t xml:space="preserve"> č.13 byla zrušena.</w:t>
      </w:r>
    </w:p>
    <w:p w14:paraId="7F8D44A0" w14:textId="1BE499D7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4356B80" w14:textId="4A5AB850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8E99C9E" w14:textId="55F5D2E4" w:rsidR="00F52FC1" w:rsidRPr="00D31450" w:rsidRDefault="00F52FC1" w:rsidP="00F52FC1">
      <w:pPr>
        <w:spacing w:after="0" w:line="240" w:lineRule="auto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276</w:t>
      </w:r>
      <w:r w:rsidRPr="00D31450">
        <w:rPr>
          <w:rFonts w:eastAsia="Calibri" w:cs="Times New Roman"/>
          <w:b/>
          <w:lang w:eastAsia="cs-CZ"/>
        </w:rPr>
        <w:t>:</w:t>
      </w:r>
    </w:p>
    <w:p w14:paraId="27F734D3" w14:textId="77777777" w:rsidR="00F52FC1" w:rsidRPr="00F52FC1" w:rsidRDefault="00F52FC1" w:rsidP="00F52FC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52FC1">
        <w:rPr>
          <w:b/>
          <w:bCs/>
        </w:rPr>
        <w:t xml:space="preserve">SO 14-81-01 </w:t>
      </w:r>
    </w:p>
    <w:p w14:paraId="3D493C5C" w14:textId="77777777" w:rsidR="00F52FC1" w:rsidRDefault="00F52FC1" w:rsidP="00F52FC1">
      <w:pPr>
        <w:suppressAutoHyphens/>
        <w:autoSpaceDN w:val="0"/>
        <w:jc w:val="both"/>
      </w:pPr>
      <w:r>
        <w:t xml:space="preserve">Ve VV výše uvedeného objektu jsou uvedeny následující položky: </w:t>
      </w:r>
    </w:p>
    <w:p w14:paraId="16BBE37D" w14:textId="56139F1E" w:rsidR="00F52FC1" w:rsidRDefault="00F52FC1" w:rsidP="00F52FC1">
      <w:pPr>
        <w:suppressAutoHyphens/>
        <w:autoSpaceDN w:val="0"/>
        <w:jc w:val="both"/>
      </w:pPr>
      <w:r w:rsidRPr="00F52FC1">
        <w:rPr>
          <w:rFonts w:ascii="Calibri" w:eastAsia="Calibri" w:hAnsi="Calibri" w:cs="Calibri"/>
          <w:noProof/>
          <w:sz w:val="22"/>
          <w:szCs w:val="22"/>
          <w:lang w:eastAsia="cs-CZ"/>
          <w14:ligatures w14:val="standardContextual"/>
        </w:rPr>
        <w:drawing>
          <wp:inline distT="0" distB="0" distL="0" distR="0" wp14:anchorId="49CC2720" wp14:editId="3805DFAD">
            <wp:extent cx="5429250" cy="381000"/>
            <wp:effectExtent l="0" t="0" r="0" b="0"/>
            <wp:docPr id="1580702473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6FCC2" w14:textId="77777777" w:rsidR="00F52FC1" w:rsidRPr="00F52FC1" w:rsidRDefault="00F52FC1" w:rsidP="00F52FC1">
      <w:pPr>
        <w:suppressAutoHyphens/>
        <w:autoSpaceDN w:val="0"/>
        <w:spacing w:after="0"/>
        <w:jc w:val="both"/>
      </w:pPr>
      <w:r w:rsidRPr="00F52FC1">
        <w:t xml:space="preserve">Uchazeč se domnívá, že dle PD by tyto položky měly být nahrazeny následujícími položkami: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960"/>
        <w:gridCol w:w="6142"/>
      </w:tblGrid>
      <w:tr w:rsidR="00F52FC1" w:rsidRPr="00F52FC1" w14:paraId="6133ECB9" w14:textId="77777777" w:rsidTr="00817B7F">
        <w:trPr>
          <w:trHeight w:val="288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B7817" w14:textId="77777777" w:rsidR="00F52FC1" w:rsidRPr="00F52FC1" w:rsidRDefault="00F52FC1" w:rsidP="00F52FC1">
            <w:pPr>
              <w:suppressAutoHyphens/>
              <w:autoSpaceDN w:val="0"/>
              <w:jc w:val="both"/>
            </w:pPr>
            <w:r w:rsidRPr="00F52FC1">
              <w:t>74C573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AED7C" w14:textId="77777777" w:rsidR="00F52FC1" w:rsidRPr="00F52FC1" w:rsidRDefault="00F52FC1" w:rsidP="00F52FC1">
            <w:pPr>
              <w:suppressAutoHyphens/>
              <w:autoSpaceDN w:val="0"/>
              <w:jc w:val="both"/>
            </w:pPr>
          </w:p>
        </w:tc>
        <w:tc>
          <w:tcPr>
            <w:tcW w:w="7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593CD" w14:textId="77777777" w:rsidR="00F52FC1" w:rsidRPr="00F52FC1" w:rsidRDefault="00F52FC1" w:rsidP="00F52FC1">
            <w:pPr>
              <w:suppressAutoHyphens/>
              <w:autoSpaceDN w:val="0"/>
              <w:jc w:val="both"/>
            </w:pPr>
            <w:r w:rsidRPr="00F52FC1">
              <w:t>TAŽENÍ NOSNÉHO LANA 120 MM2 CU</w:t>
            </w:r>
          </w:p>
        </w:tc>
      </w:tr>
      <w:tr w:rsidR="00F52FC1" w:rsidRPr="00F52FC1" w14:paraId="5D84B304" w14:textId="77777777" w:rsidTr="00817B7F">
        <w:trPr>
          <w:trHeight w:val="288"/>
        </w:trPr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D5977" w14:textId="77777777" w:rsidR="00F52FC1" w:rsidRPr="00F52FC1" w:rsidRDefault="00F52FC1" w:rsidP="00F52FC1">
            <w:pPr>
              <w:suppressAutoHyphens/>
              <w:autoSpaceDN w:val="0"/>
              <w:jc w:val="both"/>
            </w:pPr>
            <w:r w:rsidRPr="00F52FC1">
              <w:t>74C584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DDF0E" w14:textId="77777777" w:rsidR="00F52FC1" w:rsidRPr="00F52FC1" w:rsidRDefault="00F52FC1" w:rsidP="00F52FC1">
            <w:pPr>
              <w:suppressAutoHyphens/>
              <w:autoSpaceDN w:val="0"/>
              <w:jc w:val="both"/>
            </w:pPr>
          </w:p>
        </w:tc>
        <w:tc>
          <w:tcPr>
            <w:tcW w:w="7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2F818" w14:textId="77777777" w:rsidR="00F52FC1" w:rsidRPr="00F52FC1" w:rsidRDefault="00F52FC1" w:rsidP="00F52FC1">
            <w:pPr>
              <w:suppressAutoHyphens/>
              <w:autoSpaceDN w:val="0"/>
              <w:jc w:val="both"/>
            </w:pPr>
            <w:r w:rsidRPr="00F52FC1">
              <w:t>TAŽENÍ TROLEJE 150 MM2 CU</w:t>
            </w:r>
          </w:p>
        </w:tc>
      </w:tr>
    </w:tbl>
    <w:p w14:paraId="4CC07691" w14:textId="77777777" w:rsidR="00F52FC1" w:rsidRPr="00A02302" w:rsidRDefault="00F52FC1" w:rsidP="00F52FC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E918088" w14:textId="77777777" w:rsidR="00F52FC1" w:rsidRPr="00A02302" w:rsidRDefault="00F52FC1" w:rsidP="00F52FC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A02302">
        <w:rPr>
          <w:rFonts w:eastAsia="Calibri" w:cs="Times New Roman"/>
          <w:b/>
          <w:lang w:eastAsia="cs-CZ"/>
        </w:rPr>
        <w:t xml:space="preserve">Odpověď: </w:t>
      </w:r>
    </w:p>
    <w:p w14:paraId="0AFF3541" w14:textId="77777777" w:rsidR="00BB070A" w:rsidRPr="004E14C8" w:rsidRDefault="00BB070A" w:rsidP="00BB070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E14C8">
        <w:rPr>
          <w:rFonts w:eastAsia="Times New Roman" w:cs="Times New Roman"/>
          <w:b/>
          <w:lang w:eastAsia="cs-CZ"/>
        </w:rPr>
        <w:t xml:space="preserve">Byl upraven soupis prací. </w:t>
      </w:r>
    </w:p>
    <w:p w14:paraId="7BAAA426" w14:textId="77777777" w:rsidR="00BB070A" w:rsidRPr="004E14C8" w:rsidRDefault="00BB070A" w:rsidP="00BB070A">
      <w:pPr>
        <w:spacing w:after="0" w:line="240" w:lineRule="auto"/>
        <w:rPr>
          <w:rFonts w:eastAsia="Times New Roman" w:cs="Times New Roman"/>
          <w:lang w:eastAsia="cs-CZ"/>
        </w:rPr>
      </w:pPr>
      <w:r w:rsidRPr="004E14C8">
        <w:rPr>
          <w:rFonts w:eastAsia="Times New Roman" w:cs="Times New Roman"/>
          <w:lang w:eastAsia="cs-CZ"/>
        </w:rPr>
        <w:t xml:space="preserve">V soupisu prací SO 14-81-01 byla odstraněna položka č. 43 - 74C574 TAŽENÍ NOSNÉHO LANA 120 MM2 Bz a byla vytvořena nová položka č. 120 - 74C573 TAŽENÍ NOSNÉHO LANA 120 MM2 CU. Množství nové položky zůstalo </w:t>
      </w:r>
      <w:proofErr w:type="gramStart"/>
      <w:r w:rsidRPr="004E14C8">
        <w:rPr>
          <w:rFonts w:eastAsia="Times New Roman" w:cs="Times New Roman"/>
          <w:lang w:eastAsia="cs-CZ"/>
        </w:rPr>
        <w:t>1274m - dle</w:t>
      </w:r>
      <w:proofErr w:type="gramEnd"/>
      <w:r w:rsidRPr="004E14C8">
        <w:rPr>
          <w:rFonts w:eastAsia="Times New Roman" w:cs="Times New Roman"/>
          <w:lang w:eastAsia="cs-CZ"/>
        </w:rPr>
        <w:t xml:space="preserve"> původní položky.</w:t>
      </w:r>
    </w:p>
    <w:p w14:paraId="5C684615" w14:textId="77777777" w:rsidR="00BB070A" w:rsidRPr="004E14C8" w:rsidRDefault="00BB070A" w:rsidP="00BB070A">
      <w:pPr>
        <w:spacing w:after="0" w:line="240" w:lineRule="auto"/>
        <w:rPr>
          <w:rFonts w:eastAsia="Times New Roman" w:cs="Times New Roman"/>
          <w:lang w:eastAsia="cs-CZ"/>
        </w:rPr>
      </w:pPr>
    </w:p>
    <w:p w14:paraId="54233A77" w14:textId="548C37C0" w:rsidR="00F52FC1" w:rsidRPr="004E14C8" w:rsidRDefault="00BB070A" w:rsidP="00F52FC1">
      <w:pPr>
        <w:spacing w:after="0" w:line="240" w:lineRule="auto"/>
        <w:rPr>
          <w:rFonts w:eastAsia="Times New Roman" w:cs="Times New Roman"/>
          <w:lang w:eastAsia="cs-CZ"/>
        </w:rPr>
      </w:pPr>
      <w:r w:rsidRPr="004E14C8">
        <w:rPr>
          <w:rFonts w:eastAsia="Times New Roman" w:cs="Times New Roman"/>
          <w:lang w:eastAsia="cs-CZ"/>
        </w:rPr>
        <w:t>Dále byla zrušena položka č. 44 -</w:t>
      </w:r>
      <w:r w:rsidRPr="004E14C8">
        <w:t xml:space="preserve"> </w:t>
      </w:r>
      <w:r w:rsidRPr="004E14C8">
        <w:rPr>
          <w:rFonts w:eastAsia="Times New Roman" w:cs="Times New Roman"/>
          <w:lang w:eastAsia="cs-CZ"/>
        </w:rPr>
        <w:t xml:space="preserve">74C587 TAŽENÍ TROLEJE 150 MM2 CU LEGOVANÁ a byla vytvořena nová položka č. 121 - 74C584 TAŽENÍ TROLEJE 150 MM2 CU. Množství nové položky zůstalo </w:t>
      </w:r>
      <w:proofErr w:type="gramStart"/>
      <w:r w:rsidRPr="004E14C8">
        <w:rPr>
          <w:rFonts w:eastAsia="Times New Roman" w:cs="Times New Roman"/>
          <w:lang w:eastAsia="cs-CZ"/>
        </w:rPr>
        <w:t>1274m - dle</w:t>
      </w:r>
      <w:proofErr w:type="gramEnd"/>
      <w:r w:rsidRPr="004E14C8">
        <w:rPr>
          <w:rFonts w:eastAsia="Times New Roman" w:cs="Times New Roman"/>
          <w:lang w:eastAsia="cs-CZ"/>
        </w:rPr>
        <w:t xml:space="preserve"> původní položky.</w:t>
      </w:r>
    </w:p>
    <w:p w14:paraId="6686C8B6" w14:textId="21963CFD" w:rsidR="00F52FC1" w:rsidRPr="00D31450" w:rsidRDefault="00F52FC1" w:rsidP="00F52FC1">
      <w:pPr>
        <w:spacing w:after="0" w:line="240" w:lineRule="auto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277</w:t>
      </w:r>
      <w:r w:rsidRPr="00D31450">
        <w:rPr>
          <w:rFonts w:eastAsia="Calibri" w:cs="Times New Roman"/>
          <w:b/>
          <w:lang w:eastAsia="cs-CZ"/>
        </w:rPr>
        <w:t>:</w:t>
      </w:r>
    </w:p>
    <w:p w14:paraId="7CE92207" w14:textId="77777777" w:rsidR="00F52FC1" w:rsidRPr="00F52FC1" w:rsidRDefault="00F52FC1" w:rsidP="00F52FC1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F52FC1">
        <w:rPr>
          <w:rFonts w:eastAsia="Times New Roman" w:cs="Times New Roman"/>
          <w:b/>
          <w:bCs/>
          <w:lang w:eastAsia="cs-CZ"/>
        </w:rPr>
        <w:t xml:space="preserve">SO 15-81-01 </w:t>
      </w:r>
    </w:p>
    <w:p w14:paraId="150BF54F" w14:textId="77777777" w:rsidR="00F52FC1" w:rsidRPr="00F52FC1" w:rsidRDefault="00F52FC1" w:rsidP="00F52FC1">
      <w:pPr>
        <w:spacing w:after="0" w:line="240" w:lineRule="auto"/>
        <w:rPr>
          <w:rFonts w:eastAsia="Times New Roman" w:cs="Times New Roman"/>
          <w:lang w:eastAsia="cs-CZ"/>
        </w:rPr>
      </w:pPr>
      <w:r w:rsidRPr="00F52FC1">
        <w:rPr>
          <w:rFonts w:eastAsia="Times New Roman" w:cs="Times New Roman"/>
          <w:lang w:eastAsia="cs-CZ"/>
        </w:rPr>
        <w:t xml:space="preserve">Ve VV výše uvedeného objektu jsou uvedena následující položka: </w:t>
      </w:r>
    </w:p>
    <w:p w14:paraId="06CE8B67" w14:textId="77777777" w:rsidR="00F52FC1" w:rsidRPr="00F52FC1" w:rsidRDefault="00F52FC1" w:rsidP="00F52FC1">
      <w:pPr>
        <w:spacing w:after="0" w:line="240" w:lineRule="auto"/>
        <w:rPr>
          <w:rFonts w:eastAsia="Times New Roman" w:cs="Times New Roman"/>
          <w:lang w:eastAsia="cs-CZ"/>
        </w:rPr>
      </w:pPr>
      <w:r w:rsidRPr="00F52FC1">
        <w:rPr>
          <w:rFonts w:eastAsia="Times New Roman" w:cs="Times New Roman"/>
          <w:noProof/>
          <w:lang w:eastAsia="cs-CZ"/>
        </w:rPr>
        <w:drawing>
          <wp:inline distT="0" distB="0" distL="0" distR="0" wp14:anchorId="10F58F8C" wp14:editId="3790A263">
            <wp:extent cx="5760720" cy="116840"/>
            <wp:effectExtent l="0" t="0" r="11430" b="16510"/>
            <wp:docPr id="1186474230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6AEA2" w14:textId="77777777" w:rsidR="00F52FC1" w:rsidRPr="00F52FC1" w:rsidRDefault="00F52FC1" w:rsidP="00F52FC1">
      <w:pPr>
        <w:spacing w:after="0" w:line="240" w:lineRule="auto"/>
        <w:rPr>
          <w:rFonts w:eastAsia="Times New Roman" w:cs="Times New Roman"/>
          <w:lang w:eastAsia="cs-CZ"/>
        </w:rPr>
      </w:pPr>
      <w:r w:rsidRPr="00F52FC1">
        <w:rPr>
          <w:rFonts w:eastAsia="Times New Roman" w:cs="Times New Roman"/>
          <w:lang w:eastAsia="cs-CZ"/>
        </w:rPr>
        <w:t>Uchazeč se domnívá, že dle PD by tato položka měla být nahrazena následující položkou:</w:t>
      </w:r>
    </w:p>
    <w:p w14:paraId="2D2649E1" w14:textId="77777777" w:rsidR="00F52FC1" w:rsidRPr="00F52FC1" w:rsidRDefault="00F52FC1" w:rsidP="00F52FC1">
      <w:pPr>
        <w:spacing w:after="0" w:line="240" w:lineRule="auto"/>
        <w:rPr>
          <w:rFonts w:eastAsia="Times New Roman" w:cs="Times New Roman"/>
          <w:lang w:eastAsia="cs-CZ"/>
        </w:rPr>
      </w:pPr>
      <w:r w:rsidRPr="00F52FC1">
        <w:rPr>
          <w:rFonts w:eastAsia="Times New Roman" w:cs="Times New Roman"/>
          <w:noProof/>
          <w:lang w:eastAsia="cs-CZ"/>
        </w:rPr>
        <w:drawing>
          <wp:inline distT="0" distB="0" distL="0" distR="0" wp14:anchorId="42B2701B" wp14:editId="528381DE">
            <wp:extent cx="5760720" cy="161290"/>
            <wp:effectExtent l="0" t="0" r="11430" b="10160"/>
            <wp:docPr id="1451660651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89EDB" w14:textId="77777777" w:rsidR="00F52FC1" w:rsidRPr="00A02302" w:rsidRDefault="00F52FC1" w:rsidP="00F52FC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E305A2" w14:textId="77777777" w:rsidR="00F52FC1" w:rsidRPr="00A02302" w:rsidRDefault="00F52FC1" w:rsidP="00F52FC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A02302">
        <w:rPr>
          <w:rFonts w:eastAsia="Calibri" w:cs="Times New Roman"/>
          <w:b/>
          <w:lang w:eastAsia="cs-CZ"/>
        </w:rPr>
        <w:t xml:space="preserve">Odpověď: </w:t>
      </w:r>
    </w:p>
    <w:p w14:paraId="5D023EAB" w14:textId="77777777" w:rsidR="00BB070A" w:rsidRPr="004E14C8" w:rsidRDefault="00BB070A" w:rsidP="00BB070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E14C8">
        <w:rPr>
          <w:rFonts w:eastAsia="Times New Roman" w:cs="Times New Roman"/>
          <w:b/>
          <w:lang w:eastAsia="cs-CZ"/>
        </w:rPr>
        <w:t xml:space="preserve">Byl upraven soupis prací. </w:t>
      </w:r>
    </w:p>
    <w:p w14:paraId="0B5BFC09" w14:textId="3A2B165D" w:rsidR="00F52FC1" w:rsidRPr="004E14C8" w:rsidRDefault="00BB070A" w:rsidP="00BB070A">
      <w:pPr>
        <w:spacing w:after="0" w:line="240" w:lineRule="auto"/>
        <w:rPr>
          <w:rFonts w:eastAsia="Times New Roman" w:cs="Times New Roman"/>
          <w:lang w:eastAsia="cs-CZ"/>
        </w:rPr>
      </w:pPr>
      <w:r w:rsidRPr="004E14C8">
        <w:rPr>
          <w:rFonts w:eastAsia="Times New Roman" w:cs="Times New Roman"/>
          <w:lang w:eastAsia="cs-CZ"/>
        </w:rPr>
        <w:t xml:space="preserve">V soupisu prací SO 15-81-01 byla odstraněna položka č. 45 </w:t>
      </w:r>
      <w:r w:rsidRPr="004E14C8">
        <w:t xml:space="preserve">- </w:t>
      </w:r>
      <w:r w:rsidRPr="004E14C8">
        <w:rPr>
          <w:rFonts w:eastAsia="Times New Roman" w:cs="Times New Roman"/>
          <w:lang w:eastAsia="cs-CZ"/>
        </w:rPr>
        <w:t>74C587 TAŽENÍ TROLEJE 150 MM2 CU LEGOVANÁ</w:t>
      </w:r>
      <w:r w:rsidRPr="004E14C8">
        <w:t xml:space="preserve"> </w:t>
      </w:r>
      <w:r w:rsidRPr="004E14C8">
        <w:rPr>
          <w:rFonts w:eastAsia="Times New Roman" w:cs="Times New Roman"/>
          <w:lang w:eastAsia="cs-CZ"/>
        </w:rPr>
        <w:t xml:space="preserve">a byla vytvořena nová položka č. 128 - 74C584 TAŽENÍ TROLEJE 150 MM2 CU. Množství nové položky zůstalo </w:t>
      </w:r>
      <w:proofErr w:type="gramStart"/>
      <w:r w:rsidRPr="004E14C8">
        <w:rPr>
          <w:rFonts w:eastAsia="Times New Roman" w:cs="Times New Roman"/>
          <w:lang w:eastAsia="cs-CZ"/>
        </w:rPr>
        <w:t>2843m - dle</w:t>
      </w:r>
      <w:proofErr w:type="gramEnd"/>
      <w:r w:rsidRPr="004E14C8">
        <w:rPr>
          <w:rFonts w:eastAsia="Times New Roman" w:cs="Times New Roman"/>
          <w:lang w:eastAsia="cs-CZ"/>
        </w:rPr>
        <w:t xml:space="preserve"> původní položky.</w:t>
      </w:r>
    </w:p>
    <w:p w14:paraId="62E09320" w14:textId="77777777" w:rsidR="00F52FC1" w:rsidRPr="003B26A4" w:rsidRDefault="00F52FC1" w:rsidP="00F52FC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BD1780A" w14:textId="77777777" w:rsidR="00F52FC1" w:rsidRPr="003B26A4" w:rsidRDefault="00F52FC1" w:rsidP="00F52FC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DF6F020" w14:textId="0F89100F" w:rsidR="00F52FC1" w:rsidRPr="00D31450" w:rsidRDefault="00F52FC1" w:rsidP="00F52FC1">
      <w:pPr>
        <w:spacing w:after="0" w:line="240" w:lineRule="auto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278</w:t>
      </w:r>
      <w:r w:rsidRPr="00D31450">
        <w:rPr>
          <w:rFonts w:eastAsia="Calibri" w:cs="Times New Roman"/>
          <w:b/>
          <w:lang w:eastAsia="cs-CZ"/>
        </w:rPr>
        <w:t>:</w:t>
      </w:r>
    </w:p>
    <w:p w14:paraId="4695FA5C" w14:textId="77777777" w:rsidR="00394E4E" w:rsidRPr="00394E4E" w:rsidRDefault="00394E4E" w:rsidP="00394E4E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394E4E">
        <w:rPr>
          <w:rFonts w:eastAsia="Times New Roman" w:cs="Times New Roman"/>
          <w:b/>
          <w:bCs/>
          <w:lang w:eastAsia="cs-CZ"/>
        </w:rPr>
        <w:t xml:space="preserve">SO 17-81-01 </w:t>
      </w:r>
    </w:p>
    <w:p w14:paraId="120D2B3E" w14:textId="77777777" w:rsidR="00394E4E" w:rsidRPr="00394E4E" w:rsidRDefault="00394E4E" w:rsidP="00394E4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4E4E">
        <w:rPr>
          <w:rFonts w:eastAsia="Times New Roman" w:cs="Times New Roman"/>
          <w:lang w:eastAsia="cs-CZ"/>
        </w:rPr>
        <w:t>Ve VV výše uvedeného objektu jsou uvedena následující položka: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236"/>
        <w:gridCol w:w="3786"/>
        <w:gridCol w:w="1280"/>
        <w:gridCol w:w="1800"/>
      </w:tblGrid>
      <w:tr w:rsidR="00394E4E" w:rsidRPr="00394E4E" w14:paraId="336971A5" w14:textId="77777777" w:rsidTr="00817B7F">
        <w:trPr>
          <w:trHeight w:val="288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09583" w14:textId="77777777" w:rsidR="00394E4E" w:rsidRPr="00394E4E" w:rsidRDefault="00394E4E" w:rsidP="00394E4E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394E4E">
              <w:rPr>
                <w:rFonts w:eastAsia="Times New Roman" w:cs="Times New Roman"/>
                <w:lang w:eastAsia="cs-CZ"/>
              </w:rPr>
              <w:t>17    74C587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47E9C" w14:textId="77777777" w:rsidR="00394E4E" w:rsidRPr="00394E4E" w:rsidRDefault="00394E4E" w:rsidP="00394E4E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9ED1A" w14:textId="77777777" w:rsidR="00394E4E" w:rsidRPr="00394E4E" w:rsidRDefault="00394E4E" w:rsidP="00394E4E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394E4E">
              <w:rPr>
                <w:rFonts w:eastAsia="Times New Roman" w:cs="Times New Roman"/>
                <w:lang w:eastAsia="cs-CZ"/>
              </w:rPr>
              <w:t>TAŽENÍ TROLEJE 150 MM2 CU LEGOVANÁ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9F4C2" w14:textId="77777777" w:rsidR="00394E4E" w:rsidRPr="00394E4E" w:rsidRDefault="00394E4E" w:rsidP="00394E4E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394E4E">
              <w:rPr>
                <w:rFonts w:eastAsia="Times New Roman" w:cs="Times New Roman"/>
                <w:lang w:eastAsia="cs-CZ"/>
              </w:rPr>
              <w:t>M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F890C" w14:textId="77777777" w:rsidR="00394E4E" w:rsidRPr="00394E4E" w:rsidRDefault="00394E4E" w:rsidP="00394E4E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394E4E">
              <w:rPr>
                <w:rFonts w:eastAsia="Times New Roman" w:cs="Times New Roman"/>
                <w:lang w:eastAsia="cs-CZ"/>
              </w:rPr>
              <w:t>   1 159,000</w:t>
            </w:r>
          </w:p>
        </w:tc>
      </w:tr>
    </w:tbl>
    <w:p w14:paraId="6F398A13" w14:textId="77777777" w:rsidR="00394E4E" w:rsidRPr="00394E4E" w:rsidRDefault="00394E4E" w:rsidP="00394E4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D72F184" w14:textId="77777777" w:rsidR="00394E4E" w:rsidRPr="00394E4E" w:rsidRDefault="00394E4E" w:rsidP="00394E4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4E4E">
        <w:rPr>
          <w:rFonts w:eastAsia="Times New Roman" w:cs="Times New Roman"/>
          <w:lang w:eastAsia="cs-CZ"/>
        </w:rPr>
        <w:t>Uchazeč se domnívá, že dle PD by tato položka měla být nahrazena následující položkou:</w:t>
      </w:r>
    </w:p>
    <w:p w14:paraId="0DA81D1D" w14:textId="77777777" w:rsidR="00394E4E" w:rsidRPr="00394E4E" w:rsidRDefault="00394E4E" w:rsidP="00394E4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4E4E">
        <w:rPr>
          <w:rFonts w:eastAsia="Times New Roman" w:cs="Times New Roman"/>
          <w:noProof/>
          <w:lang w:eastAsia="cs-CZ"/>
        </w:rPr>
        <w:drawing>
          <wp:inline distT="0" distB="0" distL="0" distR="0" wp14:anchorId="057191F1" wp14:editId="70F88B10">
            <wp:extent cx="5760720" cy="161290"/>
            <wp:effectExtent l="0" t="0" r="11430" b="10160"/>
            <wp:docPr id="77053477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207D8" w14:textId="77777777" w:rsidR="00F52FC1" w:rsidRPr="00A02302" w:rsidRDefault="00F52FC1" w:rsidP="00F52FC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003D750" w14:textId="77777777" w:rsidR="00F52FC1" w:rsidRPr="00A02302" w:rsidRDefault="00F52FC1" w:rsidP="00F52FC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A02302">
        <w:rPr>
          <w:rFonts w:eastAsia="Calibri" w:cs="Times New Roman"/>
          <w:b/>
          <w:lang w:eastAsia="cs-CZ"/>
        </w:rPr>
        <w:t xml:space="preserve">Odpověď: </w:t>
      </w:r>
    </w:p>
    <w:p w14:paraId="7C58EAB5" w14:textId="77777777" w:rsidR="00BB070A" w:rsidRPr="004E14C8" w:rsidRDefault="00BB070A" w:rsidP="00BB070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E14C8">
        <w:rPr>
          <w:rFonts w:eastAsia="Times New Roman" w:cs="Times New Roman"/>
          <w:b/>
          <w:lang w:eastAsia="cs-CZ"/>
        </w:rPr>
        <w:t xml:space="preserve">Byl upraven soupis prací. </w:t>
      </w:r>
    </w:p>
    <w:p w14:paraId="3E67FCFE" w14:textId="7A311F1B" w:rsidR="00F52FC1" w:rsidRPr="004E14C8" w:rsidRDefault="00BB070A" w:rsidP="00BB070A">
      <w:pPr>
        <w:spacing w:after="0" w:line="240" w:lineRule="auto"/>
        <w:rPr>
          <w:rFonts w:eastAsia="Times New Roman" w:cs="Times New Roman"/>
          <w:lang w:eastAsia="cs-CZ"/>
        </w:rPr>
      </w:pPr>
      <w:r w:rsidRPr="004E14C8">
        <w:rPr>
          <w:rFonts w:eastAsia="Times New Roman" w:cs="Times New Roman"/>
          <w:lang w:eastAsia="cs-CZ"/>
        </w:rPr>
        <w:t>V soupisu prací SO 17-81-01 byla odstraněna položka č. 17</w:t>
      </w:r>
      <w:r w:rsidRPr="004E14C8">
        <w:t xml:space="preserve"> - </w:t>
      </w:r>
      <w:r w:rsidRPr="004E14C8">
        <w:rPr>
          <w:rFonts w:eastAsia="Times New Roman" w:cs="Times New Roman"/>
          <w:lang w:eastAsia="cs-CZ"/>
        </w:rPr>
        <w:t>74C587 TAŽENÍ TROLEJE 150 MM2 CU LEGOVANÁ</w:t>
      </w:r>
      <w:r w:rsidRPr="004E14C8">
        <w:t xml:space="preserve"> </w:t>
      </w:r>
      <w:r w:rsidRPr="004E14C8">
        <w:rPr>
          <w:rFonts w:eastAsia="Times New Roman" w:cs="Times New Roman"/>
          <w:lang w:eastAsia="cs-CZ"/>
        </w:rPr>
        <w:t xml:space="preserve">a byla vytvořena nová položka č. 43 - 74C584 TAŽENÍ TROLEJE 150 MM2 CU. Množství nové položky zůstalo </w:t>
      </w:r>
      <w:proofErr w:type="gramStart"/>
      <w:r w:rsidRPr="004E14C8">
        <w:rPr>
          <w:rFonts w:eastAsia="Times New Roman" w:cs="Times New Roman"/>
          <w:lang w:eastAsia="cs-CZ"/>
        </w:rPr>
        <w:t>1159m - dle</w:t>
      </w:r>
      <w:proofErr w:type="gramEnd"/>
      <w:r w:rsidRPr="004E14C8">
        <w:rPr>
          <w:rFonts w:eastAsia="Times New Roman" w:cs="Times New Roman"/>
          <w:lang w:eastAsia="cs-CZ"/>
        </w:rPr>
        <w:t xml:space="preserve"> původní položky.</w:t>
      </w:r>
    </w:p>
    <w:p w14:paraId="36616973" w14:textId="77777777" w:rsidR="00F52FC1" w:rsidRPr="003B26A4" w:rsidRDefault="00F52FC1" w:rsidP="00F52FC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0B4CB1F" w14:textId="77777777" w:rsidR="00F52FC1" w:rsidRPr="003B26A4" w:rsidRDefault="00F52FC1" w:rsidP="00F52FC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2E13FE7" w14:textId="7C64DF57" w:rsidR="00F52FC1" w:rsidRPr="00D31450" w:rsidRDefault="00F52FC1" w:rsidP="00F52FC1">
      <w:pPr>
        <w:spacing w:after="0" w:line="240" w:lineRule="auto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279</w:t>
      </w:r>
      <w:r w:rsidRPr="00D31450">
        <w:rPr>
          <w:rFonts w:eastAsia="Calibri" w:cs="Times New Roman"/>
          <w:b/>
          <w:lang w:eastAsia="cs-CZ"/>
        </w:rPr>
        <w:t>:</w:t>
      </w:r>
    </w:p>
    <w:p w14:paraId="3AAABB24" w14:textId="77777777" w:rsidR="00394E4E" w:rsidRPr="00394E4E" w:rsidRDefault="00394E4E" w:rsidP="00394E4E">
      <w:pPr>
        <w:spacing w:after="0" w:line="240" w:lineRule="auto"/>
        <w:jc w:val="both"/>
        <w:rPr>
          <w:b/>
          <w:bCs/>
        </w:rPr>
      </w:pPr>
      <w:r w:rsidRPr="00394E4E">
        <w:rPr>
          <w:b/>
          <w:bCs/>
        </w:rPr>
        <w:t xml:space="preserve">SO 18-81-01 </w:t>
      </w:r>
    </w:p>
    <w:p w14:paraId="48260D47" w14:textId="77777777" w:rsidR="00394E4E" w:rsidRDefault="00394E4E" w:rsidP="00394E4E">
      <w:pPr>
        <w:autoSpaceDN w:val="0"/>
        <w:spacing w:after="160" w:line="256" w:lineRule="auto"/>
        <w:jc w:val="both"/>
      </w:pPr>
      <w:r>
        <w:t>Ve VV výše uvedeného objektu jsou uvedena následující položka: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236"/>
        <w:gridCol w:w="3786"/>
        <w:gridCol w:w="1280"/>
        <w:gridCol w:w="1800"/>
      </w:tblGrid>
      <w:tr w:rsidR="00394E4E" w14:paraId="118EFE83" w14:textId="77777777" w:rsidTr="00817B7F">
        <w:trPr>
          <w:trHeight w:val="288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835BB" w14:textId="77777777" w:rsidR="00394E4E" w:rsidRDefault="00394E4E" w:rsidP="00817B7F">
            <w:pPr>
              <w:spacing w:after="160" w:line="256" w:lineRule="auto"/>
              <w:jc w:val="both"/>
            </w:pPr>
            <w:r>
              <w:t>44    74C587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23813" w14:textId="77777777" w:rsidR="00394E4E" w:rsidRDefault="00394E4E" w:rsidP="00817B7F"/>
        </w:tc>
        <w:tc>
          <w:tcPr>
            <w:tcW w:w="4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E1589" w14:textId="77777777" w:rsidR="00394E4E" w:rsidRDefault="00394E4E" w:rsidP="00817B7F">
            <w:pPr>
              <w:spacing w:after="160" w:line="256" w:lineRule="auto"/>
              <w:jc w:val="both"/>
            </w:pPr>
            <w:r>
              <w:t>TAŽENÍ TROLEJE 150 MM2 CU LEGOVANÁ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CDA13" w14:textId="77777777" w:rsidR="00394E4E" w:rsidRDefault="00394E4E" w:rsidP="00817B7F">
            <w:pPr>
              <w:spacing w:after="160" w:line="256" w:lineRule="auto"/>
              <w:jc w:val="both"/>
            </w:pPr>
            <w:r>
              <w:t>M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6D250" w14:textId="77777777" w:rsidR="00394E4E" w:rsidRDefault="00394E4E" w:rsidP="00817B7F">
            <w:pPr>
              <w:spacing w:after="160" w:line="256" w:lineRule="auto"/>
              <w:jc w:val="both"/>
            </w:pPr>
            <w:r>
              <w:t>   1 400,000</w:t>
            </w:r>
          </w:p>
        </w:tc>
      </w:tr>
    </w:tbl>
    <w:p w14:paraId="2199116F" w14:textId="77777777" w:rsidR="00394E4E" w:rsidRDefault="00394E4E" w:rsidP="00394E4E">
      <w:pPr>
        <w:spacing w:after="160" w:line="256" w:lineRule="auto"/>
        <w:jc w:val="both"/>
      </w:pPr>
      <w:r>
        <w:t>Uchazeč se domnívá, že dle PD by tato položka měla být nahrazena následující položkou:</w:t>
      </w:r>
    </w:p>
    <w:p w14:paraId="21876EAA" w14:textId="22439E43" w:rsidR="00F52FC1" w:rsidRPr="004E14C8" w:rsidRDefault="00394E4E" w:rsidP="004E14C8">
      <w:pPr>
        <w:spacing w:after="160" w:line="256" w:lineRule="auto"/>
        <w:jc w:val="both"/>
      </w:pPr>
      <w:r>
        <w:rPr>
          <w:noProof/>
          <w:lang w:eastAsia="cs-CZ"/>
        </w:rPr>
        <w:drawing>
          <wp:inline distT="0" distB="0" distL="0" distR="0" wp14:anchorId="6268F5EB" wp14:editId="6FAF18CD">
            <wp:extent cx="5760720" cy="161290"/>
            <wp:effectExtent l="0" t="0" r="11430" b="10160"/>
            <wp:docPr id="5444556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DAD14" w14:textId="77777777" w:rsidR="004E14C8" w:rsidRDefault="004E14C8" w:rsidP="00F52FC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3AD46F9" w14:textId="171B3E31" w:rsidR="00F52FC1" w:rsidRPr="00A02302" w:rsidRDefault="00F52FC1" w:rsidP="00F52FC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A02302">
        <w:rPr>
          <w:rFonts w:eastAsia="Calibri" w:cs="Times New Roman"/>
          <w:b/>
          <w:lang w:eastAsia="cs-CZ"/>
        </w:rPr>
        <w:t xml:space="preserve">Odpověď: </w:t>
      </w:r>
    </w:p>
    <w:p w14:paraId="4DED5CCA" w14:textId="77777777" w:rsidR="00BB070A" w:rsidRPr="004E14C8" w:rsidRDefault="00BB070A" w:rsidP="00BB070A">
      <w:pPr>
        <w:spacing w:after="0" w:line="240" w:lineRule="auto"/>
        <w:rPr>
          <w:rFonts w:eastAsia="Times New Roman" w:cs="Times New Roman"/>
          <w:lang w:eastAsia="cs-CZ"/>
        </w:rPr>
      </w:pPr>
      <w:r w:rsidRPr="004E14C8">
        <w:rPr>
          <w:rFonts w:eastAsia="Times New Roman" w:cs="Times New Roman"/>
          <w:b/>
          <w:lang w:eastAsia="cs-CZ"/>
        </w:rPr>
        <w:t>Byl upraven soupis prací</w:t>
      </w:r>
      <w:r w:rsidRPr="004E14C8">
        <w:rPr>
          <w:rFonts w:eastAsia="Times New Roman" w:cs="Times New Roman"/>
          <w:lang w:eastAsia="cs-CZ"/>
        </w:rPr>
        <w:t xml:space="preserve">. </w:t>
      </w:r>
    </w:p>
    <w:p w14:paraId="260D89F3" w14:textId="77777777" w:rsidR="00BB070A" w:rsidRPr="004E14C8" w:rsidRDefault="00BB070A" w:rsidP="00BB070A">
      <w:pPr>
        <w:spacing w:after="0" w:line="240" w:lineRule="auto"/>
        <w:rPr>
          <w:rFonts w:eastAsia="Times New Roman" w:cs="Times New Roman"/>
          <w:lang w:eastAsia="cs-CZ"/>
        </w:rPr>
      </w:pPr>
      <w:r w:rsidRPr="004E14C8">
        <w:rPr>
          <w:rFonts w:eastAsia="Times New Roman" w:cs="Times New Roman"/>
          <w:lang w:eastAsia="cs-CZ"/>
        </w:rPr>
        <w:t>V soupisu prací SO 17-81-01 byla odstraněna položka č. 44 -</w:t>
      </w:r>
      <w:r w:rsidRPr="004E14C8">
        <w:t xml:space="preserve"> </w:t>
      </w:r>
      <w:r w:rsidRPr="004E14C8">
        <w:rPr>
          <w:rFonts w:eastAsia="Times New Roman" w:cs="Times New Roman"/>
          <w:lang w:eastAsia="cs-CZ"/>
        </w:rPr>
        <w:t>74C587 TAŽENÍ TROLEJE 150 MM2 CU LEGOVANÁ</w:t>
      </w:r>
      <w:r w:rsidRPr="004E14C8">
        <w:t xml:space="preserve"> </w:t>
      </w:r>
      <w:r w:rsidRPr="004E14C8">
        <w:rPr>
          <w:rFonts w:eastAsia="Times New Roman" w:cs="Times New Roman"/>
          <w:lang w:eastAsia="cs-CZ"/>
        </w:rPr>
        <w:t xml:space="preserve">a byla vytvořena nová položka č. 105 - 74C584 TAŽENÍ TROLEJE 150 MM2 CU. Množství nové položky zůstalo </w:t>
      </w:r>
      <w:proofErr w:type="gramStart"/>
      <w:r w:rsidRPr="004E14C8">
        <w:rPr>
          <w:rFonts w:eastAsia="Times New Roman" w:cs="Times New Roman"/>
          <w:lang w:eastAsia="cs-CZ"/>
        </w:rPr>
        <w:t>1400m - dle</w:t>
      </w:r>
      <w:proofErr w:type="gramEnd"/>
      <w:r w:rsidRPr="004E14C8">
        <w:rPr>
          <w:rFonts w:eastAsia="Times New Roman" w:cs="Times New Roman"/>
          <w:lang w:eastAsia="cs-CZ"/>
        </w:rPr>
        <w:t xml:space="preserve"> původní položky.</w:t>
      </w:r>
    </w:p>
    <w:p w14:paraId="0BBB3C7F" w14:textId="77777777" w:rsidR="00F52FC1" w:rsidRPr="004E14C8" w:rsidRDefault="00F52FC1" w:rsidP="00F52FC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90C81B2" w14:textId="77777777" w:rsidR="00F52FC1" w:rsidRPr="004E14C8" w:rsidRDefault="00F52FC1" w:rsidP="00F52FC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FD84DEC" w14:textId="4ACCA788" w:rsidR="00F52FC1" w:rsidRPr="004E14C8" w:rsidRDefault="00F52FC1" w:rsidP="00F52FC1">
      <w:pPr>
        <w:spacing w:after="0" w:line="240" w:lineRule="auto"/>
        <w:rPr>
          <w:rFonts w:eastAsia="Calibri" w:cs="Times New Roman"/>
          <w:b/>
          <w:lang w:eastAsia="cs-CZ"/>
        </w:rPr>
      </w:pPr>
      <w:r w:rsidRPr="004E14C8">
        <w:rPr>
          <w:rFonts w:eastAsia="Calibri" w:cs="Times New Roman"/>
          <w:b/>
          <w:lang w:eastAsia="cs-CZ"/>
        </w:rPr>
        <w:t>Dotaz č. 280:</w:t>
      </w:r>
    </w:p>
    <w:p w14:paraId="030F35D8" w14:textId="77777777" w:rsidR="00394E4E" w:rsidRPr="004E14C8" w:rsidRDefault="00394E4E" w:rsidP="00394E4E">
      <w:pPr>
        <w:spacing w:after="0" w:line="240" w:lineRule="auto"/>
        <w:jc w:val="both"/>
        <w:rPr>
          <w:b/>
          <w:bCs/>
        </w:rPr>
      </w:pPr>
      <w:r w:rsidRPr="004E14C8">
        <w:rPr>
          <w:b/>
          <w:bCs/>
        </w:rPr>
        <w:t xml:space="preserve">SO 20-81-01 </w:t>
      </w:r>
    </w:p>
    <w:p w14:paraId="546A7F25" w14:textId="77777777" w:rsidR="00394E4E" w:rsidRPr="004E14C8" w:rsidRDefault="00394E4E" w:rsidP="00394E4E">
      <w:pPr>
        <w:autoSpaceDN w:val="0"/>
        <w:spacing w:after="160" w:line="256" w:lineRule="auto"/>
        <w:jc w:val="both"/>
      </w:pPr>
      <w:r w:rsidRPr="004E14C8">
        <w:t>Ve VV výše uvedeného objektu jsou uvedena následující položka: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960"/>
        <w:gridCol w:w="6142"/>
      </w:tblGrid>
      <w:tr w:rsidR="004E14C8" w:rsidRPr="004E14C8" w14:paraId="6AA43052" w14:textId="77777777" w:rsidTr="00817B7F">
        <w:trPr>
          <w:trHeight w:val="288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C80A4" w14:textId="77777777" w:rsidR="00394E4E" w:rsidRPr="004E14C8" w:rsidRDefault="00394E4E" w:rsidP="00817B7F">
            <w:pPr>
              <w:spacing w:after="160" w:line="256" w:lineRule="auto"/>
              <w:jc w:val="both"/>
            </w:pPr>
            <w:proofErr w:type="gramStart"/>
            <w:r w:rsidRPr="004E14C8">
              <w:t>36  74</w:t>
            </w:r>
            <w:proofErr w:type="gramEnd"/>
            <w:r w:rsidRPr="004E14C8">
              <w:t>C574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FD105" w14:textId="77777777" w:rsidR="00394E4E" w:rsidRPr="004E14C8" w:rsidRDefault="00394E4E" w:rsidP="00817B7F"/>
        </w:tc>
        <w:tc>
          <w:tcPr>
            <w:tcW w:w="7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2848F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>TAŽENÍ NOSNÉHO LANA 120 MM2 Bz</w:t>
            </w:r>
          </w:p>
        </w:tc>
      </w:tr>
    </w:tbl>
    <w:p w14:paraId="768C5733" w14:textId="77777777" w:rsidR="00394E4E" w:rsidRPr="004E14C8" w:rsidRDefault="00394E4E" w:rsidP="00394E4E">
      <w:pPr>
        <w:spacing w:after="0" w:line="257" w:lineRule="auto"/>
        <w:jc w:val="both"/>
      </w:pPr>
      <w:r w:rsidRPr="004E14C8">
        <w:t>Uchazeč se domnívá, že dle PD by tato položka měla být nahrazena následující položkou: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960"/>
        <w:gridCol w:w="6142"/>
      </w:tblGrid>
      <w:tr w:rsidR="00394E4E" w:rsidRPr="004E14C8" w14:paraId="6D429CBB" w14:textId="77777777" w:rsidTr="00817B7F">
        <w:trPr>
          <w:trHeight w:val="288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A4787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>74C573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6AD3C" w14:textId="77777777" w:rsidR="00394E4E" w:rsidRPr="004E14C8" w:rsidRDefault="00394E4E" w:rsidP="00817B7F"/>
        </w:tc>
        <w:tc>
          <w:tcPr>
            <w:tcW w:w="7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08A33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>TAŽENÍ NOSNÉHO LANA 120 MM2 CU</w:t>
            </w:r>
          </w:p>
        </w:tc>
      </w:tr>
    </w:tbl>
    <w:p w14:paraId="0B38C9A7" w14:textId="77777777" w:rsidR="00F52FC1" w:rsidRPr="004E14C8" w:rsidRDefault="00F52FC1" w:rsidP="00F52FC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9CBABA" w14:textId="77777777" w:rsidR="00F52FC1" w:rsidRPr="004E14C8" w:rsidRDefault="00F52FC1" w:rsidP="00F52FC1">
      <w:pPr>
        <w:spacing w:after="0" w:line="240" w:lineRule="auto"/>
        <w:rPr>
          <w:rFonts w:eastAsia="Calibri" w:cs="Times New Roman"/>
          <w:b/>
          <w:lang w:eastAsia="cs-CZ"/>
        </w:rPr>
      </w:pPr>
      <w:r w:rsidRPr="004E14C8">
        <w:rPr>
          <w:rFonts w:eastAsia="Calibri" w:cs="Times New Roman"/>
          <w:b/>
          <w:lang w:eastAsia="cs-CZ"/>
        </w:rPr>
        <w:t xml:space="preserve">Odpověď: </w:t>
      </w:r>
    </w:p>
    <w:p w14:paraId="026932E8" w14:textId="77777777" w:rsidR="004525B7" w:rsidRPr="004E14C8" w:rsidRDefault="004525B7" w:rsidP="004525B7">
      <w:pPr>
        <w:spacing w:after="0" w:line="240" w:lineRule="auto"/>
        <w:rPr>
          <w:rFonts w:eastAsia="Times New Roman" w:cs="Times New Roman"/>
          <w:lang w:eastAsia="cs-CZ"/>
        </w:rPr>
      </w:pPr>
      <w:r w:rsidRPr="004E14C8">
        <w:rPr>
          <w:rFonts w:eastAsia="Times New Roman" w:cs="Times New Roman"/>
          <w:b/>
          <w:lang w:eastAsia="cs-CZ"/>
        </w:rPr>
        <w:t>Byl upraven soupis prací</w:t>
      </w:r>
      <w:r w:rsidRPr="004E14C8">
        <w:rPr>
          <w:rFonts w:eastAsia="Times New Roman" w:cs="Times New Roman"/>
          <w:lang w:eastAsia="cs-CZ"/>
        </w:rPr>
        <w:t xml:space="preserve">. </w:t>
      </w:r>
    </w:p>
    <w:p w14:paraId="75429C35" w14:textId="7255927B" w:rsidR="00F52FC1" w:rsidRPr="004E14C8" w:rsidRDefault="004525B7" w:rsidP="00F52FC1">
      <w:pPr>
        <w:spacing w:after="0" w:line="240" w:lineRule="auto"/>
        <w:rPr>
          <w:rFonts w:eastAsia="Times New Roman" w:cs="Times New Roman"/>
          <w:lang w:eastAsia="cs-CZ"/>
        </w:rPr>
      </w:pPr>
      <w:r w:rsidRPr="004E14C8">
        <w:rPr>
          <w:rFonts w:eastAsia="Times New Roman" w:cs="Times New Roman"/>
          <w:lang w:eastAsia="cs-CZ"/>
        </w:rPr>
        <w:t xml:space="preserve">V soupisu prací SO </w:t>
      </w:r>
      <w:r w:rsidR="00425E0F" w:rsidRPr="004E14C8">
        <w:rPr>
          <w:rFonts w:eastAsia="Times New Roman" w:cs="Times New Roman"/>
          <w:lang w:eastAsia="cs-CZ"/>
        </w:rPr>
        <w:t>20</w:t>
      </w:r>
      <w:r w:rsidRPr="004E14C8">
        <w:rPr>
          <w:rFonts w:eastAsia="Times New Roman" w:cs="Times New Roman"/>
          <w:lang w:eastAsia="cs-CZ"/>
        </w:rPr>
        <w:t xml:space="preserve">-81-01 byla odstraněna položka č. 36 - 74C574 TAŽENÍ NOSNÉHO LANA 120 MM2 Bz a byla vytvořena nová položka č. 103 - 74C573 TAŽENÍ NOSNÉHO LANA 120 MM2 CU. Množství nové položky zůstalo </w:t>
      </w:r>
      <w:proofErr w:type="gramStart"/>
      <w:r w:rsidRPr="004E14C8">
        <w:rPr>
          <w:rFonts w:eastAsia="Times New Roman" w:cs="Times New Roman"/>
          <w:lang w:eastAsia="cs-CZ"/>
        </w:rPr>
        <w:t>2665m - dle</w:t>
      </w:r>
      <w:proofErr w:type="gramEnd"/>
      <w:r w:rsidRPr="004E14C8">
        <w:rPr>
          <w:rFonts w:eastAsia="Times New Roman" w:cs="Times New Roman"/>
          <w:lang w:eastAsia="cs-CZ"/>
        </w:rPr>
        <w:t xml:space="preserve"> původní položky.</w:t>
      </w:r>
    </w:p>
    <w:p w14:paraId="176F8AA7" w14:textId="7254FAFA" w:rsidR="00F52FC1" w:rsidRPr="00D31450" w:rsidRDefault="00F52FC1" w:rsidP="00F52FC1">
      <w:pPr>
        <w:spacing w:after="0" w:line="240" w:lineRule="auto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281</w:t>
      </w:r>
      <w:r w:rsidRPr="00D31450">
        <w:rPr>
          <w:rFonts w:eastAsia="Calibri" w:cs="Times New Roman"/>
          <w:b/>
          <w:lang w:eastAsia="cs-CZ"/>
        </w:rPr>
        <w:t>:</w:t>
      </w:r>
    </w:p>
    <w:p w14:paraId="032FCC5F" w14:textId="77777777" w:rsidR="00394E4E" w:rsidRPr="00394E4E" w:rsidRDefault="00394E4E" w:rsidP="00394E4E">
      <w:pPr>
        <w:spacing w:after="160" w:line="256" w:lineRule="auto"/>
        <w:jc w:val="both"/>
        <w:rPr>
          <w:b/>
          <w:bCs/>
        </w:rPr>
      </w:pPr>
      <w:r w:rsidRPr="00394E4E">
        <w:rPr>
          <w:b/>
          <w:bCs/>
        </w:rPr>
        <w:t>SO 13-86-01</w:t>
      </w:r>
    </w:p>
    <w:p w14:paraId="5BBFFA01" w14:textId="211962C9" w:rsidR="00394E4E" w:rsidRDefault="00394E4E" w:rsidP="00394E4E">
      <w:pPr>
        <w:suppressAutoHyphens/>
        <w:autoSpaceDN w:val="0"/>
        <w:contextualSpacing/>
        <w:jc w:val="both"/>
      </w:pPr>
      <w:r>
        <w:t xml:space="preserve">Ve VV výše uvedeného objektu je uvedena následující položka: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5530"/>
        <w:gridCol w:w="386"/>
        <w:gridCol w:w="1186"/>
      </w:tblGrid>
      <w:tr w:rsidR="00394E4E" w14:paraId="1130E52B" w14:textId="77777777" w:rsidTr="00394E4E">
        <w:trPr>
          <w:trHeight w:val="288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790C4" w14:textId="77777777" w:rsidR="00394E4E" w:rsidRDefault="00394E4E" w:rsidP="00817B7F">
            <w:pPr>
              <w:spacing w:after="160" w:line="256" w:lineRule="auto"/>
              <w:jc w:val="both"/>
            </w:pPr>
            <w:r>
              <w:t>742I12</w:t>
            </w:r>
          </w:p>
        </w:tc>
        <w:tc>
          <w:tcPr>
            <w:tcW w:w="5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9672C" w14:textId="77777777" w:rsidR="00394E4E" w:rsidRDefault="00394E4E" w:rsidP="00817B7F">
            <w:pPr>
              <w:spacing w:after="160" w:line="256" w:lineRule="auto"/>
              <w:jc w:val="both"/>
            </w:pPr>
            <w:r>
              <w:t xml:space="preserve">KABEL NN CU OVLÁDACÍ </w:t>
            </w:r>
            <w:proofErr w:type="gramStart"/>
            <w:r>
              <w:t>7-12ŽÍLOVÝ</w:t>
            </w:r>
            <w:proofErr w:type="gramEnd"/>
            <w:r>
              <w:t xml:space="preserve"> OD 4 DO 6 MM2</w:t>
            </w:r>
          </w:p>
        </w:tc>
        <w:tc>
          <w:tcPr>
            <w:tcW w:w="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AB7F720" w14:textId="77777777" w:rsidR="00394E4E" w:rsidRDefault="00394E4E" w:rsidP="00817B7F">
            <w:pPr>
              <w:spacing w:after="160" w:line="256" w:lineRule="auto"/>
              <w:jc w:val="both"/>
            </w:pPr>
            <w:r>
              <w:t>M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E904EEE" w14:textId="77777777" w:rsidR="00394E4E" w:rsidRDefault="00394E4E" w:rsidP="00817B7F">
            <w:pPr>
              <w:spacing w:after="160" w:line="256" w:lineRule="auto"/>
              <w:jc w:val="both"/>
            </w:pPr>
            <w:r>
              <w:t xml:space="preserve">   1 923,000</w:t>
            </w:r>
          </w:p>
        </w:tc>
      </w:tr>
    </w:tbl>
    <w:p w14:paraId="47F7BC2E" w14:textId="3CAFC67A" w:rsidR="00F52FC1" w:rsidRPr="004E14C8" w:rsidRDefault="00394E4E" w:rsidP="00394E4E">
      <w:pPr>
        <w:spacing w:after="0" w:line="240" w:lineRule="auto"/>
        <w:rPr>
          <w:rFonts w:eastAsia="Calibri" w:cs="Times New Roman"/>
          <w:b/>
          <w:lang w:eastAsia="cs-CZ"/>
        </w:rPr>
      </w:pPr>
      <w:r>
        <w:t xml:space="preserve">Dle PD daného SO by se mělo jednat o kabel stíněný, proto navrhujeme jeho náhradu položkou </w:t>
      </w:r>
      <w:r w:rsidRPr="004E14C8">
        <w:t xml:space="preserve">742I14 KABEL NN CU OVLÁDACÍ </w:t>
      </w:r>
      <w:proofErr w:type="gramStart"/>
      <w:r w:rsidRPr="004E14C8">
        <w:t>7-12ŽÍLOVÝ</w:t>
      </w:r>
      <w:proofErr w:type="gramEnd"/>
      <w:r w:rsidRPr="004E14C8">
        <w:t xml:space="preserve"> OD 4 DO 6 MM2 STÍNENÝ.</w:t>
      </w:r>
    </w:p>
    <w:p w14:paraId="00ADC538" w14:textId="77777777" w:rsidR="004E14C8" w:rsidRPr="004E14C8" w:rsidRDefault="004E14C8" w:rsidP="00F52FC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5FB13FF" w14:textId="57E17E0E" w:rsidR="00F52FC1" w:rsidRPr="004E14C8" w:rsidRDefault="00F52FC1" w:rsidP="00F52FC1">
      <w:pPr>
        <w:spacing w:after="0" w:line="240" w:lineRule="auto"/>
        <w:rPr>
          <w:rFonts w:eastAsia="Calibri" w:cs="Times New Roman"/>
          <w:b/>
          <w:lang w:eastAsia="cs-CZ"/>
        </w:rPr>
      </w:pPr>
      <w:r w:rsidRPr="004E14C8">
        <w:rPr>
          <w:rFonts w:eastAsia="Calibri" w:cs="Times New Roman"/>
          <w:b/>
          <w:lang w:eastAsia="cs-CZ"/>
        </w:rPr>
        <w:t xml:space="preserve">Odpověď: </w:t>
      </w:r>
    </w:p>
    <w:p w14:paraId="49899381" w14:textId="77777777" w:rsidR="00BB070A" w:rsidRPr="004E14C8" w:rsidRDefault="00BB070A" w:rsidP="00BB070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E14C8">
        <w:rPr>
          <w:rFonts w:eastAsia="Times New Roman" w:cs="Times New Roman"/>
          <w:b/>
          <w:lang w:eastAsia="cs-CZ"/>
        </w:rPr>
        <w:t xml:space="preserve">Byl upraven soupis prací. </w:t>
      </w:r>
    </w:p>
    <w:p w14:paraId="0C3AC49A" w14:textId="3DEC9926" w:rsidR="00F52FC1" w:rsidRPr="004E14C8" w:rsidRDefault="00BB070A" w:rsidP="00BB070A">
      <w:pPr>
        <w:spacing w:after="0" w:line="240" w:lineRule="auto"/>
        <w:rPr>
          <w:rFonts w:eastAsia="Times New Roman" w:cs="Times New Roman"/>
          <w:lang w:eastAsia="cs-CZ"/>
        </w:rPr>
      </w:pPr>
      <w:r w:rsidRPr="004E14C8">
        <w:rPr>
          <w:rFonts w:eastAsia="Times New Roman" w:cs="Times New Roman"/>
          <w:lang w:eastAsia="cs-CZ"/>
        </w:rPr>
        <w:t>V soupisu prací SO 13-86-01 byla zrušena položka č. 23 742I12 KABEL NN CU OVLÁDACÍ 7-12 ŽÍLOVÝ OD 4 DO 6 MM2 s množstvím 1923 m a byla nahrazena položkou č. 49 742I14 KABEL NN CU OVLÁDACÍ 7-12 ŽÍLOVÝ OD 4 DO 6 MM2 STÍNĚNÝ s množstvím 1923 m.</w:t>
      </w:r>
    </w:p>
    <w:p w14:paraId="45950CCE" w14:textId="77777777" w:rsidR="00F52FC1" w:rsidRPr="004E14C8" w:rsidRDefault="00F52FC1" w:rsidP="00F52FC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6D0A74F" w14:textId="77777777" w:rsidR="00F52FC1" w:rsidRPr="004E14C8" w:rsidRDefault="00F52FC1" w:rsidP="00F52FC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DAF33C1" w14:textId="4E75AA3D" w:rsidR="00F52FC1" w:rsidRPr="004E14C8" w:rsidRDefault="00F52FC1" w:rsidP="00F52FC1">
      <w:pPr>
        <w:spacing w:after="0" w:line="240" w:lineRule="auto"/>
        <w:rPr>
          <w:rFonts w:eastAsia="Calibri" w:cs="Times New Roman"/>
          <w:b/>
          <w:lang w:eastAsia="cs-CZ"/>
        </w:rPr>
      </w:pPr>
      <w:r w:rsidRPr="004E14C8">
        <w:rPr>
          <w:rFonts w:eastAsia="Calibri" w:cs="Times New Roman"/>
          <w:b/>
          <w:lang w:eastAsia="cs-CZ"/>
        </w:rPr>
        <w:t>Dotaz č. 282:</w:t>
      </w:r>
    </w:p>
    <w:p w14:paraId="0D24B977" w14:textId="77777777" w:rsidR="00394E4E" w:rsidRPr="004E14C8" w:rsidRDefault="00394E4E" w:rsidP="00394E4E">
      <w:pPr>
        <w:spacing w:after="160" w:line="256" w:lineRule="auto"/>
        <w:jc w:val="both"/>
        <w:rPr>
          <w:b/>
          <w:bCs/>
        </w:rPr>
      </w:pPr>
      <w:r w:rsidRPr="004E14C8">
        <w:rPr>
          <w:b/>
          <w:bCs/>
        </w:rPr>
        <w:t>SO 25-86-05.01</w:t>
      </w:r>
    </w:p>
    <w:p w14:paraId="54EBB191" w14:textId="77777777" w:rsidR="00394E4E" w:rsidRPr="004E14C8" w:rsidRDefault="00394E4E" w:rsidP="00394E4E">
      <w:pPr>
        <w:pStyle w:val="Odstavecseseznamem"/>
        <w:suppressAutoHyphens/>
        <w:autoSpaceDN w:val="0"/>
        <w:spacing w:after="0"/>
        <w:ind w:left="0"/>
        <w:jc w:val="both"/>
      </w:pPr>
      <w:r w:rsidRPr="004E14C8">
        <w:t xml:space="preserve">Ve VV výše uvedeného objektu jsou uvedeny následující položky: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5527"/>
        <w:gridCol w:w="380"/>
        <w:gridCol w:w="1195"/>
      </w:tblGrid>
      <w:tr w:rsidR="004E14C8" w:rsidRPr="004E14C8" w14:paraId="6C3515D7" w14:textId="77777777" w:rsidTr="00394E4E">
        <w:trPr>
          <w:trHeight w:val="288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71EB3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>742H54</w:t>
            </w:r>
          </w:p>
        </w:tc>
        <w:tc>
          <w:tcPr>
            <w:tcW w:w="5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1975C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 xml:space="preserve">KABEL NN </w:t>
            </w:r>
            <w:proofErr w:type="gramStart"/>
            <w:r w:rsidRPr="004E14C8">
              <w:t>CTYR- A</w:t>
            </w:r>
            <w:proofErr w:type="gramEnd"/>
            <w:r w:rsidRPr="004E14C8">
              <w:t xml:space="preserve"> PETIŽÍLOVÝ CU BEZHALOGENOVÝ OHEN RETARDUJÍCÍ OD 70 DO 120 MM2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5789890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>M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E8194C5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>1200,000</w:t>
            </w:r>
          </w:p>
        </w:tc>
      </w:tr>
      <w:tr w:rsidR="00394E4E" w:rsidRPr="004E14C8" w14:paraId="5C3D29EC" w14:textId="77777777" w:rsidTr="00394E4E">
        <w:trPr>
          <w:trHeight w:val="288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3D5DC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>742H55</w:t>
            </w:r>
          </w:p>
        </w:tc>
        <w:tc>
          <w:tcPr>
            <w:tcW w:w="5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04366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 xml:space="preserve">KABEL NN </w:t>
            </w:r>
            <w:proofErr w:type="gramStart"/>
            <w:r w:rsidRPr="004E14C8">
              <w:t>CTYR- A</w:t>
            </w:r>
            <w:proofErr w:type="gramEnd"/>
            <w:r w:rsidRPr="004E14C8">
              <w:t xml:space="preserve"> PETIŽÍLOVÝ CU BEZHALOGENOVÝ OHEN RETARDUJÍCÍ OD 150 DO 240 MM2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0A657CD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>M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88332B4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>600,000</w:t>
            </w:r>
          </w:p>
        </w:tc>
      </w:tr>
    </w:tbl>
    <w:p w14:paraId="0E96A995" w14:textId="77777777" w:rsidR="00394E4E" w:rsidRPr="004E14C8" w:rsidRDefault="00394E4E" w:rsidP="00394E4E">
      <w:pPr>
        <w:spacing w:after="0" w:line="257" w:lineRule="auto"/>
        <w:jc w:val="both"/>
      </w:pPr>
    </w:p>
    <w:p w14:paraId="51C41AEA" w14:textId="38C8E8C5" w:rsidR="00394E4E" w:rsidRPr="004E14C8" w:rsidRDefault="00394E4E" w:rsidP="00394E4E">
      <w:pPr>
        <w:spacing w:after="0" w:line="257" w:lineRule="auto"/>
        <w:jc w:val="both"/>
      </w:pPr>
      <w:r w:rsidRPr="004E14C8">
        <w:t xml:space="preserve">Dle PD daného SO, zejména dokumentem „Soupis kabelů“ pro provizorní stavby navrhujeme změny položek následně: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5517"/>
        <w:gridCol w:w="384"/>
        <w:gridCol w:w="1201"/>
      </w:tblGrid>
      <w:tr w:rsidR="004E14C8" w:rsidRPr="004E14C8" w14:paraId="0DB6A89C" w14:textId="77777777" w:rsidTr="00817B7F">
        <w:trPr>
          <w:trHeight w:val="288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95BA5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>742H44</w:t>
            </w:r>
          </w:p>
        </w:tc>
        <w:tc>
          <w:tcPr>
            <w:tcW w:w="6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DC492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 xml:space="preserve">KABEL NN </w:t>
            </w:r>
            <w:proofErr w:type="gramStart"/>
            <w:r w:rsidRPr="004E14C8">
              <w:t>CTYR- A</w:t>
            </w:r>
            <w:proofErr w:type="gramEnd"/>
            <w:r w:rsidRPr="004E14C8">
              <w:t xml:space="preserve"> PETIŽÍLOVÝ CU FLEXIBILNÍ OD 70 DO 120 MM2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A7B0A27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>M</w:t>
            </w:r>
          </w:p>
        </w:tc>
        <w:tc>
          <w:tcPr>
            <w:tcW w:w="1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D415069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>1200,000</w:t>
            </w:r>
          </w:p>
        </w:tc>
      </w:tr>
      <w:tr w:rsidR="00394E4E" w:rsidRPr="004E14C8" w14:paraId="649BD506" w14:textId="77777777" w:rsidTr="00817B7F">
        <w:trPr>
          <w:trHeight w:val="288"/>
        </w:trPr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F21B2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>742H45</w:t>
            </w:r>
          </w:p>
        </w:tc>
        <w:tc>
          <w:tcPr>
            <w:tcW w:w="6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C65E8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 xml:space="preserve">KABEL NN </w:t>
            </w:r>
            <w:proofErr w:type="gramStart"/>
            <w:r w:rsidRPr="004E14C8">
              <w:t>CTYR- A</w:t>
            </w:r>
            <w:proofErr w:type="gramEnd"/>
            <w:r w:rsidRPr="004E14C8">
              <w:t xml:space="preserve"> PETIŽÍLOVÝ CU FLEXIBILNÍ OD 150 DO 240 MM2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E8E509E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>M</w:t>
            </w:r>
          </w:p>
        </w:tc>
        <w:tc>
          <w:tcPr>
            <w:tcW w:w="1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4B7A75A" w14:textId="77777777" w:rsidR="00394E4E" w:rsidRPr="004E14C8" w:rsidRDefault="00394E4E" w:rsidP="00817B7F">
            <w:pPr>
              <w:spacing w:after="160" w:line="256" w:lineRule="auto"/>
              <w:jc w:val="both"/>
            </w:pPr>
            <w:r w:rsidRPr="004E14C8">
              <w:t>600,000</w:t>
            </w:r>
          </w:p>
        </w:tc>
      </w:tr>
    </w:tbl>
    <w:p w14:paraId="20732295" w14:textId="77777777" w:rsidR="00F52FC1" w:rsidRPr="004E14C8" w:rsidRDefault="00F52FC1" w:rsidP="00F52FC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02760F" w14:textId="77777777" w:rsidR="00F52FC1" w:rsidRPr="004E14C8" w:rsidRDefault="00F52FC1" w:rsidP="00F52FC1">
      <w:pPr>
        <w:spacing w:after="0" w:line="240" w:lineRule="auto"/>
        <w:rPr>
          <w:rFonts w:eastAsia="Calibri" w:cs="Times New Roman"/>
          <w:b/>
          <w:lang w:eastAsia="cs-CZ"/>
        </w:rPr>
      </w:pPr>
      <w:r w:rsidRPr="004E14C8">
        <w:rPr>
          <w:rFonts w:eastAsia="Calibri" w:cs="Times New Roman"/>
          <w:b/>
          <w:lang w:eastAsia="cs-CZ"/>
        </w:rPr>
        <w:t xml:space="preserve">Odpověď: </w:t>
      </w:r>
    </w:p>
    <w:p w14:paraId="1B5C2206" w14:textId="77777777" w:rsidR="00BB070A" w:rsidRPr="004E14C8" w:rsidRDefault="00BB070A" w:rsidP="00BB070A">
      <w:pPr>
        <w:spacing w:after="0" w:line="240" w:lineRule="auto"/>
        <w:rPr>
          <w:rFonts w:eastAsia="Times New Roman" w:cs="Times New Roman"/>
          <w:lang w:eastAsia="cs-CZ"/>
        </w:rPr>
      </w:pPr>
      <w:r w:rsidRPr="004E14C8">
        <w:rPr>
          <w:rFonts w:eastAsia="Times New Roman" w:cs="Times New Roman"/>
          <w:b/>
          <w:lang w:eastAsia="cs-CZ"/>
        </w:rPr>
        <w:t>Byl upraven soupis prací.</w:t>
      </w:r>
    </w:p>
    <w:p w14:paraId="3891FC7F" w14:textId="77777777" w:rsidR="00BB070A" w:rsidRPr="004E14C8" w:rsidRDefault="00BB070A" w:rsidP="00BB070A">
      <w:pPr>
        <w:spacing w:after="0" w:line="240" w:lineRule="auto"/>
        <w:rPr>
          <w:rFonts w:eastAsia="Times New Roman" w:cs="Times New Roman"/>
          <w:lang w:eastAsia="cs-CZ"/>
        </w:rPr>
      </w:pPr>
      <w:r w:rsidRPr="004E14C8">
        <w:rPr>
          <w:rFonts w:eastAsia="Times New Roman" w:cs="Times New Roman"/>
          <w:lang w:eastAsia="cs-CZ"/>
        </w:rPr>
        <w:t xml:space="preserve">V soupisu prací SO 25-86-05.01 byla zrušena položka č. 37 742H54 KABEL NN </w:t>
      </w:r>
      <w:proofErr w:type="gramStart"/>
      <w:r w:rsidRPr="004E14C8">
        <w:rPr>
          <w:rFonts w:eastAsia="Times New Roman" w:cs="Times New Roman"/>
          <w:lang w:eastAsia="cs-CZ"/>
        </w:rPr>
        <w:t>ČTYŘ- A</w:t>
      </w:r>
      <w:proofErr w:type="gramEnd"/>
      <w:r w:rsidRPr="004E14C8">
        <w:rPr>
          <w:rFonts w:eastAsia="Times New Roman" w:cs="Times New Roman"/>
          <w:lang w:eastAsia="cs-CZ"/>
        </w:rPr>
        <w:t xml:space="preserve"> PĚTIŽÍLOVÝ CU BEZHALOGENOVÝ OHEŇ RETARDUJÍCÍ OD 70 DO 120 MM2 s množstvím 1200 m a byla nahrazena položkou č. 87 742H44 KABEL NN ČTYŘ- A PĚTIŽÍLOVÝ CU FLEXIBILNÍ OD 70 DO 120 MM2 s množstvím 1200 m.</w:t>
      </w:r>
    </w:p>
    <w:p w14:paraId="53907671" w14:textId="77777777" w:rsidR="00BB070A" w:rsidRPr="004E14C8" w:rsidRDefault="00BB070A" w:rsidP="00BB070A">
      <w:pPr>
        <w:spacing w:after="0" w:line="240" w:lineRule="auto"/>
        <w:rPr>
          <w:rFonts w:eastAsia="Times New Roman" w:cs="Times New Roman"/>
          <w:lang w:eastAsia="cs-CZ"/>
        </w:rPr>
      </w:pPr>
    </w:p>
    <w:p w14:paraId="057805AE" w14:textId="681CB2E0" w:rsidR="00F52FC1" w:rsidRPr="004E14C8" w:rsidRDefault="00BB070A" w:rsidP="00BB070A">
      <w:pPr>
        <w:spacing w:after="0" w:line="240" w:lineRule="auto"/>
        <w:rPr>
          <w:rFonts w:eastAsia="Times New Roman" w:cs="Times New Roman"/>
          <w:lang w:eastAsia="cs-CZ"/>
        </w:rPr>
      </w:pPr>
      <w:r w:rsidRPr="004E14C8">
        <w:rPr>
          <w:rFonts w:eastAsia="Times New Roman" w:cs="Times New Roman"/>
          <w:lang w:eastAsia="cs-CZ"/>
        </w:rPr>
        <w:t xml:space="preserve">V soupisu prací SO 25-86-05.01 byla zrušena položka č. 38 742H55 KABEL NN </w:t>
      </w:r>
      <w:proofErr w:type="gramStart"/>
      <w:r w:rsidRPr="004E14C8">
        <w:rPr>
          <w:rFonts w:eastAsia="Times New Roman" w:cs="Times New Roman"/>
          <w:lang w:eastAsia="cs-CZ"/>
        </w:rPr>
        <w:t>ČTYŘ- A</w:t>
      </w:r>
      <w:proofErr w:type="gramEnd"/>
      <w:r w:rsidRPr="004E14C8">
        <w:rPr>
          <w:rFonts w:eastAsia="Times New Roman" w:cs="Times New Roman"/>
          <w:lang w:eastAsia="cs-CZ"/>
        </w:rPr>
        <w:t xml:space="preserve"> PĚTIŽÍLOVÝ CU BEZHALOGENOVÝ OHEŇ RETARDUJÍCÍ OD 150 DO 240 MM2 s množstvím 600 m a byla nahrazena položkou č. 88 742H45 KABEL NN ČTYŘ- A PĚTIŽÍLOVÝ CU FLEXIBILNÍ OD 150 DO 240 MM2 s množstvím 600 m.</w:t>
      </w:r>
    </w:p>
    <w:p w14:paraId="687E8ACC" w14:textId="0068F33F" w:rsidR="00F52FC1" w:rsidRDefault="00F52FC1" w:rsidP="00F52FC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5487926" w14:textId="585C88A9" w:rsidR="004E14C8" w:rsidRDefault="004E14C8" w:rsidP="00F52FC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0F3AC29" w14:textId="77777777" w:rsidR="004E14C8" w:rsidRPr="004E14C8" w:rsidRDefault="004E14C8" w:rsidP="00F52FC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173EFAEF" w:rsidR="00664163" w:rsidRPr="004E14C8" w:rsidRDefault="00664163" w:rsidP="004E14C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4E14C8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4E14C8">
        <w:rPr>
          <w:rFonts w:eastAsia="Times New Roman" w:cs="Times New Roman"/>
          <w:b/>
          <w:lang w:eastAsia="cs-CZ"/>
        </w:rPr>
        <w:t>změny/doplnění zadávací dokumentace</w:t>
      </w:r>
      <w:r w:rsidRPr="004E14C8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4E14C8">
        <w:rPr>
          <w:rFonts w:eastAsia="Times New Roman" w:cs="Times New Roman"/>
          <w:lang w:eastAsia="cs-CZ"/>
        </w:rPr>
        <w:t>ust</w:t>
      </w:r>
      <w:proofErr w:type="spellEnd"/>
      <w:r w:rsidRPr="004E14C8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4E14C8" w:rsidRPr="004E14C8">
        <w:rPr>
          <w:rFonts w:eastAsia="Times New Roman" w:cs="Times New Roman"/>
          <w:lang w:eastAsia="cs-CZ"/>
        </w:rPr>
        <w:t>9. 10. 2024</w:t>
      </w:r>
      <w:r w:rsidRPr="004E14C8">
        <w:rPr>
          <w:rFonts w:eastAsia="Times New Roman" w:cs="Times New Roman"/>
          <w:lang w:eastAsia="cs-CZ"/>
        </w:rPr>
        <w:t xml:space="preserve"> na den </w:t>
      </w:r>
      <w:r w:rsidR="004E14C8" w:rsidRPr="004E14C8">
        <w:rPr>
          <w:rFonts w:eastAsia="Times New Roman" w:cs="Times New Roman"/>
          <w:b/>
          <w:lang w:eastAsia="cs-CZ"/>
        </w:rPr>
        <w:t>10. 10</w:t>
      </w:r>
      <w:r w:rsidRPr="004E14C8">
        <w:rPr>
          <w:rFonts w:eastAsia="Times New Roman" w:cs="Times New Roman"/>
          <w:b/>
          <w:lang w:eastAsia="cs-CZ"/>
        </w:rPr>
        <w:t>.</w:t>
      </w:r>
      <w:r w:rsidR="004E14C8" w:rsidRPr="004E14C8">
        <w:rPr>
          <w:rFonts w:eastAsia="Times New Roman" w:cs="Times New Roman"/>
          <w:b/>
          <w:lang w:eastAsia="cs-CZ"/>
        </w:rPr>
        <w:t xml:space="preserve"> 2024</w:t>
      </w: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7715CA" w14:textId="4F2088E5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E309787" w14:textId="77777777" w:rsidR="004E14C8" w:rsidRDefault="004E14C8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F6D20B" w14:textId="727CA720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6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060C6D" w:rsidRPr="00F652BF">
        <w:rPr>
          <w:rFonts w:eastAsia="Times New Roman" w:cs="Times New Roman"/>
          <w:lang w:eastAsia="cs-CZ"/>
        </w:rPr>
        <w:t>Z2024-029160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Pr="004E14C8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E14C8">
        <w:rPr>
          <w:rFonts w:eastAsia="Times New Roman" w:cs="Times New Roman"/>
          <w:bCs/>
          <w:lang w:eastAsia="cs-CZ"/>
        </w:rPr>
        <w:lastRenderedPageBreak/>
        <w:t>Část</w:t>
      </w:r>
      <w:r w:rsidRPr="004E14C8"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Pr="004E14C8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4E14C8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E14C8">
        <w:rPr>
          <w:rFonts w:eastAsia="Times New Roman" w:cs="Times New Roman"/>
          <w:bCs/>
          <w:lang w:eastAsia="cs-CZ"/>
        </w:rPr>
        <w:t>Oddíl</w:t>
      </w:r>
      <w:r w:rsidRPr="004E14C8">
        <w:rPr>
          <w:rFonts w:eastAsia="Times New Roman" w:cs="Times New Roman"/>
          <w:b/>
          <w:lang w:eastAsia="cs-CZ"/>
        </w:rPr>
        <w:t xml:space="preserve"> Lhůta pro podání nabídek – den (BT-131(d)-Lot) </w:t>
      </w:r>
    </w:p>
    <w:p w14:paraId="48CE5B40" w14:textId="13E5DCEA" w:rsidR="007F626E" w:rsidRPr="004E14C8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4E14C8">
        <w:rPr>
          <w:rFonts w:eastAsia="Times New Roman" w:cs="Times New Roman"/>
          <w:lang w:eastAsia="cs-CZ"/>
        </w:rPr>
        <w:t xml:space="preserve">rušíme datum </w:t>
      </w:r>
      <w:r w:rsidR="004E14C8" w:rsidRPr="004E14C8">
        <w:rPr>
          <w:rFonts w:eastAsia="Times New Roman" w:cs="Times New Roman"/>
          <w:lang w:eastAsia="cs-CZ"/>
        </w:rPr>
        <w:t>09.10.2024</w:t>
      </w:r>
      <w:r w:rsidRPr="004E14C8">
        <w:rPr>
          <w:rFonts w:eastAsia="Times New Roman" w:cs="Times New Roman"/>
          <w:lang w:eastAsia="cs-CZ"/>
        </w:rPr>
        <w:t xml:space="preserve"> a </w:t>
      </w:r>
      <w:r w:rsidRPr="004E14C8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4E14C8" w:rsidRPr="004E14C8">
        <w:rPr>
          <w:rFonts w:eastAsia="Times New Roman" w:cs="Times New Roman"/>
          <w:b/>
          <w:bCs/>
          <w:color w:val="000000" w:themeColor="text1"/>
          <w:lang w:eastAsia="cs-CZ"/>
        </w:rPr>
        <w:t>10.10.2024</w:t>
      </w:r>
      <w:r w:rsidRPr="004E14C8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4E14C8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4E14C8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E14C8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7" w:history="1">
        <w:r w:rsidRPr="004E14C8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4E14C8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4E14C8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4E14C8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518ABA7" w:rsidR="00664163" w:rsidRPr="004E14C8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E14C8">
        <w:rPr>
          <w:rFonts w:eastAsia="Calibri" w:cs="Times New Roman"/>
          <w:b/>
          <w:bCs/>
          <w:lang w:eastAsia="cs-CZ"/>
        </w:rPr>
        <w:t xml:space="preserve">Příloha: </w:t>
      </w:r>
    </w:p>
    <w:p w14:paraId="0F2B6609" w14:textId="77777777" w:rsidR="00FF6F7A" w:rsidRPr="004E14C8" w:rsidRDefault="00FF6F7A" w:rsidP="00FF6F7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4E14C8">
        <w:rPr>
          <w:rFonts w:eastAsia="Calibri" w:cs="Times New Roman"/>
          <w:lang w:eastAsia="cs-CZ"/>
        </w:rPr>
        <w:t>XDC_Ceska-Trebova-cast1-zm15-20240911.xml</w:t>
      </w:r>
    </w:p>
    <w:p w14:paraId="0EF61906" w14:textId="77777777" w:rsidR="00FF6F7A" w:rsidRPr="004E14C8" w:rsidRDefault="00FF6F7A" w:rsidP="00FF6F7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4E14C8">
        <w:rPr>
          <w:rFonts w:eastAsia="Calibri" w:cs="Times New Roman"/>
          <w:lang w:eastAsia="cs-CZ"/>
        </w:rPr>
        <w:t>XDC_Ceska-Trebova-cast2-zm15-20240911.xml</w:t>
      </w:r>
    </w:p>
    <w:p w14:paraId="122AC609" w14:textId="77777777" w:rsidR="00FF6F7A" w:rsidRPr="004E14C8" w:rsidRDefault="00FF6F7A" w:rsidP="00FF6F7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4E14C8">
        <w:rPr>
          <w:rFonts w:eastAsia="Calibri" w:cs="Times New Roman"/>
          <w:lang w:eastAsia="cs-CZ"/>
        </w:rPr>
        <w:t>XLS_Ceska-Trebova-cast1-zm15-20240911.xlsx</w:t>
      </w:r>
    </w:p>
    <w:p w14:paraId="0DFC0C5B" w14:textId="77777777" w:rsidR="00FF6F7A" w:rsidRPr="004E14C8" w:rsidRDefault="00FF6F7A" w:rsidP="00FF6F7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4E14C8">
        <w:rPr>
          <w:rFonts w:eastAsia="Calibri" w:cs="Times New Roman"/>
          <w:lang w:eastAsia="cs-CZ"/>
        </w:rPr>
        <w:t>XLS_Ceska-Trebova-cast2-zm15-20240911.xlsx</w:t>
      </w:r>
    </w:p>
    <w:p w14:paraId="127EDBA9" w14:textId="77777777" w:rsidR="00FF6F7A" w:rsidRPr="004E14C8" w:rsidRDefault="00FF6F7A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68D690" w14:textId="77777777" w:rsidR="00664163" w:rsidRPr="004E14C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4E14C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39EE164B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E14C8">
        <w:rPr>
          <w:rFonts w:eastAsia="Calibri" w:cs="Times New Roman"/>
          <w:lang w:eastAsia="cs-CZ"/>
        </w:rPr>
        <w:t>V Praze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4E14C8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4E14C8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4E14C8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4E14C8">
        <w:rPr>
          <w:rFonts w:ascii="Verdana" w:hAnsi="Verdana" w:cs="Verdana"/>
        </w:rPr>
        <w:t>ředitel odboru investičního</w:t>
      </w:r>
    </w:p>
    <w:p w14:paraId="50A8C07C" w14:textId="77777777" w:rsidR="00664163" w:rsidRPr="004E14C8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4E14C8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4E14C8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302AC" w14:textId="77777777" w:rsidR="00736F48" w:rsidRDefault="00736F48" w:rsidP="00962258">
      <w:pPr>
        <w:spacing w:after="0" w:line="240" w:lineRule="auto"/>
      </w:pPr>
      <w:r>
        <w:separator/>
      </w:r>
    </w:p>
  </w:endnote>
  <w:endnote w:type="continuationSeparator" w:id="0">
    <w:p w14:paraId="30ED17FB" w14:textId="77777777" w:rsidR="00736F48" w:rsidRDefault="00736F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5E0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5E0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5E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5E0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6137D" w14:textId="77777777" w:rsidR="00736F48" w:rsidRDefault="00736F48" w:rsidP="00962258">
      <w:pPr>
        <w:spacing w:after="0" w:line="240" w:lineRule="auto"/>
      </w:pPr>
      <w:r>
        <w:separator/>
      </w:r>
    </w:p>
  </w:footnote>
  <w:footnote w:type="continuationSeparator" w:id="0">
    <w:p w14:paraId="2EBC2D9C" w14:textId="77777777" w:rsidR="00736F48" w:rsidRDefault="00736F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342F98"/>
    <w:multiLevelType w:val="hybridMultilevel"/>
    <w:tmpl w:val="79DA3B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60C6D"/>
    <w:rsid w:val="000661D9"/>
    <w:rsid w:val="00072C1E"/>
    <w:rsid w:val="00082987"/>
    <w:rsid w:val="000B3A82"/>
    <w:rsid w:val="000B6C7E"/>
    <w:rsid w:val="000B7907"/>
    <w:rsid w:val="000C0429"/>
    <w:rsid w:val="000C45E8"/>
    <w:rsid w:val="000E04AD"/>
    <w:rsid w:val="000F2936"/>
    <w:rsid w:val="00114472"/>
    <w:rsid w:val="00126E93"/>
    <w:rsid w:val="00170EC5"/>
    <w:rsid w:val="001747C1"/>
    <w:rsid w:val="001762FE"/>
    <w:rsid w:val="0018596A"/>
    <w:rsid w:val="001B69C2"/>
    <w:rsid w:val="001C4DA0"/>
    <w:rsid w:val="00207DF5"/>
    <w:rsid w:val="00267369"/>
    <w:rsid w:val="0026785D"/>
    <w:rsid w:val="0027712A"/>
    <w:rsid w:val="00280536"/>
    <w:rsid w:val="00296D39"/>
    <w:rsid w:val="002A59FE"/>
    <w:rsid w:val="002C312A"/>
    <w:rsid w:val="002C31BF"/>
    <w:rsid w:val="002D7BF2"/>
    <w:rsid w:val="002E0CD7"/>
    <w:rsid w:val="002F026B"/>
    <w:rsid w:val="00335122"/>
    <w:rsid w:val="00357BC6"/>
    <w:rsid w:val="0037111D"/>
    <w:rsid w:val="003756B9"/>
    <w:rsid w:val="00394E4E"/>
    <w:rsid w:val="003956C6"/>
    <w:rsid w:val="003B15E1"/>
    <w:rsid w:val="003B26A4"/>
    <w:rsid w:val="003B35C8"/>
    <w:rsid w:val="003E05B7"/>
    <w:rsid w:val="003E6B9A"/>
    <w:rsid w:val="003E75CE"/>
    <w:rsid w:val="0041380F"/>
    <w:rsid w:val="00425E0F"/>
    <w:rsid w:val="00450F07"/>
    <w:rsid w:val="004525B7"/>
    <w:rsid w:val="00453CD3"/>
    <w:rsid w:val="00455BC7"/>
    <w:rsid w:val="00460660"/>
    <w:rsid w:val="00460CCB"/>
    <w:rsid w:val="00477370"/>
    <w:rsid w:val="00480C6D"/>
    <w:rsid w:val="00486107"/>
    <w:rsid w:val="00491827"/>
    <w:rsid w:val="004926B0"/>
    <w:rsid w:val="004A0F75"/>
    <w:rsid w:val="004A7C69"/>
    <w:rsid w:val="004C4399"/>
    <w:rsid w:val="004C69ED"/>
    <w:rsid w:val="004C787C"/>
    <w:rsid w:val="004E14C8"/>
    <w:rsid w:val="004E2A06"/>
    <w:rsid w:val="004F4B9B"/>
    <w:rsid w:val="00501654"/>
    <w:rsid w:val="005043B3"/>
    <w:rsid w:val="0050545F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E6916"/>
    <w:rsid w:val="006104F6"/>
    <w:rsid w:val="0061068E"/>
    <w:rsid w:val="00660AD3"/>
    <w:rsid w:val="00664163"/>
    <w:rsid w:val="006A5570"/>
    <w:rsid w:val="006A689C"/>
    <w:rsid w:val="006B3D79"/>
    <w:rsid w:val="006E0578"/>
    <w:rsid w:val="006E0A3F"/>
    <w:rsid w:val="006E314D"/>
    <w:rsid w:val="006E7F06"/>
    <w:rsid w:val="00710723"/>
    <w:rsid w:val="00712ED1"/>
    <w:rsid w:val="00723ED1"/>
    <w:rsid w:val="00735ED4"/>
    <w:rsid w:val="00736F48"/>
    <w:rsid w:val="00743525"/>
    <w:rsid w:val="007531A0"/>
    <w:rsid w:val="0076286B"/>
    <w:rsid w:val="00764595"/>
    <w:rsid w:val="00766846"/>
    <w:rsid w:val="0077673A"/>
    <w:rsid w:val="007846E1"/>
    <w:rsid w:val="007B570C"/>
    <w:rsid w:val="007C4F87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B236A"/>
    <w:rsid w:val="008D03B9"/>
    <w:rsid w:val="008F18D6"/>
    <w:rsid w:val="00904780"/>
    <w:rsid w:val="009113A8"/>
    <w:rsid w:val="009172D5"/>
    <w:rsid w:val="00922385"/>
    <w:rsid w:val="009223DF"/>
    <w:rsid w:val="009323AC"/>
    <w:rsid w:val="00936091"/>
    <w:rsid w:val="00940D8A"/>
    <w:rsid w:val="00953B2A"/>
    <w:rsid w:val="00962258"/>
    <w:rsid w:val="009678B7"/>
    <w:rsid w:val="009809EA"/>
    <w:rsid w:val="00982411"/>
    <w:rsid w:val="00992D9C"/>
    <w:rsid w:val="00996CB8"/>
    <w:rsid w:val="009A7568"/>
    <w:rsid w:val="009B2E97"/>
    <w:rsid w:val="009B3C69"/>
    <w:rsid w:val="009B72CC"/>
    <w:rsid w:val="009C105B"/>
    <w:rsid w:val="009C7B39"/>
    <w:rsid w:val="009E07F4"/>
    <w:rsid w:val="009F392E"/>
    <w:rsid w:val="00A02302"/>
    <w:rsid w:val="00A0337D"/>
    <w:rsid w:val="00A44328"/>
    <w:rsid w:val="00A6177B"/>
    <w:rsid w:val="00A66136"/>
    <w:rsid w:val="00AA4CBB"/>
    <w:rsid w:val="00AA65FA"/>
    <w:rsid w:val="00AA7351"/>
    <w:rsid w:val="00AB4033"/>
    <w:rsid w:val="00AC5A0F"/>
    <w:rsid w:val="00AD056F"/>
    <w:rsid w:val="00AD2773"/>
    <w:rsid w:val="00AD6731"/>
    <w:rsid w:val="00AE1302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070A"/>
    <w:rsid w:val="00BB3740"/>
    <w:rsid w:val="00BD5319"/>
    <w:rsid w:val="00BD7E91"/>
    <w:rsid w:val="00BF374D"/>
    <w:rsid w:val="00BF6D48"/>
    <w:rsid w:val="00C02D0A"/>
    <w:rsid w:val="00C03A6E"/>
    <w:rsid w:val="00C30759"/>
    <w:rsid w:val="00C353CB"/>
    <w:rsid w:val="00C44F6A"/>
    <w:rsid w:val="00C727E5"/>
    <w:rsid w:val="00C8207D"/>
    <w:rsid w:val="00CB7B5A"/>
    <w:rsid w:val="00CC1E2B"/>
    <w:rsid w:val="00CD1FC4"/>
    <w:rsid w:val="00CE060C"/>
    <w:rsid w:val="00CE0943"/>
    <w:rsid w:val="00CE371D"/>
    <w:rsid w:val="00D02A4D"/>
    <w:rsid w:val="00D15D95"/>
    <w:rsid w:val="00D21061"/>
    <w:rsid w:val="00D31450"/>
    <w:rsid w:val="00D316A7"/>
    <w:rsid w:val="00D37FEF"/>
    <w:rsid w:val="00D4108E"/>
    <w:rsid w:val="00D548C8"/>
    <w:rsid w:val="00D6163D"/>
    <w:rsid w:val="00D63009"/>
    <w:rsid w:val="00D73F33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422A4"/>
    <w:rsid w:val="00E76BBF"/>
    <w:rsid w:val="00E824F1"/>
    <w:rsid w:val="00EB104F"/>
    <w:rsid w:val="00ED14BD"/>
    <w:rsid w:val="00F01440"/>
    <w:rsid w:val="00F12DEC"/>
    <w:rsid w:val="00F1715C"/>
    <w:rsid w:val="00F27DEF"/>
    <w:rsid w:val="00F310F8"/>
    <w:rsid w:val="00F31794"/>
    <w:rsid w:val="00F35939"/>
    <w:rsid w:val="00F45607"/>
    <w:rsid w:val="00F52FC1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  <w:rsid w:val="00FF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4.png@01DAF319.A111EF10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vvz.nipez.cz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cid:image005.png@01DAF319.A111EF10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0F62F61-ED80-47AB-9FAF-5EE0A9708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16</TotalTime>
  <Pages>4</Pages>
  <Words>991</Words>
  <Characters>5851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6</cp:revision>
  <cp:lastPrinted>2019-02-22T13:28:00Z</cp:lastPrinted>
  <dcterms:created xsi:type="dcterms:W3CDTF">2024-09-09T10:57:00Z</dcterms:created>
  <dcterms:modified xsi:type="dcterms:W3CDTF">2024-09-10T11:28:00Z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