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7883D" w14:textId="77777777" w:rsidR="005A2F83" w:rsidRDefault="005A2F83" w:rsidP="006E5C6C"/>
    <w:p w14:paraId="7EAD1D09" w14:textId="119FF430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701A8CF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A2F83">
        <w:rPr>
          <w:b/>
          <w:color w:val="FF5200" w:themeColor="accent2"/>
          <w:sz w:val="36"/>
          <w:szCs w:val="36"/>
        </w:rPr>
        <w:t>„</w:t>
      </w:r>
      <w:r w:rsidR="005A2F83" w:rsidRPr="005A2F83">
        <w:rPr>
          <w:b/>
          <w:color w:val="FF5200" w:themeColor="accent2"/>
          <w:sz w:val="36"/>
          <w:szCs w:val="36"/>
        </w:rPr>
        <w:t>Dodání a montáž vrat (sekčních, otvíravých) v obvodu OŘ UNL</w:t>
      </w:r>
      <w:r w:rsidR="0031280B" w:rsidRPr="005A2F8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>č.j. dokumentu výzvy</w:t>
      </w:r>
    </w:p>
    <w:p w14:paraId="25B5EBC3" w14:textId="77777777" w:rsidR="005A2F83" w:rsidRPr="00B87D91" w:rsidRDefault="005A2F8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F520110" w14:textId="4CC5F988" w:rsidR="00801F01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903413" w:history="1">
            <w:r w:rsidR="00801F01" w:rsidRPr="00936FC1">
              <w:rPr>
                <w:rStyle w:val="Hypertextovodkaz"/>
                <w:noProof/>
              </w:rPr>
              <w:t>Kapitola 1.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Základní údaje k nabídce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_Toc175903413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2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07FFC1D2" w14:textId="3642169C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4" w:history="1">
            <w:r w:rsidR="00801F01" w:rsidRPr="00936FC1">
              <w:rPr>
                <w:rStyle w:val="Hypertextovodkaz"/>
                <w:noProof/>
              </w:rPr>
              <w:t>Kapitola 2.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 prohlášení o splnění základní způsobilosti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_Toc175903414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3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79BB4444" w14:textId="5EC83F52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5" w:history="1">
            <w:r w:rsidR="00801F01" w:rsidRPr="00936FC1">
              <w:rPr>
                <w:rStyle w:val="Hypertextovodkaz"/>
                <w:noProof/>
              </w:rPr>
              <w:t>Kapitola 3.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 prohlášení účastníka o střetu zájmů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_Toc175903415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4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2036E0A3" w14:textId="0FD27C2C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6" w:history="1">
            <w:r w:rsidR="00801F01" w:rsidRPr="00936FC1">
              <w:rPr>
                <w:rStyle w:val="Hypertextovodkaz"/>
                <w:noProof/>
              </w:rPr>
              <w:t>Kapitola 4.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 prohlášení účastníka k neuzavření zakázaných dohod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_Toc175903416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5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74549179" w14:textId="457E47F8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7" w:history="1">
            <w:r w:rsidR="00801F01" w:rsidRPr="00936FC1">
              <w:rPr>
                <w:rStyle w:val="Hypertextovodkaz"/>
                <w:noProof/>
              </w:rPr>
              <w:t>Kapitola 5.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 prohlášení o splnění technické kvalifikace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_Toc175903417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6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6B5DBB00" w14:textId="69120B18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8" w:history="1">
            <w:r w:rsidR="00801F01" w:rsidRPr="00936FC1">
              <w:rPr>
                <w:rStyle w:val="Hypertextovodkaz"/>
                <w:noProof/>
              </w:rPr>
              <w:t>Kapitola 6.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Seznam osob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_Toc175903418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7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05DBEC82" w14:textId="7D9E772C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19" w:history="1">
            <w:r w:rsidR="00801F01" w:rsidRPr="00936FC1">
              <w:rPr>
                <w:rStyle w:val="Hypertextovodkaz"/>
                <w:noProof/>
              </w:rPr>
              <w:t>Kapitola 7.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 prohlášení o ekonomické kvalifikaci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_Toc175903419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8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610CF44B" w14:textId="2600E16B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20" w:history="1">
            <w:r w:rsidR="00801F01" w:rsidRPr="00936FC1">
              <w:rPr>
                <w:rStyle w:val="Hypertextovodkaz"/>
                <w:rFonts w:eastAsia="Times New Roman"/>
                <w:noProof/>
              </w:rPr>
              <w:t>Kapitola 8.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</w:t>
            </w:r>
            <w:r w:rsidR="00801F01" w:rsidRPr="00936FC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_Toc175903420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9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4904BC82" w14:textId="5B329232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21" w:history="1">
            <w:r w:rsidR="00801F01" w:rsidRPr="00936FC1">
              <w:rPr>
                <w:rStyle w:val="Hypertextovodkaz"/>
                <w:rFonts w:eastAsia="Times New Roman"/>
                <w:noProof/>
              </w:rPr>
              <w:t>Kapitola 9.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</w:t>
            </w:r>
            <w:r w:rsidR="00801F01" w:rsidRPr="00936FC1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_Toc175903421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10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55C0AA35" w14:textId="0AD47EAC" w:rsidR="00801F01" w:rsidRDefault="009A6E0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5903422" w:history="1">
            <w:r w:rsidR="00801F01" w:rsidRPr="00936FC1">
              <w:rPr>
                <w:rStyle w:val="Hypertextovodkaz"/>
                <w:noProof/>
                <w:lang w:eastAsia="cs-CZ"/>
              </w:rPr>
              <w:t>Kapitola 10.</w:t>
            </w:r>
            <w:r w:rsidR="00801F0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01F01" w:rsidRPr="00936FC1">
              <w:rPr>
                <w:rStyle w:val="Hypertextovodkaz"/>
                <w:noProof/>
              </w:rPr>
              <w:t>Čestné</w:t>
            </w:r>
            <w:r w:rsidR="00801F01" w:rsidRPr="00936FC1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tab/>
            </w:r>
            <w:r w:rsidR="00801F01">
              <w:rPr>
                <w:noProof/>
                <w:webHidden/>
              </w:rPr>
              <w:fldChar w:fldCharType="begin"/>
            </w:r>
            <w:r w:rsidR="00801F01">
              <w:rPr>
                <w:noProof/>
                <w:webHidden/>
              </w:rPr>
              <w:instrText xml:space="preserve"> PAGEREF _Toc175903422 \h </w:instrText>
            </w:r>
            <w:r w:rsidR="00801F01">
              <w:rPr>
                <w:noProof/>
                <w:webHidden/>
              </w:rPr>
            </w:r>
            <w:r w:rsidR="00801F01">
              <w:rPr>
                <w:noProof/>
                <w:webHidden/>
              </w:rPr>
              <w:fldChar w:fldCharType="separate"/>
            </w:r>
            <w:r w:rsidR="00801F01">
              <w:rPr>
                <w:noProof/>
                <w:webHidden/>
              </w:rPr>
              <w:t>11</w:t>
            </w:r>
            <w:r w:rsidR="00801F01">
              <w:rPr>
                <w:noProof/>
                <w:webHidden/>
              </w:rPr>
              <w:fldChar w:fldCharType="end"/>
            </w:r>
          </w:hyperlink>
        </w:p>
        <w:p w14:paraId="218BAFDF" w14:textId="5B4E8B1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7590341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2B756A62" w14:textId="77777777" w:rsidR="005A2F83" w:rsidRPr="005A2F83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5A2F83" w:rsidRPr="005A2F83">
        <w:t>Ing. Martinem Kašparem, ředitelem organizační jednotky</w:t>
      </w:r>
    </w:p>
    <w:p w14:paraId="51E167B5" w14:textId="226205B4" w:rsidR="00EA444A" w:rsidRDefault="005A2F83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A2F83">
        <w:tab/>
      </w:r>
      <w:r w:rsidRPr="005A2F83">
        <w:tab/>
      </w:r>
      <w:r w:rsidRPr="005A2F83">
        <w:tab/>
        <w:t xml:space="preserve">       </w:t>
      </w:r>
      <w:r w:rsidR="00EA444A" w:rsidRPr="005A2F83">
        <w:t xml:space="preserve">na základě pověření č. </w:t>
      </w:r>
      <w:r w:rsidRPr="005A2F83">
        <w:t>2652</w:t>
      </w:r>
      <w:r w:rsidR="00EA444A" w:rsidRPr="005A2F83">
        <w:t xml:space="preserve"> ze dne </w:t>
      </w:r>
      <w:r w:rsidRPr="005A2F83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5817EC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A2F83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3E8FDC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A6E0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A6E0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7590341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7590341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7590341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7590341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EC38990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5A2F83" w:rsidRPr="005A2F83">
        <w:rPr>
          <w:rFonts w:eastAsia="Times New Roman" w:cs="Times New Roman"/>
          <w:b/>
          <w:bCs/>
          <w:lang w:eastAsia="cs-CZ"/>
        </w:rPr>
        <w:t>4</w:t>
      </w:r>
      <w:r w:rsidR="00E85D44" w:rsidRPr="005A2F83">
        <w:rPr>
          <w:rFonts w:eastAsia="Times New Roman" w:cs="Times New Roman"/>
          <w:b/>
          <w:bCs/>
          <w:lang w:eastAsia="cs-CZ"/>
        </w:rPr>
        <w:t xml:space="preserve"> </w:t>
      </w:r>
      <w:r w:rsidR="00E85D44" w:rsidRPr="005A2F83">
        <w:rPr>
          <w:rFonts w:eastAsia="Times New Roman" w:cs="Times New Roman"/>
          <w:lang w:eastAsia="cs-CZ"/>
        </w:rPr>
        <w:t>významn</w:t>
      </w:r>
      <w:r w:rsidR="005A2F83" w:rsidRPr="005A2F83">
        <w:rPr>
          <w:rFonts w:eastAsia="Times New Roman" w:cs="Times New Roman"/>
          <w:lang w:eastAsia="cs-CZ"/>
        </w:rPr>
        <w:t xml:space="preserve">é </w:t>
      </w:r>
      <w:r w:rsidR="00E85D44" w:rsidRPr="005A2F83">
        <w:rPr>
          <w:rFonts w:eastAsia="Times New Roman" w:cs="Times New Roman"/>
          <w:lang w:eastAsia="cs-CZ"/>
        </w:rPr>
        <w:t>dodávk</w:t>
      </w:r>
      <w:r w:rsidR="005A2F83" w:rsidRPr="005A2F83">
        <w:rPr>
          <w:rFonts w:eastAsia="Times New Roman" w:cs="Times New Roman"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5A2F83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5A2F83">
        <w:rPr>
          <w:rFonts w:eastAsia="Times New Roman" w:cs="Times New Roman"/>
          <w:lang w:eastAsia="cs-CZ"/>
        </w:rPr>
        <w:t>,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5A2F83">
        <w:rPr>
          <w:rFonts w:eastAsia="Times New Roman" w:cs="Times New Roman"/>
          <w:lang w:eastAsia="cs-CZ"/>
        </w:rPr>
        <w:t xml:space="preserve">každou </w:t>
      </w:r>
      <w:r w:rsidR="005A2F83" w:rsidRPr="005A2F83">
        <w:rPr>
          <w:rFonts w:eastAsia="Times New Roman" w:cs="Times New Roman"/>
          <w:lang w:eastAsia="cs-CZ"/>
        </w:rPr>
        <w:t>v</w:t>
      </w:r>
      <w:r w:rsidR="005A2F83">
        <w:rPr>
          <w:rFonts w:eastAsia="Times New Roman" w:cs="Times New Roman"/>
          <w:lang w:eastAsia="cs-CZ"/>
        </w:rPr>
        <w:t xml:space="preserve"> </w:t>
      </w:r>
      <w:r w:rsidR="00E85D44">
        <w:rPr>
          <w:rFonts w:eastAsia="Times New Roman" w:cs="Times New Roman"/>
          <w:lang w:eastAsia="cs-CZ"/>
        </w:rPr>
        <w:t xml:space="preserve">hodnotě </w:t>
      </w:r>
      <w:r w:rsidR="005A2F83" w:rsidRPr="005A2F83">
        <w:rPr>
          <w:rFonts w:eastAsia="Times New Roman" w:cs="Times New Roman"/>
          <w:b/>
          <w:bCs/>
          <w:lang w:eastAsia="cs-CZ"/>
        </w:rPr>
        <w:t>150 000</w:t>
      </w:r>
      <w:r w:rsidR="00E85D44" w:rsidRPr="005A2F83">
        <w:rPr>
          <w:rFonts w:eastAsia="Times New Roman" w:cs="Times New Roman"/>
          <w:b/>
          <w:bCs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2"/>
        <w:gridCol w:w="1701"/>
        <w:gridCol w:w="2237"/>
      </w:tblGrid>
      <w:tr w:rsidR="00E85D44" w14:paraId="403E89B3" w14:textId="77777777" w:rsidTr="005A2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B2F27A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832" w:type="dxa"/>
            <w:tcBorders>
              <w:bottom w:val="single" w:sz="2" w:space="0" w:color="auto"/>
            </w:tcBorders>
          </w:tcPr>
          <w:p w14:paraId="47971CF4" w14:textId="56DA061B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hideMark/>
          </w:tcPr>
          <w:p w14:paraId="7B33DD72" w14:textId="7BCD6F1B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5A2F8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A2F83" w14:paraId="2A6103E6" w14:textId="77777777" w:rsidTr="005A2F8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85C2" w14:textId="77777777" w:rsidR="005A2F83" w:rsidRDefault="005A2F8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2ABC" w14:textId="77777777" w:rsidR="005A2F83" w:rsidRDefault="005A2F83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3E2C" w14:textId="77777777" w:rsidR="005A2F83" w:rsidRDefault="005A2F83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E996" w14:textId="77777777" w:rsidR="005A2F83" w:rsidRDefault="005A2F8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A2F83" w14:paraId="56F92A36" w14:textId="77777777" w:rsidTr="005A2F8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0E81" w14:textId="77777777" w:rsidR="005A2F83" w:rsidRDefault="005A2F8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4754" w14:textId="77777777" w:rsidR="005A2F83" w:rsidRDefault="005A2F83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1A89" w14:textId="77777777" w:rsidR="005A2F83" w:rsidRDefault="005A2F83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DC60" w14:textId="77777777" w:rsidR="005A2F83" w:rsidRDefault="005A2F83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5A2F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832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7590341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14:paraId="23E1AAD0" w14:textId="77777777" w:rsidTr="009A6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83B475F" w14:textId="77777777" w:rsidR="00F44645" w:rsidRPr="005A2F83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5A2F83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0" w:type="dxa"/>
            <w:shd w:val="clear" w:color="auto" w:fill="auto"/>
          </w:tcPr>
          <w:p w14:paraId="652DAA0D" w14:textId="77777777" w:rsidR="00F44645" w:rsidRPr="005A2F83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5A2F83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9A6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13F8B623" w:rsidR="00F44645" w:rsidRPr="00F44645" w:rsidRDefault="005A2F83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5A2F83">
              <w:rPr>
                <w:rFonts w:eastAsia="Times New Roman" w:cs="Times New Roman"/>
                <w:lang w:eastAsia="cs-CZ"/>
              </w:rPr>
              <w:t>Vedoucí prací</w:t>
            </w:r>
          </w:p>
        </w:tc>
        <w:tc>
          <w:tcPr>
            <w:tcW w:w="4350" w:type="dxa"/>
            <w:shd w:val="clear" w:color="auto" w:fill="auto"/>
          </w:tcPr>
          <w:p w14:paraId="1B4FBCB8" w14:textId="207BBD22" w:rsidR="00F44645" w:rsidRPr="00F44645" w:rsidRDefault="005A2F8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>
              <w:rPr>
                <w:rFonts w:eastAsia="Times New Roman" w:cs="Times New Roman"/>
                <w:highlight w:val="yellow"/>
                <w:lang w:eastAsia="cs-CZ"/>
              </w:rPr>
              <w:t>xxx</w:t>
            </w:r>
            <w:proofErr w:type="spellEnd"/>
          </w:p>
        </w:tc>
      </w:tr>
      <w:tr w:rsidR="00F44645" w14:paraId="030DEE8B" w14:textId="77777777" w:rsidTr="009A6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18683706" w:rsidR="00F44645" w:rsidRPr="00F44645" w:rsidRDefault="005A2F83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5A2F83">
              <w:rPr>
                <w:rFonts w:eastAsia="Times New Roman" w:cs="Times New Roman"/>
                <w:lang w:eastAsia="cs-CZ"/>
              </w:rPr>
              <w:t>Specialista elektro</w:t>
            </w:r>
          </w:p>
        </w:tc>
        <w:tc>
          <w:tcPr>
            <w:tcW w:w="4350" w:type="dxa"/>
          </w:tcPr>
          <w:p w14:paraId="4E57380B" w14:textId="556A5181" w:rsidR="00F44645" w:rsidRPr="00F44645" w:rsidRDefault="005A2F8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>
              <w:rPr>
                <w:rFonts w:eastAsia="Times New Roman" w:cs="Times New Roman"/>
                <w:highlight w:val="yellow"/>
                <w:lang w:eastAsia="cs-CZ"/>
              </w:rPr>
              <w:t>xxx</w:t>
            </w:r>
            <w:proofErr w:type="spellEnd"/>
          </w:p>
        </w:tc>
      </w:tr>
      <w:tr w:rsidR="00F44645" w14:paraId="0AC6A739" w14:textId="77777777" w:rsidTr="009A6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0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9A6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9A6E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B97A2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97A25">
        <w:rPr>
          <w:rFonts w:eastAsia="Times New Roman" w:cs="Times New Roman"/>
          <w:lang w:eastAsia="cs-CZ"/>
        </w:rPr>
        <w:t>Přílohy:</w:t>
      </w:r>
    </w:p>
    <w:p w14:paraId="23E77F5D" w14:textId="39A54B1E" w:rsidR="00F44645" w:rsidRPr="00B97A2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97A25">
        <w:rPr>
          <w:rFonts w:eastAsia="Times New Roman" w:cs="Times New Roman"/>
          <w:lang w:eastAsia="cs-CZ"/>
        </w:rPr>
        <w:t xml:space="preserve">Životopis </w:t>
      </w:r>
    </w:p>
    <w:p w14:paraId="32A27CB1" w14:textId="6AC5A451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7590341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7E7A4D5E" w:rsidR="000128D4" w:rsidRPr="00B97A25" w:rsidRDefault="00B97A25" w:rsidP="00B97A25">
      <w:pPr>
        <w:tabs>
          <w:tab w:val="num" w:pos="360"/>
        </w:tabs>
        <w:spacing w:after="0" w:line="240" w:lineRule="auto"/>
        <w:ind w:left="360"/>
        <w:jc w:val="center"/>
        <w:rPr>
          <w:rFonts w:eastAsia="Times New Roman" w:cs="Times New Roman"/>
          <w:sz w:val="20"/>
          <w:szCs w:val="20"/>
          <w:lang w:eastAsia="cs-CZ"/>
        </w:rPr>
      </w:pPr>
      <w:r w:rsidRPr="00B97A25">
        <w:rPr>
          <w:rFonts w:eastAsia="Times New Roman" w:cs="Times New Roman"/>
          <w:sz w:val="20"/>
          <w:szCs w:val="20"/>
          <w:lang w:eastAsia="cs-CZ"/>
        </w:rPr>
        <w:t>Zadavatel nepožaduje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7590342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7590342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4A7CA796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A6E03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97A25">
        <w:rPr>
          <w:rFonts w:ascii="Verdana" w:hAnsi="Verdana"/>
          <w:b/>
          <w:bCs/>
        </w:rPr>
        <w:t>Dodání a montáž vrat (sekčních, otvíravých) v obvodu OŘ UNL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6816A14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9A6E03">
        <w:rPr>
          <w:rFonts w:ascii="Verdana" w:hAnsi="Verdana"/>
        </w:rPr>
      </w:r>
      <w:r w:rsidR="009A6E03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B97A25" w:rsidRPr="00B97A25">
        <w:rPr>
          <w:rFonts w:ascii="Verdana" w:hAnsi="Verdana"/>
          <w:b/>
          <w:bCs/>
        </w:rPr>
        <w:t>Dodání a montáž vrat (sekčních, otvíravých) v obvodu OŘ UNL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2" w:name="_Toc17590342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2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892F394" w:rsidR="00F86FD9" w:rsidRDefault="00801F01" w:rsidP="002126E7">
      <w:pPr>
        <w:rPr>
          <w:lang w:eastAsia="cs-CZ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2F83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1F01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A6E03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7A25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112</TotalTime>
  <Pages>12</Pages>
  <Words>1603</Words>
  <Characters>9464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17</cp:revision>
  <cp:lastPrinted>2017-11-28T17:18:00Z</cp:lastPrinted>
  <dcterms:created xsi:type="dcterms:W3CDTF">2023-03-01T08:18:00Z</dcterms:created>
  <dcterms:modified xsi:type="dcterms:W3CDTF">2024-09-02T05:40:00Z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