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583800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260E6">
        <w:rPr>
          <w:b/>
          <w:color w:val="FF5200" w:themeColor="accent2"/>
          <w:sz w:val="36"/>
          <w:szCs w:val="36"/>
        </w:rPr>
        <w:t>„</w:t>
      </w:r>
      <w:r w:rsidR="005260E6" w:rsidRPr="005260E6">
        <w:rPr>
          <w:b/>
          <w:bCs/>
          <w:iCs/>
          <w:color w:val="FF5200" w:themeColor="accent2"/>
          <w:sz w:val="36"/>
          <w:szCs w:val="36"/>
        </w:rPr>
        <w:t>Kontrolní zaměření prostorové polohy koleje na vybraných tratích ve správě Oblastního ředitelství Praha</w:t>
      </w:r>
      <w:r w:rsidR="0031280B" w:rsidRPr="005260E6">
        <w:rPr>
          <w:b/>
          <w:color w:val="FF5200" w:themeColor="accent2"/>
          <w:sz w:val="36"/>
          <w:szCs w:val="36"/>
        </w:rPr>
        <w:t>“</w:t>
      </w:r>
      <w:r w:rsidR="000128D4" w:rsidRPr="005260E6">
        <w:rPr>
          <w:b/>
          <w:color w:val="FF5200" w:themeColor="accent2"/>
          <w:sz w:val="36"/>
          <w:szCs w:val="36"/>
        </w:rPr>
        <w:t xml:space="preserve"> vedené pod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5260E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260E6" w:rsidRPr="005260E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3504</w:t>
      </w:r>
      <w:r w:rsidR="005260E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7C13EF3" w14:textId="41A27D50" w:rsidR="00883B81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5740588" w:history="1">
            <w:r w:rsidR="00883B81" w:rsidRPr="007A150E">
              <w:rPr>
                <w:rStyle w:val="Hypertextovodkaz"/>
                <w:noProof/>
              </w:rPr>
              <w:t>Kapitola 1.</w:t>
            </w:r>
            <w:r w:rsidR="00883B8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83B81" w:rsidRPr="007A150E">
              <w:rPr>
                <w:rStyle w:val="Hypertextovodkaz"/>
                <w:noProof/>
              </w:rPr>
              <w:t>Základní údaje k nabídce</w:t>
            </w:r>
            <w:r w:rsidR="00883B81">
              <w:rPr>
                <w:noProof/>
                <w:webHidden/>
              </w:rPr>
              <w:tab/>
            </w:r>
            <w:r w:rsidR="00883B81">
              <w:rPr>
                <w:noProof/>
                <w:webHidden/>
              </w:rPr>
              <w:fldChar w:fldCharType="begin"/>
            </w:r>
            <w:r w:rsidR="00883B81">
              <w:rPr>
                <w:noProof/>
                <w:webHidden/>
              </w:rPr>
              <w:instrText xml:space="preserve"> PAGEREF _Toc175740588 \h </w:instrText>
            </w:r>
            <w:r w:rsidR="00883B81">
              <w:rPr>
                <w:noProof/>
                <w:webHidden/>
              </w:rPr>
            </w:r>
            <w:r w:rsidR="00883B81">
              <w:rPr>
                <w:noProof/>
                <w:webHidden/>
              </w:rPr>
              <w:fldChar w:fldCharType="separate"/>
            </w:r>
            <w:r w:rsidR="00883B81">
              <w:rPr>
                <w:noProof/>
                <w:webHidden/>
              </w:rPr>
              <w:t>2</w:t>
            </w:r>
            <w:r w:rsidR="00883B81">
              <w:rPr>
                <w:noProof/>
                <w:webHidden/>
              </w:rPr>
              <w:fldChar w:fldCharType="end"/>
            </w:r>
          </w:hyperlink>
        </w:p>
        <w:p w14:paraId="2B98C240" w14:textId="03A8CFEE" w:rsidR="00883B81" w:rsidRDefault="00883B8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740589" w:history="1">
            <w:r w:rsidRPr="007A150E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150E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_Toc175740589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60E027" w14:textId="60B5B6C6" w:rsidR="00883B81" w:rsidRDefault="00883B8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740590" w:history="1">
            <w:r w:rsidRPr="007A150E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150E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_Toc175740590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83F5EA" w14:textId="24D5994C" w:rsidR="00883B81" w:rsidRDefault="00883B8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740591" w:history="1">
            <w:r w:rsidRPr="007A150E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150E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_Toc175740591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7DB8E6" w14:textId="405257C9" w:rsidR="00883B81" w:rsidRDefault="00883B8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740592" w:history="1">
            <w:r w:rsidRPr="007A150E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150E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_Toc175740592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2B0D73" w14:textId="42FAC9AE" w:rsidR="00883B81" w:rsidRDefault="00883B81" w:rsidP="00883B81">
          <w:pPr>
            <w:pStyle w:val="Obsah2"/>
            <w:ind w:left="708" w:hanging="528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740593" w:history="1">
            <w:r w:rsidRPr="007A150E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150E">
              <w:rPr>
                <w:rStyle w:val="Hypertextovodkaz"/>
                <w:noProof/>
              </w:rPr>
              <w:t>Čestné</w:t>
            </w:r>
            <w:r w:rsidRPr="007A150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_Toc175740593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AFA99A" w14:textId="49DF426B" w:rsidR="00883B81" w:rsidRDefault="00883B8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740594" w:history="1">
            <w:r w:rsidRPr="007A150E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150E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_Toc175740594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000A54F6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574058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DEA2FF9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525307">
        <w:t xml:space="preserve">jako </w:t>
      </w:r>
      <w:r w:rsidR="000128D4" w:rsidRPr="00525307">
        <w:rPr>
          <w:rFonts w:eastAsia="Times New Roman" w:cs="Times New Roman"/>
          <w:lang w:eastAsia="cs-CZ"/>
        </w:rPr>
        <w:t>podlimitní sektorovou veřejnou zakázku</w:t>
      </w:r>
      <w:r w:rsidRPr="00525307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D4A5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D4A55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5740589"/>
      <w:r>
        <w:lastRenderedPageBreak/>
        <w:t>Ceník</w:t>
      </w:r>
      <w:bookmarkEnd w:id="1"/>
    </w:p>
    <w:p w14:paraId="3E5E9B0F" w14:textId="5FC40B55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vyplněna příloha č</w:t>
      </w:r>
      <w:r w:rsidRPr="00525307">
        <w:rPr>
          <w:rStyle w:val="Siln"/>
          <w:b w:val="0"/>
          <w:bCs w:val="0"/>
        </w:rPr>
        <w:t xml:space="preserve">. </w:t>
      </w:r>
      <w:r w:rsidR="001E0266" w:rsidRPr="00525307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525307" w:rsidRPr="00525307">
        <w:rPr>
          <w:rStyle w:val="Siln"/>
          <w:b w:val="0"/>
          <w:bCs w:val="0"/>
          <w:i/>
          <w:iCs/>
        </w:rPr>
        <w:t>3</w:t>
      </w:r>
      <w:r w:rsidRPr="00525307">
        <w:rPr>
          <w:rStyle w:val="Siln"/>
          <w:b w:val="0"/>
          <w:bCs w:val="0"/>
          <w:i/>
          <w:iCs/>
        </w:rPr>
        <w:t xml:space="preserve"> Závazného vzoru smlouvy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574059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574059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574059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574059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</w:pPr>
      <w:bookmarkStart w:id="6" w:name="_Toc58876012"/>
      <w:bookmarkStart w:id="7" w:name="_Toc175740594"/>
      <w:r>
        <w:lastRenderedPageBreak/>
        <w:t>Seznam osob</w:t>
      </w:r>
      <w:bookmarkEnd w:id="6"/>
      <w:bookmarkEnd w:id="7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3C6BA3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622243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7951F0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9E8BF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68879C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0DC0B3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1650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6752E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3754E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25307"/>
    <w:rsid w:val="005260E6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C7B4E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3B81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C4064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D4A55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1233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9</Pages>
  <Words>1237</Words>
  <Characters>7302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7</cp:revision>
  <cp:lastPrinted>2023-10-05T09:40:00Z</cp:lastPrinted>
  <dcterms:created xsi:type="dcterms:W3CDTF">2024-08-28T09:53:00Z</dcterms:created>
  <dcterms:modified xsi:type="dcterms:W3CDTF">2024-08-28T10:30:00Z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