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6F641051" w:rsidR="00F64786" w:rsidRDefault="00E42C35" w:rsidP="0077673A">
            <w:r>
              <w:t xml:space="preserve"> </w:t>
            </w:r>
          </w:p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530C20" w:rsidRDefault="00F862D6" w:rsidP="0077673A">
            <w:pPr>
              <w:rPr>
                <w:highlight w:val="green"/>
              </w:rPr>
            </w:pPr>
            <w:r w:rsidRPr="00BA7491">
              <w:t>Naše zn.</w:t>
            </w:r>
          </w:p>
        </w:tc>
        <w:tc>
          <w:tcPr>
            <w:tcW w:w="2552" w:type="dxa"/>
          </w:tcPr>
          <w:p w14:paraId="1EB53367" w14:textId="357C1AE8" w:rsidR="00F862D6" w:rsidRPr="00530C20" w:rsidRDefault="00BA7491" w:rsidP="0037111D">
            <w:pPr>
              <w:rPr>
                <w:highlight w:val="green"/>
              </w:rPr>
            </w:pPr>
            <w:r w:rsidRPr="00BA7491">
              <w:rPr>
                <w:rFonts w:ascii="Helvetica" w:hAnsi="Helvetica"/>
              </w:rPr>
              <w:t>9711/2024-SŽ-SSV-Ú3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BA7491" w:rsidRDefault="00F862D6" w:rsidP="0077673A">
            <w:r w:rsidRPr="00BA7491">
              <w:t>Listů/příloh</w:t>
            </w:r>
          </w:p>
        </w:tc>
        <w:tc>
          <w:tcPr>
            <w:tcW w:w="2552" w:type="dxa"/>
          </w:tcPr>
          <w:p w14:paraId="00AF12B3" w14:textId="53CE6FE7" w:rsidR="00F862D6" w:rsidRPr="00BA7491" w:rsidRDefault="00BA7491" w:rsidP="00CC1E2B">
            <w:r w:rsidRPr="00BA7491">
              <w:t>1</w:t>
            </w:r>
            <w:r w:rsidR="003E6B9A" w:rsidRPr="00BA7491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0C087B43" w:rsidR="00F862D6" w:rsidRPr="003E6B9A" w:rsidRDefault="00530C20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5F2980DF" w:rsidR="009A7568" w:rsidRPr="003E6B9A" w:rsidRDefault="00530C20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FBD56AD" w:rsidR="009A7568" w:rsidRPr="003E6B9A" w:rsidRDefault="00530C20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4F6DD02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E0970">
              <w:rPr>
                <w:noProof/>
              </w:rPr>
              <w:t>5.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2B834A74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530C20">
        <w:rPr>
          <w:rFonts w:eastAsia="Times New Roman" w:cs="Times New Roman"/>
          <w:lang w:eastAsia="cs-CZ"/>
        </w:rPr>
        <w:t>1</w:t>
      </w:r>
    </w:p>
    <w:p w14:paraId="1C466933" w14:textId="67486C8E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530C20" w:rsidRPr="00530C20">
        <w:rPr>
          <w:rFonts w:eastAsia="Calibri" w:cs="Times New Roman"/>
          <w:b/>
          <w:lang w:eastAsia="cs-CZ"/>
        </w:rPr>
        <w:t>Doplnění závor na přejezdu P7744 v km 284,986 trati Ostrava – Opava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4B84284E" w:rsidR="00CB7B5A" w:rsidRPr="00530C20" w:rsidRDefault="00530C20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530C20">
        <w:rPr>
          <w:rFonts w:eastAsia="Calibri" w:cs="Times New Roman"/>
          <w:bCs/>
          <w:lang w:eastAsia="cs-CZ"/>
        </w:rPr>
        <w:t xml:space="preserve">Chtěli bychom se dotázat, zdali investor požaduje pro danou stavbu </w:t>
      </w:r>
      <w:proofErr w:type="spellStart"/>
      <w:r w:rsidRPr="00530C20">
        <w:rPr>
          <w:rFonts w:eastAsia="Calibri" w:cs="Times New Roman"/>
          <w:bCs/>
          <w:lang w:eastAsia="cs-CZ"/>
        </w:rPr>
        <w:t>celopryžovou</w:t>
      </w:r>
      <w:proofErr w:type="spellEnd"/>
      <w:r w:rsidRPr="00530C20">
        <w:rPr>
          <w:rFonts w:eastAsia="Calibri" w:cs="Times New Roman"/>
          <w:bCs/>
          <w:lang w:eastAsia="cs-CZ"/>
        </w:rPr>
        <w:t xml:space="preserve"> přejezdovou konstrukci s hliníkovými nosiči nebo nikoliv.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52D1CDF8" w:rsidR="00302BAF" w:rsidRPr="00BA7491" w:rsidRDefault="007D40D4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7E0970">
        <w:rPr>
          <w:rFonts w:eastAsia="Calibri" w:cs="Times New Roman"/>
          <w:bCs/>
          <w:lang w:eastAsia="cs-CZ"/>
        </w:rPr>
        <w:t xml:space="preserve">Zadavatel </w:t>
      </w:r>
      <w:r w:rsidR="001B28EA" w:rsidRPr="007E0970">
        <w:rPr>
          <w:rFonts w:eastAsia="Calibri" w:cs="Times New Roman"/>
          <w:bCs/>
          <w:lang w:eastAsia="cs-CZ"/>
        </w:rPr>
        <w:t>požaduje</w:t>
      </w:r>
      <w:r w:rsidR="001B28EA" w:rsidRPr="00BA7491">
        <w:rPr>
          <w:rFonts w:eastAsia="Calibri" w:cs="Times New Roman"/>
          <w:bCs/>
          <w:lang w:eastAsia="cs-CZ"/>
        </w:rPr>
        <w:t xml:space="preserve"> vložit </w:t>
      </w:r>
      <w:proofErr w:type="spellStart"/>
      <w:r w:rsidR="001B28EA" w:rsidRPr="00BA7491">
        <w:rPr>
          <w:rFonts w:eastAsia="Calibri" w:cs="Times New Roman"/>
          <w:bCs/>
          <w:lang w:eastAsia="cs-CZ"/>
        </w:rPr>
        <w:t>celopryžovou</w:t>
      </w:r>
      <w:proofErr w:type="spellEnd"/>
      <w:r w:rsidR="001B28EA" w:rsidRPr="00BA7491">
        <w:rPr>
          <w:rFonts w:eastAsia="Calibri" w:cs="Times New Roman"/>
          <w:bCs/>
          <w:lang w:eastAsia="cs-CZ"/>
        </w:rPr>
        <w:t xml:space="preserve"> přejezdovou konstrukci, která bude uvnitř koleje v modulu 1200 x 1450 a vně koleje s hliníkovými nosiči v modulu 1200 x 910.</w:t>
      </w:r>
    </w:p>
    <w:p w14:paraId="7F11C39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3D859300" w14:textId="7EBE6961" w:rsidR="00CB7B5A" w:rsidRPr="00530C20" w:rsidRDefault="00530C20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530C20">
        <w:rPr>
          <w:rFonts w:eastAsia="Calibri" w:cs="Times New Roman"/>
          <w:bCs/>
          <w:lang w:eastAsia="cs-CZ"/>
        </w:rPr>
        <w:t xml:space="preserve">Rovněž bychom se chtěli zeptat, jestli je plánována realizace asfaltové plochy u reléového domku v době technologických výluk (3.-23.3.2025) nebo až stavebních, </w:t>
      </w:r>
      <w:r w:rsidR="001B28EA" w:rsidRPr="00530C20">
        <w:rPr>
          <w:rFonts w:eastAsia="Calibri" w:cs="Times New Roman"/>
          <w:bCs/>
          <w:lang w:eastAsia="cs-CZ"/>
        </w:rPr>
        <w:t>tj.</w:t>
      </w:r>
      <w:r w:rsidRPr="00530C20">
        <w:rPr>
          <w:rFonts w:eastAsia="Calibri" w:cs="Times New Roman"/>
          <w:bCs/>
          <w:lang w:eastAsia="cs-CZ"/>
        </w:rPr>
        <w:t xml:space="preserve"> rok 2026?</w:t>
      </w: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37807302" w:rsidR="00CB7B5A" w:rsidRDefault="001B28EA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BA7491">
        <w:rPr>
          <w:rFonts w:eastAsia="Calibri" w:cs="Times New Roman"/>
          <w:bCs/>
          <w:lang w:eastAsia="cs-CZ"/>
        </w:rPr>
        <w:t>Realizace asfaltové plochy byla uvažována až se stavební výlukou</w:t>
      </w:r>
      <w:r w:rsidRPr="007E0970">
        <w:rPr>
          <w:rFonts w:eastAsia="Calibri" w:cs="Times New Roman"/>
          <w:bCs/>
          <w:lang w:eastAsia="cs-CZ"/>
        </w:rPr>
        <w:t xml:space="preserve">. </w:t>
      </w:r>
      <w:r w:rsidR="007D40D4" w:rsidRPr="007E0970">
        <w:rPr>
          <w:rFonts w:eastAsia="Calibri" w:cs="Times New Roman"/>
          <w:bCs/>
          <w:lang w:eastAsia="cs-CZ"/>
        </w:rPr>
        <w:t xml:space="preserve">Zadavatel nicméně </w:t>
      </w:r>
      <w:r w:rsidRPr="007E0970">
        <w:rPr>
          <w:rFonts w:eastAsia="Calibri" w:cs="Times New Roman"/>
          <w:bCs/>
          <w:lang w:eastAsia="cs-CZ"/>
        </w:rPr>
        <w:t>souhlasí</w:t>
      </w:r>
      <w:r w:rsidRPr="00BA7491">
        <w:rPr>
          <w:rFonts w:eastAsia="Calibri" w:cs="Times New Roman"/>
          <w:bCs/>
          <w:lang w:eastAsia="cs-CZ"/>
        </w:rPr>
        <w:t xml:space="preserve"> i s případnou dřívější realizací.</w:t>
      </w:r>
    </w:p>
    <w:p w14:paraId="4E61E27F" w14:textId="77777777" w:rsidR="00BA7491" w:rsidRDefault="00BA7491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FEF7FD4" w14:textId="77777777" w:rsidR="00BA7491" w:rsidRDefault="00BA7491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DBD9BD8" w14:textId="77777777" w:rsidR="00BA7491" w:rsidRPr="00BA7491" w:rsidRDefault="00BA7491" w:rsidP="00BA749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A7491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ACACC97" w14:textId="77777777" w:rsidR="00BA7491" w:rsidRDefault="00BA7491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A5BB068" w14:textId="77777777" w:rsidR="00BA7491" w:rsidRPr="00CB7B5A" w:rsidRDefault="00BA7491" w:rsidP="00BA749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36F0A942" w14:textId="77777777" w:rsidR="00BA7491" w:rsidRDefault="00BA7491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E105B45" w14:textId="3A996F97" w:rsidR="00BA7491" w:rsidRPr="00CB7B5A" w:rsidRDefault="00BA7491" w:rsidP="00BA749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248A1D97" w14:textId="77777777" w:rsidR="00BA7491" w:rsidRPr="00CB7B5A" w:rsidRDefault="00BA7491" w:rsidP="00BA74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9DF42F" w14:textId="77777777" w:rsidR="00BA7491" w:rsidRPr="00CB7B5A" w:rsidRDefault="00BA7491" w:rsidP="00BA74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AD901C" w14:textId="5D69B03A" w:rsidR="00BA7491" w:rsidRPr="00CB7B5A" w:rsidRDefault="00BA7491" w:rsidP="00BA74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05.09.2024</w:t>
      </w:r>
    </w:p>
    <w:p w14:paraId="347E3E44" w14:textId="77777777" w:rsidR="00BA7491" w:rsidRDefault="00BA7491" w:rsidP="00BA74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27841A" w14:textId="77777777" w:rsidR="00BA7491" w:rsidRDefault="00BA7491" w:rsidP="00BA74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46E1D4" w14:textId="77777777" w:rsidR="00BA7491" w:rsidRDefault="00BA7491" w:rsidP="00BA74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03CBA4" w14:textId="77777777" w:rsidR="00BA7491" w:rsidRPr="00CB7B5A" w:rsidRDefault="00BA7491" w:rsidP="00BA74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A7FF28" w14:textId="77777777" w:rsidR="00BA7491" w:rsidRPr="00CB7B5A" w:rsidRDefault="00BA7491" w:rsidP="00BA749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4F4A4A8" w14:textId="77777777" w:rsidR="00BA7491" w:rsidRPr="00CB7B5A" w:rsidRDefault="00BA7491" w:rsidP="00BA7491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85D9613" w14:textId="77777777" w:rsidR="00BA7491" w:rsidRPr="00CB7B5A" w:rsidRDefault="00BA7491" w:rsidP="00BA749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95336F6" w14:textId="77777777" w:rsidR="00BA7491" w:rsidRPr="00CB7B5A" w:rsidRDefault="00BA7491" w:rsidP="00BA749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8704FF7" w14:textId="77777777" w:rsidR="00BA7491" w:rsidRPr="00CB7B5A" w:rsidRDefault="00BA7491" w:rsidP="00BA7491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16D6D8B" w14:textId="77777777" w:rsidR="00BA7491" w:rsidRDefault="00BA7491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B17E966" w14:textId="77777777" w:rsidR="00BA7491" w:rsidRDefault="00BA7491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22AD14D" w14:textId="77777777" w:rsidR="00BA7491" w:rsidRPr="00BA7491" w:rsidRDefault="00BA7491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8F00F" w14:textId="77777777" w:rsidR="007E2F9B" w:rsidRDefault="007E2F9B" w:rsidP="00962258">
      <w:pPr>
        <w:spacing w:after="0" w:line="240" w:lineRule="auto"/>
      </w:pPr>
      <w:r>
        <w:separator/>
      </w:r>
    </w:p>
  </w:endnote>
  <w:endnote w:type="continuationSeparator" w:id="0">
    <w:p w14:paraId="2DB220D3" w14:textId="77777777" w:rsidR="007E2F9B" w:rsidRDefault="007E2F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73A52" w14:textId="77777777" w:rsidR="007E2F9B" w:rsidRDefault="007E2F9B" w:rsidP="00962258">
      <w:pPr>
        <w:spacing w:after="0" w:line="240" w:lineRule="auto"/>
      </w:pPr>
      <w:r>
        <w:separator/>
      </w:r>
    </w:p>
  </w:footnote>
  <w:footnote w:type="continuationSeparator" w:id="0">
    <w:p w14:paraId="782D85FB" w14:textId="77777777" w:rsidR="007E2F9B" w:rsidRDefault="007E2F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28E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02FB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0325"/>
    <w:rsid w:val="00511AB9"/>
    <w:rsid w:val="00523EA7"/>
    <w:rsid w:val="00530C20"/>
    <w:rsid w:val="00542527"/>
    <w:rsid w:val="00551D1F"/>
    <w:rsid w:val="00553375"/>
    <w:rsid w:val="005658A6"/>
    <w:rsid w:val="005720E7"/>
    <w:rsid w:val="005722BB"/>
    <w:rsid w:val="005736B7"/>
    <w:rsid w:val="00575E5A"/>
    <w:rsid w:val="005763BC"/>
    <w:rsid w:val="00584E2A"/>
    <w:rsid w:val="0058695E"/>
    <w:rsid w:val="00596C7E"/>
    <w:rsid w:val="005A64E9"/>
    <w:rsid w:val="005B5EE9"/>
    <w:rsid w:val="006104F6"/>
    <w:rsid w:val="0061068E"/>
    <w:rsid w:val="00660AD3"/>
    <w:rsid w:val="00665E3A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D40D4"/>
    <w:rsid w:val="007E03F7"/>
    <w:rsid w:val="007E0970"/>
    <w:rsid w:val="007E2F9B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0751C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22CF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A594E"/>
    <w:rsid w:val="00BA7491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21249"/>
    <w:rsid w:val="00E243EF"/>
    <w:rsid w:val="00E42C35"/>
    <w:rsid w:val="00E824F1"/>
    <w:rsid w:val="00EB104F"/>
    <w:rsid w:val="00ED14BD"/>
    <w:rsid w:val="00ED6029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22D5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237</Words>
  <Characters>1405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2024-09-05T06:27:00Z</dcterms:created>
  <dcterms:modified xsi:type="dcterms:W3CDTF">2024-09-05T06:27:00Z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