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585490" w:rsidRDefault="00F862D6" w:rsidP="0077673A">
            <w:r w:rsidRPr="00585490">
              <w:t>Naše zn.</w:t>
            </w:r>
          </w:p>
        </w:tc>
        <w:tc>
          <w:tcPr>
            <w:tcW w:w="2552" w:type="dxa"/>
          </w:tcPr>
          <w:p w14:paraId="2FFEACB5" w14:textId="5E7A3110" w:rsidR="00F862D6" w:rsidRPr="00585490" w:rsidRDefault="00585490" w:rsidP="0037111D">
            <w:r w:rsidRPr="00585490">
              <w:rPr>
                <w:rFonts w:ascii="Helvetica" w:hAnsi="Helvetica"/>
              </w:rPr>
              <w:t>9395/2024-SŽ-SSV-Ú3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A00D5E" w:rsidRDefault="00F862D6" w:rsidP="0077673A">
            <w:r w:rsidRPr="00A00D5E">
              <w:t>Listů/příloh</w:t>
            </w:r>
          </w:p>
        </w:tc>
        <w:tc>
          <w:tcPr>
            <w:tcW w:w="2552" w:type="dxa"/>
          </w:tcPr>
          <w:p w14:paraId="333CD487" w14:textId="6438A698" w:rsidR="00F862D6" w:rsidRPr="00A00D5E" w:rsidRDefault="00A00D5E" w:rsidP="00CC1E2B">
            <w:r w:rsidRPr="00A00D5E">
              <w:t>1</w:t>
            </w:r>
            <w:r w:rsidR="003E6B9A" w:rsidRPr="00A00D5E">
              <w:t>/</w:t>
            </w:r>
            <w:r w:rsidRPr="00A00D5E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446D23F1" w:rsidR="00F862D6" w:rsidRPr="003E6B9A" w:rsidRDefault="0058549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7F04E55B" w:rsidR="009A7568" w:rsidRPr="003E6B9A" w:rsidRDefault="0058549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12064DC1" w:rsidR="009A7568" w:rsidRPr="003E6B9A" w:rsidRDefault="00876565" w:rsidP="006104F6">
            <w:hyperlink r:id="rId11" w:history="1">
              <w:r w:rsidR="00585490" w:rsidRPr="00F56663">
                <w:rPr>
                  <w:rStyle w:val="Hypertextovodkaz"/>
                </w:rPr>
                <w:t>Prerovska@spravazeleznic.cz</w:t>
              </w:r>
            </w:hyperlink>
            <w:r w:rsidR="0058549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6F2219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76565">
              <w:rPr>
                <w:noProof/>
              </w:rPr>
              <w:t>28.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9DC6CB6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585490">
        <w:rPr>
          <w:rFonts w:eastAsia="Times New Roman" w:cs="Times New Roman"/>
          <w:lang w:eastAsia="cs-CZ"/>
        </w:rPr>
        <w:t>2</w:t>
      </w:r>
    </w:p>
    <w:p w14:paraId="25C6ADAC" w14:textId="554606D9" w:rsidR="00CB7B5A" w:rsidRPr="00311858" w:rsidRDefault="00CB7B5A" w:rsidP="00311858">
      <w:pPr>
        <w:spacing w:after="0" w:line="240" w:lineRule="auto"/>
        <w:ind w:left="709" w:hanging="142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bookmarkStart w:id="1" w:name="_Hlk169505906"/>
      <w:r w:rsidR="00311858" w:rsidRPr="00311858">
        <w:rPr>
          <w:b/>
          <w:bCs/>
        </w:rPr>
        <w:t>„Modernizace trati Brno-Přerov, 4. stavba Nezamyslice – Kojetín“ – zemní práce pro ZAV</w:t>
      </w:r>
      <w:bookmarkEnd w:id="1"/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3DA9BAF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585490"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3F925D6B" w14:textId="46EE4492" w:rsidR="00BD5319" w:rsidRDefault="00585490" w:rsidP="00BD5319">
      <w:pPr>
        <w:spacing w:after="0" w:line="240" w:lineRule="auto"/>
        <w:rPr>
          <w:rFonts w:ascii="Arial" w:eastAsia="Times New Roman" w:hAnsi="Arial" w:cs="Arial"/>
        </w:rPr>
      </w:pPr>
      <w:r w:rsidRPr="00585490">
        <w:rPr>
          <w:rFonts w:eastAsia="Times New Roman" w:cs="Arial"/>
        </w:rPr>
        <w:t>V zadavatelem poskytnuté dokumentaci nejsou vyjádření vlastníků/provozovatelů podzemních inženýrský sítí. Žádáme zadavatele o doplnění</w:t>
      </w:r>
      <w:r w:rsidRPr="00CE6557">
        <w:rPr>
          <w:rFonts w:ascii="Arial" w:eastAsia="Times New Roman" w:hAnsi="Arial" w:cs="Arial"/>
        </w:rPr>
        <w:t>.</w:t>
      </w:r>
    </w:p>
    <w:p w14:paraId="0BFF8E2A" w14:textId="77777777" w:rsidR="00585490" w:rsidRPr="00BD5319" w:rsidRDefault="0058549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49ECB8A2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7A735F9" w14:textId="64BA1227" w:rsidR="00585490" w:rsidRPr="00A00D5E" w:rsidRDefault="004F3E6B" w:rsidP="00BD5319">
      <w:pPr>
        <w:spacing w:after="0" w:line="240" w:lineRule="auto"/>
        <w:rPr>
          <w:rFonts w:eastAsia="Times New Roman" w:cs="Arial"/>
        </w:rPr>
      </w:pPr>
      <w:r w:rsidRPr="00A00D5E">
        <w:rPr>
          <w:rFonts w:eastAsia="Times New Roman" w:cs="Arial"/>
        </w:rPr>
        <w:t>Jednotlivá</w:t>
      </w:r>
      <w:r w:rsidR="002C3EC5" w:rsidRPr="00A00D5E">
        <w:rPr>
          <w:rFonts w:eastAsia="Times New Roman" w:cs="Arial"/>
        </w:rPr>
        <w:t xml:space="preserve"> stanoviska k existenci sítí </w:t>
      </w:r>
      <w:r w:rsidR="00DE1234" w:rsidRPr="00A00D5E">
        <w:rPr>
          <w:rFonts w:eastAsia="Times New Roman" w:cs="Arial"/>
        </w:rPr>
        <w:t xml:space="preserve">výhradně </w:t>
      </w:r>
      <w:r w:rsidR="002C3EC5" w:rsidRPr="00A00D5E">
        <w:rPr>
          <w:rFonts w:eastAsia="Times New Roman" w:cs="Arial"/>
        </w:rPr>
        <w:t xml:space="preserve">pro archeologický průzkum </w:t>
      </w:r>
      <w:r w:rsidRPr="00A00D5E">
        <w:rPr>
          <w:rFonts w:eastAsia="Times New Roman" w:cs="Arial"/>
        </w:rPr>
        <w:t>nebyla zajišťována</w:t>
      </w:r>
      <w:r w:rsidR="002C3EC5" w:rsidRPr="00A00D5E">
        <w:rPr>
          <w:rFonts w:eastAsia="Times New Roman" w:cs="Arial"/>
        </w:rPr>
        <w:t>. Stanoviska k existenci sítí dokládáme z hlavní stavby.</w:t>
      </w: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4C4FEA" w14:textId="77777777" w:rsidR="00A00D5E" w:rsidRDefault="00A00D5E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31435CCF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585490"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09C7DE60" w14:textId="53AACA96" w:rsidR="00585490" w:rsidRPr="00585490" w:rsidRDefault="00585490" w:rsidP="00BD5319">
      <w:pPr>
        <w:spacing w:after="0" w:line="240" w:lineRule="auto"/>
        <w:rPr>
          <w:rFonts w:eastAsia="Times New Roman" w:cs="Arial"/>
        </w:rPr>
      </w:pPr>
      <w:r w:rsidRPr="00585490">
        <w:rPr>
          <w:rFonts w:eastAsia="Times New Roman" w:cs="Arial"/>
        </w:rPr>
        <w:t>V zadavatelem poskytnuté dokumentaci nejsou vytyčovací body (seznam souřadnic) jednotlivých lokalit. Doplní zadavatel tyto přílohy?</w:t>
      </w:r>
    </w:p>
    <w:p w14:paraId="002E72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13D2FD" w14:textId="77777777" w:rsidR="00585490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0E8C8A5" w14:textId="6558B95B" w:rsidR="00BD5319" w:rsidRPr="00A00D5E" w:rsidRDefault="00D539C1" w:rsidP="00BD5319">
      <w:pPr>
        <w:spacing w:after="0" w:line="240" w:lineRule="auto"/>
        <w:rPr>
          <w:rFonts w:eastAsia="Times New Roman" w:cs="Arial"/>
        </w:rPr>
      </w:pPr>
      <w:r w:rsidRPr="00A00D5E">
        <w:rPr>
          <w:rFonts w:eastAsia="Times New Roman" w:cs="Arial"/>
        </w:rPr>
        <w:t>Seznam souřadnic přikládáme.</w:t>
      </w:r>
    </w:p>
    <w:p w14:paraId="4D661DE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E2F7EEC" w14:textId="00C8EF00" w:rsidR="007F626E" w:rsidRDefault="00664163" w:rsidP="00A00D5E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5A6F9533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00D5E">
        <w:rPr>
          <w:rFonts w:eastAsia="Calibri" w:cs="Times New Roman"/>
          <w:b/>
          <w:bCs/>
          <w:lang w:eastAsia="cs-CZ"/>
        </w:rPr>
        <w:t>Příloh</w:t>
      </w:r>
      <w:r w:rsidR="00A00D5E" w:rsidRPr="00A00D5E">
        <w:rPr>
          <w:rFonts w:eastAsia="Calibri" w:cs="Times New Roman"/>
          <w:b/>
          <w:bCs/>
          <w:lang w:eastAsia="cs-CZ"/>
        </w:rPr>
        <w:t>y</w:t>
      </w:r>
      <w:r w:rsidRPr="00A00D5E">
        <w:rPr>
          <w:rFonts w:eastAsia="Calibri" w:cs="Times New Roman"/>
          <w:b/>
          <w:bCs/>
          <w:lang w:eastAsia="cs-CZ"/>
        </w:rPr>
        <w:t>:</w:t>
      </w:r>
    </w:p>
    <w:p w14:paraId="0A39A6AF" w14:textId="4F912D01" w:rsidR="00A00D5E" w:rsidRPr="00876565" w:rsidRDefault="00A00D5E" w:rsidP="00664163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76565">
        <w:rPr>
          <w:rFonts w:eastAsia="Calibri" w:cs="Times New Roman"/>
          <w:lang w:eastAsia="cs-CZ"/>
        </w:rPr>
        <w:t>Dotaz 7 - Existence sítí</w:t>
      </w:r>
    </w:p>
    <w:p w14:paraId="3568D690" w14:textId="1A364E6F" w:rsidR="00664163" w:rsidRPr="00876565" w:rsidRDefault="00A00D5E" w:rsidP="00A00D5E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876565">
        <w:rPr>
          <w:rFonts w:eastAsia="Calibri" w:cs="Times New Roman"/>
          <w:lang w:eastAsia="cs-CZ"/>
        </w:rPr>
        <w:t>Dotaz 8 - souřadnice</w:t>
      </w:r>
    </w:p>
    <w:p w14:paraId="0CF4E66A" w14:textId="77777777" w:rsidR="00A00D5E" w:rsidRDefault="00A00D5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5EFA16" w14:textId="77777777" w:rsidR="00A00D5E" w:rsidRDefault="00A00D5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26EFD22E" w:rsidR="00664163" w:rsidRPr="00A00D5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A00D5E">
        <w:rPr>
          <w:rFonts w:eastAsia="Calibri" w:cs="Times New Roman"/>
          <w:lang w:eastAsia="cs-CZ"/>
        </w:rPr>
        <w:t xml:space="preserve">Olomouci dne </w:t>
      </w:r>
    </w:p>
    <w:p w14:paraId="127C8B76" w14:textId="77777777" w:rsidR="00664163" w:rsidRPr="00A00D5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A00D5E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A00D5E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A00D5E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A00D5E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A00D5E">
        <w:rPr>
          <w:rFonts w:eastAsia="Times New Roman" w:cs="Times New Roman"/>
          <w:b/>
          <w:bCs/>
          <w:lang w:eastAsia="cs-CZ"/>
        </w:rPr>
        <w:t>Ing. Miroslav Bocák</w:t>
      </w:r>
      <w:r w:rsidRPr="00A00D5E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A00D5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A00D5E">
        <w:rPr>
          <w:rFonts w:eastAsia="Times New Roman" w:cs="Times New Roman"/>
          <w:lang w:eastAsia="cs-CZ"/>
        </w:rPr>
        <w:t>ředitel organizační jednotky</w:t>
      </w:r>
      <w:r w:rsidRPr="00A00D5E">
        <w:rPr>
          <w:rFonts w:eastAsia="Times New Roman" w:cs="Times New Roman"/>
          <w:lang w:eastAsia="cs-CZ"/>
        </w:rPr>
        <w:tab/>
      </w:r>
    </w:p>
    <w:p w14:paraId="5DEDC136" w14:textId="77777777" w:rsidR="00664163" w:rsidRPr="00A00D5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A00D5E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A00D5E">
        <w:rPr>
          <w:rFonts w:eastAsia="Times New Roman" w:cs="Times New Roman"/>
          <w:lang w:eastAsia="cs-CZ"/>
        </w:rPr>
        <w:t>Správa železnic, státní organizace</w:t>
      </w: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72CE2" w14:textId="77777777" w:rsidR="00E40DF7" w:rsidRDefault="00E40DF7" w:rsidP="00962258">
      <w:pPr>
        <w:spacing w:after="0" w:line="240" w:lineRule="auto"/>
      </w:pPr>
      <w:r>
        <w:separator/>
      </w:r>
    </w:p>
  </w:endnote>
  <w:endnote w:type="continuationSeparator" w:id="0">
    <w:p w14:paraId="0AFF3AA0" w14:textId="77777777" w:rsidR="00E40DF7" w:rsidRDefault="00E40D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E123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E123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E12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E123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B711C" w14:textId="77777777" w:rsidR="00E40DF7" w:rsidRDefault="00E40DF7" w:rsidP="00962258">
      <w:pPr>
        <w:spacing w:after="0" w:line="240" w:lineRule="auto"/>
      </w:pPr>
      <w:r>
        <w:separator/>
      </w:r>
    </w:p>
  </w:footnote>
  <w:footnote w:type="continuationSeparator" w:id="0">
    <w:p w14:paraId="1BA155D5" w14:textId="77777777" w:rsidR="00E40DF7" w:rsidRDefault="00E40D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731927577">
    <w:abstractNumId w:val="2"/>
  </w:num>
  <w:num w:numId="2" w16cid:durableId="32118389">
    <w:abstractNumId w:val="1"/>
  </w:num>
  <w:num w:numId="3" w16cid:durableId="227151004">
    <w:abstractNumId w:val="3"/>
  </w:num>
  <w:num w:numId="4" w16cid:durableId="782697932">
    <w:abstractNumId w:val="6"/>
  </w:num>
  <w:num w:numId="5" w16cid:durableId="434247746">
    <w:abstractNumId w:val="0"/>
  </w:num>
  <w:num w:numId="6" w16cid:durableId="1849522520">
    <w:abstractNumId w:val="5"/>
  </w:num>
  <w:num w:numId="7" w16cid:durableId="33896586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501D2"/>
    <w:rsid w:val="00066116"/>
    <w:rsid w:val="00072C1E"/>
    <w:rsid w:val="00087D04"/>
    <w:rsid w:val="000B3A82"/>
    <w:rsid w:val="000B6C7E"/>
    <w:rsid w:val="000B7907"/>
    <w:rsid w:val="000C0429"/>
    <w:rsid w:val="000C45E8"/>
    <w:rsid w:val="00114472"/>
    <w:rsid w:val="001267E4"/>
    <w:rsid w:val="00170EC5"/>
    <w:rsid w:val="001747C1"/>
    <w:rsid w:val="0018596A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C3EC5"/>
    <w:rsid w:val="002E0CD7"/>
    <w:rsid w:val="002F026B"/>
    <w:rsid w:val="00311858"/>
    <w:rsid w:val="00335122"/>
    <w:rsid w:val="00335732"/>
    <w:rsid w:val="00357BC6"/>
    <w:rsid w:val="0037111D"/>
    <w:rsid w:val="003756B9"/>
    <w:rsid w:val="003956C6"/>
    <w:rsid w:val="003D5548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3E6B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AAC"/>
    <w:rsid w:val="00584E2A"/>
    <w:rsid w:val="00585490"/>
    <w:rsid w:val="00596C7E"/>
    <w:rsid w:val="005A5F24"/>
    <w:rsid w:val="005A64E9"/>
    <w:rsid w:val="005B5EE9"/>
    <w:rsid w:val="005C411B"/>
    <w:rsid w:val="005C663F"/>
    <w:rsid w:val="006104F6"/>
    <w:rsid w:val="0061068E"/>
    <w:rsid w:val="00630DC6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D60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D5971"/>
    <w:rsid w:val="007E4A6E"/>
    <w:rsid w:val="007F56A7"/>
    <w:rsid w:val="007F626E"/>
    <w:rsid w:val="00807DD0"/>
    <w:rsid w:val="00813F11"/>
    <w:rsid w:val="00842C9B"/>
    <w:rsid w:val="00876565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00D5E"/>
    <w:rsid w:val="00A44328"/>
    <w:rsid w:val="00A6177B"/>
    <w:rsid w:val="00A66136"/>
    <w:rsid w:val="00A83763"/>
    <w:rsid w:val="00A943B5"/>
    <w:rsid w:val="00AA391D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165E0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39C1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1234"/>
    <w:rsid w:val="00DE56F2"/>
    <w:rsid w:val="00DF116D"/>
    <w:rsid w:val="00E10710"/>
    <w:rsid w:val="00E40DF7"/>
    <w:rsid w:val="00E824F1"/>
    <w:rsid w:val="00E9347D"/>
    <w:rsid w:val="00E96D42"/>
    <w:rsid w:val="00EB104F"/>
    <w:rsid w:val="00ED14BD"/>
    <w:rsid w:val="00F01440"/>
    <w:rsid w:val="00F12DEC"/>
    <w:rsid w:val="00F1715C"/>
    <w:rsid w:val="00F310F8"/>
    <w:rsid w:val="00F35939"/>
    <w:rsid w:val="00F45607"/>
    <w:rsid w:val="00F61234"/>
    <w:rsid w:val="00F64786"/>
    <w:rsid w:val="00F659EB"/>
    <w:rsid w:val="00F804A7"/>
    <w:rsid w:val="00F862D6"/>
    <w:rsid w:val="00F86BA6"/>
    <w:rsid w:val="00FC3C36"/>
    <w:rsid w:val="00FC4B86"/>
    <w:rsid w:val="00FC6389"/>
    <w:rsid w:val="00FD2F51"/>
    <w:rsid w:val="00FE0A32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854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A28424-B3A8-4D03-A2A8-D66F9370C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2024-08-28T12:22:00Z</dcterms:created>
  <dcterms:modified xsi:type="dcterms:W3CDTF">2024-08-28T12:30:00Z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