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3A6B8CB" w14:textId="77777777" w:rsidR="00F64786" w:rsidRDefault="00F64786" w:rsidP="00D31450">
            <w:pPr>
              <w:ind w:right="169"/>
            </w:pPr>
          </w:p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00C8F008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D31450">
            <w:pPr>
              <w:ind w:right="169"/>
            </w:pPr>
            <w:r w:rsidRPr="003E6B9A">
              <w:t>Naše zn.</w:t>
            </w:r>
          </w:p>
        </w:tc>
        <w:tc>
          <w:tcPr>
            <w:tcW w:w="2552" w:type="dxa"/>
          </w:tcPr>
          <w:p w14:paraId="2FFEACB5" w14:textId="1DA917C4" w:rsidR="00F862D6" w:rsidRPr="003E6B9A" w:rsidRDefault="00B1637E" w:rsidP="00F31794">
            <w:pPr>
              <w:ind w:right="169"/>
            </w:pPr>
            <w:r w:rsidRPr="00B1637E">
              <w:rPr>
                <w:rFonts w:ascii="Helvetica" w:hAnsi="Helvetica"/>
              </w:rPr>
              <w:t>9228/2024-SŽ-SSV-Ú3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7C160D" w:rsidRDefault="00F862D6" w:rsidP="00D31450">
            <w:pPr>
              <w:ind w:right="169"/>
            </w:pPr>
            <w:r w:rsidRPr="007C160D">
              <w:t>Listů/příloh</w:t>
            </w:r>
          </w:p>
        </w:tc>
        <w:tc>
          <w:tcPr>
            <w:tcW w:w="2552" w:type="dxa"/>
          </w:tcPr>
          <w:p w14:paraId="333CD487" w14:textId="465C041E" w:rsidR="00F862D6" w:rsidRPr="007C160D" w:rsidRDefault="007C160D" w:rsidP="00D31450">
            <w:pPr>
              <w:ind w:right="169"/>
            </w:pPr>
            <w:r w:rsidRPr="007C160D">
              <w:t>5</w:t>
            </w:r>
            <w:r w:rsidR="003E6B9A" w:rsidRPr="007C160D">
              <w:t>/</w:t>
            </w:r>
            <w:r w:rsidR="001B4B54" w:rsidRPr="007C160D">
              <w:t>7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33F3BF2" w14:textId="77777777" w:rsidR="00F862D6" w:rsidRPr="003E6B9A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D31450">
            <w:pPr>
              <w:ind w:right="169"/>
            </w:pPr>
            <w:r>
              <w:t>Vyřizuje</w:t>
            </w:r>
          </w:p>
        </w:tc>
        <w:tc>
          <w:tcPr>
            <w:tcW w:w="2552" w:type="dxa"/>
          </w:tcPr>
          <w:p w14:paraId="4A0EADDE" w14:textId="4BE534AE" w:rsidR="00F862D6" w:rsidRPr="003E6B9A" w:rsidRDefault="00AC5A0F" w:rsidP="00D31450">
            <w:pPr>
              <w:ind w:right="169"/>
            </w:pPr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36F90D31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D31450">
            <w:pPr>
              <w:ind w:right="169"/>
            </w:pPr>
            <w:r>
              <w:t>Mobil</w:t>
            </w:r>
          </w:p>
        </w:tc>
        <w:tc>
          <w:tcPr>
            <w:tcW w:w="2552" w:type="dxa"/>
          </w:tcPr>
          <w:p w14:paraId="67448459" w14:textId="6F847CAB" w:rsidR="009A7568" w:rsidRPr="003E6B9A" w:rsidRDefault="00AC5A0F" w:rsidP="00D31450">
            <w:pPr>
              <w:ind w:right="169"/>
            </w:pPr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D31450">
            <w:pPr>
              <w:ind w:right="169"/>
            </w:pPr>
            <w:r>
              <w:t>E-mail</w:t>
            </w:r>
          </w:p>
        </w:tc>
        <w:tc>
          <w:tcPr>
            <w:tcW w:w="2552" w:type="dxa"/>
          </w:tcPr>
          <w:p w14:paraId="15A7D067" w14:textId="52582F03" w:rsidR="009A7568" w:rsidRPr="003E6B9A" w:rsidRDefault="00AC5A0F" w:rsidP="00D31450">
            <w:pPr>
              <w:ind w:right="169"/>
            </w:pPr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7B70D7E4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D31450">
            <w:pPr>
              <w:ind w:right="169"/>
            </w:pPr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4488611B" w:rsidR="009A7568" w:rsidRPr="003E6B9A" w:rsidRDefault="009A7568" w:rsidP="00D31450">
            <w:pPr>
              <w:ind w:right="169"/>
            </w:pPr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1B4B54">
              <w:rPr>
                <w:noProof/>
              </w:rPr>
              <w:t>27. srpna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6396421" w14:textId="77777777" w:rsidR="00F64786" w:rsidRPr="00FE3455" w:rsidRDefault="00F64786" w:rsidP="00D31450">
            <w:pPr>
              <w:ind w:right="169"/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DA9BB2C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47B50E96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</w:t>
      </w:r>
      <w:r w:rsidRPr="00AC5A0F">
        <w:rPr>
          <w:rFonts w:eastAsia="Calibri" w:cs="Times New Roman"/>
          <w:lang w:eastAsia="cs-CZ"/>
        </w:rPr>
        <w:t xml:space="preserve">č. </w:t>
      </w:r>
      <w:r w:rsidR="00AE3790">
        <w:rPr>
          <w:rFonts w:eastAsia="Times New Roman" w:cs="Times New Roman"/>
          <w:lang w:eastAsia="cs-CZ"/>
        </w:rPr>
        <w:t>18</w:t>
      </w:r>
    </w:p>
    <w:p w14:paraId="25C6ADAC" w14:textId="70B6C996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AC5A0F" w:rsidRPr="00AC5A0F">
        <w:rPr>
          <w:rFonts w:eastAsia="Calibri" w:cs="Times New Roman"/>
          <w:b/>
          <w:bCs/>
          <w:lang w:eastAsia="cs-CZ"/>
        </w:rPr>
        <w:t>Modernizace železničního uzlu Česká Třebová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6A56EE" w14:textId="3B95DEB3" w:rsidR="0027712A" w:rsidRPr="003B26A4" w:rsidRDefault="0027712A" w:rsidP="001B4B54">
      <w:pPr>
        <w:spacing w:after="0"/>
        <w:rPr>
          <w:rFonts w:eastAsia="Times New Roman" w:cs="Times New Roman"/>
          <w:b/>
          <w:color w:val="FF0000"/>
          <w:lang w:eastAsia="cs-CZ"/>
        </w:rPr>
      </w:pPr>
    </w:p>
    <w:p w14:paraId="50617C9F" w14:textId="1B639E9D" w:rsidR="0027712A" w:rsidRPr="00AE3790" w:rsidRDefault="0027712A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bookmarkStart w:id="1" w:name="_Hlk175290277"/>
      <w:r w:rsidRPr="00AE3790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AE3790" w:rsidRPr="00AE3790">
        <w:rPr>
          <w:rFonts w:asciiTheme="majorHAnsi" w:eastAsia="Calibri" w:hAnsiTheme="majorHAnsi" w:cs="Times New Roman"/>
          <w:b/>
          <w:lang w:eastAsia="cs-CZ"/>
        </w:rPr>
        <w:t>254</w:t>
      </w:r>
      <w:r w:rsidRPr="00AE3790">
        <w:rPr>
          <w:rFonts w:asciiTheme="majorHAnsi" w:eastAsia="Calibri" w:hAnsiTheme="majorHAnsi" w:cs="Times New Roman"/>
          <w:b/>
          <w:lang w:eastAsia="cs-CZ"/>
        </w:rPr>
        <w:t>:</w:t>
      </w:r>
    </w:p>
    <w:p w14:paraId="1375168A" w14:textId="77777777" w:rsidR="00A27639" w:rsidRDefault="00AE3790" w:rsidP="001B4B54">
      <w:pPr>
        <w:spacing w:after="0"/>
        <w:rPr>
          <w:rFonts w:asciiTheme="majorHAnsi" w:hAnsiTheme="majorHAnsi" w:cs="Arial"/>
          <w:b/>
        </w:rPr>
      </w:pPr>
      <w:r w:rsidRPr="00AE3790">
        <w:rPr>
          <w:rFonts w:asciiTheme="majorHAnsi" w:hAnsiTheme="majorHAnsi" w:cs="Arial"/>
          <w:b/>
        </w:rPr>
        <w:t xml:space="preserve">PS 19-01-11.2, ŽST </w:t>
      </w:r>
      <w:proofErr w:type="spellStart"/>
      <w:r w:rsidRPr="00AE3790">
        <w:rPr>
          <w:rFonts w:asciiTheme="majorHAnsi" w:hAnsiTheme="majorHAnsi" w:cs="Arial"/>
          <w:b/>
        </w:rPr>
        <w:t>Ceská</w:t>
      </w:r>
      <w:proofErr w:type="spellEnd"/>
      <w:r w:rsidRPr="00AE3790">
        <w:rPr>
          <w:rFonts w:asciiTheme="majorHAnsi" w:hAnsiTheme="majorHAnsi" w:cs="Arial"/>
          <w:b/>
        </w:rPr>
        <w:t xml:space="preserve"> </w:t>
      </w:r>
      <w:proofErr w:type="spellStart"/>
      <w:r w:rsidRPr="00AE3790">
        <w:rPr>
          <w:rFonts w:asciiTheme="majorHAnsi" w:hAnsiTheme="majorHAnsi" w:cs="Arial"/>
          <w:b/>
        </w:rPr>
        <w:t>Trebová</w:t>
      </w:r>
      <w:proofErr w:type="spellEnd"/>
      <w:r w:rsidRPr="00AE3790">
        <w:rPr>
          <w:rFonts w:asciiTheme="majorHAnsi" w:hAnsiTheme="majorHAnsi" w:cs="Arial"/>
          <w:b/>
        </w:rPr>
        <w:t xml:space="preserve">, vjezdová skupina, provizorní SZZ. </w:t>
      </w:r>
    </w:p>
    <w:p w14:paraId="1E4C61D2" w14:textId="370D474D" w:rsidR="00A02302" w:rsidRPr="00AE3790" w:rsidRDefault="00AE3790" w:rsidP="001B4B54">
      <w:pPr>
        <w:spacing w:after="0"/>
        <w:rPr>
          <w:rFonts w:asciiTheme="majorHAnsi" w:hAnsiTheme="majorHAnsi" w:cs="Arial"/>
        </w:rPr>
      </w:pPr>
      <w:r w:rsidRPr="00AE3790">
        <w:rPr>
          <w:rFonts w:asciiTheme="majorHAnsi" w:hAnsiTheme="majorHAnsi" w:cs="Arial"/>
        </w:rPr>
        <w:t>Zadavatel se v rámci odpovědi na dotaz č. 246 nevyjádřil k rozdílnému množství u dodávek/montáží stožárových návěstidel (soupis prací stále 15 ks, výpočet 17ks). Žádáme zadavatele o prověření.</w:t>
      </w:r>
    </w:p>
    <w:p w14:paraId="0D7F341D" w14:textId="77777777" w:rsidR="00AE3790" w:rsidRPr="00AE3790" w:rsidRDefault="00AE3790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04CA7D23" w14:textId="414C119C" w:rsidR="0027712A" w:rsidRPr="00AE3790" w:rsidRDefault="0027712A" w:rsidP="001B4B54">
      <w:pPr>
        <w:spacing w:after="0"/>
        <w:rPr>
          <w:rFonts w:asciiTheme="majorHAnsi" w:eastAsia="Calibri" w:hAnsiTheme="majorHAnsi" w:cs="Times New Roman"/>
          <w:b/>
          <w:color w:val="FF0000"/>
          <w:lang w:eastAsia="cs-CZ"/>
        </w:rPr>
      </w:pPr>
      <w:r w:rsidRPr="00AE3790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bookmarkEnd w:id="1"/>
    <w:p w14:paraId="4EFC2324" w14:textId="77777777" w:rsidR="00A70877" w:rsidRPr="001B4B54" w:rsidRDefault="00A70877" w:rsidP="001B4B54">
      <w:pPr>
        <w:spacing w:after="0"/>
        <w:rPr>
          <w:b/>
          <w:bCs/>
        </w:rPr>
      </w:pPr>
      <w:r w:rsidRPr="001B4B54">
        <w:rPr>
          <w:b/>
          <w:bCs/>
        </w:rPr>
        <w:t>Byl upraven soupis prací.</w:t>
      </w:r>
    </w:p>
    <w:p w14:paraId="4F9D378F" w14:textId="51EC3579" w:rsidR="00081D88" w:rsidRDefault="00081D88" w:rsidP="001B4B54">
      <w:pPr>
        <w:spacing w:after="0"/>
        <w:rPr>
          <w:color w:val="FF0000"/>
        </w:rPr>
      </w:pPr>
      <w:r w:rsidRPr="001B4B54">
        <w:t xml:space="preserve">Na základě prověření bylo množství </w:t>
      </w:r>
      <w:r w:rsidR="001B4B54" w:rsidRPr="001B4B54">
        <w:t>u</w:t>
      </w:r>
      <w:r w:rsidRPr="001B4B54">
        <w:t xml:space="preserve"> položek č.41 a č.42 upraveno na 17 kusů.</w:t>
      </w:r>
    </w:p>
    <w:p w14:paraId="7F8D44A0" w14:textId="1BE499D7" w:rsidR="0027712A" w:rsidRPr="00AE3790" w:rsidRDefault="0027712A" w:rsidP="001B4B54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2BEE9B8F" w14:textId="7BD2773D" w:rsidR="0027712A" w:rsidRPr="00AE3790" w:rsidRDefault="0027712A" w:rsidP="001B4B54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48C085B8" w14:textId="5DAF3115" w:rsidR="00AE3790" w:rsidRPr="00AE3790" w:rsidRDefault="00AE3790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AE3790">
        <w:rPr>
          <w:rFonts w:asciiTheme="majorHAnsi" w:eastAsia="Calibri" w:hAnsiTheme="majorHAnsi" w:cs="Times New Roman"/>
          <w:b/>
          <w:lang w:eastAsia="cs-CZ"/>
        </w:rPr>
        <w:t>Dotaz č. 255:</w:t>
      </w:r>
    </w:p>
    <w:p w14:paraId="0C77D99D" w14:textId="77777777" w:rsidR="00A27639" w:rsidRDefault="00AE3790" w:rsidP="001B4B54">
      <w:pPr>
        <w:spacing w:after="0"/>
        <w:rPr>
          <w:rFonts w:asciiTheme="majorHAnsi" w:hAnsiTheme="majorHAnsi" w:cs="Arial"/>
          <w:b/>
        </w:rPr>
      </w:pPr>
      <w:r w:rsidRPr="00AE3790">
        <w:rPr>
          <w:rFonts w:asciiTheme="majorHAnsi" w:hAnsiTheme="majorHAnsi" w:cs="Arial"/>
          <w:b/>
        </w:rPr>
        <w:t xml:space="preserve">PS 19-01-11.2, ŽST </w:t>
      </w:r>
      <w:proofErr w:type="spellStart"/>
      <w:r w:rsidRPr="00AE3790">
        <w:rPr>
          <w:rFonts w:asciiTheme="majorHAnsi" w:hAnsiTheme="majorHAnsi" w:cs="Arial"/>
          <w:b/>
        </w:rPr>
        <w:t>Ceská</w:t>
      </w:r>
      <w:proofErr w:type="spellEnd"/>
      <w:r w:rsidRPr="00AE3790">
        <w:rPr>
          <w:rFonts w:asciiTheme="majorHAnsi" w:hAnsiTheme="majorHAnsi" w:cs="Arial"/>
          <w:b/>
        </w:rPr>
        <w:t xml:space="preserve"> </w:t>
      </w:r>
      <w:proofErr w:type="spellStart"/>
      <w:r w:rsidRPr="00AE3790">
        <w:rPr>
          <w:rFonts w:asciiTheme="majorHAnsi" w:hAnsiTheme="majorHAnsi" w:cs="Arial"/>
          <w:b/>
        </w:rPr>
        <w:t>Trebová</w:t>
      </w:r>
      <w:proofErr w:type="spellEnd"/>
      <w:r w:rsidRPr="00AE3790">
        <w:rPr>
          <w:rFonts w:asciiTheme="majorHAnsi" w:hAnsiTheme="majorHAnsi" w:cs="Arial"/>
          <w:b/>
        </w:rPr>
        <w:t xml:space="preserve">, vjezdová skupina, provizorní SZZ. </w:t>
      </w:r>
    </w:p>
    <w:p w14:paraId="1D19D060" w14:textId="0DEE5D24" w:rsidR="00AE3790" w:rsidRPr="00AE3790" w:rsidRDefault="00AE3790" w:rsidP="001B4B54">
      <w:pPr>
        <w:spacing w:after="0"/>
        <w:rPr>
          <w:rFonts w:asciiTheme="majorHAnsi" w:hAnsiTheme="majorHAnsi" w:cs="Arial"/>
        </w:rPr>
      </w:pPr>
      <w:r w:rsidRPr="00AE3790">
        <w:rPr>
          <w:rFonts w:asciiTheme="majorHAnsi" w:hAnsiTheme="majorHAnsi" w:cs="Arial"/>
        </w:rPr>
        <w:t>Zadavatel v rámci odpovědi na dotaz č. 246 opravil množství u položek dodávek a montáží snímačů počítače náprav na 70ks, ale položku pro demontáž ponechal 53ks. Opravdu se bude demontovat jen 53ks ze 70ks? Žádáme zadavatele o prověření.</w:t>
      </w:r>
    </w:p>
    <w:p w14:paraId="0744A2F6" w14:textId="77777777" w:rsidR="00A27639" w:rsidRDefault="00A27639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7C15704" w14:textId="6CE423F7" w:rsidR="00AE3790" w:rsidRPr="00AE3790" w:rsidRDefault="00AE3790" w:rsidP="001B4B54">
      <w:pPr>
        <w:spacing w:after="0"/>
        <w:rPr>
          <w:rFonts w:asciiTheme="majorHAnsi" w:eastAsia="Calibri" w:hAnsiTheme="majorHAnsi" w:cs="Times New Roman"/>
          <w:b/>
          <w:color w:val="FF0000"/>
          <w:lang w:eastAsia="cs-CZ"/>
        </w:rPr>
      </w:pPr>
      <w:r w:rsidRPr="00AE3790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2058354" w14:textId="77777777" w:rsidR="00A70877" w:rsidRPr="001B4B54" w:rsidRDefault="00A70877" w:rsidP="001B4B54">
      <w:pPr>
        <w:spacing w:after="0"/>
        <w:rPr>
          <w:b/>
          <w:bCs/>
        </w:rPr>
      </w:pPr>
      <w:r w:rsidRPr="001B4B54">
        <w:rPr>
          <w:b/>
          <w:bCs/>
        </w:rPr>
        <w:t>Byl upraven soupis prací.</w:t>
      </w:r>
    </w:p>
    <w:p w14:paraId="2CCC132F" w14:textId="2EFC9300" w:rsidR="00081D88" w:rsidRPr="001B4B54" w:rsidRDefault="00081D88" w:rsidP="001B4B54">
      <w:pPr>
        <w:spacing w:after="0"/>
      </w:pPr>
      <w:r w:rsidRPr="001B4B54">
        <w:t xml:space="preserve">Na základě </w:t>
      </w:r>
      <w:r w:rsidR="00DD1934" w:rsidRPr="001B4B54">
        <w:t>prověření</w:t>
      </w:r>
      <w:r w:rsidRPr="001B4B54">
        <w:t xml:space="preserve"> bylo množství v položce č.53 upraveno na 70 kusů.</w:t>
      </w:r>
    </w:p>
    <w:p w14:paraId="54356B80" w14:textId="1F2B75EC" w:rsidR="0027712A" w:rsidRPr="00AE3790" w:rsidRDefault="0027712A" w:rsidP="001B4B54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615794D5" w14:textId="77F58EC2" w:rsidR="00AE3790" w:rsidRPr="00AE3790" w:rsidRDefault="00AE3790" w:rsidP="001B4B54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250E3DC1" w14:textId="49067547" w:rsidR="00AE3790" w:rsidRPr="00AE3790" w:rsidRDefault="00AE3790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AE3790">
        <w:rPr>
          <w:rFonts w:asciiTheme="majorHAnsi" w:eastAsia="Calibri" w:hAnsiTheme="majorHAnsi" w:cs="Times New Roman"/>
          <w:b/>
          <w:lang w:eastAsia="cs-CZ"/>
        </w:rPr>
        <w:t>Dotaz č. 256:</w:t>
      </w:r>
    </w:p>
    <w:p w14:paraId="79C9D765" w14:textId="77777777" w:rsidR="00A27639" w:rsidRDefault="00AE3790" w:rsidP="001B4B54">
      <w:pPr>
        <w:spacing w:after="0"/>
        <w:rPr>
          <w:rFonts w:asciiTheme="majorHAnsi" w:hAnsiTheme="majorHAnsi" w:cs="Arial"/>
          <w:b/>
        </w:rPr>
      </w:pPr>
      <w:r w:rsidRPr="00AE3790">
        <w:rPr>
          <w:rFonts w:asciiTheme="majorHAnsi" w:hAnsiTheme="majorHAnsi" w:cs="Arial"/>
          <w:b/>
        </w:rPr>
        <w:t xml:space="preserve">PS 19-01-11.2, ŽST </w:t>
      </w:r>
      <w:proofErr w:type="spellStart"/>
      <w:r w:rsidRPr="00AE3790">
        <w:rPr>
          <w:rFonts w:asciiTheme="majorHAnsi" w:hAnsiTheme="majorHAnsi" w:cs="Arial"/>
          <w:b/>
        </w:rPr>
        <w:t>Ceská</w:t>
      </w:r>
      <w:proofErr w:type="spellEnd"/>
      <w:r w:rsidRPr="00AE3790">
        <w:rPr>
          <w:rFonts w:asciiTheme="majorHAnsi" w:hAnsiTheme="majorHAnsi" w:cs="Arial"/>
          <w:b/>
        </w:rPr>
        <w:t xml:space="preserve"> </w:t>
      </w:r>
      <w:proofErr w:type="spellStart"/>
      <w:r w:rsidRPr="00AE3790">
        <w:rPr>
          <w:rFonts w:asciiTheme="majorHAnsi" w:hAnsiTheme="majorHAnsi" w:cs="Arial"/>
          <w:b/>
        </w:rPr>
        <w:t>Trebová</w:t>
      </w:r>
      <w:proofErr w:type="spellEnd"/>
      <w:r w:rsidRPr="00AE3790">
        <w:rPr>
          <w:rFonts w:asciiTheme="majorHAnsi" w:hAnsiTheme="majorHAnsi" w:cs="Arial"/>
          <w:b/>
        </w:rPr>
        <w:t xml:space="preserve">, vjezdová skupina, provizorní SZZ. </w:t>
      </w:r>
    </w:p>
    <w:p w14:paraId="3697715E" w14:textId="6EB03ABA" w:rsidR="00AE3790" w:rsidRPr="00AE3790" w:rsidRDefault="00AE3790" w:rsidP="001B4B54">
      <w:pPr>
        <w:spacing w:after="0"/>
        <w:rPr>
          <w:rFonts w:asciiTheme="majorHAnsi" w:hAnsiTheme="majorHAnsi" w:cs="Arial"/>
        </w:rPr>
      </w:pPr>
      <w:r w:rsidRPr="00AE3790">
        <w:rPr>
          <w:rFonts w:asciiTheme="majorHAnsi" w:hAnsiTheme="majorHAnsi" w:cs="Arial"/>
        </w:rPr>
        <w:t xml:space="preserve">Zadavatel v rámci odpovědi na dotaz č. 250 přidal do soupisu prací položky pro zřízení a následné zrušení provizorního přejezdu v km 0,343. </w:t>
      </w:r>
    </w:p>
    <w:p w14:paraId="6AE4EF33" w14:textId="77777777" w:rsidR="00AE3790" w:rsidRPr="00AE3790" w:rsidRDefault="00AE3790" w:rsidP="001B4B54">
      <w:pPr>
        <w:pStyle w:val="Odstavecseseznamem"/>
        <w:numPr>
          <w:ilvl w:val="0"/>
          <w:numId w:val="11"/>
        </w:numPr>
        <w:spacing w:after="0"/>
        <w:rPr>
          <w:rFonts w:asciiTheme="majorHAnsi" w:hAnsiTheme="majorHAnsi" w:cs="Arial"/>
        </w:rPr>
      </w:pPr>
      <w:r w:rsidRPr="00AE3790">
        <w:rPr>
          <w:rFonts w:asciiTheme="majorHAnsi" w:hAnsiTheme="majorHAnsi" w:cs="Arial"/>
        </w:rPr>
        <w:t>Žádáme zadavatele o prověření množství 2ks u pol. č. 83 (RELÉOVÝ DOMEK (DO 18 M2) PREFABRIKOVANÝ – DEMONTÁŽ)</w:t>
      </w:r>
    </w:p>
    <w:p w14:paraId="6BB95F60" w14:textId="77777777" w:rsidR="00AE3790" w:rsidRPr="00AE3790" w:rsidRDefault="00AE3790" w:rsidP="001B4B54">
      <w:pPr>
        <w:pStyle w:val="Odstavecseseznamem"/>
        <w:numPr>
          <w:ilvl w:val="0"/>
          <w:numId w:val="11"/>
        </w:numPr>
        <w:spacing w:after="0"/>
        <w:rPr>
          <w:rFonts w:asciiTheme="majorHAnsi" w:hAnsiTheme="majorHAnsi" w:cs="Arial"/>
        </w:rPr>
      </w:pPr>
      <w:r w:rsidRPr="00AE3790">
        <w:rPr>
          <w:rFonts w:asciiTheme="majorHAnsi" w:hAnsiTheme="majorHAnsi" w:cs="Arial"/>
        </w:rPr>
        <w:t>Žádáme zadavatele o opravu množství u pol. č. 90 (PRÍPRAVA A CELKOVÉ ZKOUŠKY PREJEZDOVÉHO ZABEZPECOVACÍHO ZARÍZENÍ PRO JEDNU KOLEJ) na 2ks, jelikož přejezd je dle SS dvoukolejný.</w:t>
      </w:r>
    </w:p>
    <w:p w14:paraId="418CDCC9" w14:textId="77777777" w:rsidR="00AE3790" w:rsidRPr="00AE3790" w:rsidRDefault="00AE3790" w:rsidP="001B4B54">
      <w:pPr>
        <w:pStyle w:val="Odstavecseseznamem"/>
        <w:numPr>
          <w:ilvl w:val="0"/>
          <w:numId w:val="11"/>
        </w:numPr>
        <w:spacing w:after="0"/>
        <w:rPr>
          <w:rFonts w:asciiTheme="majorHAnsi" w:hAnsiTheme="majorHAnsi" w:cs="Arial"/>
        </w:rPr>
      </w:pPr>
      <w:r w:rsidRPr="00AE3790">
        <w:rPr>
          <w:rFonts w:asciiTheme="majorHAnsi" w:hAnsiTheme="majorHAnsi" w:cs="Arial"/>
        </w:rPr>
        <w:t>Žádáme zadavatele o prověření množství 2ks u pol. č. 86 (SKRÍN LOGIKY RELÉOVÉHO PREJEZDOVÉHO ZABEZPECOVACÍHO ZARÍZENÍ – DEMONTÁŽ)</w:t>
      </w:r>
    </w:p>
    <w:p w14:paraId="2E63D8B3" w14:textId="77777777" w:rsidR="00AE3790" w:rsidRPr="00AE3790" w:rsidRDefault="00AE3790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477D1EB9" w14:textId="77777777" w:rsidR="00AE3790" w:rsidRPr="00AE3790" w:rsidRDefault="00AE3790" w:rsidP="001B4B54">
      <w:pPr>
        <w:spacing w:after="0"/>
        <w:rPr>
          <w:rFonts w:asciiTheme="majorHAnsi" w:eastAsia="Calibri" w:hAnsiTheme="majorHAnsi" w:cs="Times New Roman"/>
          <w:b/>
          <w:color w:val="FF0000"/>
          <w:lang w:eastAsia="cs-CZ"/>
        </w:rPr>
      </w:pPr>
      <w:r w:rsidRPr="00AE3790"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14:paraId="762C0B84" w14:textId="77777777" w:rsidR="00A70877" w:rsidRPr="001B4B54" w:rsidRDefault="00A70877" w:rsidP="001B4B54">
      <w:pPr>
        <w:pStyle w:val="Odstavecseseznamem"/>
        <w:numPr>
          <w:ilvl w:val="0"/>
          <w:numId w:val="13"/>
        </w:numPr>
        <w:spacing w:after="0"/>
        <w:rPr>
          <w:b/>
          <w:bCs/>
        </w:rPr>
      </w:pPr>
      <w:r w:rsidRPr="001B4B54">
        <w:rPr>
          <w:b/>
          <w:bCs/>
        </w:rPr>
        <w:t>Byl upraven soupis prací.</w:t>
      </w:r>
    </w:p>
    <w:p w14:paraId="12C2BACC" w14:textId="16FE9BB5" w:rsidR="00A70877" w:rsidRPr="001B4B54" w:rsidRDefault="00081D88" w:rsidP="001B4B54">
      <w:pPr>
        <w:pStyle w:val="Odstavecseseznamem"/>
        <w:spacing w:after="0"/>
      </w:pPr>
      <w:r w:rsidRPr="001B4B54">
        <w:t>Na základě prověření bylo množství v položce č.83 upraveno na 1 kus</w:t>
      </w:r>
      <w:r w:rsidR="00A70877" w:rsidRPr="001B4B54">
        <w:t>.</w:t>
      </w:r>
    </w:p>
    <w:p w14:paraId="261074ED" w14:textId="584ADE7C" w:rsidR="00AE3790" w:rsidRPr="001B4B54" w:rsidRDefault="00A70877" w:rsidP="001B4B54">
      <w:pPr>
        <w:pStyle w:val="Odstavecseseznamem"/>
        <w:numPr>
          <w:ilvl w:val="0"/>
          <w:numId w:val="13"/>
        </w:numPr>
        <w:spacing w:after="0"/>
        <w:rPr>
          <w:rFonts w:asciiTheme="majorHAnsi" w:eastAsia="Times New Roman" w:hAnsiTheme="majorHAnsi" w:cs="Times New Roman"/>
          <w:lang w:eastAsia="cs-CZ"/>
        </w:rPr>
      </w:pPr>
      <w:r w:rsidRPr="001B4B54">
        <w:rPr>
          <w:rFonts w:asciiTheme="majorHAnsi" w:eastAsia="Times New Roman" w:hAnsiTheme="majorHAnsi" w:cs="Times New Roman"/>
          <w:lang w:eastAsia="cs-CZ"/>
        </w:rPr>
        <w:t>Provizorní přejezd vede jen přes jednu</w:t>
      </w:r>
      <w:r w:rsidR="00367478" w:rsidRPr="001B4B54">
        <w:rPr>
          <w:rFonts w:asciiTheme="majorHAnsi" w:eastAsia="Times New Roman" w:hAnsiTheme="majorHAnsi" w:cs="Times New Roman"/>
          <w:lang w:eastAsia="cs-CZ"/>
        </w:rPr>
        <w:t xml:space="preserve"> stávající</w:t>
      </w:r>
      <w:r w:rsidRPr="001B4B54">
        <w:rPr>
          <w:rFonts w:asciiTheme="majorHAnsi" w:eastAsia="Times New Roman" w:hAnsiTheme="majorHAnsi" w:cs="Times New Roman"/>
          <w:lang w:eastAsia="cs-CZ"/>
        </w:rPr>
        <w:t xml:space="preserve"> kolej</w:t>
      </w:r>
      <w:r w:rsidR="006C78C5" w:rsidRPr="001B4B54">
        <w:rPr>
          <w:rFonts w:asciiTheme="majorHAnsi" w:eastAsia="Times New Roman" w:hAnsiTheme="majorHAnsi" w:cs="Times New Roman"/>
          <w:lang w:eastAsia="cs-CZ"/>
        </w:rPr>
        <w:t>, do mezery, která vznikne po zrušení kolejí 1 a 2</w:t>
      </w:r>
      <w:r w:rsidRPr="001B4B54">
        <w:rPr>
          <w:rFonts w:asciiTheme="majorHAnsi" w:eastAsia="Times New Roman" w:hAnsiTheme="majorHAnsi" w:cs="Times New Roman"/>
          <w:lang w:eastAsia="cs-CZ"/>
        </w:rPr>
        <w:t>. Proto jeden kus.</w:t>
      </w:r>
    </w:p>
    <w:p w14:paraId="45F2A4D7" w14:textId="77777777" w:rsidR="00A70877" w:rsidRPr="001B4B54" w:rsidRDefault="00A70877" w:rsidP="001B4B54">
      <w:pPr>
        <w:pStyle w:val="Odstavecseseznamem"/>
        <w:numPr>
          <w:ilvl w:val="0"/>
          <w:numId w:val="13"/>
        </w:numPr>
        <w:spacing w:after="0"/>
        <w:rPr>
          <w:b/>
          <w:bCs/>
        </w:rPr>
      </w:pPr>
      <w:r w:rsidRPr="001B4B54">
        <w:rPr>
          <w:b/>
          <w:bCs/>
        </w:rPr>
        <w:t>Byl upraven soupis prací.</w:t>
      </w:r>
    </w:p>
    <w:p w14:paraId="08AAA0A1" w14:textId="272CB392" w:rsidR="00A70877" w:rsidRPr="001B4B54" w:rsidRDefault="00A70877" w:rsidP="001B4B54">
      <w:pPr>
        <w:pStyle w:val="Odstavecseseznamem"/>
        <w:spacing w:after="0"/>
      </w:pPr>
      <w:r w:rsidRPr="001B4B54">
        <w:t>Množství v položce č.86 bylo upraveno</w:t>
      </w:r>
      <w:r w:rsidR="00367478" w:rsidRPr="001B4B54">
        <w:t xml:space="preserve"> na 1 kus</w:t>
      </w:r>
      <w:r w:rsidRPr="001B4B54">
        <w:t>.</w:t>
      </w:r>
    </w:p>
    <w:p w14:paraId="35048A7F" w14:textId="77777777" w:rsidR="00A70877" w:rsidRPr="00A70877" w:rsidRDefault="00A70877" w:rsidP="001B4B54">
      <w:pPr>
        <w:pStyle w:val="Odstavecseseznamem"/>
        <w:spacing w:after="0"/>
        <w:rPr>
          <w:rFonts w:asciiTheme="majorHAnsi" w:eastAsia="Times New Roman" w:hAnsiTheme="majorHAnsi" w:cs="Times New Roman"/>
          <w:color w:val="FF0000"/>
          <w:lang w:eastAsia="cs-CZ"/>
        </w:rPr>
      </w:pPr>
    </w:p>
    <w:p w14:paraId="3CF4B34F" w14:textId="128FBDAF" w:rsidR="00AE3790" w:rsidRPr="00AE3790" w:rsidRDefault="00AE3790" w:rsidP="001B4B54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77B07542" w14:textId="538EEB75" w:rsidR="00AE3790" w:rsidRPr="00AE3790" w:rsidRDefault="00AE3790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AE3790">
        <w:rPr>
          <w:rFonts w:asciiTheme="majorHAnsi" w:eastAsia="Calibri" w:hAnsiTheme="majorHAnsi" w:cs="Times New Roman"/>
          <w:b/>
          <w:lang w:eastAsia="cs-CZ"/>
        </w:rPr>
        <w:t>Dotaz č. 257:</w:t>
      </w:r>
    </w:p>
    <w:p w14:paraId="4994DB5C" w14:textId="77777777" w:rsidR="00A27639" w:rsidRDefault="00AE3790" w:rsidP="001B4B54">
      <w:pPr>
        <w:spacing w:after="0"/>
        <w:rPr>
          <w:rFonts w:asciiTheme="majorHAnsi" w:hAnsiTheme="majorHAnsi" w:cs="Arial"/>
          <w:b/>
        </w:rPr>
      </w:pPr>
      <w:r w:rsidRPr="00AE3790">
        <w:rPr>
          <w:rFonts w:asciiTheme="majorHAnsi" w:hAnsiTheme="majorHAnsi" w:cs="Arial"/>
          <w:b/>
        </w:rPr>
        <w:t xml:space="preserve">PS 19-01-11.2, ŽST Česká Třebová, vjezdová skupina, provizorní SZZ. </w:t>
      </w:r>
    </w:p>
    <w:p w14:paraId="3621923C" w14:textId="64BD3486" w:rsidR="00AE3790" w:rsidRPr="00AE3790" w:rsidRDefault="00AE3790" w:rsidP="001B4B54">
      <w:pPr>
        <w:spacing w:after="0"/>
        <w:rPr>
          <w:rFonts w:asciiTheme="majorHAnsi" w:hAnsiTheme="majorHAnsi" w:cs="Arial"/>
        </w:rPr>
      </w:pPr>
      <w:r w:rsidRPr="00AE3790">
        <w:rPr>
          <w:rFonts w:asciiTheme="majorHAnsi" w:hAnsiTheme="majorHAnsi" w:cs="Arial"/>
        </w:rPr>
        <w:t>V soupisu prací se nachází položky: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6662"/>
        <w:gridCol w:w="426"/>
        <w:gridCol w:w="1275"/>
      </w:tblGrid>
      <w:tr w:rsidR="00AE3790" w:rsidRPr="00AE3790" w14:paraId="471932E5" w14:textId="77777777" w:rsidTr="00A0499A">
        <w:trPr>
          <w:trHeight w:val="255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0F3D858" w14:textId="77777777" w:rsidR="00AE3790" w:rsidRPr="00AE3790" w:rsidRDefault="00AE3790" w:rsidP="001B4B54">
            <w:pPr>
              <w:spacing w:after="0"/>
              <w:jc w:val="right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5BF8BEC" w14:textId="77777777" w:rsidR="00AE3790" w:rsidRPr="00AE3790" w:rsidRDefault="00AE3790" w:rsidP="001B4B54">
            <w:pPr>
              <w:spacing w:after="0"/>
              <w:jc w:val="right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702111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14:paraId="0067C26B" w14:textId="77777777" w:rsidR="00AE3790" w:rsidRPr="00AE3790" w:rsidRDefault="00AE3790" w:rsidP="001B4B54">
            <w:pPr>
              <w:spacing w:after="0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KABELOVÝ ŽLAB ZEMNÍ VCETNE KRYTU SVETLÉ ŠÍRKY DO 120 MM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79A22A4" w14:textId="77777777" w:rsidR="00AE3790" w:rsidRPr="00AE3790" w:rsidRDefault="00AE3790" w:rsidP="001B4B54">
            <w:pPr>
              <w:spacing w:after="0"/>
              <w:jc w:val="center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2FC804" w14:textId="77777777" w:rsidR="00AE3790" w:rsidRPr="00AE3790" w:rsidRDefault="00AE3790" w:rsidP="001B4B54">
            <w:pPr>
              <w:spacing w:after="0"/>
              <w:jc w:val="center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 xml:space="preserve">   1 235,000</w:t>
            </w:r>
          </w:p>
        </w:tc>
      </w:tr>
      <w:tr w:rsidR="00AE3790" w:rsidRPr="00AE3790" w14:paraId="67F31339" w14:textId="77777777" w:rsidTr="00A0499A">
        <w:trPr>
          <w:trHeight w:val="255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CC2552F" w14:textId="77777777" w:rsidR="00AE3790" w:rsidRPr="00AE3790" w:rsidRDefault="00AE3790" w:rsidP="001B4B54">
            <w:pPr>
              <w:spacing w:after="0"/>
              <w:jc w:val="right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64AA552" w14:textId="77777777" w:rsidR="00AE3790" w:rsidRPr="00AE3790" w:rsidRDefault="00AE3790" w:rsidP="001B4B54">
            <w:pPr>
              <w:spacing w:after="0"/>
              <w:jc w:val="right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702112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14:paraId="68B50BEF" w14:textId="77777777" w:rsidR="00AE3790" w:rsidRPr="00AE3790" w:rsidRDefault="00AE3790" w:rsidP="001B4B54">
            <w:pPr>
              <w:spacing w:after="0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KABELOVÝ ŽLAB ZEMNÍ VCETNE KRYTU SVETLÉ ŠÍRKY PRES 120 DO 250 MM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497C52A" w14:textId="77777777" w:rsidR="00AE3790" w:rsidRPr="00AE3790" w:rsidRDefault="00AE3790" w:rsidP="001B4B54">
            <w:pPr>
              <w:spacing w:after="0"/>
              <w:jc w:val="center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73A0F7" w14:textId="77777777" w:rsidR="00AE3790" w:rsidRPr="00AE3790" w:rsidRDefault="00AE3790" w:rsidP="001B4B54">
            <w:pPr>
              <w:spacing w:after="0"/>
              <w:jc w:val="center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 xml:space="preserve">   1 320,000</w:t>
            </w:r>
          </w:p>
        </w:tc>
      </w:tr>
    </w:tbl>
    <w:p w14:paraId="73355655" w14:textId="77777777" w:rsidR="00AE3790" w:rsidRPr="00AE3790" w:rsidRDefault="00AE3790" w:rsidP="001B4B54">
      <w:pPr>
        <w:spacing w:after="0"/>
        <w:rPr>
          <w:rFonts w:asciiTheme="majorHAnsi" w:hAnsiTheme="majorHAnsi" w:cs="Arial"/>
        </w:rPr>
      </w:pPr>
      <w:r w:rsidRPr="00AE3790">
        <w:rPr>
          <w:rFonts w:asciiTheme="majorHAnsi" w:hAnsiTheme="majorHAnsi" w:cs="Arial"/>
        </w:rPr>
        <w:t>Předpokládáme správně, že se požadují zemní, plastové, běžně používané, zavedené žlaby?</w:t>
      </w:r>
    </w:p>
    <w:p w14:paraId="478F51EC" w14:textId="77777777" w:rsidR="00AE3790" w:rsidRPr="00AE3790" w:rsidRDefault="00AE3790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046A8C5" w14:textId="77777777" w:rsidR="00AE3790" w:rsidRPr="00AE3790" w:rsidRDefault="00AE3790" w:rsidP="001B4B54">
      <w:pPr>
        <w:spacing w:after="0"/>
        <w:rPr>
          <w:rFonts w:asciiTheme="majorHAnsi" w:eastAsia="Calibri" w:hAnsiTheme="majorHAnsi" w:cs="Times New Roman"/>
          <w:b/>
          <w:color w:val="FF0000"/>
          <w:lang w:eastAsia="cs-CZ"/>
        </w:rPr>
      </w:pPr>
      <w:r w:rsidRPr="00AE3790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E6539B2" w14:textId="44687E63" w:rsidR="00A70877" w:rsidRPr="001B4B54" w:rsidRDefault="00A70877" w:rsidP="001B4B54">
      <w:pPr>
        <w:spacing w:after="0"/>
      </w:pPr>
      <w:r w:rsidRPr="001B4B54">
        <w:t xml:space="preserve">Ano, jedná se </w:t>
      </w:r>
      <w:r w:rsidR="00647B65" w:rsidRPr="001B4B54">
        <w:t xml:space="preserve">o </w:t>
      </w:r>
      <w:r w:rsidRPr="001B4B54">
        <w:t>zemní plastový</w:t>
      </w:r>
      <w:r w:rsidR="00647B65" w:rsidRPr="001B4B54">
        <w:t xml:space="preserve"> žlab,</w:t>
      </w:r>
      <w:r w:rsidRPr="001B4B54">
        <w:t xml:space="preserve"> běžně používaný na SŽ.</w:t>
      </w:r>
    </w:p>
    <w:p w14:paraId="11C565D6" w14:textId="46892D8F" w:rsidR="00AE3790" w:rsidRDefault="00AE3790" w:rsidP="001B4B54">
      <w:pPr>
        <w:spacing w:after="0"/>
        <w:rPr>
          <w:rFonts w:asciiTheme="majorHAnsi" w:eastAsia="Times New Roman" w:hAnsiTheme="majorHAnsi" w:cs="Times New Roman"/>
          <w:color w:val="FF0000"/>
          <w:lang w:eastAsia="cs-CZ"/>
        </w:rPr>
      </w:pPr>
    </w:p>
    <w:p w14:paraId="17A5AAE8" w14:textId="77777777" w:rsidR="001B4B54" w:rsidRPr="00AE3790" w:rsidRDefault="001B4B54" w:rsidP="001B4B54">
      <w:pPr>
        <w:spacing w:after="0"/>
        <w:rPr>
          <w:rFonts w:asciiTheme="majorHAnsi" w:eastAsia="Times New Roman" w:hAnsiTheme="majorHAnsi" w:cs="Times New Roman"/>
          <w:color w:val="FF0000"/>
          <w:lang w:eastAsia="cs-CZ"/>
        </w:rPr>
      </w:pPr>
    </w:p>
    <w:p w14:paraId="75E8E57F" w14:textId="69D8707C" w:rsidR="00AE3790" w:rsidRPr="00AE3790" w:rsidRDefault="00AE3790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AE3790">
        <w:rPr>
          <w:rFonts w:asciiTheme="majorHAnsi" w:eastAsia="Calibri" w:hAnsiTheme="majorHAnsi" w:cs="Times New Roman"/>
          <w:b/>
          <w:lang w:eastAsia="cs-CZ"/>
        </w:rPr>
        <w:t>Dotaz č. 258:</w:t>
      </w:r>
    </w:p>
    <w:p w14:paraId="2CCDD5C5" w14:textId="77777777" w:rsidR="00A27639" w:rsidRDefault="00AE3790" w:rsidP="001B4B54">
      <w:pPr>
        <w:spacing w:after="0"/>
        <w:rPr>
          <w:rFonts w:asciiTheme="majorHAnsi" w:hAnsiTheme="majorHAnsi" w:cs="Arial"/>
          <w:b/>
        </w:rPr>
      </w:pPr>
      <w:r w:rsidRPr="00AE3790">
        <w:rPr>
          <w:rFonts w:asciiTheme="majorHAnsi" w:hAnsiTheme="majorHAnsi" w:cs="Arial"/>
          <w:b/>
        </w:rPr>
        <w:t xml:space="preserve">PS 19-01-12, ŽST </w:t>
      </w:r>
      <w:proofErr w:type="spellStart"/>
      <w:r w:rsidRPr="00AE3790">
        <w:rPr>
          <w:rFonts w:asciiTheme="majorHAnsi" w:hAnsiTheme="majorHAnsi" w:cs="Arial"/>
          <w:b/>
        </w:rPr>
        <w:t>Ceská</w:t>
      </w:r>
      <w:proofErr w:type="spellEnd"/>
      <w:r w:rsidRPr="00AE3790">
        <w:rPr>
          <w:rFonts w:asciiTheme="majorHAnsi" w:hAnsiTheme="majorHAnsi" w:cs="Arial"/>
          <w:b/>
        </w:rPr>
        <w:t xml:space="preserve"> </w:t>
      </w:r>
      <w:proofErr w:type="spellStart"/>
      <w:r w:rsidRPr="00AE3790">
        <w:rPr>
          <w:rFonts w:asciiTheme="majorHAnsi" w:hAnsiTheme="majorHAnsi" w:cs="Arial"/>
          <w:b/>
        </w:rPr>
        <w:t>Trebová</w:t>
      </w:r>
      <w:proofErr w:type="spellEnd"/>
      <w:r w:rsidRPr="00AE3790">
        <w:rPr>
          <w:rFonts w:asciiTheme="majorHAnsi" w:hAnsiTheme="majorHAnsi" w:cs="Arial"/>
          <w:b/>
        </w:rPr>
        <w:t xml:space="preserve">, úprava </w:t>
      </w:r>
      <w:proofErr w:type="spellStart"/>
      <w:r w:rsidRPr="00AE3790">
        <w:rPr>
          <w:rFonts w:asciiTheme="majorHAnsi" w:hAnsiTheme="majorHAnsi" w:cs="Arial"/>
          <w:b/>
        </w:rPr>
        <w:t>zarízení</w:t>
      </w:r>
      <w:proofErr w:type="spellEnd"/>
      <w:r w:rsidRPr="00AE3790">
        <w:rPr>
          <w:rFonts w:asciiTheme="majorHAnsi" w:hAnsiTheme="majorHAnsi" w:cs="Arial"/>
          <w:b/>
        </w:rPr>
        <w:t xml:space="preserve"> DKV. </w:t>
      </w:r>
    </w:p>
    <w:p w14:paraId="74AE8159" w14:textId="4F593833" w:rsidR="00AE3790" w:rsidRPr="00AE3790" w:rsidRDefault="00AE3790" w:rsidP="001B4B54">
      <w:pPr>
        <w:spacing w:after="0"/>
        <w:rPr>
          <w:rFonts w:asciiTheme="majorHAnsi" w:hAnsiTheme="majorHAnsi" w:cs="Arial"/>
        </w:rPr>
      </w:pPr>
      <w:r w:rsidRPr="00AE3790">
        <w:rPr>
          <w:rFonts w:asciiTheme="majorHAnsi" w:hAnsiTheme="majorHAnsi" w:cs="Arial"/>
        </w:rPr>
        <w:t>V TZ je uvedeno:</w:t>
      </w:r>
    </w:p>
    <w:p w14:paraId="65A53122" w14:textId="77777777" w:rsidR="00AE3790" w:rsidRPr="00AE3790" w:rsidRDefault="00AE3790" w:rsidP="001B4B54">
      <w:pPr>
        <w:spacing w:after="0"/>
        <w:rPr>
          <w:rFonts w:asciiTheme="majorHAnsi" w:hAnsiTheme="majorHAnsi" w:cs="Arial"/>
        </w:rPr>
      </w:pPr>
      <w:r w:rsidRPr="00AE3790">
        <w:rPr>
          <w:rFonts w:asciiTheme="majorHAnsi" w:hAnsiTheme="majorHAnsi" w:cs="Arial"/>
        </w:rPr>
        <w:t>„</w:t>
      </w:r>
    </w:p>
    <w:p w14:paraId="0D5AE4A8" w14:textId="77777777" w:rsidR="00AE3790" w:rsidRPr="00AE3790" w:rsidRDefault="00AE3790" w:rsidP="001B4B54">
      <w:pPr>
        <w:spacing w:after="0"/>
        <w:rPr>
          <w:rFonts w:asciiTheme="majorHAnsi" w:hAnsiTheme="majorHAnsi" w:cs="Arial"/>
        </w:rPr>
      </w:pPr>
      <w:r w:rsidRPr="00AE3790">
        <w:rPr>
          <w:rFonts w:asciiTheme="majorHAnsi" w:hAnsiTheme="majorHAnsi"/>
          <w:noProof/>
          <w:lang w:eastAsia="cs-CZ"/>
        </w:rPr>
        <w:drawing>
          <wp:inline distT="0" distB="0" distL="0" distR="0" wp14:anchorId="0620905A" wp14:editId="7A029081">
            <wp:extent cx="5496812" cy="403919"/>
            <wp:effectExtent l="0" t="0" r="889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982" cy="423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02CBCF" w14:textId="77777777" w:rsidR="00AE3790" w:rsidRPr="00AE3790" w:rsidRDefault="00AE3790" w:rsidP="001B4B54">
      <w:pPr>
        <w:spacing w:after="0"/>
        <w:rPr>
          <w:rFonts w:asciiTheme="majorHAnsi" w:hAnsiTheme="majorHAnsi" w:cs="Arial"/>
        </w:rPr>
      </w:pPr>
      <w:r w:rsidRPr="00AE3790">
        <w:rPr>
          <w:rFonts w:asciiTheme="majorHAnsi" w:hAnsiTheme="majorHAnsi"/>
          <w:noProof/>
          <w:lang w:eastAsia="cs-CZ"/>
        </w:rPr>
        <w:drawing>
          <wp:inline distT="0" distB="0" distL="0" distR="0" wp14:anchorId="1E30C556" wp14:editId="5551324D">
            <wp:extent cx="5640180" cy="1475124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321" cy="1498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51A8AD" w14:textId="77777777" w:rsidR="00AE3790" w:rsidRPr="00AE3790" w:rsidRDefault="00AE3790" w:rsidP="001B4B54">
      <w:pPr>
        <w:spacing w:after="0"/>
        <w:rPr>
          <w:rFonts w:asciiTheme="majorHAnsi" w:hAnsiTheme="majorHAnsi" w:cs="Arial"/>
        </w:rPr>
      </w:pPr>
      <w:r w:rsidRPr="00AE3790">
        <w:rPr>
          <w:rFonts w:asciiTheme="majorHAnsi" w:hAnsiTheme="majorHAnsi"/>
          <w:noProof/>
          <w:lang w:eastAsia="cs-CZ"/>
        </w:rPr>
        <w:drawing>
          <wp:inline distT="0" distB="0" distL="0" distR="0" wp14:anchorId="70511111" wp14:editId="3D66E0ED">
            <wp:extent cx="5516157" cy="1333577"/>
            <wp:effectExtent l="0" t="0" r="889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14195" cy="1357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E3790">
        <w:rPr>
          <w:rFonts w:asciiTheme="majorHAnsi" w:hAnsiTheme="majorHAnsi" w:cs="Arial"/>
        </w:rPr>
        <w:t>“</w:t>
      </w:r>
    </w:p>
    <w:p w14:paraId="50C0E504" w14:textId="77777777" w:rsidR="00AE3790" w:rsidRPr="005B260E" w:rsidRDefault="00AE3790" w:rsidP="001B4B54">
      <w:pPr>
        <w:pStyle w:val="Odstavecseseznamem"/>
        <w:numPr>
          <w:ilvl w:val="0"/>
          <w:numId w:val="12"/>
        </w:numPr>
        <w:spacing w:after="0"/>
        <w:rPr>
          <w:rFonts w:asciiTheme="majorHAnsi" w:hAnsiTheme="majorHAnsi" w:cs="Arial"/>
        </w:rPr>
      </w:pPr>
      <w:r w:rsidRPr="005B260E">
        <w:rPr>
          <w:rFonts w:asciiTheme="majorHAnsi" w:hAnsiTheme="majorHAnsi" w:cs="Arial"/>
        </w:rPr>
        <w:t>V ZD je k dispozici výkres ovládacího pultu, ve kterém jsou zakreslené pouze demontované prvky bez nových prvků, což je v rozporu s TZ. Žádáme zadavatele o vysvětlení.</w:t>
      </w:r>
    </w:p>
    <w:p w14:paraId="131EA113" w14:textId="77777777" w:rsidR="00AE3790" w:rsidRPr="005B260E" w:rsidRDefault="00AE3790" w:rsidP="001B4B54">
      <w:pPr>
        <w:pStyle w:val="Odstavecseseznamem"/>
        <w:numPr>
          <w:ilvl w:val="0"/>
          <w:numId w:val="12"/>
        </w:numPr>
        <w:spacing w:after="0"/>
        <w:rPr>
          <w:rFonts w:asciiTheme="majorHAnsi" w:hAnsiTheme="majorHAnsi" w:cs="Arial"/>
        </w:rPr>
      </w:pPr>
      <w:r w:rsidRPr="005B260E">
        <w:rPr>
          <w:rFonts w:asciiTheme="majorHAnsi" w:hAnsiTheme="majorHAnsi" w:cs="Arial"/>
        </w:rPr>
        <w:t xml:space="preserve">V soupisu prací se nevyskytuje položka pro úpravu ovládacího pultu. Předpokládáme správně, že tyto úpravy uchazeči ocení do položky č. 1 „ÚPRAVA RELÉOVÝCH, NAPÁJECÍCH NEBO KABELOVÝCH STOJANU NEBO SKRÍNÍ“? </w:t>
      </w:r>
    </w:p>
    <w:p w14:paraId="1916087B" w14:textId="77777777" w:rsidR="00AE3790" w:rsidRPr="005B260E" w:rsidRDefault="00AE3790" w:rsidP="001B4B54">
      <w:pPr>
        <w:pStyle w:val="Odstavecseseznamem"/>
        <w:numPr>
          <w:ilvl w:val="0"/>
          <w:numId w:val="12"/>
        </w:numPr>
        <w:spacing w:after="0"/>
        <w:rPr>
          <w:rFonts w:asciiTheme="majorHAnsi" w:hAnsiTheme="majorHAnsi" w:cs="Arial"/>
        </w:rPr>
      </w:pPr>
      <w:r w:rsidRPr="005B260E">
        <w:rPr>
          <w:rFonts w:asciiTheme="majorHAnsi" w:hAnsiTheme="majorHAnsi" w:cs="Arial"/>
        </w:rPr>
        <w:t>V ZD se nevyskytuje kabelová dokumentace a soupis prací neobsahuje žádné položky pro zřízení nového kabelu, jak uvádí TZ. Žádáme zadavatele o vysvětlení.</w:t>
      </w:r>
    </w:p>
    <w:p w14:paraId="02B93F6A" w14:textId="57D03E3E" w:rsidR="00AE3790" w:rsidRPr="005B260E" w:rsidRDefault="00AE3790" w:rsidP="001B4B54">
      <w:pPr>
        <w:pStyle w:val="Odstavecseseznamem"/>
        <w:numPr>
          <w:ilvl w:val="0"/>
          <w:numId w:val="12"/>
        </w:numPr>
        <w:spacing w:after="0"/>
        <w:rPr>
          <w:rFonts w:asciiTheme="majorHAnsi" w:hAnsiTheme="majorHAnsi" w:cs="Arial"/>
        </w:rPr>
      </w:pPr>
      <w:r w:rsidRPr="005B260E">
        <w:rPr>
          <w:rFonts w:asciiTheme="majorHAnsi" w:hAnsiTheme="majorHAnsi" w:cs="Arial"/>
        </w:rPr>
        <w:t xml:space="preserve">V soupisu prací se nachází pol. č. 2 „PRESTAVNÍK ELEKTROMOTORICKÝ – DEMONTÁŽ“ s množstvím 5ks. Vzhledem k absenci situačního schéma pro toto PS a také jakýchkoliv </w:t>
      </w:r>
      <w:r w:rsidRPr="005B260E">
        <w:rPr>
          <w:rFonts w:asciiTheme="majorHAnsi" w:hAnsiTheme="majorHAnsi" w:cs="Arial"/>
        </w:rPr>
        <w:lastRenderedPageBreak/>
        <w:t>informací ohledně přestavníků v TZ žádáme zadavatele o prověření, které přestavníky se předpokládá demontovat.</w:t>
      </w:r>
    </w:p>
    <w:p w14:paraId="5E489832" w14:textId="77777777" w:rsidR="00AE3790" w:rsidRPr="00AE3790" w:rsidRDefault="00AE3790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17C265CE" w14:textId="77777777" w:rsidR="00AE3790" w:rsidRPr="00AE3790" w:rsidRDefault="00AE3790" w:rsidP="001B4B54">
      <w:pPr>
        <w:spacing w:after="0"/>
        <w:rPr>
          <w:rFonts w:asciiTheme="majorHAnsi" w:eastAsia="Calibri" w:hAnsiTheme="majorHAnsi" w:cs="Times New Roman"/>
          <w:b/>
          <w:color w:val="FF0000"/>
          <w:lang w:eastAsia="cs-CZ"/>
        </w:rPr>
      </w:pPr>
      <w:r w:rsidRPr="00AE3790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48B697E" w14:textId="5969A9A8" w:rsidR="00B41A8E" w:rsidRPr="001B4B54" w:rsidRDefault="006C78C5" w:rsidP="001B4B54">
      <w:pPr>
        <w:spacing w:after="0"/>
        <w:rPr>
          <w:bCs/>
        </w:rPr>
      </w:pPr>
      <w:r w:rsidRPr="001B4B54">
        <w:rPr>
          <w:bCs/>
        </w:rPr>
        <w:t>a)</w:t>
      </w:r>
      <w:r w:rsidR="00AB21A2" w:rsidRPr="001B4B54">
        <w:rPr>
          <w:bCs/>
        </w:rPr>
        <w:t xml:space="preserve"> </w:t>
      </w:r>
      <w:r w:rsidR="00B41A8E" w:rsidRPr="001B4B54">
        <w:rPr>
          <w:b/>
          <w:bCs/>
        </w:rPr>
        <w:t>Byla upravena tato příloha 1.001 Technická zpráva</w:t>
      </w:r>
      <w:r w:rsidR="00B41A8E" w:rsidRPr="001B4B54">
        <w:rPr>
          <w:bCs/>
        </w:rPr>
        <w:t>.</w:t>
      </w:r>
    </w:p>
    <w:p w14:paraId="40A33A59" w14:textId="05A67AA6" w:rsidR="006C78C5" w:rsidRPr="001B4B54" w:rsidRDefault="006C78C5" w:rsidP="001B4B54">
      <w:pPr>
        <w:spacing w:after="0"/>
        <w:rPr>
          <w:bCs/>
        </w:rPr>
      </w:pPr>
      <w:r w:rsidRPr="001B4B54">
        <w:rPr>
          <w:bCs/>
        </w:rPr>
        <w:t>b)</w:t>
      </w:r>
      <w:r w:rsidR="00AB21A2" w:rsidRPr="001B4B54">
        <w:rPr>
          <w:bCs/>
        </w:rPr>
        <w:t xml:space="preserve"> </w:t>
      </w:r>
      <w:r w:rsidRPr="001B4B54">
        <w:rPr>
          <w:bCs/>
        </w:rPr>
        <w:t>Ano, úpravy se ocení do položky č.1</w:t>
      </w:r>
    </w:p>
    <w:p w14:paraId="2DA287BE" w14:textId="3716CF8F" w:rsidR="006C78C5" w:rsidRPr="001B4B54" w:rsidRDefault="006C78C5" w:rsidP="001B4B54">
      <w:pPr>
        <w:spacing w:after="0"/>
        <w:rPr>
          <w:bCs/>
        </w:rPr>
      </w:pPr>
      <w:r w:rsidRPr="001B4B54">
        <w:rPr>
          <w:bCs/>
        </w:rPr>
        <w:t>c)</w:t>
      </w:r>
      <w:r w:rsidR="00C30247" w:rsidRPr="001B4B54">
        <w:rPr>
          <w:bCs/>
        </w:rPr>
        <w:t xml:space="preserve"> Nová kabelová trasa nebude zřizována, </w:t>
      </w:r>
      <w:r w:rsidR="00B41A8E" w:rsidRPr="001B4B54">
        <w:rPr>
          <w:b/>
          <w:bCs/>
        </w:rPr>
        <w:t>Byla upravena tato příloha 1.001 Technická zpráva</w:t>
      </w:r>
      <w:r w:rsidR="00C30247" w:rsidRPr="001B4B54">
        <w:rPr>
          <w:bCs/>
        </w:rPr>
        <w:t>.</w:t>
      </w:r>
    </w:p>
    <w:p w14:paraId="7F705BE5" w14:textId="0A79A869" w:rsidR="00B41A8E" w:rsidRPr="001B4B54" w:rsidRDefault="006C78C5" w:rsidP="001B4B54">
      <w:pPr>
        <w:spacing w:after="0"/>
        <w:rPr>
          <w:bCs/>
        </w:rPr>
      </w:pPr>
      <w:r w:rsidRPr="001B4B54">
        <w:rPr>
          <w:bCs/>
        </w:rPr>
        <w:t>d)</w:t>
      </w:r>
      <w:r w:rsidR="00C30247" w:rsidRPr="001B4B54">
        <w:rPr>
          <w:bCs/>
        </w:rPr>
        <w:t xml:space="preserve"> </w:t>
      </w:r>
      <w:r w:rsidR="00B41A8E" w:rsidRPr="001B4B54">
        <w:rPr>
          <w:b/>
          <w:bCs/>
        </w:rPr>
        <w:t xml:space="preserve">Byla upravena </w:t>
      </w:r>
      <w:r w:rsidR="00C63BA7" w:rsidRPr="001B4B54">
        <w:rPr>
          <w:b/>
          <w:bCs/>
        </w:rPr>
        <w:t>předmětná</w:t>
      </w:r>
      <w:r w:rsidR="00B41A8E" w:rsidRPr="001B4B54">
        <w:rPr>
          <w:b/>
          <w:bCs/>
        </w:rPr>
        <w:t xml:space="preserve"> příloha 1.001 Technická zpráva</w:t>
      </w:r>
      <w:r w:rsidR="00B41A8E" w:rsidRPr="001B4B54">
        <w:rPr>
          <w:bCs/>
        </w:rPr>
        <w:t>.</w:t>
      </w:r>
      <w:r w:rsidR="00081D88" w:rsidRPr="001B4B54">
        <w:rPr>
          <w:bCs/>
        </w:rPr>
        <w:t xml:space="preserve"> Specifikace demontovaných přestavníků byla</w:t>
      </w:r>
      <w:r w:rsidR="00C63BA7" w:rsidRPr="001B4B54">
        <w:rPr>
          <w:bCs/>
        </w:rPr>
        <w:t xml:space="preserve"> v TZ</w:t>
      </w:r>
      <w:r w:rsidR="00081D88" w:rsidRPr="001B4B54">
        <w:rPr>
          <w:bCs/>
        </w:rPr>
        <w:t xml:space="preserve"> doplněna</w:t>
      </w:r>
      <w:r w:rsidR="00C63BA7" w:rsidRPr="001B4B54">
        <w:rPr>
          <w:bCs/>
        </w:rPr>
        <w:t>.</w:t>
      </w:r>
    </w:p>
    <w:p w14:paraId="3E6CC4B7" w14:textId="77777777" w:rsidR="001B4B54" w:rsidRPr="001B4B54" w:rsidRDefault="001B4B54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F4F6C6C" w14:textId="77777777" w:rsidR="001B4B54" w:rsidRPr="001B4B54" w:rsidRDefault="001B4B54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4FF90578" w14:textId="6DC37AEB" w:rsidR="00AE3790" w:rsidRPr="001B4B54" w:rsidRDefault="00AE3790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B4B54">
        <w:rPr>
          <w:rFonts w:asciiTheme="majorHAnsi" w:eastAsia="Calibri" w:hAnsiTheme="majorHAnsi" w:cs="Times New Roman"/>
          <w:b/>
          <w:lang w:eastAsia="cs-CZ"/>
        </w:rPr>
        <w:t>Dotaz č. 259:</w:t>
      </w:r>
    </w:p>
    <w:p w14:paraId="40A52B79" w14:textId="77777777" w:rsidR="00A27639" w:rsidRPr="001B4B54" w:rsidRDefault="00AE3790" w:rsidP="001B4B54">
      <w:pPr>
        <w:spacing w:after="0"/>
        <w:rPr>
          <w:rFonts w:asciiTheme="majorHAnsi" w:hAnsiTheme="majorHAnsi" w:cs="Arial"/>
          <w:b/>
        </w:rPr>
      </w:pPr>
      <w:r w:rsidRPr="001B4B54">
        <w:rPr>
          <w:rFonts w:asciiTheme="majorHAnsi" w:hAnsiTheme="majorHAnsi" w:cs="Arial"/>
          <w:b/>
        </w:rPr>
        <w:t xml:space="preserve">PS 19-01-71.3, ŽST </w:t>
      </w:r>
      <w:proofErr w:type="spellStart"/>
      <w:r w:rsidRPr="001B4B54">
        <w:rPr>
          <w:rFonts w:asciiTheme="majorHAnsi" w:hAnsiTheme="majorHAnsi" w:cs="Arial"/>
          <w:b/>
        </w:rPr>
        <w:t>Ceská</w:t>
      </w:r>
      <w:proofErr w:type="spellEnd"/>
      <w:r w:rsidRPr="001B4B54">
        <w:rPr>
          <w:rFonts w:asciiTheme="majorHAnsi" w:hAnsiTheme="majorHAnsi" w:cs="Arial"/>
          <w:b/>
        </w:rPr>
        <w:t xml:space="preserve"> </w:t>
      </w:r>
      <w:proofErr w:type="spellStart"/>
      <w:r w:rsidRPr="001B4B54">
        <w:rPr>
          <w:rFonts w:asciiTheme="majorHAnsi" w:hAnsiTheme="majorHAnsi" w:cs="Arial"/>
          <w:b/>
        </w:rPr>
        <w:t>Trebová</w:t>
      </w:r>
      <w:proofErr w:type="spellEnd"/>
      <w:r w:rsidRPr="001B4B54">
        <w:rPr>
          <w:rFonts w:asciiTheme="majorHAnsi" w:hAnsiTheme="majorHAnsi" w:cs="Arial"/>
          <w:b/>
        </w:rPr>
        <w:t xml:space="preserve">, vjezdová skupina, úprava ETCS. </w:t>
      </w:r>
    </w:p>
    <w:p w14:paraId="48D8219F" w14:textId="3210915B" w:rsidR="00AE3790" w:rsidRPr="001B4B54" w:rsidRDefault="00AE3790" w:rsidP="001B4B54">
      <w:pPr>
        <w:spacing w:after="0"/>
        <w:rPr>
          <w:rFonts w:asciiTheme="majorHAnsi" w:hAnsiTheme="majorHAnsi" w:cs="Arial"/>
        </w:rPr>
      </w:pPr>
      <w:r w:rsidRPr="001B4B54">
        <w:rPr>
          <w:rFonts w:asciiTheme="majorHAnsi" w:hAnsiTheme="majorHAnsi" w:cs="Arial"/>
        </w:rPr>
        <w:t>V situačním schématu bylo nalezeno celkem 33ks upravovaných/redukovaných návěstidel. Ve výkazu výměr se nachází celkem 32ks i u položky přezkoušení. Žádáme zadavatele o prověření.</w:t>
      </w:r>
    </w:p>
    <w:p w14:paraId="1F53BB57" w14:textId="77777777" w:rsidR="00AE3790" w:rsidRPr="001B4B54" w:rsidRDefault="00AE3790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A46BDE9" w14:textId="77777777" w:rsidR="00AE3790" w:rsidRPr="001B4B54" w:rsidRDefault="00AE3790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B4B5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97A1ADF" w14:textId="77777777" w:rsidR="00367478" w:rsidRPr="001B4B54" w:rsidRDefault="00367478" w:rsidP="001B4B54">
      <w:pPr>
        <w:spacing w:after="0"/>
        <w:rPr>
          <w:b/>
          <w:bCs/>
        </w:rPr>
      </w:pPr>
      <w:r w:rsidRPr="001B4B54">
        <w:rPr>
          <w:b/>
          <w:bCs/>
        </w:rPr>
        <w:t>Byl upraven soupis prací.</w:t>
      </w:r>
    </w:p>
    <w:p w14:paraId="1DFBF2D3" w14:textId="61FB9D13" w:rsidR="005959ED" w:rsidRPr="001B4B54" w:rsidRDefault="00367478" w:rsidP="001B4B54">
      <w:pPr>
        <w:spacing w:after="0"/>
      </w:pPr>
      <w:r w:rsidRPr="001B4B54">
        <w:t>Množství v polož</w:t>
      </w:r>
      <w:r w:rsidR="00C35942" w:rsidRPr="001B4B54">
        <w:t>c</w:t>
      </w:r>
      <w:r w:rsidRPr="001B4B54">
        <w:t>e</w:t>
      </w:r>
      <w:r w:rsidR="00B41A8E" w:rsidRPr="001B4B54">
        <w:t xml:space="preserve"> č.6</w:t>
      </w:r>
      <w:r w:rsidR="005959ED" w:rsidRPr="001B4B54">
        <w:t xml:space="preserve"> bylo </w:t>
      </w:r>
      <w:r w:rsidRPr="001B4B54">
        <w:t>upraveno</w:t>
      </w:r>
      <w:r w:rsidR="005959ED" w:rsidRPr="001B4B54">
        <w:t xml:space="preserve"> na 17 kusů</w:t>
      </w:r>
      <w:r w:rsidRPr="001B4B54">
        <w:t>.</w:t>
      </w:r>
      <w:r w:rsidR="005959ED" w:rsidRPr="001B4B54">
        <w:t xml:space="preserve"> Množství v položce č.1 bylo upraveno na 33 kusů.</w:t>
      </w:r>
    </w:p>
    <w:p w14:paraId="768CF0A3" w14:textId="77777777" w:rsidR="001B4B54" w:rsidRPr="001B4B54" w:rsidRDefault="001B4B54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36F58C9E" w14:textId="77777777" w:rsidR="001B4B54" w:rsidRDefault="001B4B54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08BEA20F" w14:textId="17F89840" w:rsidR="00AE3790" w:rsidRPr="00AE3790" w:rsidRDefault="00AE3790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AE3790">
        <w:rPr>
          <w:rFonts w:asciiTheme="majorHAnsi" w:eastAsia="Calibri" w:hAnsiTheme="majorHAnsi" w:cs="Times New Roman"/>
          <w:b/>
          <w:lang w:eastAsia="cs-CZ"/>
        </w:rPr>
        <w:t>Dotaz č. 260:</w:t>
      </w:r>
    </w:p>
    <w:p w14:paraId="53D1F02A" w14:textId="77777777" w:rsidR="00A27639" w:rsidRDefault="00AE3790" w:rsidP="001B4B54">
      <w:pPr>
        <w:spacing w:after="0"/>
        <w:rPr>
          <w:rFonts w:asciiTheme="majorHAnsi" w:hAnsiTheme="majorHAnsi" w:cs="Arial"/>
          <w:b/>
        </w:rPr>
      </w:pPr>
      <w:r w:rsidRPr="00AE3790">
        <w:rPr>
          <w:rFonts w:asciiTheme="majorHAnsi" w:hAnsiTheme="majorHAnsi" w:cs="Arial"/>
          <w:b/>
        </w:rPr>
        <w:t xml:space="preserve">PS 24-01-11.1, ŽST </w:t>
      </w:r>
      <w:proofErr w:type="spellStart"/>
      <w:r w:rsidRPr="00AE3790">
        <w:rPr>
          <w:rFonts w:asciiTheme="majorHAnsi" w:hAnsiTheme="majorHAnsi" w:cs="Arial"/>
          <w:b/>
        </w:rPr>
        <w:t>Ceská</w:t>
      </w:r>
      <w:proofErr w:type="spellEnd"/>
      <w:r w:rsidRPr="00AE3790">
        <w:rPr>
          <w:rFonts w:asciiTheme="majorHAnsi" w:hAnsiTheme="majorHAnsi" w:cs="Arial"/>
          <w:b/>
        </w:rPr>
        <w:t xml:space="preserve"> </w:t>
      </w:r>
      <w:proofErr w:type="spellStart"/>
      <w:r w:rsidRPr="00AE3790">
        <w:rPr>
          <w:rFonts w:asciiTheme="majorHAnsi" w:hAnsiTheme="majorHAnsi" w:cs="Arial"/>
          <w:b/>
        </w:rPr>
        <w:t>Trebová</w:t>
      </w:r>
      <w:proofErr w:type="spellEnd"/>
      <w:r w:rsidRPr="00AE3790">
        <w:rPr>
          <w:rFonts w:asciiTheme="majorHAnsi" w:hAnsiTheme="majorHAnsi" w:cs="Arial"/>
          <w:b/>
        </w:rPr>
        <w:t xml:space="preserve"> </w:t>
      </w:r>
      <w:proofErr w:type="spellStart"/>
      <w:r w:rsidRPr="00AE3790">
        <w:rPr>
          <w:rFonts w:asciiTheme="majorHAnsi" w:hAnsiTheme="majorHAnsi" w:cs="Arial"/>
          <w:b/>
        </w:rPr>
        <w:t>os.n</w:t>
      </w:r>
      <w:proofErr w:type="spellEnd"/>
      <w:r w:rsidRPr="00AE3790">
        <w:rPr>
          <w:rFonts w:asciiTheme="majorHAnsi" w:hAnsiTheme="majorHAnsi" w:cs="Arial"/>
          <w:b/>
        </w:rPr>
        <w:t xml:space="preserve">., definitivní SZZ. </w:t>
      </w:r>
    </w:p>
    <w:p w14:paraId="1B7BC5C1" w14:textId="1B818B83" w:rsidR="00AE3790" w:rsidRPr="005B260E" w:rsidRDefault="00AE3790" w:rsidP="001B4B54">
      <w:pPr>
        <w:spacing w:after="0"/>
        <w:rPr>
          <w:rFonts w:asciiTheme="majorHAnsi" w:hAnsiTheme="majorHAnsi" w:cs="Arial"/>
        </w:rPr>
      </w:pPr>
      <w:r w:rsidRPr="005B260E">
        <w:rPr>
          <w:rFonts w:asciiTheme="majorHAnsi" w:hAnsiTheme="majorHAnsi" w:cs="Arial"/>
        </w:rPr>
        <w:t>Ve schématu i tabulce kabelů chybí délka u těchto kabelů:</w:t>
      </w:r>
    </w:p>
    <w:p w14:paraId="765E366E" w14:textId="77777777" w:rsidR="00AE3790" w:rsidRPr="005B260E" w:rsidRDefault="00AE3790" w:rsidP="001B4B54">
      <w:pPr>
        <w:spacing w:after="0"/>
        <w:rPr>
          <w:rFonts w:asciiTheme="majorHAnsi" w:hAnsiTheme="majorHAnsi" w:cs="Arial"/>
        </w:rPr>
      </w:pPr>
      <w:r w:rsidRPr="005B260E">
        <w:rPr>
          <w:rFonts w:asciiTheme="majorHAnsi" w:hAnsiTheme="majorHAnsi" w:cs="Arial"/>
        </w:rPr>
        <w:t>Kabel č. 2187, EY-7P</w:t>
      </w:r>
    </w:p>
    <w:p w14:paraId="175B1871" w14:textId="77777777" w:rsidR="00AE3790" w:rsidRPr="005B260E" w:rsidRDefault="00AE3790" w:rsidP="001B4B54">
      <w:pPr>
        <w:spacing w:after="0"/>
        <w:rPr>
          <w:rFonts w:asciiTheme="majorHAnsi" w:hAnsiTheme="majorHAnsi" w:cs="Arial"/>
        </w:rPr>
      </w:pPr>
      <w:r w:rsidRPr="005B260E">
        <w:rPr>
          <w:rFonts w:asciiTheme="majorHAnsi" w:hAnsiTheme="majorHAnsi" w:cs="Arial"/>
        </w:rPr>
        <w:t>Kabel č. 5180, EY-3P</w:t>
      </w:r>
    </w:p>
    <w:p w14:paraId="1CC571E8" w14:textId="77777777" w:rsidR="00AE3790" w:rsidRPr="005B260E" w:rsidRDefault="00AE3790" w:rsidP="001B4B54">
      <w:pPr>
        <w:spacing w:after="0"/>
        <w:rPr>
          <w:rFonts w:asciiTheme="majorHAnsi" w:hAnsiTheme="majorHAnsi" w:cs="Arial"/>
        </w:rPr>
      </w:pPr>
      <w:r w:rsidRPr="005B260E">
        <w:rPr>
          <w:rFonts w:asciiTheme="majorHAnsi" w:hAnsiTheme="majorHAnsi" w:cs="Arial"/>
        </w:rPr>
        <w:t>Kabel č. 5618, 5620, 5622, 5624, vše EY-3P</w:t>
      </w:r>
    </w:p>
    <w:p w14:paraId="5DAF965D" w14:textId="77777777" w:rsidR="00AE3790" w:rsidRPr="00AE3790" w:rsidRDefault="00AE3790" w:rsidP="001B4B54">
      <w:pPr>
        <w:spacing w:after="0"/>
        <w:rPr>
          <w:rFonts w:asciiTheme="majorHAnsi" w:hAnsiTheme="majorHAnsi" w:cs="Arial"/>
        </w:rPr>
      </w:pPr>
      <w:r w:rsidRPr="005B260E">
        <w:rPr>
          <w:rFonts w:asciiTheme="majorHAnsi" w:hAnsiTheme="majorHAnsi" w:cs="Arial"/>
        </w:rPr>
        <w:t>Žádáme zadavatele o doplnění.</w:t>
      </w:r>
    </w:p>
    <w:p w14:paraId="145BD41F" w14:textId="77777777" w:rsidR="00AE3790" w:rsidRPr="00AE3790" w:rsidRDefault="00AE3790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21E5655B" w14:textId="769C4643" w:rsidR="00AE3790" w:rsidRPr="001B4B54" w:rsidRDefault="00AE3790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B4B5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18260B9" w14:textId="0E082A25" w:rsidR="00B41A8E" w:rsidRPr="001B4B54" w:rsidRDefault="00B41A8E" w:rsidP="001B4B54">
      <w:pPr>
        <w:spacing w:after="0"/>
        <w:rPr>
          <w:b/>
          <w:bCs/>
        </w:rPr>
      </w:pPr>
      <w:r w:rsidRPr="001B4B54">
        <w:rPr>
          <w:b/>
          <w:bCs/>
        </w:rPr>
        <w:t>Byla upravena tato příloha 2.701 Schéma kabelů a 2.702 Tabulka kabelů.</w:t>
      </w:r>
    </w:p>
    <w:p w14:paraId="55D74553" w14:textId="3BA49A6F" w:rsidR="00B41A8E" w:rsidRPr="001B4B54" w:rsidRDefault="00B41A8E" w:rsidP="001B4B54">
      <w:pPr>
        <w:spacing w:after="0"/>
        <w:rPr>
          <w:bCs/>
        </w:rPr>
      </w:pPr>
      <w:r w:rsidRPr="001B4B54">
        <w:rPr>
          <w:bCs/>
        </w:rPr>
        <w:t>Byly doplněny délky u uvedených kabelů.</w:t>
      </w:r>
    </w:p>
    <w:p w14:paraId="1AF4C98D" w14:textId="77777777" w:rsidR="00C35942" w:rsidRPr="001B4B54" w:rsidRDefault="00C35942" w:rsidP="001B4B54">
      <w:pPr>
        <w:spacing w:after="0"/>
        <w:rPr>
          <w:b/>
          <w:bCs/>
        </w:rPr>
      </w:pPr>
      <w:r w:rsidRPr="001B4B54">
        <w:rPr>
          <w:b/>
          <w:bCs/>
        </w:rPr>
        <w:t>Byl upraven soupis prací.</w:t>
      </w:r>
    </w:p>
    <w:p w14:paraId="3BE4E53D" w14:textId="096F8130" w:rsidR="00C35942" w:rsidRPr="001B4B54" w:rsidRDefault="00C35942" w:rsidP="001B4B54">
      <w:pPr>
        <w:spacing w:after="0"/>
      </w:pPr>
      <w:r w:rsidRPr="001B4B54">
        <w:t>Množství v položkách č.19 a č.23 bylo upraveno na 315,254 KMPÁR.</w:t>
      </w:r>
    </w:p>
    <w:p w14:paraId="4180E42E" w14:textId="340677B2" w:rsidR="00AE3790" w:rsidRPr="001B4B54" w:rsidRDefault="00AE3790" w:rsidP="001B4B54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772ABA9B" w14:textId="3D45CF6F" w:rsidR="00AE3790" w:rsidRPr="001B4B54" w:rsidRDefault="00AE3790" w:rsidP="001B4B54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6B1BB834" w14:textId="3091774A" w:rsidR="00AE3790" w:rsidRPr="001B4B54" w:rsidRDefault="00AE3790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B4B54">
        <w:rPr>
          <w:rFonts w:asciiTheme="majorHAnsi" w:eastAsia="Calibri" w:hAnsiTheme="majorHAnsi" w:cs="Times New Roman"/>
          <w:b/>
          <w:lang w:eastAsia="cs-CZ"/>
        </w:rPr>
        <w:t>Dotaz č. 261:</w:t>
      </w:r>
    </w:p>
    <w:p w14:paraId="25F8B839" w14:textId="77777777" w:rsidR="00A27639" w:rsidRPr="001B4B54" w:rsidRDefault="00AE3790" w:rsidP="001B4B54">
      <w:pPr>
        <w:spacing w:after="0"/>
        <w:rPr>
          <w:rFonts w:asciiTheme="majorHAnsi" w:hAnsiTheme="majorHAnsi" w:cs="Arial"/>
          <w:b/>
        </w:rPr>
      </w:pPr>
      <w:r w:rsidRPr="001B4B54">
        <w:rPr>
          <w:rFonts w:asciiTheme="majorHAnsi" w:hAnsiTheme="majorHAnsi" w:cs="Arial"/>
          <w:b/>
        </w:rPr>
        <w:t xml:space="preserve">PS 24-01-11.1, ŽST </w:t>
      </w:r>
      <w:proofErr w:type="spellStart"/>
      <w:r w:rsidRPr="001B4B54">
        <w:rPr>
          <w:rFonts w:asciiTheme="majorHAnsi" w:hAnsiTheme="majorHAnsi" w:cs="Arial"/>
          <w:b/>
        </w:rPr>
        <w:t>Ceská</w:t>
      </w:r>
      <w:proofErr w:type="spellEnd"/>
      <w:r w:rsidRPr="001B4B54">
        <w:rPr>
          <w:rFonts w:asciiTheme="majorHAnsi" w:hAnsiTheme="majorHAnsi" w:cs="Arial"/>
          <w:b/>
        </w:rPr>
        <w:t xml:space="preserve"> </w:t>
      </w:r>
      <w:proofErr w:type="spellStart"/>
      <w:r w:rsidRPr="001B4B54">
        <w:rPr>
          <w:rFonts w:asciiTheme="majorHAnsi" w:hAnsiTheme="majorHAnsi" w:cs="Arial"/>
          <w:b/>
        </w:rPr>
        <w:t>Trebová</w:t>
      </w:r>
      <w:proofErr w:type="spellEnd"/>
      <w:r w:rsidRPr="001B4B54">
        <w:rPr>
          <w:rFonts w:asciiTheme="majorHAnsi" w:hAnsiTheme="majorHAnsi" w:cs="Arial"/>
          <w:b/>
        </w:rPr>
        <w:t xml:space="preserve"> </w:t>
      </w:r>
      <w:proofErr w:type="spellStart"/>
      <w:r w:rsidRPr="001B4B54">
        <w:rPr>
          <w:rFonts w:asciiTheme="majorHAnsi" w:hAnsiTheme="majorHAnsi" w:cs="Arial"/>
          <w:b/>
        </w:rPr>
        <w:t>os.n</w:t>
      </w:r>
      <w:proofErr w:type="spellEnd"/>
      <w:r w:rsidRPr="001B4B54">
        <w:rPr>
          <w:rFonts w:asciiTheme="majorHAnsi" w:hAnsiTheme="majorHAnsi" w:cs="Arial"/>
          <w:b/>
        </w:rPr>
        <w:t xml:space="preserve">., definitivní SZZ. </w:t>
      </w:r>
    </w:p>
    <w:p w14:paraId="21769DDA" w14:textId="37F7515A" w:rsidR="00AE3790" w:rsidRPr="001B4B54" w:rsidRDefault="00AE3790" w:rsidP="001B4B54">
      <w:pPr>
        <w:spacing w:after="0"/>
        <w:rPr>
          <w:rFonts w:asciiTheme="majorHAnsi" w:hAnsiTheme="majorHAnsi" w:cs="Arial"/>
        </w:rPr>
      </w:pPr>
      <w:r w:rsidRPr="001B4B54">
        <w:rPr>
          <w:rFonts w:asciiTheme="majorHAnsi" w:hAnsiTheme="majorHAnsi" w:cs="Arial"/>
        </w:rPr>
        <w:t xml:space="preserve">V tabulce kabelů chybí kabel č. 1681 a ve schématu kabelů chybí dimenze tohoto kabelu (ZE, </w:t>
      </w:r>
      <w:proofErr w:type="gramStart"/>
      <w:r w:rsidRPr="001B4B54">
        <w:rPr>
          <w:rFonts w:asciiTheme="majorHAnsi" w:hAnsiTheme="majorHAnsi" w:cs="Arial"/>
        </w:rPr>
        <w:t>665m</w:t>
      </w:r>
      <w:proofErr w:type="gramEnd"/>
      <w:r w:rsidRPr="001B4B54">
        <w:rPr>
          <w:rFonts w:asciiTheme="majorHAnsi" w:hAnsiTheme="majorHAnsi" w:cs="Arial"/>
        </w:rPr>
        <w:t>). Žádáme zadavatele o doplnění.</w:t>
      </w:r>
    </w:p>
    <w:p w14:paraId="7AAB038F" w14:textId="77777777" w:rsidR="00AE3790" w:rsidRPr="001B4B54" w:rsidRDefault="00AE3790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5E926A84" w14:textId="6B884AF8" w:rsidR="00AE3790" w:rsidRPr="001B4B54" w:rsidRDefault="00AE3790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B4B5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321C6D9" w14:textId="73FCE6E0" w:rsidR="00B41A8E" w:rsidRPr="001B4B54" w:rsidRDefault="00B41A8E" w:rsidP="001B4B54">
      <w:pPr>
        <w:spacing w:after="0"/>
        <w:rPr>
          <w:b/>
          <w:bCs/>
        </w:rPr>
      </w:pPr>
      <w:r w:rsidRPr="001B4B54">
        <w:rPr>
          <w:b/>
          <w:bCs/>
        </w:rPr>
        <w:t>Byla upravena tato příloha 2.701 Schéma kabelů a 2.702 Tabulka kabelů.</w:t>
      </w:r>
    </w:p>
    <w:p w14:paraId="48320607" w14:textId="4B53C7C6" w:rsidR="00B41A8E" w:rsidRPr="001B4B54" w:rsidRDefault="00B41A8E" w:rsidP="001B4B54">
      <w:pPr>
        <w:spacing w:after="0"/>
        <w:rPr>
          <w:bCs/>
        </w:rPr>
      </w:pPr>
      <w:r w:rsidRPr="001B4B54">
        <w:rPr>
          <w:bCs/>
        </w:rPr>
        <w:t>Byla doplněna dimenze uvedeného kabelu</w:t>
      </w:r>
    </w:p>
    <w:p w14:paraId="701BE9C2" w14:textId="77777777" w:rsidR="00C35942" w:rsidRPr="001B4B54" w:rsidRDefault="00C35942" w:rsidP="001B4B54">
      <w:pPr>
        <w:spacing w:after="0"/>
        <w:rPr>
          <w:b/>
          <w:bCs/>
        </w:rPr>
      </w:pPr>
      <w:r w:rsidRPr="001B4B54">
        <w:rPr>
          <w:b/>
          <w:bCs/>
        </w:rPr>
        <w:t>Byl upraven soupis prací.</w:t>
      </w:r>
    </w:p>
    <w:p w14:paraId="660ED3B1" w14:textId="73A73AE7" w:rsidR="00C35942" w:rsidRPr="001B4B54" w:rsidRDefault="00C35942" w:rsidP="001B4B54">
      <w:pPr>
        <w:spacing w:after="0"/>
        <w:rPr>
          <w:bCs/>
        </w:rPr>
      </w:pPr>
      <w:r w:rsidRPr="001B4B54">
        <w:rPr>
          <w:bCs/>
        </w:rPr>
        <w:t>Společně s </w:t>
      </w:r>
      <w:r w:rsidR="00203B76" w:rsidRPr="001B4B54">
        <w:rPr>
          <w:bCs/>
        </w:rPr>
        <w:t>odpovědí na dotaz</w:t>
      </w:r>
      <w:r w:rsidRPr="001B4B54">
        <w:rPr>
          <w:bCs/>
        </w:rPr>
        <w:t xml:space="preserve"> č.262 bylo upraveno </w:t>
      </w:r>
      <w:r w:rsidRPr="001B4B54">
        <w:t>množství v položkách č.22 a č.26 na 3702,67 KMPÁR.</w:t>
      </w:r>
    </w:p>
    <w:p w14:paraId="694919DC" w14:textId="77777777" w:rsidR="001762FE" w:rsidRPr="001B4B54" w:rsidRDefault="001762FE" w:rsidP="001B4B54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0C651676" w14:textId="77777777" w:rsidR="00AE3790" w:rsidRPr="00AE3790" w:rsidRDefault="00AE3790" w:rsidP="001B4B54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1D1B6704" w14:textId="317DF73F" w:rsidR="00AE3790" w:rsidRPr="00AE3790" w:rsidRDefault="00AE3790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AE3790">
        <w:rPr>
          <w:rFonts w:asciiTheme="majorHAnsi" w:eastAsia="Calibri" w:hAnsiTheme="majorHAnsi" w:cs="Times New Roman"/>
          <w:b/>
          <w:lang w:eastAsia="cs-CZ"/>
        </w:rPr>
        <w:t>Dotaz č. 262:</w:t>
      </w:r>
    </w:p>
    <w:p w14:paraId="3F4BB622" w14:textId="05205A2D" w:rsidR="00AE3790" w:rsidRPr="00AE3790" w:rsidRDefault="00AE3790" w:rsidP="001B4B54">
      <w:pPr>
        <w:spacing w:after="0"/>
        <w:rPr>
          <w:rFonts w:asciiTheme="majorHAnsi" w:hAnsiTheme="majorHAnsi" w:cs="Arial"/>
        </w:rPr>
      </w:pPr>
      <w:r w:rsidRPr="00AE3790">
        <w:rPr>
          <w:rFonts w:asciiTheme="majorHAnsi" w:hAnsiTheme="majorHAnsi" w:cs="Arial"/>
          <w:b/>
        </w:rPr>
        <w:t xml:space="preserve">PS 24-01-11.1, ŽST </w:t>
      </w:r>
      <w:proofErr w:type="spellStart"/>
      <w:r w:rsidRPr="00AE3790">
        <w:rPr>
          <w:rFonts w:asciiTheme="majorHAnsi" w:hAnsiTheme="majorHAnsi" w:cs="Arial"/>
          <w:b/>
        </w:rPr>
        <w:t>Ceská</w:t>
      </w:r>
      <w:proofErr w:type="spellEnd"/>
      <w:r w:rsidRPr="00AE3790">
        <w:rPr>
          <w:rFonts w:asciiTheme="majorHAnsi" w:hAnsiTheme="majorHAnsi" w:cs="Arial"/>
          <w:b/>
        </w:rPr>
        <w:t xml:space="preserve"> </w:t>
      </w:r>
      <w:proofErr w:type="spellStart"/>
      <w:r w:rsidRPr="00AE3790">
        <w:rPr>
          <w:rFonts w:asciiTheme="majorHAnsi" w:hAnsiTheme="majorHAnsi" w:cs="Arial"/>
          <w:b/>
        </w:rPr>
        <w:t>Trebová</w:t>
      </w:r>
      <w:proofErr w:type="spellEnd"/>
      <w:r w:rsidRPr="00AE3790">
        <w:rPr>
          <w:rFonts w:asciiTheme="majorHAnsi" w:hAnsiTheme="majorHAnsi" w:cs="Arial"/>
          <w:b/>
        </w:rPr>
        <w:t xml:space="preserve"> </w:t>
      </w:r>
      <w:proofErr w:type="spellStart"/>
      <w:r w:rsidRPr="00AE3790">
        <w:rPr>
          <w:rFonts w:asciiTheme="majorHAnsi" w:hAnsiTheme="majorHAnsi" w:cs="Arial"/>
          <w:b/>
        </w:rPr>
        <w:t>os.n</w:t>
      </w:r>
      <w:proofErr w:type="spellEnd"/>
      <w:r w:rsidRPr="00AE3790">
        <w:rPr>
          <w:rFonts w:asciiTheme="majorHAnsi" w:hAnsiTheme="majorHAnsi" w:cs="Arial"/>
          <w:b/>
        </w:rPr>
        <w:t xml:space="preserve">., definitivní SZZ. </w:t>
      </w:r>
      <w:r w:rsidRPr="00AE3790">
        <w:rPr>
          <w:rFonts w:asciiTheme="majorHAnsi" w:hAnsiTheme="majorHAnsi" w:cs="Arial"/>
        </w:rPr>
        <w:t xml:space="preserve">V tabulce kabelů je </w:t>
      </w:r>
      <w:r w:rsidRPr="005B260E">
        <w:rPr>
          <w:rFonts w:asciiTheme="majorHAnsi" w:hAnsiTheme="majorHAnsi" w:cs="Arial"/>
        </w:rPr>
        <w:t xml:space="preserve">uveden kabel č. 5686 (ZE, </w:t>
      </w:r>
      <w:proofErr w:type="gramStart"/>
      <w:r w:rsidRPr="005B260E">
        <w:rPr>
          <w:rFonts w:asciiTheme="majorHAnsi" w:hAnsiTheme="majorHAnsi" w:cs="Arial"/>
        </w:rPr>
        <w:t>570m</w:t>
      </w:r>
      <w:proofErr w:type="gramEnd"/>
      <w:r w:rsidRPr="005B260E">
        <w:rPr>
          <w:rFonts w:asciiTheme="majorHAnsi" w:hAnsiTheme="majorHAnsi" w:cs="Arial"/>
        </w:rPr>
        <w:t>) s dimenzí 16P. Ve schématu kabelů je tento kabel s dimenzí 24P. Žádáme zadavatele o sesouhlasení požadavku na tento kabel.</w:t>
      </w:r>
    </w:p>
    <w:p w14:paraId="45031980" w14:textId="77777777" w:rsidR="00AE3790" w:rsidRPr="00AE3790" w:rsidRDefault="00AE3790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1C173FF" w14:textId="77777777" w:rsidR="001B4B54" w:rsidRDefault="001B4B54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5696FA3C" w14:textId="45301C7B" w:rsidR="00AE3790" w:rsidRDefault="00AE3790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AE3790"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14:paraId="1B82E30B" w14:textId="58F5CD58" w:rsidR="00B41A8E" w:rsidRPr="001B4B54" w:rsidRDefault="00B41A8E" w:rsidP="001B4B54">
      <w:pPr>
        <w:spacing w:after="0"/>
        <w:rPr>
          <w:b/>
          <w:bCs/>
        </w:rPr>
      </w:pPr>
      <w:r w:rsidRPr="001B4B54">
        <w:rPr>
          <w:b/>
          <w:bCs/>
        </w:rPr>
        <w:t>Byla upravena tato příloha 2.702 Tabulka kabelů.</w:t>
      </w:r>
    </w:p>
    <w:p w14:paraId="01785DDF" w14:textId="7AB205E8" w:rsidR="00B41A8E" w:rsidRPr="001B4B54" w:rsidRDefault="00B41A8E" w:rsidP="001B4B54">
      <w:pPr>
        <w:spacing w:after="0"/>
        <w:rPr>
          <w:bCs/>
        </w:rPr>
      </w:pPr>
      <w:r w:rsidRPr="001B4B54">
        <w:rPr>
          <w:bCs/>
        </w:rPr>
        <w:t>Byla upravena dimenze na 24P</w:t>
      </w:r>
    </w:p>
    <w:p w14:paraId="06081404" w14:textId="77777777" w:rsidR="00C35942" w:rsidRPr="001B4B54" w:rsidRDefault="00C35942" w:rsidP="001B4B54">
      <w:pPr>
        <w:spacing w:after="0"/>
        <w:rPr>
          <w:b/>
          <w:bCs/>
        </w:rPr>
      </w:pPr>
      <w:r w:rsidRPr="001B4B54">
        <w:rPr>
          <w:b/>
          <w:bCs/>
        </w:rPr>
        <w:t>Byl upraven soupis prací.</w:t>
      </w:r>
    </w:p>
    <w:p w14:paraId="7EF49C64" w14:textId="670B1C75" w:rsidR="00C35942" w:rsidRPr="001B4B54" w:rsidRDefault="00C35942" w:rsidP="001B4B54">
      <w:pPr>
        <w:spacing w:after="0"/>
        <w:rPr>
          <w:bCs/>
        </w:rPr>
      </w:pPr>
      <w:r w:rsidRPr="001B4B54">
        <w:rPr>
          <w:bCs/>
        </w:rPr>
        <w:t>Společně s</w:t>
      </w:r>
      <w:r w:rsidR="00203B76" w:rsidRPr="001B4B54">
        <w:rPr>
          <w:bCs/>
        </w:rPr>
        <w:t xml:space="preserve"> odpovědí na </w:t>
      </w:r>
      <w:r w:rsidRPr="001B4B54">
        <w:rPr>
          <w:bCs/>
        </w:rPr>
        <w:t xml:space="preserve">dotaz č.261 bylo upraveno </w:t>
      </w:r>
      <w:r w:rsidRPr="001B4B54">
        <w:t>množství v položkách č.22 a č.26 na 3702,67 KMPÁR.</w:t>
      </w:r>
    </w:p>
    <w:p w14:paraId="2C5C3E62" w14:textId="77777777" w:rsidR="00AE3790" w:rsidRPr="00AE3790" w:rsidRDefault="00AE3790" w:rsidP="001B4B54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69D20925" w14:textId="77777777" w:rsidR="00AE3790" w:rsidRPr="00AE3790" w:rsidRDefault="00AE3790" w:rsidP="001B4B54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39B5BE96" w14:textId="7B256F7E" w:rsidR="00AE3790" w:rsidRPr="00AE3790" w:rsidRDefault="00AE3790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AE3790">
        <w:rPr>
          <w:rFonts w:asciiTheme="majorHAnsi" w:eastAsia="Calibri" w:hAnsiTheme="majorHAnsi" w:cs="Times New Roman"/>
          <w:b/>
          <w:lang w:eastAsia="cs-CZ"/>
        </w:rPr>
        <w:t>Dotaz č. 263:</w:t>
      </w:r>
    </w:p>
    <w:p w14:paraId="10B3C6A9" w14:textId="77777777" w:rsidR="00A27639" w:rsidRDefault="00AE3790" w:rsidP="001B4B54">
      <w:pPr>
        <w:spacing w:after="0"/>
        <w:rPr>
          <w:rFonts w:asciiTheme="majorHAnsi" w:hAnsiTheme="majorHAnsi" w:cs="Arial"/>
          <w:b/>
        </w:rPr>
      </w:pPr>
      <w:r w:rsidRPr="00AE3790">
        <w:rPr>
          <w:rFonts w:asciiTheme="majorHAnsi" w:hAnsiTheme="majorHAnsi" w:cs="Arial"/>
          <w:b/>
        </w:rPr>
        <w:t xml:space="preserve">PS 24-01-11.1, ŽST </w:t>
      </w:r>
      <w:proofErr w:type="spellStart"/>
      <w:r w:rsidRPr="00AE3790">
        <w:rPr>
          <w:rFonts w:asciiTheme="majorHAnsi" w:hAnsiTheme="majorHAnsi" w:cs="Arial"/>
          <w:b/>
        </w:rPr>
        <w:t>Ceská</w:t>
      </w:r>
      <w:proofErr w:type="spellEnd"/>
      <w:r w:rsidRPr="00AE3790">
        <w:rPr>
          <w:rFonts w:asciiTheme="majorHAnsi" w:hAnsiTheme="majorHAnsi" w:cs="Arial"/>
          <w:b/>
        </w:rPr>
        <w:t xml:space="preserve"> </w:t>
      </w:r>
      <w:proofErr w:type="spellStart"/>
      <w:r w:rsidRPr="00AE3790">
        <w:rPr>
          <w:rFonts w:asciiTheme="majorHAnsi" w:hAnsiTheme="majorHAnsi" w:cs="Arial"/>
          <w:b/>
        </w:rPr>
        <w:t>Trebová</w:t>
      </w:r>
      <w:proofErr w:type="spellEnd"/>
      <w:r w:rsidRPr="00AE3790">
        <w:rPr>
          <w:rFonts w:asciiTheme="majorHAnsi" w:hAnsiTheme="majorHAnsi" w:cs="Arial"/>
          <w:b/>
        </w:rPr>
        <w:t xml:space="preserve"> </w:t>
      </w:r>
      <w:proofErr w:type="spellStart"/>
      <w:r w:rsidRPr="00AE3790">
        <w:rPr>
          <w:rFonts w:asciiTheme="majorHAnsi" w:hAnsiTheme="majorHAnsi" w:cs="Arial"/>
          <w:b/>
        </w:rPr>
        <w:t>os.n</w:t>
      </w:r>
      <w:proofErr w:type="spellEnd"/>
      <w:r w:rsidRPr="00AE3790">
        <w:rPr>
          <w:rFonts w:asciiTheme="majorHAnsi" w:hAnsiTheme="majorHAnsi" w:cs="Arial"/>
          <w:b/>
        </w:rPr>
        <w:t xml:space="preserve">., definitivní SZZ. </w:t>
      </w:r>
    </w:p>
    <w:p w14:paraId="2488A4DA" w14:textId="5330C2F3" w:rsidR="00AE3790" w:rsidRPr="00AE3790" w:rsidRDefault="00AE3790" w:rsidP="001B4B54">
      <w:pPr>
        <w:spacing w:after="0"/>
        <w:rPr>
          <w:rFonts w:asciiTheme="majorHAnsi" w:hAnsiTheme="majorHAnsi" w:cs="Arial"/>
        </w:rPr>
      </w:pPr>
      <w:r w:rsidRPr="00AE3790">
        <w:rPr>
          <w:rFonts w:asciiTheme="majorHAnsi" w:hAnsiTheme="majorHAnsi" w:cs="Arial"/>
        </w:rPr>
        <w:t>Z kabelové dokumentace vyplývají následující požadavky na kabely:</w:t>
      </w:r>
    </w:p>
    <w:p w14:paraId="2928FA9D" w14:textId="77777777" w:rsidR="00AE3790" w:rsidRPr="00AE3790" w:rsidRDefault="00AE3790" w:rsidP="001B4B54">
      <w:pPr>
        <w:spacing w:after="0"/>
        <w:rPr>
          <w:rFonts w:asciiTheme="majorHAnsi" w:hAnsiTheme="majorHAnsi" w:cs="Arial"/>
        </w:rPr>
      </w:pPr>
      <w:r w:rsidRPr="00AE3790">
        <w:rPr>
          <w:rFonts w:asciiTheme="majorHAnsi" w:hAnsiTheme="majorHAnsi" w:cs="Arial"/>
        </w:rPr>
        <w:t xml:space="preserve">CYKY 3x2,5 – </w:t>
      </w:r>
      <w:proofErr w:type="gramStart"/>
      <w:r w:rsidRPr="00AE3790">
        <w:rPr>
          <w:rFonts w:asciiTheme="majorHAnsi" w:hAnsiTheme="majorHAnsi" w:cs="Arial"/>
        </w:rPr>
        <w:t>250m</w:t>
      </w:r>
      <w:proofErr w:type="gramEnd"/>
      <w:r w:rsidRPr="00AE3790">
        <w:rPr>
          <w:rFonts w:asciiTheme="majorHAnsi" w:hAnsiTheme="majorHAnsi" w:cs="Arial"/>
        </w:rPr>
        <w:t xml:space="preserve"> (5 kabelů, 10 ukončení)</w:t>
      </w:r>
    </w:p>
    <w:p w14:paraId="24233473" w14:textId="77777777" w:rsidR="00AE3790" w:rsidRPr="00AE3790" w:rsidRDefault="00AE3790" w:rsidP="001B4B54">
      <w:pPr>
        <w:spacing w:after="0"/>
        <w:rPr>
          <w:rFonts w:asciiTheme="majorHAnsi" w:hAnsiTheme="majorHAnsi" w:cs="Arial"/>
        </w:rPr>
      </w:pPr>
      <w:r w:rsidRPr="00AE3790">
        <w:rPr>
          <w:rFonts w:asciiTheme="majorHAnsi" w:hAnsiTheme="majorHAnsi" w:cs="Arial"/>
        </w:rPr>
        <w:t>CYKY 3x10 – 3 </w:t>
      </w:r>
      <w:proofErr w:type="gramStart"/>
      <w:r w:rsidRPr="00AE3790">
        <w:rPr>
          <w:rFonts w:asciiTheme="majorHAnsi" w:hAnsiTheme="majorHAnsi" w:cs="Arial"/>
        </w:rPr>
        <w:t>235m</w:t>
      </w:r>
      <w:proofErr w:type="gramEnd"/>
      <w:r w:rsidRPr="00AE3790">
        <w:rPr>
          <w:rFonts w:asciiTheme="majorHAnsi" w:hAnsiTheme="majorHAnsi" w:cs="Arial"/>
        </w:rPr>
        <w:t xml:space="preserve"> (8 kabelů, 16 ukončení)</w:t>
      </w:r>
    </w:p>
    <w:p w14:paraId="759FEA54" w14:textId="77777777" w:rsidR="00AE3790" w:rsidRPr="00AE3790" w:rsidRDefault="00AE3790" w:rsidP="001B4B54">
      <w:pPr>
        <w:spacing w:after="0"/>
        <w:rPr>
          <w:rFonts w:asciiTheme="majorHAnsi" w:hAnsiTheme="majorHAnsi" w:cs="Arial"/>
        </w:rPr>
      </w:pPr>
      <w:r w:rsidRPr="00AE3790">
        <w:rPr>
          <w:rFonts w:asciiTheme="majorHAnsi" w:hAnsiTheme="majorHAnsi" w:cs="Arial"/>
        </w:rPr>
        <w:t xml:space="preserve">CYKY 3x16 – </w:t>
      </w:r>
      <w:proofErr w:type="gramStart"/>
      <w:r w:rsidRPr="00AE3790">
        <w:rPr>
          <w:rFonts w:asciiTheme="majorHAnsi" w:hAnsiTheme="majorHAnsi" w:cs="Arial"/>
        </w:rPr>
        <w:t>535m</w:t>
      </w:r>
      <w:proofErr w:type="gramEnd"/>
      <w:r w:rsidRPr="00AE3790">
        <w:rPr>
          <w:rFonts w:asciiTheme="majorHAnsi" w:hAnsiTheme="majorHAnsi" w:cs="Arial"/>
        </w:rPr>
        <w:t xml:space="preserve"> (11 kabelů, 22 ukončení)</w:t>
      </w:r>
    </w:p>
    <w:p w14:paraId="12ED8E75" w14:textId="77777777" w:rsidR="00AE3790" w:rsidRPr="00AE3790" w:rsidRDefault="00AE3790" w:rsidP="001B4B54">
      <w:pPr>
        <w:spacing w:after="0"/>
        <w:rPr>
          <w:rFonts w:asciiTheme="majorHAnsi" w:hAnsiTheme="majorHAnsi" w:cs="Arial"/>
        </w:rPr>
      </w:pPr>
      <w:r w:rsidRPr="00AE3790">
        <w:rPr>
          <w:rFonts w:asciiTheme="majorHAnsi" w:hAnsiTheme="majorHAnsi" w:cs="Arial"/>
        </w:rPr>
        <w:t xml:space="preserve">CYKY 4x16 – </w:t>
      </w:r>
      <w:proofErr w:type="gramStart"/>
      <w:r w:rsidRPr="00AE3790">
        <w:rPr>
          <w:rFonts w:asciiTheme="majorHAnsi" w:hAnsiTheme="majorHAnsi" w:cs="Arial"/>
        </w:rPr>
        <w:t>105m</w:t>
      </w:r>
      <w:proofErr w:type="gramEnd"/>
      <w:r w:rsidRPr="00AE3790">
        <w:rPr>
          <w:rFonts w:asciiTheme="majorHAnsi" w:hAnsiTheme="majorHAnsi" w:cs="Arial"/>
        </w:rPr>
        <w:t xml:space="preserve"> (3 kabely, 6 ukončení)</w:t>
      </w:r>
    </w:p>
    <w:p w14:paraId="3E7ECE62" w14:textId="77777777" w:rsidR="00AE3790" w:rsidRPr="00AE3790" w:rsidRDefault="00AE3790" w:rsidP="001B4B54">
      <w:pPr>
        <w:spacing w:after="0"/>
        <w:rPr>
          <w:rFonts w:asciiTheme="majorHAnsi" w:hAnsiTheme="majorHAnsi" w:cs="Arial"/>
        </w:rPr>
      </w:pPr>
      <w:r w:rsidRPr="00AE3790">
        <w:rPr>
          <w:rFonts w:asciiTheme="majorHAnsi" w:hAnsiTheme="majorHAnsi" w:cs="Arial"/>
        </w:rPr>
        <w:t xml:space="preserve">CYKY 4x25 – </w:t>
      </w:r>
      <w:proofErr w:type="gramStart"/>
      <w:r w:rsidRPr="00AE3790">
        <w:rPr>
          <w:rFonts w:asciiTheme="majorHAnsi" w:hAnsiTheme="majorHAnsi" w:cs="Arial"/>
        </w:rPr>
        <w:t>800m</w:t>
      </w:r>
      <w:proofErr w:type="gramEnd"/>
      <w:r w:rsidRPr="00AE3790">
        <w:rPr>
          <w:rFonts w:asciiTheme="majorHAnsi" w:hAnsiTheme="majorHAnsi" w:cs="Arial"/>
        </w:rPr>
        <w:t xml:space="preserve"> (1 kabel, 2 ukončení)</w:t>
      </w:r>
    </w:p>
    <w:p w14:paraId="21C06211" w14:textId="77777777" w:rsidR="00AE3790" w:rsidRPr="00AE3790" w:rsidRDefault="00AE3790" w:rsidP="001B4B54">
      <w:pPr>
        <w:spacing w:after="0"/>
        <w:rPr>
          <w:rFonts w:asciiTheme="majorHAnsi" w:hAnsiTheme="majorHAnsi" w:cs="Arial"/>
        </w:rPr>
      </w:pPr>
      <w:r w:rsidRPr="00AE3790">
        <w:rPr>
          <w:rFonts w:asciiTheme="majorHAnsi" w:hAnsiTheme="majorHAnsi" w:cs="Arial"/>
        </w:rPr>
        <w:t>AYKY 4x95 – 2 </w:t>
      </w:r>
      <w:proofErr w:type="gramStart"/>
      <w:r w:rsidRPr="00AE3790">
        <w:rPr>
          <w:rFonts w:asciiTheme="majorHAnsi" w:hAnsiTheme="majorHAnsi" w:cs="Arial"/>
        </w:rPr>
        <w:t>760m</w:t>
      </w:r>
      <w:proofErr w:type="gramEnd"/>
      <w:r w:rsidRPr="00AE3790">
        <w:rPr>
          <w:rFonts w:asciiTheme="majorHAnsi" w:hAnsiTheme="majorHAnsi" w:cs="Arial"/>
        </w:rPr>
        <w:t xml:space="preserve"> (1 kabel, 2 ukončení)</w:t>
      </w:r>
    </w:p>
    <w:p w14:paraId="6C7EDF32" w14:textId="77777777" w:rsidR="00AE3790" w:rsidRPr="00AE3790" w:rsidRDefault="00AE3790" w:rsidP="001B4B54">
      <w:pPr>
        <w:spacing w:after="0"/>
        <w:rPr>
          <w:rFonts w:asciiTheme="majorHAnsi" w:hAnsiTheme="majorHAnsi" w:cs="Arial"/>
        </w:rPr>
      </w:pPr>
      <w:r w:rsidRPr="00AE3790">
        <w:rPr>
          <w:rFonts w:asciiTheme="majorHAnsi" w:hAnsiTheme="majorHAnsi" w:cs="Arial"/>
        </w:rPr>
        <w:t xml:space="preserve">EY 10XN 0,8 – </w:t>
      </w:r>
      <w:proofErr w:type="gramStart"/>
      <w:r w:rsidRPr="00AE3790">
        <w:rPr>
          <w:rFonts w:asciiTheme="majorHAnsi" w:hAnsiTheme="majorHAnsi" w:cs="Arial"/>
        </w:rPr>
        <w:t>220m</w:t>
      </w:r>
      <w:proofErr w:type="gramEnd"/>
      <w:r w:rsidRPr="00AE3790">
        <w:rPr>
          <w:rFonts w:asciiTheme="majorHAnsi" w:hAnsiTheme="majorHAnsi" w:cs="Arial"/>
        </w:rPr>
        <w:t xml:space="preserve"> (7 kabelů, 14 ukončení)</w:t>
      </w:r>
    </w:p>
    <w:p w14:paraId="5A4563C5" w14:textId="77777777" w:rsidR="00AE3790" w:rsidRPr="00AE3790" w:rsidRDefault="00AE3790" w:rsidP="001B4B54">
      <w:pPr>
        <w:spacing w:after="0"/>
        <w:rPr>
          <w:rFonts w:asciiTheme="majorHAnsi" w:hAnsiTheme="majorHAnsi" w:cs="Arial"/>
        </w:rPr>
      </w:pPr>
    </w:p>
    <w:p w14:paraId="331157E8" w14:textId="2289FA6D" w:rsidR="00AE3790" w:rsidRDefault="00AE3790" w:rsidP="001B4B54">
      <w:pPr>
        <w:spacing w:after="0"/>
        <w:rPr>
          <w:rFonts w:asciiTheme="majorHAnsi" w:hAnsiTheme="majorHAnsi" w:cs="Arial"/>
        </w:rPr>
      </w:pPr>
      <w:r w:rsidRPr="00AE3790">
        <w:rPr>
          <w:rFonts w:asciiTheme="majorHAnsi" w:hAnsiTheme="majorHAnsi" w:cs="Arial"/>
        </w:rPr>
        <w:t>V soupisu prací se v tomto ohledu vyskytují položky, které těmto kabelům/délkám/počtům zcela neodpovídají:</w:t>
      </w:r>
    </w:p>
    <w:p w14:paraId="2258EE55" w14:textId="77777777" w:rsidR="007C160D" w:rsidRPr="00AE3790" w:rsidRDefault="007C160D" w:rsidP="001B4B54">
      <w:pPr>
        <w:spacing w:after="0"/>
        <w:rPr>
          <w:rFonts w:asciiTheme="majorHAnsi" w:hAnsiTheme="majorHAnsi" w:cs="Arial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2"/>
        <w:gridCol w:w="6618"/>
        <w:gridCol w:w="567"/>
        <w:gridCol w:w="893"/>
      </w:tblGrid>
      <w:tr w:rsidR="00AE3790" w:rsidRPr="00AE3790" w14:paraId="205FFB7E" w14:textId="77777777" w:rsidTr="00C31B5C">
        <w:trPr>
          <w:trHeight w:val="51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B6622DE" w14:textId="77777777" w:rsidR="00AE3790" w:rsidRPr="00AE3790" w:rsidRDefault="00AE3790" w:rsidP="001B4B54">
            <w:pPr>
              <w:spacing w:after="0"/>
              <w:jc w:val="right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14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8547258" w14:textId="77777777" w:rsidR="00AE3790" w:rsidRPr="00AE3790" w:rsidRDefault="00AE3790" w:rsidP="001B4B54">
            <w:pPr>
              <w:spacing w:after="0"/>
              <w:jc w:val="right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742F13</w:t>
            </w:r>
          </w:p>
        </w:tc>
        <w:tc>
          <w:tcPr>
            <w:tcW w:w="6660" w:type="dxa"/>
            <w:shd w:val="clear" w:color="auto" w:fill="auto"/>
            <w:vAlign w:val="center"/>
            <w:hideMark/>
          </w:tcPr>
          <w:p w14:paraId="3AB36FB0" w14:textId="77777777" w:rsidR="00AE3790" w:rsidRPr="00AE3790" w:rsidRDefault="00AE3790" w:rsidP="001B4B54">
            <w:pPr>
              <w:spacing w:after="0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KABEL NN NEBO VODIC JEDNOŽÍLOVÝ CU S PLASTOVOU IZOLACÍ OD 25 DO 50 MM2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D084FD" w14:textId="77777777" w:rsidR="00AE3790" w:rsidRPr="00AE3790" w:rsidRDefault="00AE3790" w:rsidP="001B4B54">
            <w:pPr>
              <w:spacing w:after="0"/>
              <w:jc w:val="center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M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A8A8D6B" w14:textId="77777777" w:rsidR="00AE3790" w:rsidRPr="00AE3790" w:rsidRDefault="00AE3790" w:rsidP="001B4B54">
            <w:pPr>
              <w:spacing w:after="0"/>
              <w:jc w:val="center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 xml:space="preserve">    700,000</w:t>
            </w:r>
          </w:p>
        </w:tc>
      </w:tr>
      <w:tr w:rsidR="00AE3790" w:rsidRPr="00AE3790" w14:paraId="1C6CDA9B" w14:textId="77777777" w:rsidTr="00C31B5C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D3FDE67" w14:textId="77777777" w:rsidR="00AE3790" w:rsidRPr="00AE3790" w:rsidRDefault="00AE3790" w:rsidP="001B4B54">
            <w:pPr>
              <w:spacing w:after="0"/>
              <w:jc w:val="right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15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643CFCA" w14:textId="77777777" w:rsidR="00AE3790" w:rsidRPr="00AE3790" w:rsidRDefault="00AE3790" w:rsidP="001B4B54">
            <w:pPr>
              <w:spacing w:after="0"/>
              <w:jc w:val="right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742G11</w:t>
            </w:r>
          </w:p>
        </w:tc>
        <w:tc>
          <w:tcPr>
            <w:tcW w:w="6660" w:type="dxa"/>
            <w:shd w:val="clear" w:color="auto" w:fill="auto"/>
            <w:vAlign w:val="center"/>
            <w:hideMark/>
          </w:tcPr>
          <w:p w14:paraId="62873EF7" w14:textId="77777777" w:rsidR="00AE3790" w:rsidRPr="00AE3790" w:rsidRDefault="00AE3790" w:rsidP="001B4B54">
            <w:pPr>
              <w:spacing w:after="0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 xml:space="preserve">KABEL NN </w:t>
            </w:r>
            <w:proofErr w:type="gramStart"/>
            <w:r w:rsidRPr="00AE3790">
              <w:rPr>
                <w:rFonts w:asciiTheme="majorHAnsi" w:eastAsia="Times New Roman" w:hAnsiTheme="majorHAnsi" w:cs="Arial"/>
                <w:lang w:eastAsia="cs-CZ"/>
              </w:rPr>
              <w:t>DVOU- A</w:t>
            </w:r>
            <w:proofErr w:type="gramEnd"/>
            <w:r w:rsidRPr="00AE3790">
              <w:rPr>
                <w:rFonts w:asciiTheme="majorHAnsi" w:eastAsia="Times New Roman" w:hAnsiTheme="majorHAnsi" w:cs="Arial"/>
                <w:lang w:eastAsia="cs-CZ"/>
              </w:rPr>
              <w:t xml:space="preserve"> TRÍŽÍLOVÝ CU S PLASTOVOU IZOLACÍ DO 2,5 MM2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87679D" w14:textId="77777777" w:rsidR="00AE3790" w:rsidRPr="00AE3790" w:rsidRDefault="00AE3790" w:rsidP="001B4B54">
            <w:pPr>
              <w:spacing w:after="0"/>
              <w:jc w:val="center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M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A9EE2BA" w14:textId="77777777" w:rsidR="00AE3790" w:rsidRPr="00AE3790" w:rsidRDefault="00AE3790" w:rsidP="001B4B54">
            <w:pPr>
              <w:spacing w:after="0"/>
              <w:jc w:val="center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 xml:space="preserve">    400,000</w:t>
            </w:r>
          </w:p>
        </w:tc>
      </w:tr>
      <w:tr w:rsidR="00AE3790" w:rsidRPr="00AE3790" w14:paraId="078E0C55" w14:textId="77777777" w:rsidTr="00C31B5C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70B2867" w14:textId="77777777" w:rsidR="00AE3790" w:rsidRPr="00AE3790" w:rsidRDefault="00AE3790" w:rsidP="001B4B54">
            <w:pPr>
              <w:spacing w:after="0"/>
              <w:jc w:val="right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16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219C4D2" w14:textId="77777777" w:rsidR="00AE3790" w:rsidRPr="00AE3790" w:rsidRDefault="00AE3790" w:rsidP="001B4B54">
            <w:pPr>
              <w:spacing w:after="0"/>
              <w:jc w:val="right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742G12</w:t>
            </w:r>
          </w:p>
        </w:tc>
        <w:tc>
          <w:tcPr>
            <w:tcW w:w="6660" w:type="dxa"/>
            <w:shd w:val="clear" w:color="auto" w:fill="auto"/>
            <w:vAlign w:val="center"/>
            <w:hideMark/>
          </w:tcPr>
          <w:p w14:paraId="51A0781E" w14:textId="77777777" w:rsidR="00AE3790" w:rsidRPr="00AE3790" w:rsidRDefault="00AE3790" w:rsidP="001B4B54">
            <w:pPr>
              <w:spacing w:after="0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 xml:space="preserve">KABEL NN </w:t>
            </w:r>
            <w:proofErr w:type="gramStart"/>
            <w:r w:rsidRPr="00AE3790">
              <w:rPr>
                <w:rFonts w:asciiTheme="majorHAnsi" w:eastAsia="Times New Roman" w:hAnsiTheme="majorHAnsi" w:cs="Arial"/>
                <w:lang w:eastAsia="cs-CZ"/>
              </w:rPr>
              <w:t>DVOU- A</w:t>
            </w:r>
            <w:proofErr w:type="gramEnd"/>
            <w:r w:rsidRPr="00AE3790">
              <w:rPr>
                <w:rFonts w:asciiTheme="majorHAnsi" w:eastAsia="Times New Roman" w:hAnsiTheme="majorHAnsi" w:cs="Arial"/>
                <w:lang w:eastAsia="cs-CZ"/>
              </w:rPr>
              <w:t xml:space="preserve"> TRÍŽÍLOVÝ CU S PLASTOVOU IZOLACÍ OD 4 DO 16 MM2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2CE9D9" w14:textId="77777777" w:rsidR="00AE3790" w:rsidRPr="00AE3790" w:rsidRDefault="00AE3790" w:rsidP="001B4B54">
            <w:pPr>
              <w:spacing w:after="0"/>
              <w:jc w:val="center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M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13E03C" w14:textId="77777777" w:rsidR="00AE3790" w:rsidRPr="00AE3790" w:rsidRDefault="00AE3790" w:rsidP="001B4B54">
            <w:pPr>
              <w:spacing w:after="0"/>
              <w:jc w:val="center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 xml:space="preserve">    260,000</w:t>
            </w:r>
          </w:p>
        </w:tc>
      </w:tr>
      <w:tr w:rsidR="00AE3790" w:rsidRPr="00AE3790" w14:paraId="4E52C7FB" w14:textId="77777777" w:rsidTr="00C31B5C">
        <w:trPr>
          <w:trHeight w:val="51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F7BC4A2" w14:textId="77777777" w:rsidR="00AE3790" w:rsidRPr="00AE3790" w:rsidRDefault="00AE3790" w:rsidP="001B4B54">
            <w:pPr>
              <w:spacing w:after="0"/>
              <w:jc w:val="right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17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A337E0C" w14:textId="77777777" w:rsidR="00AE3790" w:rsidRPr="00AE3790" w:rsidRDefault="00AE3790" w:rsidP="001B4B54">
            <w:pPr>
              <w:spacing w:after="0"/>
              <w:jc w:val="right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742L11</w:t>
            </w:r>
          </w:p>
        </w:tc>
        <w:tc>
          <w:tcPr>
            <w:tcW w:w="6660" w:type="dxa"/>
            <w:shd w:val="clear" w:color="auto" w:fill="auto"/>
            <w:vAlign w:val="center"/>
            <w:hideMark/>
          </w:tcPr>
          <w:p w14:paraId="247794A9" w14:textId="77777777" w:rsidR="00AE3790" w:rsidRPr="00AE3790" w:rsidRDefault="00AE3790" w:rsidP="001B4B54">
            <w:pPr>
              <w:spacing w:after="0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UKONCENÍ DVOU AŽ PETIŽÍLOVÉHO KABELU V ROZVADECI NEBO NA PRÍSTROJI DO 2,5 MM2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8EEC71" w14:textId="77777777" w:rsidR="00AE3790" w:rsidRPr="00AE3790" w:rsidRDefault="00AE3790" w:rsidP="001B4B54">
            <w:pPr>
              <w:spacing w:after="0"/>
              <w:jc w:val="center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KUS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81164BE" w14:textId="77777777" w:rsidR="00AE3790" w:rsidRPr="00AE3790" w:rsidRDefault="00AE3790" w:rsidP="001B4B54">
            <w:pPr>
              <w:spacing w:after="0"/>
              <w:jc w:val="center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 xml:space="preserve">    12,000</w:t>
            </w:r>
          </w:p>
        </w:tc>
      </w:tr>
      <w:tr w:rsidR="00AE3790" w:rsidRPr="00AE3790" w14:paraId="1089AAC0" w14:textId="77777777" w:rsidTr="00C31B5C">
        <w:trPr>
          <w:trHeight w:val="51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8CEC4DE" w14:textId="77777777" w:rsidR="00AE3790" w:rsidRPr="00AE3790" w:rsidRDefault="00AE3790" w:rsidP="001B4B54">
            <w:pPr>
              <w:spacing w:after="0"/>
              <w:jc w:val="right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18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F636CF1" w14:textId="77777777" w:rsidR="00AE3790" w:rsidRPr="00AE3790" w:rsidRDefault="00AE3790" w:rsidP="001B4B54">
            <w:pPr>
              <w:spacing w:after="0"/>
              <w:jc w:val="right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742L12</w:t>
            </w:r>
          </w:p>
        </w:tc>
        <w:tc>
          <w:tcPr>
            <w:tcW w:w="6660" w:type="dxa"/>
            <w:shd w:val="clear" w:color="auto" w:fill="auto"/>
            <w:vAlign w:val="center"/>
            <w:hideMark/>
          </w:tcPr>
          <w:p w14:paraId="7457096D" w14:textId="77777777" w:rsidR="00AE3790" w:rsidRPr="00AE3790" w:rsidRDefault="00AE3790" w:rsidP="001B4B54">
            <w:pPr>
              <w:spacing w:after="0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UKONCENÍ DVOU AŽ PETIŽÍLOVÉHO KABELU V ROZVADECI NEBO NA PRÍSTROJI OD 4 DO 16 MM2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119D6C" w14:textId="77777777" w:rsidR="00AE3790" w:rsidRPr="00AE3790" w:rsidRDefault="00AE3790" w:rsidP="001B4B54">
            <w:pPr>
              <w:spacing w:after="0"/>
              <w:jc w:val="center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KUS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D117C5" w14:textId="77777777" w:rsidR="00AE3790" w:rsidRPr="00AE3790" w:rsidRDefault="00AE3790" w:rsidP="001B4B54">
            <w:pPr>
              <w:spacing w:after="0"/>
              <w:jc w:val="center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 xml:space="preserve">    8,000</w:t>
            </w:r>
          </w:p>
        </w:tc>
      </w:tr>
    </w:tbl>
    <w:p w14:paraId="6909C73E" w14:textId="77777777" w:rsidR="007C160D" w:rsidRDefault="007C160D" w:rsidP="001B4B54">
      <w:pPr>
        <w:spacing w:after="0"/>
        <w:rPr>
          <w:rFonts w:asciiTheme="majorHAnsi" w:hAnsiTheme="majorHAnsi" w:cs="Arial"/>
        </w:rPr>
      </w:pPr>
    </w:p>
    <w:p w14:paraId="0C68347C" w14:textId="2D747DC5" w:rsidR="00AE3790" w:rsidRPr="00AE3790" w:rsidRDefault="00AE3790" w:rsidP="001B4B54">
      <w:pPr>
        <w:spacing w:after="0"/>
        <w:rPr>
          <w:rFonts w:asciiTheme="majorHAnsi" w:hAnsiTheme="majorHAnsi" w:cs="Arial"/>
        </w:rPr>
      </w:pPr>
      <w:r w:rsidRPr="00AE3790">
        <w:rPr>
          <w:rFonts w:asciiTheme="majorHAnsi" w:hAnsiTheme="majorHAnsi" w:cs="Arial"/>
        </w:rPr>
        <w:t>Žádáme zadavatele o prověření.</w:t>
      </w:r>
    </w:p>
    <w:p w14:paraId="300E1FF7" w14:textId="77777777" w:rsidR="00A27639" w:rsidRDefault="00A27639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4707FC6" w14:textId="5BD907D3" w:rsidR="00AE3790" w:rsidRPr="001B4B54" w:rsidRDefault="00AE3790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B4B5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FD39C61" w14:textId="2730B3F7" w:rsidR="00687625" w:rsidRPr="001B4B54" w:rsidRDefault="00687625" w:rsidP="001B4B54">
      <w:pPr>
        <w:spacing w:after="0"/>
        <w:rPr>
          <w:b/>
          <w:bCs/>
        </w:rPr>
      </w:pPr>
      <w:r w:rsidRPr="001B4B54">
        <w:rPr>
          <w:b/>
          <w:bCs/>
        </w:rPr>
        <w:t>Byl upraven soupis prací.</w:t>
      </w:r>
    </w:p>
    <w:p w14:paraId="1274E4A6" w14:textId="7A807696" w:rsidR="00687625" w:rsidRPr="001B4B54" w:rsidRDefault="00687625" w:rsidP="001B4B54">
      <w:pPr>
        <w:spacing w:after="0"/>
        <w:rPr>
          <w:bCs/>
        </w:rPr>
      </w:pPr>
      <w:r w:rsidRPr="001B4B54">
        <w:rPr>
          <w:bCs/>
        </w:rPr>
        <w:t>Položka č. 14 byla zrušena</w:t>
      </w:r>
      <w:r w:rsidR="001B4B54">
        <w:rPr>
          <w:bCs/>
        </w:rPr>
        <w:t>.</w:t>
      </w:r>
    </w:p>
    <w:p w14:paraId="04230724" w14:textId="534EBF28" w:rsidR="00687625" w:rsidRPr="001B4B54" w:rsidRDefault="00687625" w:rsidP="001B4B54">
      <w:pPr>
        <w:spacing w:after="0"/>
      </w:pPr>
      <w:r w:rsidRPr="001B4B54">
        <w:t>Množství v položce č.15 bylo upraveno na 250 m. Množství v položce č.16 bylo upraveno na 3770 m. Množství v položce č.17 bylo upraveno na 10 kusů. Množství v položce č.18 bylo upraveno na 44 kusů.</w:t>
      </w:r>
    </w:p>
    <w:p w14:paraId="066B488E" w14:textId="1D5900CD" w:rsidR="00AE3790" w:rsidRPr="001B4B54" w:rsidRDefault="00687625" w:rsidP="001B4B54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1B4B54">
        <w:rPr>
          <w:rFonts w:asciiTheme="majorHAnsi" w:eastAsia="Times New Roman" w:hAnsiTheme="majorHAnsi" w:cs="Times New Roman"/>
          <w:lang w:eastAsia="cs-CZ"/>
        </w:rPr>
        <w:t>Byla doplněna položka č.119 (</w:t>
      </w:r>
      <w:r w:rsidR="006536E0" w:rsidRPr="001B4B54">
        <w:rPr>
          <w:rFonts w:asciiTheme="majorHAnsi" w:eastAsia="Times New Roman" w:hAnsiTheme="majorHAnsi" w:cs="Times New Roman"/>
          <w:lang w:eastAsia="cs-CZ"/>
        </w:rPr>
        <w:t>742H12)</w:t>
      </w:r>
      <w:r w:rsidR="00A2701D" w:rsidRPr="001B4B54">
        <w:rPr>
          <w:rFonts w:asciiTheme="majorHAnsi" w:eastAsia="Times New Roman" w:hAnsiTheme="majorHAnsi" w:cs="Times New Roman"/>
          <w:lang w:eastAsia="cs-CZ"/>
        </w:rPr>
        <w:t>, č.</w:t>
      </w:r>
      <w:r w:rsidR="006F4302" w:rsidRPr="001B4B54">
        <w:rPr>
          <w:rFonts w:asciiTheme="majorHAnsi" w:eastAsia="Times New Roman" w:hAnsiTheme="majorHAnsi" w:cs="Times New Roman"/>
          <w:lang w:eastAsia="cs-CZ"/>
        </w:rPr>
        <w:t>120 (</w:t>
      </w:r>
      <w:r w:rsidR="00A064DC" w:rsidRPr="001B4B54">
        <w:rPr>
          <w:rFonts w:asciiTheme="majorHAnsi" w:eastAsia="Times New Roman" w:hAnsiTheme="majorHAnsi" w:cs="Times New Roman"/>
          <w:lang w:eastAsia="cs-CZ"/>
        </w:rPr>
        <w:t>742H13</w:t>
      </w:r>
      <w:r w:rsidR="006F4302" w:rsidRPr="001B4B54">
        <w:rPr>
          <w:rFonts w:asciiTheme="majorHAnsi" w:eastAsia="Times New Roman" w:hAnsiTheme="majorHAnsi" w:cs="Times New Roman"/>
          <w:lang w:eastAsia="cs-CZ"/>
        </w:rPr>
        <w:t>)</w:t>
      </w:r>
      <w:r w:rsidR="00A2701D" w:rsidRPr="001B4B54">
        <w:rPr>
          <w:rFonts w:asciiTheme="majorHAnsi" w:eastAsia="Times New Roman" w:hAnsiTheme="majorHAnsi" w:cs="Times New Roman"/>
          <w:lang w:eastAsia="cs-CZ"/>
        </w:rPr>
        <w:t>, č.</w:t>
      </w:r>
      <w:r w:rsidR="00342566" w:rsidRPr="001B4B54">
        <w:rPr>
          <w:rFonts w:asciiTheme="majorHAnsi" w:eastAsia="Times New Roman" w:hAnsiTheme="majorHAnsi" w:cs="Times New Roman"/>
          <w:lang w:eastAsia="cs-CZ"/>
        </w:rPr>
        <w:t>121 (</w:t>
      </w:r>
      <w:r w:rsidR="00B27B89" w:rsidRPr="001B4B54">
        <w:rPr>
          <w:rFonts w:asciiTheme="majorHAnsi" w:eastAsia="Times New Roman" w:hAnsiTheme="majorHAnsi" w:cs="Times New Roman"/>
          <w:lang w:eastAsia="cs-CZ"/>
        </w:rPr>
        <w:t xml:space="preserve">742H24), </w:t>
      </w:r>
      <w:r w:rsidR="00A2701D" w:rsidRPr="001B4B54">
        <w:rPr>
          <w:rFonts w:asciiTheme="majorHAnsi" w:eastAsia="Times New Roman" w:hAnsiTheme="majorHAnsi" w:cs="Times New Roman"/>
          <w:lang w:eastAsia="cs-CZ"/>
        </w:rPr>
        <w:t>č.122</w:t>
      </w:r>
      <w:r w:rsidR="00F36AA1" w:rsidRPr="001B4B54">
        <w:rPr>
          <w:rFonts w:asciiTheme="majorHAnsi" w:eastAsia="Times New Roman" w:hAnsiTheme="majorHAnsi" w:cs="Times New Roman"/>
          <w:lang w:eastAsia="cs-CZ"/>
        </w:rPr>
        <w:t>(742L13)</w:t>
      </w:r>
      <w:r w:rsidR="00A2701D" w:rsidRPr="001B4B54">
        <w:rPr>
          <w:rFonts w:asciiTheme="majorHAnsi" w:eastAsia="Times New Roman" w:hAnsiTheme="majorHAnsi" w:cs="Times New Roman"/>
          <w:lang w:eastAsia="cs-CZ"/>
        </w:rPr>
        <w:t>, č.</w:t>
      </w:r>
      <w:r w:rsidR="00F36AA1" w:rsidRPr="001B4B54">
        <w:rPr>
          <w:rFonts w:asciiTheme="majorHAnsi" w:eastAsia="Times New Roman" w:hAnsiTheme="majorHAnsi" w:cs="Times New Roman"/>
          <w:lang w:eastAsia="cs-CZ"/>
        </w:rPr>
        <w:t>123 (742L14), č.124 (75I222), č.125 (75I22X), č.126 (75IH11)</w:t>
      </w:r>
      <w:r w:rsidR="001B4B54">
        <w:rPr>
          <w:rFonts w:asciiTheme="majorHAnsi" w:eastAsia="Times New Roman" w:hAnsiTheme="majorHAnsi" w:cs="Times New Roman"/>
          <w:lang w:eastAsia="cs-CZ"/>
        </w:rPr>
        <w:t>.</w:t>
      </w:r>
    </w:p>
    <w:p w14:paraId="5CCB2D2D" w14:textId="77777777" w:rsidR="00AE3790" w:rsidRPr="001B4B54" w:rsidRDefault="00AE3790" w:rsidP="001B4B54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73CD12D9" w14:textId="77777777" w:rsidR="001B4B54" w:rsidRPr="001B4B54" w:rsidRDefault="001B4B54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990FD06" w14:textId="558BEB41" w:rsidR="00AE3790" w:rsidRPr="001B4B54" w:rsidRDefault="00AE3790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B4B54">
        <w:rPr>
          <w:rFonts w:asciiTheme="majorHAnsi" w:eastAsia="Calibri" w:hAnsiTheme="majorHAnsi" w:cs="Times New Roman"/>
          <w:b/>
          <w:lang w:eastAsia="cs-CZ"/>
        </w:rPr>
        <w:t>Dotaz č. 264:</w:t>
      </w:r>
    </w:p>
    <w:p w14:paraId="67CC4543" w14:textId="77777777" w:rsidR="007C160D" w:rsidRDefault="00AE3790" w:rsidP="001B4B54">
      <w:pPr>
        <w:spacing w:after="0"/>
        <w:rPr>
          <w:rFonts w:asciiTheme="majorHAnsi" w:hAnsiTheme="majorHAnsi" w:cs="Arial"/>
          <w:b/>
        </w:rPr>
      </w:pPr>
      <w:r w:rsidRPr="001B4B54">
        <w:rPr>
          <w:rFonts w:asciiTheme="majorHAnsi" w:hAnsiTheme="majorHAnsi" w:cs="Arial"/>
          <w:b/>
        </w:rPr>
        <w:t xml:space="preserve">PS 24-01-11.1, ŽST </w:t>
      </w:r>
      <w:proofErr w:type="spellStart"/>
      <w:r w:rsidRPr="001B4B54">
        <w:rPr>
          <w:rFonts w:asciiTheme="majorHAnsi" w:hAnsiTheme="majorHAnsi" w:cs="Arial"/>
          <w:b/>
        </w:rPr>
        <w:t>Ceská</w:t>
      </w:r>
      <w:proofErr w:type="spellEnd"/>
      <w:r w:rsidRPr="001B4B54">
        <w:rPr>
          <w:rFonts w:asciiTheme="majorHAnsi" w:hAnsiTheme="majorHAnsi" w:cs="Arial"/>
          <w:b/>
        </w:rPr>
        <w:t xml:space="preserve"> </w:t>
      </w:r>
      <w:proofErr w:type="spellStart"/>
      <w:r w:rsidRPr="001B4B54">
        <w:rPr>
          <w:rFonts w:asciiTheme="majorHAnsi" w:hAnsiTheme="majorHAnsi" w:cs="Arial"/>
          <w:b/>
        </w:rPr>
        <w:t>Trebová</w:t>
      </w:r>
      <w:proofErr w:type="spellEnd"/>
      <w:r w:rsidRPr="001B4B54">
        <w:rPr>
          <w:rFonts w:asciiTheme="majorHAnsi" w:hAnsiTheme="majorHAnsi" w:cs="Arial"/>
          <w:b/>
        </w:rPr>
        <w:t xml:space="preserve"> </w:t>
      </w:r>
      <w:proofErr w:type="spellStart"/>
      <w:r w:rsidRPr="001B4B54">
        <w:rPr>
          <w:rFonts w:asciiTheme="majorHAnsi" w:hAnsiTheme="majorHAnsi" w:cs="Arial"/>
          <w:b/>
        </w:rPr>
        <w:t>os.n</w:t>
      </w:r>
      <w:proofErr w:type="spellEnd"/>
      <w:r w:rsidRPr="001B4B54">
        <w:rPr>
          <w:rFonts w:asciiTheme="majorHAnsi" w:hAnsiTheme="majorHAnsi" w:cs="Arial"/>
          <w:b/>
        </w:rPr>
        <w:t xml:space="preserve">., definitivní SZZ. </w:t>
      </w:r>
    </w:p>
    <w:p w14:paraId="14E9A542" w14:textId="372D8175" w:rsidR="00AE3790" w:rsidRPr="001B4B54" w:rsidRDefault="00AE3790" w:rsidP="001B4B54">
      <w:pPr>
        <w:spacing w:after="0"/>
        <w:rPr>
          <w:rFonts w:asciiTheme="majorHAnsi" w:hAnsiTheme="majorHAnsi" w:cs="Arial"/>
        </w:rPr>
      </w:pPr>
      <w:r w:rsidRPr="001B4B54">
        <w:rPr>
          <w:rFonts w:asciiTheme="majorHAnsi" w:hAnsiTheme="majorHAnsi" w:cs="Arial"/>
        </w:rPr>
        <w:t>Dle kabelové dokumentace se předpokládá vybudování optického kabelu (12 vláken) v délce 3 </w:t>
      </w:r>
      <w:proofErr w:type="gramStart"/>
      <w:r w:rsidRPr="001B4B54">
        <w:rPr>
          <w:rFonts w:asciiTheme="majorHAnsi" w:hAnsiTheme="majorHAnsi" w:cs="Arial"/>
        </w:rPr>
        <w:t>235m</w:t>
      </w:r>
      <w:proofErr w:type="gramEnd"/>
      <w:r w:rsidRPr="001B4B54">
        <w:rPr>
          <w:rFonts w:asciiTheme="majorHAnsi" w:hAnsiTheme="majorHAnsi" w:cs="Arial"/>
        </w:rPr>
        <w:t xml:space="preserve">, tj. 38,82 KMVLÁKNO, (8 kabelů, 16 ukončení). V soupisu prací postrádáme odpovídající položky včetně ukončení, měření, </w:t>
      </w:r>
      <w:proofErr w:type="spellStart"/>
      <w:r w:rsidRPr="001B4B54">
        <w:rPr>
          <w:rFonts w:asciiTheme="majorHAnsi" w:hAnsiTheme="majorHAnsi" w:cs="Arial"/>
        </w:rPr>
        <w:t>patchcordy</w:t>
      </w:r>
      <w:proofErr w:type="spellEnd"/>
      <w:r w:rsidRPr="001B4B54">
        <w:rPr>
          <w:rFonts w:asciiTheme="majorHAnsi" w:hAnsiTheme="majorHAnsi" w:cs="Arial"/>
        </w:rPr>
        <w:t xml:space="preserve"> apod. (viz TZ odst. 3.2.2.8). Žádáme zadavatele o doplnění odpovídajících položek do soupisu prací.</w:t>
      </w:r>
    </w:p>
    <w:p w14:paraId="4A47BBAD" w14:textId="77777777" w:rsidR="00AE3790" w:rsidRPr="001B4B54" w:rsidRDefault="00AE3790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3CF7B649" w14:textId="7508E6BF" w:rsidR="00AE3790" w:rsidRPr="001B4B54" w:rsidRDefault="00AE3790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B4B5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88DDE56" w14:textId="77777777" w:rsidR="00367478" w:rsidRPr="001B4B54" w:rsidRDefault="00367478" w:rsidP="001B4B54">
      <w:pPr>
        <w:spacing w:after="0"/>
        <w:rPr>
          <w:b/>
          <w:bCs/>
        </w:rPr>
      </w:pPr>
      <w:r w:rsidRPr="001B4B54">
        <w:rPr>
          <w:b/>
          <w:bCs/>
        </w:rPr>
        <w:t>Byl upraven soupis prací.</w:t>
      </w:r>
    </w:p>
    <w:p w14:paraId="3D7EE5A2" w14:textId="2D524896" w:rsidR="00367478" w:rsidRPr="001B4B54" w:rsidRDefault="00367478" w:rsidP="001B4B54">
      <w:pPr>
        <w:spacing w:after="0"/>
        <w:rPr>
          <w:rFonts w:eastAsia="Times New Roman" w:cs="Times New Roman"/>
          <w:lang w:eastAsia="cs-CZ"/>
        </w:rPr>
      </w:pPr>
      <w:r w:rsidRPr="001B4B54">
        <w:rPr>
          <w:rFonts w:eastAsia="Times New Roman" w:cs="Times New Roman"/>
          <w:lang w:eastAsia="cs-CZ"/>
        </w:rPr>
        <w:t xml:space="preserve">Byly doplněny položky č. </w:t>
      </w:r>
      <w:r w:rsidR="00687625" w:rsidRPr="001B4B54">
        <w:rPr>
          <w:rFonts w:eastAsia="Times New Roman" w:cs="Times New Roman"/>
          <w:lang w:eastAsia="cs-CZ"/>
        </w:rPr>
        <w:t>116</w:t>
      </w:r>
      <w:r w:rsidRPr="001B4B54">
        <w:rPr>
          <w:rFonts w:eastAsia="Times New Roman" w:cs="Times New Roman"/>
          <w:lang w:eastAsia="cs-CZ"/>
        </w:rPr>
        <w:t xml:space="preserve"> (75I811), č. </w:t>
      </w:r>
      <w:r w:rsidR="00687625" w:rsidRPr="001B4B54">
        <w:rPr>
          <w:rFonts w:eastAsia="Times New Roman" w:cs="Times New Roman"/>
          <w:lang w:eastAsia="cs-CZ"/>
        </w:rPr>
        <w:t>117</w:t>
      </w:r>
      <w:r w:rsidRPr="001B4B54">
        <w:rPr>
          <w:rFonts w:eastAsia="Times New Roman" w:cs="Times New Roman"/>
          <w:lang w:eastAsia="cs-CZ"/>
        </w:rPr>
        <w:t xml:space="preserve"> (75IH61) a č. </w:t>
      </w:r>
      <w:r w:rsidR="00687625" w:rsidRPr="001B4B54">
        <w:rPr>
          <w:rFonts w:eastAsia="Times New Roman" w:cs="Times New Roman"/>
          <w:lang w:eastAsia="cs-CZ"/>
        </w:rPr>
        <w:t>118</w:t>
      </w:r>
      <w:r w:rsidRPr="001B4B54">
        <w:rPr>
          <w:rFonts w:eastAsia="Times New Roman" w:cs="Times New Roman"/>
          <w:lang w:eastAsia="cs-CZ"/>
        </w:rPr>
        <w:t xml:space="preserve"> (R75IK21)</w:t>
      </w:r>
      <w:r w:rsidR="001B4B54">
        <w:rPr>
          <w:rFonts w:eastAsia="Times New Roman" w:cs="Times New Roman"/>
          <w:lang w:eastAsia="cs-CZ"/>
        </w:rPr>
        <w:t>.</w:t>
      </w:r>
    </w:p>
    <w:p w14:paraId="05F87331" w14:textId="77777777" w:rsidR="00AE3790" w:rsidRPr="00AE3790" w:rsidRDefault="00AE3790" w:rsidP="001B4B54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2767C9A9" w14:textId="77777777" w:rsidR="00AE3790" w:rsidRPr="00AE3790" w:rsidRDefault="00AE3790" w:rsidP="001B4B54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6E32E3B1" w14:textId="77777777" w:rsidR="007C160D" w:rsidRDefault="007C160D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53B02E56" w14:textId="48BBF856" w:rsidR="00AE3790" w:rsidRPr="00AE3790" w:rsidRDefault="00AE3790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AE3790">
        <w:rPr>
          <w:rFonts w:asciiTheme="majorHAnsi" w:eastAsia="Calibri" w:hAnsiTheme="majorHAnsi" w:cs="Times New Roman"/>
          <w:b/>
          <w:lang w:eastAsia="cs-CZ"/>
        </w:rPr>
        <w:lastRenderedPageBreak/>
        <w:t>Dotaz č. 265:</w:t>
      </w:r>
    </w:p>
    <w:p w14:paraId="0571CDDA" w14:textId="77777777" w:rsidR="00A27639" w:rsidRDefault="00AE3790" w:rsidP="001B4B54">
      <w:pPr>
        <w:spacing w:after="0"/>
        <w:rPr>
          <w:rFonts w:asciiTheme="majorHAnsi" w:hAnsiTheme="majorHAnsi" w:cs="Arial"/>
          <w:b/>
        </w:rPr>
      </w:pPr>
      <w:r w:rsidRPr="00AE3790">
        <w:rPr>
          <w:rFonts w:asciiTheme="majorHAnsi" w:hAnsiTheme="majorHAnsi" w:cs="Arial"/>
          <w:b/>
        </w:rPr>
        <w:t xml:space="preserve">PS 24-01-11.1, ŽST </w:t>
      </w:r>
      <w:proofErr w:type="spellStart"/>
      <w:r w:rsidRPr="00AE3790">
        <w:rPr>
          <w:rFonts w:asciiTheme="majorHAnsi" w:hAnsiTheme="majorHAnsi" w:cs="Arial"/>
          <w:b/>
        </w:rPr>
        <w:t>Ceská</w:t>
      </w:r>
      <w:proofErr w:type="spellEnd"/>
      <w:r w:rsidRPr="00AE3790">
        <w:rPr>
          <w:rFonts w:asciiTheme="majorHAnsi" w:hAnsiTheme="majorHAnsi" w:cs="Arial"/>
          <w:b/>
        </w:rPr>
        <w:t xml:space="preserve"> </w:t>
      </w:r>
      <w:proofErr w:type="spellStart"/>
      <w:r w:rsidRPr="00AE3790">
        <w:rPr>
          <w:rFonts w:asciiTheme="majorHAnsi" w:hAnsiTheme="majorHAnsi" w:cs="Arial"/>
          <w:b/>
        </w:rPr>
        <w:t>Trebová</w:t>
      </w:r>
      <w:proofErr w:type="spellEnd"/>
      <w:r w:rsidRPr="00AE3790">
        <w:rPr>
          <w:rFonts w:asciiTheme="majorHAnsi" w:hAnsiTheme="majorHAnsi" w:cs="Arial"/>
          <w:b/>
        </w:rPr>
        <w:t xml:space="preserve"> </w:t>
      </w:r>
      <w:proofErr w:type="spellStart"/>
      <w:r w:rsidRPr="00AE3790">
        <w:rPr>
          <w:rFonts w:asciiTheme="majorHAnsi" w:hAnsiTheme="majorHAnsi" w:cs="Arial"/>
          <w:b/>
        </w:rPr>
        <w:t>os.n</w:t>
      </w:r>
      <w:proofErr w:type="spellEnd"/>
      <w:r w:rsidRPr="00AE3790">
        <w:rPr>
          <w:rFonts w:asciiTheme="majorHAnsi" w:hAnsiTheme="majorHAnsi" w:cs="Arial"/>
          <w:b/>
        </w:rPr>
        <w:t xml:space="preserve">., definitivní SZZ. </w:t>
      </w:r>
    </w:p>
    <w:p w14:paraId="6127A6D9" w14:textId="35046A61" w:rsidR="00AE3790" w:rsidRPr="00AE3790" w:rsidRDefault="00AE3790" w:rsidP="001B4B54">
      <w:pPr>
        <w:spacing w:after="0"/>
        <w:rPr>
          <w:rFonts w:asciiTheme="majorHAnsi" w:hAnsiTheme="majorHAnsi" w:cs="Arial"/>
        </w:rPr>
      </w:pPr>
      <w:r w:rsidRPr="00AE3790">
        <w:rPr>
          <w:rFonts w:asciiTheme="majorHAnsi" w:hAnsiTheme="majorHAnsi" w:cs="Arial"/>
        </w:rPr>
        <w:t>V soupisu prací se nachází položky: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"/>
        <w:gridCol w:w="827"/>
        <w:gridCol w:w="6260"/>
        <w:gridCol w:w="426"/>
        <w:gridCol w:w="1275"/>
      </w:tblGrid>
      <w:tr w:rsidR="00AE3790" w:rsidRPr="00AE3790" w14:paraId="1ECC56D3" w14:textId="77777777" w:rsidTr="00C31B5C">
        <w:trPr>
          <w:trHeight w:val="25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14:paraId="4938C03A" w14:textId="77777777" w:rsidR="00AE3790" w:rsidRPr="00AE3790" w:rsidRDefault="00AE3790" w:rsidP="001B4B54">
            <w:pPr>
              <w:spacing w:after="0"/>
              <w:jc w:val="right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8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21335268" w14:textId="77777777" w:rsidR="00AE3790" w:rsidRPr="00AE3790" w:rsidRDefault="00AE3790" w:rsidP="001B4B54">
            <w:pPr>
              <w:spacing w:after="0"/>
              <w:jc w:val="right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702111</w:t>
            </w:r>
          </w:p>
        </w:tc>
        <w:tc>
          <w:tcPr>
            <w:tcW w:w="6260" w:type="dxa"/>
            <w:shd w:val="clear" w:color="auto" w:fill="auto"/>
            <w:vAlign w:val="center"/>
            <w:hideMark/>
          </w:tcPr>
          <w:p w14:paraId="48ED1162" w14:textId="77777777" w:rsidR="00AE3790" w:rsidRPr="00AE3790" w:rsidRDefault="00AE3790" w:rsidP="001B4B54">
            <w:pPr>
              <w:spacing w:after="0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KABELOVÝ ŽLAB ZEMNÍ VCETNE KRYTU SVETLÉ ŠÍRKY DO 120 MM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9C0BFE2" w14:textId="77777777" w:rsidR="00AE3790" w:rsidRPr="00AE3790" w:rsidRDefault="00AE3790" w:rsidP="001B4B54">
            <w:pPr>
              <w:spacing w:after="0"/>
              <w:jc w:val="center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8E0E6E" w14:textId="77777777" w:rsidR="00AE3790" w:rsidRPr="00AE3790" w:rsidRDefault="00AE3790" w:rsidP="001B4B54">
            <w:pPr>
              <w:spacing w:after="0"/>
              <w:jc w:val="center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 xml:space="preserve">   3 240,000</w:t>
            </w:r>
          </w:p>
        </w:tc>
      </w:tr>
      <w:tr w:rsidR="00AE3790" w:rsidRPr="00AE3790" w14:paraId="7711514C" w14:textId="77777777" w:rsidTr="00C31B5C">
        <w:trPr>
          <w:trHeight w:val="25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14:paraId="202B8D5C" w14:textId="77777777" w:rsidR="00AE3790" w:rsidRPr="00AE3790" w:rsidRDefault="00AE3790" w:rsidP="001B4B54">
            <w:pPr>
              <w:spacing w:after="0"/>
              <w:jc w:val="right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9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14:paraId="41DACF73" w14:textId="77777777" w:rsidR="00AE3790" w:rsidRPr="00AE3790" w:rsidRDefault="00AE3790" w:rsidP="001B4B54">
            <w:pPr>
              <w:spacing w:after="0"/>
              <w:jc w:val="right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702112</w:t>
            </w:r>
          </w:p>
        </w:tc>
        <w:tc>
          <w:tcPr>
            <w:tcW w:w="6260" w:type="dxa"/>
            <w:shd w:val="clear" w:color="auto" w:fill="auto"/>
            <w:vAlign w:val="center"/>
            <w:hideMark/>
          </w:tcPr>
          <w:p w14:paraId="02553E21" w14:textId="77777777" w:rsidR="00AE3790" w:rsidRPr="00AE3790" w:rsidRDefault="00AE3790" w:rsidP="001B4B54">
            <w:pPr>
              <w:spacing w:after="0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KABELOVÝ ŽLAB ZEMNÍ VCETNE KRYTU SVETLÉ ŠÍRKY PRES 120 DO 250 MM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B3D392E" w14:textId="77777777" w:rsidR="00AE3790" w:rsidRPr="00AE3790" w:rsidRDefault="00AE3790" w:rsidP="001B4B54">
            <w:pPr>
              <w:spacing w:after="0"/>
              <w:jc w:val="center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C74E3E" w14:textId="77777777" w:rsidR="00AE3790" w:rsidRPr="00AE3790" w:rsidRDefault="00AE3790" w:rsidP="001B4B54">
            <w:pPr>
              <w:spacing w:after="0"/>
              <w:jc w:val="center"/>
              <w:rPr>
                <w:rFonts w:asciiTheme="majorHAnsi" w:eastAsia="Times New Roman" w:hAnsiTheme="majorHAnsi" w:cs="Arial"/>
                <w:lang w:eastAsia="cs-CZ"/>
              </w:rPr>
            </w:pPr>
            <w:r w:rsidRPr="00AE3790">
              <w:rPr>
                <w:rFonts w:asciiTheme="majorHAnsi" w:eastAsia="Times New Roman" w:hAnsiTheme="majorHAnsi" w:cs="Arial"/>
                <w:lang w:eastAsia="cs-CZ"/>
              </w:rPr>
              <w:t xml:space="preserve">   3 270,000</w:t>
            </w:r>
          </w:p>
        </w:tc>
      </w:tr>
    </w:tbl>
    <w:p w14:paraId="6E68DA53" w14:textId="77777777" w:rsidR="00AE3790" w:rsidRPr="00AE3790" w:rsidRDefault="00AE3790" w:rsidP="001B4B54">
      <w:pPr>
        <w:spacing w:after="0"/>
        <w:rPr>
          <w:rFonts w:asciiTheme="majorHAnsi" w:hAnsiTheme="majorHAnsi" w:cs="Arial"/>
        </w:rPr>
      </w:pPr>
      <w:r w:rsidRPr="00AE3790">
        <w:rPr>
          <w:rFonts w:asciiTheme="majorHAnsi" w:hAnsiTheme="majorHAnsi" w:cs="Arial"/>
        </w:rPr>
        <w:t>Předpokládáme správně, že se požadují zemní, plastové, běžně používané, zavedené žlaby?</w:t>
      </w:r>
    </w:p>
    <w:p w14:paraId="28EE8032" w14:textId="77777777" w:rsidR="00AE3790" w:rsidRPr="00AE3790" w:rsidRDefault="00AE3790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0B8C7AB" w14:textId="77777777" w:rsidR="00AE3790" w:rsidRPr="001B4B54" w:rsidRDefault="00AE3790" w:rsidP="001B4B5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B4B5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FFD1E8A" w14:textId="6E1035D7" w:rsidR="00A70877" w:rsidRPr="001B4B54" w:rsidRDefault="00A70877" w:rsidP="001B4B54">
      <w:pPr>
        <w:spacing w:after="0"/>
      </w:pPr>
      <w:r w:rsidRPr="001B4B54">
        <w:t xml:space="preserve">Ano, jedná se </w:t>
      </w:r>
      <w:r w:rsidR="00DB556F" w:rsidRPr="001B4B54">
        <w:t xml:space="preserve">o </w:t>
      </w:r>
      <w:r w:rsidRPr="001B4B54">
        <w:t>zemní plastový</w:t>
      </w:r>
      <w:r w:rsidR="00DB556F" w:rsidRPr="001B4B54">
        <w:t xml:space="preserve"> žlab,</w:t>
      </w:r>
      <w:r w:rsidRPr="001B4B54">
        <w:t xml:space="preserve"> běžně používaný na SŽ.</w:t>
      </w:r>
    </w:p>
    <w:p w14:paraId="0437B680" w14:textId="77777777" w:rsidR="00AE3790" w:rsidRDefault="00AE3790" w:rsidP="001B4B54">
      <w:pPr>
        <w:spacing w:after="0"/>
        <w:rPr>
          <w:rFonts w:eastAsia="Times New Roman" w:cs="Times New Roman"/>
          <w:b/>
          <w:color w:val="FF0000"/>
          <w:lang w:eastAsia="cs-CZ"/>
        </w:rPr>
      </w:pPr>
    </w:p>
    <w:p w14:paraId="2ACDDA1C" w14:textId="48B77224" w:rsidR="00664163" w:rsidRDefault="00664163" w:rsidP="001B4B5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0A2AC24" w14:textId="77777777" w:rsidR="001B4B54" w:rsidRPr="00BD5319" w:rsidRDefault="001B4B54" w:rsidP="001B4B54">
      <w:pPr>
        <w:spacing w:after="0" w:line="240" w:lineRule="auto"/>
        <w:rPr>
          <w:rFonts w:eastAsia="Times New Roman" w:cs="Times New Roman"/>
          <w:lang w:eastAsia="cs-CZ"/>
        </w:rPr>
      </w:pPr>
    </w:p>
    <w:p w14:paraId="36353B3D" w14:textId="73431CC8" w:rsidR="00664163" w:rsidRDefault="00664163" w:rsidP="001B4B54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1B4B54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1B4B54">
        <w:rPr>
          <w:rFonts w:eastAsia="Times New Roman" w:cs="Times New Roman"/>
          <w:b/>
          <w:lang w:eastAsia="cs-CZ"/>
        </w:rPr>
        <w:t>změny/doplnění zadávací dokumentace</w:t>
      </w:r>
      <w:r w:rsidRPr="001B4B54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1B4B54">
        <w:rPr>
          <w:rFonts w:eastAsia="Times New Roman" w:cs="Times New Roman"/>
          <w:lang w:eastAsia="cs-CZ"/>
        </w:rPr>
        <w:t>ust</w:t>
      </w:r>
      <w:proofErr w:type="spellEnd"/>
      <w:r w:rsidRPr="001B4B54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1B4B54" w:rsidRPr="001B4B54">
        <w:rPr>
          <w:rFonts w:eastAsia="Times New Roman" w:cs="Times New Roman"/>
          <w:lang w:eastAsia="cs-CZ"/>
        </w:rPr>
        <w:t>4. 10. 2024</w:t>
      </w:r>
      <w:r w:rsidRPr="001B4B54">
        <w:rPr>
          <w:rFonts w:eastAsia="Times New Roman" w:cs="Times New Roman"/>
          <w:lang w:eastAsia="cs-CZ"/>
        </w:rPr>
        <w:t xml:space="preserve"> na den </w:t>
      </w:r>
      <w:r w:rsidR="007C160D">
        <w:rPr>
          <w:rFonts w:eastAsia="Times New Roman" w:cs="Times New Roman"/>
          <w:b/>
          <w:lang w:eastAsia="cs-CZ"/>
        </w:rPr>
        <w:t>7</w:t>
      </w:r>
      <w:r w:rsidR="001B4B54" w:rsidRPr="001B4B54">
        <w:rPr>
          <w:rFonts w:eastAsia="Times New Roman" w:cs="Times New Roman"/>
          <w:b/>
          <w:lang w:eastAsia="cs-CZ"/>
        </w:rPr>
        <w:t>. 10. 2024</w:t>
      </w:r>
      <w:r w:rsidRPr="001B4B54">
        <w:rPr>
          <w:rFonts w:eastAsia="Times New Roman" w:cs="Times New Roman"/>
          <w:lang w:eastAsia="cs-CZ"/>
        </w:rPr>
        <w:t>.</w:t>
      </w:r>
    </w:p>
    <w:p w14:paraId="332E6F8C" w14:textId="77777777" w:rsidR="00664163" w:rsidRDefault="00664163" w:rsidP="00664163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8F6D20B" w14:textId="381BC368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4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AE3790" w:rsidRPr="00F652BF">
        <w:rPr>
          <w:rFonts w:eastAsia="Times New Roman" w:cs="Times New Roman"/>
          <w:lang w:eastAsia="cs-CZ"/>
        </w:rPr>
        <w:t>Z2024-029160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0FE4E137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2B7A2EB0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1B4B54">
        <w:rPr>
          <w:rFonts w:eastAsia="Times New Roman" w:cs="Times New Roman"/>
          <w:lang w:eastAsia="cs-CZ"/>
        </w:rPr>
        <w:t xml:space="preserve">rušíme datum </w:t>
      </w:r>
      <w:r w:rsidR="001B4B54" w:rsidRPr="001B4B54">
        <w:rPr>
          <w:rFonts w:eastAsia="Times New Roman" w:cs="Times New Roman"/>
          <w:lang w:eastAsia="cs-CZ"/>
        </w:rPr>
        <w:t>04.10.2024</w:t>
      </w:r>
      <w:r w:rsidRPr="001B4B54">
        <w:rPr>
          <w:rFonts w:eastAsia="Times New Roman" w:cs="Times New Roman"/>
          <w:lang w:eastAsia="cs-CZ"/>
        </w:rPr>
        <w:t xml:space="preserve"> a </w:t>
      </w:r>
      <w:r w:rsidRPr="001B4B54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1B4B54" w:rsidRPr="001B4B54">
        <w:rPr>
          <w:rFonts w:eastAsia="Times New Roman" w:cs="Times New Roman"/>
          <w:b/>
          <w:bCs/>
          <w:color w:val="000000" w:themeColor="text1"/>
          <w:lang w:eastAsia="cs-CZ"/>
        </w:rPr>
        <w:t>0</w:t>
      </w:r>
      <w:r w:rsidR="007C160D">
        <w:rPr>
          <w:rFonts w:eastAsia="Times New Roman" w:cs="Times New Roman"/>
          <w:b/>
          <w:bCs/>
          <w:color w:val="000000" w:themeColor="text1"/>
          <w:lang w:eastAsia="cs-CZ"/>
        </w:rPr>
        <w:t>7</w:t>
      </w:r>
      <w:r w:rsidR="001B4B54" w:rsidRPr="001B4B54">
        <w:rPr>
          <w:rFonts w:eastAsia="Times New Roman" w:cs="Times New Roman"/>
          <w:b/>
          <w:bCs/>
          <w:color w:val="000000" w:themeColor="text1"/>
          <w:lang w:eastAsia="cs-CZ"/>
        </w:rPr>
        <w:t>.10.2024</w:t>
      </w:r>
      <w:r w:rsidRPr="001B4B54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5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68D690" w14:textId="37F14694" w:rsidR="00664163" w:rsidRPr="001B4B54" w:rsidRDefault="00664163" w:rsidP="001B4B54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B4B54">
        <w:rPr>
          <w:rFonts w:eastAsia="Calibri" w:cs="Times New Roman"/>
          <w:b/>
          <w:bCs/>
          <w:lang w:eastAsia="cs-CZ"/>
        </w:rPr>
        <w:t xml:space="preserve">Příloha: </w:t>
      </w:r>
      <w:r w:rsidRPr="001B4B54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1B4B54">
        <w:rPr>
          <w:rFonts w:eastAsia="Calibri" w:cs="Times New Roman"/>
          <w:bCs/>
          <w:lang w:eastAsia="cs-CZ"/>
        </w:rPr>
        <w:instrText xml:space="preserve"> FORMTEXT </w:instrText>
      </w:r>
      <w:r w:rsidRPr="001B4B54">
        <w:rPr>
          <w:rFonts w:eastAsia="Calibri" w:cs="Times New Roman"/>
          <w:bCs/>
          <w:lang w:eastAsia="cs-CZ"/>
        </w:rPr>
      </w:r>
      <w:r w:rsidRPr="001B4B54">
        <w:rPr>
          <w:rFonts w:eastAsia="Calibri" w:cs="Times New Roman"/>
          <w:bCs/>
          <w:lang w:eastAsia="cs-CZ"/>
        </w:rPr>
        <w:fldChar w:fldCharType="separate"/>
      </w:r>
      <w:r w:rsidRPr="001B4B54">
        <w:rPr>
          <w:rFonts w:eastAsia="Calibri" w:cs="Times New Roman"/>
          <w:bCs/>
          <w:lang w:eastAsia="cs-CZ"/>
        </w:rPr>
        <w:t> </w:t>
      </w:r>
      <w:r w:rsidRPr="001B4B54">
        <w:rPr>
          <w:rFonts w:eastAsia="Calibri" w:cs="Times New Roman"/>
          <w:bCs/>
          <w:lang w:eastAsia="cs-CZ"/>
        </w:rPr>
        <w:t> </w:t>
      </w:r>
      <w:r w:rsidRPr="001B4B54">
        <w:rPr>
          <w:rFonts w:eastAsia="Calibri" w:cs="Times New Roman"/>
          <w:bCs/>
          <w:lang w:eastAsia="cs-CZ"/>
        </w:rPr>
        <w:t> </w:t>
      </w:r>
      <w:r w:rsidRPr="001B4B54">
        <w:rPr>
          <w:rFonts w:eastAsia="Calibri" w:cs="Times New Roman"/>
          <w:bCs/>
          <w:lang w:eastAsia="cs-CZ"/>
        </w:rPr>
        <w:t> </w:t>
      </w:r>
      <w:r w:rsidRPr="001B4B54">
        <w:rPr>
          <w:rFonts w:eastAsia="Calibri" w:cs="Times New Roman"/>
          <w:bCs/>
          <w:lang w:eastAsia="cs-CZ"/>
        </w:rPr>
        <w:t> </w:t>
      </w:r>
      <w:r w:rsidRPr="001B4B54">
        <w:rPr>
          <w:rFonts w:eastAsia="Calibri" w:cs="Times New Roman"/>
          <w:bCs/>
          <w:lang w:eastAsia="cs-CZ"/>
        </w:rPr>
        <w:fldChar w:fldCharType="end"/>
      </w:r>
    </w:p>
    <w:p w14:paraId="11FC1E85" w14:textId="4A52C62E" w:rsidR="00664163" w:rsidRPr="001B4B54" w:rsidRDefault="00C64D86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B4B54">
        <w:rPr>
          <w:rFonts w:eastAsia="Calibri" w:cs="Times New Roman"/>
          <w:lang w:eastAsia="cs-CZ"/>
        </w:rPr>
        <w:t>PS 19-01-12_1.001_26.8.2024.pdf</w:t>
      </w:r>
    </w:p>
    <w:p w14:paraId="0F06E1E9" w14:textId="64E44CD1" w:rsidR="00C64D86" w:rsidRPr="001B4B54" w:rsidRDefault="00C64D86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B4B54">
        <w:rPr>
          <w:rFonts w:eastAsia="Calibri" w:cs="Times New Roman"/>
          <w:lang w:eastAsia="cs-CZ"/>
        </w:rPr>
        <w:t>PS 24-01-11.1_2.701_26.8.2024.pdf</w:t>
      </w:r>
    </w:p>
    <w:p w14:paraId="0420CBC5" w14:textId="387ABEF2" w:rsidR="00C64D86" w:rsidRPr="001B4B54" w:rsidRDefault="00C64D86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B4B54">
        <w:rPr>
          <w:rFonts w:eastAsia="Calibri" w:cs="Times New Roman"/>
          <w:lang w:eastAsia="cs-CZ"/>
        </w:rPr>
        <w:t>PS 24-01-11.1_2.702_26.8.2024.pdf</w:t>
      </w:r>
    </w:p>
    <w:p w14:paraId="46863F0C" w14:textId="77777777" w:rsidR="00CE76E2" w:rsidRPr="001B4B54" w:rsidRDefault="00CE76E2" w:rsidP="00CE76E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B4B54">
        <w:rPr>
          <w:rFonts w:eastAsia="Calibri" w:cs="Times New Roman"/>
          <w:lang w:eastAsia="cs-CZ"/>
        </w:rPr>
        <w:t>XDC_Ceska-Trebova-cast1-zm12-20240827.xml</w:t>
      </w:r>
    </w:p>
    <w:p w14:paraId="272D7CFD" w14:textId="77777777" w:rsidR="00CE76E2" w:rsidRPr="001B4B54" w:rsidRDefault="00CE76E2" w:rsidP="00CE76E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B4B54">
        <w:rPr>
          <w:rFonts w:eastAsia="Calibri" w:cs="Times New Roman"/>
          <w:lang w:eastAsia="cs-CZ"/>
        </w:rPr>
        <w:t>XDC_Ceska-Trebova-cast2-zm12-20240827.xml</w:t>
      </w:r>
    </w:p>
    <w:p w14:paraId="1720B048" w14:textId="77777777" w:rsidR="00CE76E2" w:rsidRPr="001B4B54" w:rsidRDefault="00CE76E2" w:rsidP="00CE76E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B4B54">
        <w:rPr>
          <w:rFonts w:eastAsia="Calibri" w:cs="Times New Roman"/>
          <w:lang w:eastAsia="cs-CZ"/>
        </w:rPr>
        <w:t>XLS_Ceska-Trebova-cast1-zm12-20240827.xlsx</w:t>
      </w:r>
    </w:p>
    <w:p w14:paraId="5C1780BD" w14:textId="77777777" w:rsidR="00CE76E2" w:rsidRPr="001B4B54" w:rsidRDefault="00CE76E2" w:rsidP="00CE76E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B4B54">
        <w:rPr>
          <w:rFonts w:eastAsia="Calibri" w:cs="Times New Roman"/>
          <w:lang w:eastAsia="cs-CZ"/>
        </w:rPr>
        <w:t>XLS_Ceska-Trebova-cast2-zm12-20240827.xlsx</w:t>
      </w:r>
    </w:p>
    <w:p w14:paraId="6643C2D9" w14:textId="0042AE9B" w:rsidR="00CE76E2" w:rsidRPr="001B4B54" w:rsidRDefault="00CE76E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931316D" w14:textId="70B41E0A" w:rsidR="001B4B54" w:rsidRDefault="001B4B54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8F1495D" w14:textId="77777777" w:rsidR="007C160D" w:rsidRPr="001B4B54" w:rsidRDefault="007C160D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2" w:name="_GoBack"/>
      <w:bookmarkEnd w:id="2"/>
    </w:p>
    <w:p w14:paraId="102B7D61" w14:textId="0F41D029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B4B54">
        <w:rPr>
          <w:rFonts w:eastAsia="Calibri" w:cs="Times New Roman"/>
          <w:lang w:eastAsia="cs-CZ"/>
        </w:rPr>
        <w:t>V Praze</w:t>
      </w:r>
      <w:r w:rsidRPr="00BD5319">
        <w:rPr>
          <w:rFonts w:eastAsia="Calibri" w:cs="Times New Roman"/>
          <w:lang w:eastAsia="cs-CZ"/>
        </w:rPr>
        <w:t xml:space="preserve"> 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511A7E2" w14:textId="7C0F5281" w:rsidR="00664163" w:rsidRDefault="00664163" w:rsidP="00664163">
      <w:pPr>
        <w:spacing w:after="0" w:line="240" w:lineRule="auto"/>
        <w:rPr>
          <w:rFonts w:eastAsia="Times New Roman" w:cs="Times New Roman"/>
          <w:i/>
          <w:iCs/>
          <w:color w:val="FF0000"/>
          <w:lang w:eastAsia="cs-CZ"/>
        </w:rPr>
      </w:pPr>
    </w:p>
    <w:p w14:paraId="72DD0DFB" w14:textId="256E3E69" w:rsidR="001B4B54" w:rsidRDefault="001B4B54" w:rsidP="00664163">
      <w:pPr>
        <w:spacing w:after="0" w:line="240" w:lineRule="auto"/>
        <w:rPr>
          <w:rFonts w:eastAsia="Times New Roman" w:cs="Times New Roman"/>
          <w:i/>
          <w:iCs/>
          <w:color w:val="FF0000"/>
          <w:lang w:eastAsia="cs-CZ"/>
        </w:rPr>
      </w:pPr>
    </w:p>
    <w:p w14:paraId="115D0F19" w14:textId="77777777" w:rsidR="001B4B54" w:rsidRPr="00A77E57" w:rsidRDefault="001B4B54" w:rsidP="00664163">
      <w:pPr>
        <w:spacing w:after="0" w:line="240" w:lineRule="auto"/>
        <w:rPr>
          <w:rFonts w:eastAsia="Times New Roman" w:cs="Times New Roman"/>
          <w:i/>
          <w:iCs/>
          <w:color w:val="FF0000"/>
          <w:lang w:eastAsia="cs-CZ"/>
        </w:rPr>
      </w:pPr>
    </w:p>
    <w:p w14:paraId="31623FBA" w14:textId="77777777" w:rsidR="00664163" w:rsidRPr="007C160D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7C160D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7C160D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7C160D">
        <w:rPr>
          <w:rFonts w:ascii="Verdana" w:hAnsi="Verdana" w:cs="Verdana"/>
        </w:rPr>
        <w:t>ředitel odboru investičního</w:t>
      </w:r>
    </w:p>
    <w:p w14:paraId="50A8C07C" w14:textId="77777777" w:rsidR="00664163" w:rsidRPr="007C160D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7C160D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7C160D">
        <w:rPr>
          <w:rFonts w:ascii="Verdana" w:hAnsi="Verdana" w:cs="Verdana"/>
        </w:rPr>
        <w:t>Správa železnic, státní organizace</w:t>
      </w: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p w14:paraId="2C34CE96" w14:textId="77777777" w:rsidR="00FC4B86" w:rsidRPr="007C160D" w:rsidRDefault="00FC4B86" w:rsidP="00664163">
      <w:pPr>
        <w:spacing w:after="0" w:line="240" w:lineRule="auto"/>
        <w:rPr>
          <w:rFonts w:eastAsia="Times New Roman" w:cs="Times New Roman"/>
          <w:b/>
          <w:bCs/>
          <w:sz w:val="20"/>
          <w:lang w:eastAsia="cs-CZ"/>
        </w:rPr>
      </w:pPr>
    </w:p>
    <w:p w14:paraId="49ADD5E7" w14:textId="77777777" w:rsidR="00CB7B5A" w:rsidRPr="007C160D" w:rsidRDefault="00CB7B5A" w:rsidP="00CB7B5A">
      <w:pPr>
        <w:spacing w:before="120" w:after="0" w:line="240" w:lineRule="auto"/>
        <w:rPr>
          <w:rFonts w:eastAsia="Calibri" w:cs="Times New Roman"/>
          <w:b/>
          <w:bCs/>
          <w:sz w:val="20"/>
          <w:lang w:eastAsia="cs-CZ"/>
        </w:rPr>
      </w:pPr>
    </w:p>
    <w:sectPr w:rsidR="00CB7B5A" w:rsidRPr="007C160D" w:rsidSect="00A0499A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657AC3" w14:textId="77777777" w:rsidR="00633F57" w:rsidRDefault="00633F57" w:rsidP="00962258">
      <w:pPr>
        <w:spacing w:after="0" w:line="240" w:lineRule="auto"/>
      </w:pPr>
      <w:r>
        <w:separator/>
      </w:r>
    </w:p>
  </w:endnote>
  <w:endnote w:type="continuationSeparator" w:id="0">
    <w:p w14:paraId="13630242" w14:textId="77777777" w:rsidR="00633F57" w:rsidRDefault="00633F5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468E4654" w:rsidR="001762FE" w:rsidRPr="00B8518B" w:rsidRDefault="001762F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81D8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81D8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1762FE" w:rsidRDefault="001762FE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1762FE" w:rsidRDefault="001762FE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1762FE" w:rsidRDefault="001762FE" w:rsidP="00D831A3">
          <w:pPr>
            <w:pStyle w:val="Zpat"/>
          </w:pPr>
        </w:p>
      </w:tc>
    </w:tr>
  </w:tbl>
  <w:p w14:paraId="4B4C89F7" w14:textId="77777777" w:rsidR="001762FE" w:rsidRPr="00B8518B" w:rsidRDefault="001762FE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60E12061" w:rsidR="001762FE" w:rsidRPr="00B8518B" w:rsidRDefault="001762FE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81D8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81D8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1762FE" w:rsidRDefault="001762FE" w:rsidP="001762FE">
          <w:pPr>
            <w:pStyle w:val="Zpat"/>
          </w:pPr>
          <w:r>
            <w:t>Správa železnic, státní organizace</w:t>
          </w:r>
        </w:p>
        <w:p w14:paraId="18A64E1B" w14:textId="77777777" w:rsidR="001762FE" w:rsidRDefault="001762FE" w:rsidP="001762FE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1762FE" w:rsidRDefault="001762FE" w:rsidP="001762FE">
          <w:pPr>
            <w:pStyle w:val="Zpat"/>
          </w:pPr>
          <w:r>
            <w:t>Sídlo: Dlážděná 1003/7, 110 00 Praha 1</w:t>
          </w:r>
        </w:p>
        <w:p w14:paraId="447ED75A" w14:textId="77777777" w:rsidR="001762FE" w:rsidRDefault="001762FE" w:rsidP="001762FE">
          <w:pPr>
            <w:pStyle w:val="Zpat"/>
          </w:pPr>
          <w:r>
            <w:t>IČO: 709 94 234 DIČ: CZ 709 94 234</w:t>
          </w:r>
        </w:p>
        <w:p w14:paraId="51186120" w14:textId="77777777" w:rsidR="001762FE" w:rsidRDefault="001762FE" w:rsidP="001762FE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F52E2C4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1762FE" w:rsidRDefault="001762FE" w:rsidP="001762FE">
          <w:pPr>
            <w:pStyle w:val="Zpat"/>
          </w:pPr>
        </w:p>
      </w:tc>
    </w:tr>
  </w:tbl>
  <w:p w14:paraId="50E20CCC" w14:textId="77777777" w:rsidR="001762FE" w:rsidRPr="00B8518B" w:rsidRDefault="001762FE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1762FE" w:rsidRPr="00460660" w:rsidRDefault="001762F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1C0ACE" w14:textId="77777777" w:rsidR="00633F57" w:rsidRDefault="00633F57" w:rsidP="00962258">
      <w:pPr>
        <w:spacing w:after="0" w:line="240" w:lineRule="auto"/>
      </w:pPr>
      <w:r>
        <w:separator/>
      </w:r>
    </w:p>
  </w:footnote>
  <w:footnote w:type="continuationSeparator" w:id="0">
    <w:p w14:paraId="2C1223CA" w14:textId="77777777" w:rsidR="00633F57" w:rsidRDefault="00633F5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1762FE" w:rsidRPr="00B8518B" w:rsidRDefault="001762F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1762FE" w:rsidRDefault="001762F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1762FE" w:rsidRPr="00D6163D" w:rsidRDefault="001762FE" w:rsidP="00D6163D">
          <w:pPr>
            <w:pStyle w:val="Druhdokumentu"/>
          </w:pPr>
        </w:p>
      </w:tc>
    </w:tr>
  </w:tbl>
  <w:p w14:paraId="755AA0FB" w14:textId="77777777" w:rsidR="001762FE" w:rsidRPr="00D6163D" w:rsidRDefault="001762F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1762FE" w:rsidRPr="00B8518B" w:rsidRDefault="001762F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1762FE" w:rsidRPr="00D6163D" w:rsidRDefault="001762FE" w:rsidP="00FC6389">
          <w:pPr>
            <w:pStyle w:val="Druhdokumentu"/>
          </w:pPr>
        </w:p>
      </w:tc>
    </w:tr>
    <w:tr w:rsidR="001762FE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1762FE" w:rsidRPr="00B8518B" w:rsidRDefault="001762F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1762FE" w:rsidRDefault="001762FE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1762FE" w:rsidRPr="00D6163D" w:rsidRDefault="001762F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1762FE" w:rsidRPr="00460660" w:rsidRDefault="001762F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60434B"/>
    <w:multiLevelType w:val="hybridMultilevel"/>
    <w:tmpl w:val="484617DC"/>
    <w:lvl w:ilvl="0" w:tplc="DC1A52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3F480A"/>
    <w:multiLevelType w:val="hybridMultilevel"/>
    <w:tmpl w:val="17C647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C7825AF"/>
    <w:multiLevelType w:val="hybridMultilevel"/>
    <w:tmpl w:val="0AEEA1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8440A"/>
    <w:multiLevelType w:val="hybridMultilevel"/>
    <w:tmpl w:val="14D46E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8A00F1"/>
    <w:multiLevelType w:val="hybridMultilevel"/>
    <w:tmpl w:val="DE0028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1" w15:restartNumberingAfterBreak="0">
    <w:nsid w:val="4E4F7185"/>
    <w:multiLevelType w:val="hybridMultilevel"/>
    <w:tmpl w:val="8DA0BB20"/>
    <w:lvl w:ilvl="0" w:tplc="592C6CA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CD79E6"/>
    <w:multiLevelType w:val="hybridMultilevel"/>
    <w:tmpl w:val="DE0028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13"/>
  </w:num>
  <w:num w:numId="5">
    <w:abstractNumId w:val="0"/>
  </w:num>
  <w:num w:numId="6">
    <w:abstractNumId w:val="10"/>
  </w:num>
  <w:num w:numId="7">
    <w:abstractNumId w:val="9"/>
  </w:num>
  <w:num w:numId="8">
    <w:abstractNumId w:val="11"/>
  </w:num>
  <w:num w:numId="9">
    <w:abstractNumId w:val="2"/>
  </w:num>
  <w:num w:numId="10">
    <w:abstractNumId w:val="4"/>
  </w:num>
  <w:num w:numId="11">
    <w:abstractNumId w:val="7"/>
  </w:num>
  <w:num w:numId="12">
    <w:abstractNumId w:val="6"/>
  </w:num>
  <w:num w:numId="13">
    <w:abstractNumId w:val="12"/>
  </w:num>
  <w:num w:numId="14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81D88"/>
    <w:rsid w:val="000B3A82"/>
    <w:rsid w:val="000B6C7E"/>
    <w:rsid w:val="000B7907"/>
    <w:rsid w:val="000C0429"/>
    <w:rsid w:val="000C45E8"/>
    <w:rsid w:val="000E04AD"/>
    <w:rsid w:val="00114472"/>
    <w:rsid w:val="00126E93"/>
    <w:rsid w:val="00170EC5"/>
    <w:rsid w:val="001747C1"/>
    <w:rsid w:val="001762FE"/>
    <w:rsid w:val="0018596A"/>
    <w:rsid w:val="001B4B54"/>
    <w:rsid w:val="001B69C2"/>
    <w:rsid w:val="001C4DA0"/>
    <w:rsid w:val="00203B76"/>
    <w:rsid w:val="00207DF5"/>
    <w:rsid w:val="00267369"/>
    <w:rsid w:val="0026785D"/>
    <w:rsid w:val="0027712A"/>
    <w:rsid w:val="00296D39"/>
    <w:rsid w:val="002A59FE"/>
    <w:rsid w:val="002C31BF"/>
    <w:rsid w:val="002E0CD7"/>
    <w:rsid w:val="002F026B"/>
    <w:rsid w:val="00335122"/>
    <w:rsid w:val="00342566"/>
    <w:rsid w:val="00357BC6"/>
    <w:rsid w:val="00367478"/>
    <w:rsid w:val="0037111D"/>
    <w:rsid w:val="003756B9"/>
    <w:rsid w:val="003956C6"/>
    <w:rsid w:val="003B26A4"/>
    <w:rsid w:val="003B35C8"/>
    <w:rsid w:val="003E05B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0C6D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043B3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59ED"/>
    <w:rsid w:val="00596C7E"/>
    <w:rsid w:val="005A5F24"/>
    <w:rsid w:val="005A64E9"/>
    <w:rsid w:val="005B260E"/>
    <w:rsid w:val="005B5EE9"/>
    <w:rsid w:val="005E6916"/>
    <w:rsid w:val="006104F6"/>
    <w:rsid w:val="0061068E"/>
    <w:rsid w:val="00633F57"/>
    <w:rsid w:val="00647B65"/>
    <w:rsid w:val="006536E0"/>
    <w:rsid w:val="00660AD3"/>
    <w:rsid w:val="00664163"/>
    <w:rsid w:val="00687625"/>
    <w:rsid w:val="006A5570"/>
    <w:rsid w:val="006A689C"/>
    <w:rsid w:val="006B3D79"/>
    <w:rsid w:val="006C78C5"/>
    <w:rsid w:val="006E0578"/>
    <w:rsid w:val="006E314D"/>
    <w:rsid w:val="006E7F06"/>
    <w:rsid w:val="006F4302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160D"/>
    <w:rsid w:val="007C4F87"/>
    <w:rsid w:val="007E4A6E"/>
    <w:rsid w:val="007F56A7"/>
    <w:rsid w:val="007F626E"/>
    <w:rsid w:val="00807DD0"/>
    <w:rsid w:val="00813F11"/>
    <w:rsid w:val="00845827"/>
    <w:rsid w:val="008841FB"/>
    <w:rsid w:val="0088472C"/>
    <w:rsid w:val="00891334"/>
    <w:rsid w:val="008A3568"/>
    <w:rsid w:val="008D03B9"/>
    <w:rsid w:val="008F18D6"/>
    <w:rsid w:val="00904780"/>
    <w:rsid w:val="009113A8"/>
    <w:rsid w:val="009172D5"/>
    <w:rsid w:val="00922385"/>
    <w:rsid w:val="009223DF"/>
    <w:rsid w:val="00936091"/>
    <w:rsid w:val="00940D8A"/>
    <w:rsid w:val="00953B2A"/>
    <w:rsid w:val="00962258"/>
    <w:rsid w:val="009678B7"/>
    <w:rsid w:val="009809EA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02302"/>
    <w:rsid w:val="00A0337D"/>
    <w:rsid w:val="00A0499A"/>
    <w:rsid w:val="00A064DC"/>
    <w:rsid w:val="00A2701D"/>
    <w:rsid w:val="00A27639"/>
    <w:rsid w:val="00A44328"/>
    <w:rsid w:val="00A6177B"/>
    <w:rsid w:val="00A66136"/>
    <w:rsid w:val="00A70877"/>
    <w:rsid w:val="00AA4CBB"/>
    <w:rsid w:val="00AA65FA"/>
    <w:rsid w:val="00AA7351"/>
    <w:rsid w:val="00AB21A2"/>
    <w:rsid w:val="00AB4033"/>
    <w:rsid w:val="00AC5A0F"/>
    <w:rsid w:val="00AD056F"/>
    <w:rsid w:val="00AD2773"/>
    <w:rsid w:val="00AD6731"/>
    <w:rsid w:val="00AE1DDE"/>
    <w:rsid w:val="00AE3790"/>
    <w:rsid w:val="00B15B5E"/>
    <w:rsid w:val="00B15D0D"/>
    <w:rsid w:val="00B1637E"/>
    <w:rsid w:val="00B23CA3"/>
    <w:rsid w:val="00B27B89"/>
    <w:rsid w:val="00B3491A"/>
    <w:rsid w:val="00B41A8E"/>
    <w:rsid w:val="00B45E9E"/>
    <w:rsid w:val="00B55F9C"/>
    <w:rsid w:val="00B75EE1"/>
    <w:rsid w:val="00B77481"/>
    <w:rsid w:val="00B8518B"/>
    <w:rsid w:val="00BB1D2E"/>
    <w:rsid w:val="00BB3740"/>
    <w:rsid w:val="00BD5319"/>
    <w:rsid w:val="00BD7E91"/>
    <w:rsid w:val="00BF374D"/>
    <w:rsid w:val="00BF6D48"/>
    <w:rsid w:val="00C02D0A"/>
    <w:rsid w:val="00C03A6E"/>
    <w:rsid w:val="00C30247"/>
    <w:rsid w:val="00C30759"/>
    <w:rsid w:val="00C31B5C"/>
    <w:rsid w:val="00C35942"/>
    <w:rsid w:val="00C44F6A"/>
    <w:rsid w:val="00C63BA7"/>
    <w:rsid w:val="00C64D86"/>
    <w:rsid w:val="00C727E5"/>
    <w:rsid w:val="00C8207D"/>
    <w:rsid w:val="00CB7B5A"/>
    <w:rsid w:val="00CC1E2B"/>
    <w:rsid w:val="00CD1FC4"/>
    <w:rsid w:val="00CE060C"/>
    <w:rsid w:val="00CE0943"/>
    <w:rsid w:val="00CE371D"/>
    <w:rsid w:val="00CE76E2"/>
    <w:rsid w:val="00D02A4D"/>
    <w:rsid w:val="00D21061"/>
    <w:rsid w:val="00D31450"/>
    <w:rsid w:val="00D316A7"/>
    <w:rsid w:val="00D4108E"/>
    <w:rsid w:val="00D548C8"/>
    <w:rsid w:val="00D6163D"/>
    <w:rsid w:val="00D63009"/>
    <w:rsid w:val="00D831A3"/>
    <w:rsid w:val="00D902AD"/>
    <w:rsid w:val="00DA6FFE"/>
    <w:rsid w:val="00DB556F"/>
    <w:rsid w:val="00DC3110"/>
    <w:rsid w:val="00DD1934"/>
    <w:rsid w:val="00DD46F3"/>
    <w:rsid w:val="00DD58A6"/>
    <w:rsid w:val="00DE56F2"/>
    <w:rsid w:val="00DF116D"/>
    <w:rsid w:val="00E10710"/>
    <w:rsid w:val="00E422A4"/>
    <w:rsid w:val="00E76BBF"/>
    <w:rsid w:val="00E824F1"/>
    <w:rsid w:val="00EB104F"/>
    <w:rsid w:val="00ED14BD"/>
    <w:rsid w:val="00F01440"/>
    <w:rsid w:val="00F12DEC"/>
    <w:rsid w:val="00F1715C"/>
    <w:rsid w:val="00F27DEF"/>
    <w:rsid w:val="00F310F8"/>
    <w:rsid w:val="00F31794"/>
    <w:rsid w:val="00F35939"/>
    <w:rsid w:val="00F36AA1"/>
    <w:rsid w:val="00F45607"/>
    <w:rsid w:val="00F64786"/>
    <w:rsid w:val="00F659EB"/>
    <w:rsid w:val="00F804A7"/>
    <w:rsid w:val="00F862D6"/>
    <w:rsid w:val="00F86BA6"/>
    <w:rsid w:val="00FC4B86"/>
    <w:rsid w:val="00FC6389"/>
    <w:rsid w:val="00FD2F51"/>
    <w:rsid w:val="00FE3455"/>
    <w:rsid w:val="00FE37E2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1762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B26A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zakazky.szdc.cz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vz.nipez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814285A-7DD9-45ED-844C-06FA771A0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35</TotalTime>
  <Pages>5</Pages>
  <Words>1375</Words>
  <Characters>8118</Characters>
  <Application>Microsoft Office Word</Application>
  <DocSecurity>0</DocSecurity>
  <Lines>67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10</cp:revision>
  <cp:lastPrinted>2019-02-22T13:28:00Z</cp:lastPrinted>
  <dcterms:created xsi:type="dcterms:W3CDTF">2024-08-26T12:07:00Z</dcterms:created>
  <dcterms:modified xsi:type="dcterms:W3CDTF">2024-08-27T07:04:00Z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