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77777777" w:rsidR="00EB46E5" w:rsidRDefault="00EB46E5" w:rsidP="00EB46E5">
      <w:pPr>
        <w:pStyle w:val="Titul2"/>
      </w:pPr>
      <w:r w:rsidRPr="006C2343">
        <w:t>Zhotovení stavby</w:t>
      </w:r>
      <w:r w:rsidR="0035531B">
        <w:t xml:space="preserve"> </w:t>
      </w:r>
    </w:p>
    <w:p w14:paraId="2EFAB9F2" w14:textId="77777777" w:rsidR="005F6246" w:rsidRDefault="005F6246" w:rsidP="00EB46E5">
      <w:pPr>
        <w:pStyle w:val="Titul2"/>
        <w:rPr>
          <w:highlight w:val="green"/>
        </w:rPr>
      </w:pPr>
    </w:p>
    <w:p w14:paraId="36D69D25" w14:textId="570BF138" w:rsidR="0035531B" w:rsidRPr="009716A2" w:rsidRDefault="0035531B" w:rsidP="00EB46E5">
      <w:pPr>
        <w:pStyle w:val="Titul2"/>
      </w:pPr>
      <w:r w:rsidRPr="009716A2">
        <w:t>„</w:t>
      </w:r>
      <w:r w:rsidR="009716A2" w:rsidRPr="009716A2">
        <w:t xml:space="preserve">Rekonstrukce dopravny Dolní </w:t>
      </w:r>
      <w:proofErr w:type="spellStart"/>
      <w:r w:rsidR="009716A2" w:rsidRPr="009716A2">
        <w:t>Polubný</w:t>
      </w:r>
      <w:proofErr w:type="spellEnd"/>
      <w:r w:rsidRPr="009716A2">
        <w:t>“</w:t>
      </w:r>
    </w:p>
    <w:p w14:paraId="326F2FB6" w14:textId="77777777" w:rsidR="006C1ECA" w:rsidRPr="009716A2" w:rsidRDefault="006C1ECA" w:rsidP="00887491">
      <w:pPr>
        <w:pStyle w:val="Text1-1"/>
        <w:numPr>
          <w:ilvl w:val="0"/>
          <w:numId w:val="0"/>
        </w:numPr>
        <w:tabs>
          <w:tab w:val="left" w:pos="708"/>
        </w:tabs>
        <w:ind w:left="737" w:hanging="737"/>
      </w:pPr>
    </w:p>
    <w:p w14:paraId="4C01166D" w14:textId="73EB8E7F" w:rsidR="00887491" w:rsidRDefault="00887491" w:rsidP="00887491">
      <w:pPr>
        <w:pStyle w:val="Text1-1"/>
        <w:numPr>
          <w:ilvl w:val="0"/>
          <w:numId w:val="0"/>
        </w:numPr>
        <w:tabs>
          <w:tab w:val="left" w:pos="708"/>
        </w:tabs>
        <w:ind w:left="737" w:hanging="737"/>
      </w:pPr>
      <w:r w:rsidRPr="009716A2">
        <w:t xml:space="preserve">Č.j. </w:t>
      </w:r>
      <w:r w:rsidR="009716A2" w:rsidRPr="009716A2">
        <w:t>9881/2024-SŽ-SSZ-OVZ</w:t>
      </w:r>
    </w:p>
    <w:p w14:paraId="68263877" w14:textId="77777777" w:rsidR="00912983" w:rsidRDefault="00912983" w:rsidP="00912983">
      <w:pPr>
        <w:spacing w:after="0" w:line="240" w:lineRule="auto"/>
        <w:rPr>
          <w:i/>
          <w:color w:val="FF0000"/>
        </w:rPr>
      </w:pPr>
    </w:p>
    <w:p w14:paraId="50234F30" w14:textId="77777777" w:rsidR="009716A2" w:rsidRDefault="009716A2" w:rsidP="005F6246">
      <w:pPr>
        <w:spacing w:after="0" w:line="240" w:lineRule="auto"/>
        <w:rPr>
          <w:i/>
          <w:color w:val="FF0000"/>
        </w:rPr>
      </w:pPr>
    </w:p>
    <w:p w14:paraId="3D04EC0B" w14:textId="77777777" w:rsidR="009716A2" w:rsidRDefault="009716A2" w:rsidP="005F6246">
      <w:pPr>
        <w:spacing w:after="0" w:line="240" w:lineRule="auto"/>
        <w:rPr>
          <w:i/>
          <w:color w:val="FF0000"/>
        </w:rPr>
      </w:pPr>
    </w:p>
    <w:p w14:paraId="3336AB81" w14:textId="535E471C" w:rsidR="009716A2" w:rsidRDefault="009716A2" w:rsidP="005F6246">
      <w:pPr>
        <w:spacing w:after="0" w:line="240" w:lineRule="auto"/>
        <w:rPr>
          <w:i/>
          <w:color w:val="FF0000"/>
        </w:rPr>
      </w:pPr>
      <w:r>
        <w:rPr>
          <w:i/>
          <w:color w:val="FF0000"/>
        </w:rPr>
        <w:br/>
      </w:r>
    </w:p>
    <w:p w14:paraId="010E48F0" w14:textId="77777777" w:rsidR="009716A2" w:rsidRDefault="009716A2" w:rsidP="005F6246">
      <w:pPr>
        <w:spacing w:after="0" w:line="240" w:lineRule="auto"/>
        <w:rPr>
          <w:i/>
          <w:color w:val="FF0000"/>
        </w:rPr>
      </w:pPr>
    </w:p>
    <w:p w14:paraId="4DEA045C" w14:textId="77777777" w:rsidR="009716A2" w:rsidRDefault="009716A2" w:rsidP="005F6246">
      <w:pPr>
        <w:spacing w:after="0" w:line="240" w:lineRule="auto"/>
        <w:rPr>
          <w:i/>
          <w:color w:val="FF0000"/>
        </w:rPr>
      </w:pPr>
    </w:p>
    <w:p w14:paraId="5646BFDF" w14:textId="77777777" w:rsidR="009716A2" w:rsidRDefault="009716A2" w:rsidP="005F6246">
      <w:pPr>
        <w:spacing w:after="0" w:line="240" w:lineRule="auto"/>
        <w:rPr>
          <w:i/>
          <w:color w:val="FF0000"/>
        </w:rPr>
      </w:pPr>
    </w:p>
    <w:p w14:paraId="534FA01B" w14:textId="77777777" w:rsidR="009716A2" w:rsidRDefault="009716A2" w:rsidP="005F6246">
      <w:pPr>
        <w:spacing w:after="0" w:line="240" w:lineRule="auto"/>
        <w:rPr>
          <w:color w:val="FF0000"/>
        </w:rPr>
      </w:pPr>
    </w:p>
    <w:p w14:paraId="5830256C" w14:textId="4134DA24" w:rsidR="009716A2" w:rsidRDefault="009716A2" w:rsidP="005F6246">
      <w:pPr>
        <w:spacing w:after="0" w:line="240" w:lineRule="auto"/>
        <w:rPr>
          <w:color w:val="FF0000"/>
        </w:rPr>
      </w:pPr>
      <w:r>
        <w:rPr>
          <w:noProof/>
          <w:lang w:eastAsia="cs-CZ"/>
        </w:rPr>
        <w:drawing>
          <wp:inline distT="0" distB="0" distL="0" distR="0" wp14:anchorId="23A17125" wp14:editId="037E58A9">
            <wp:extent cx="3025356" cy="742687"/>
            <wp:effectExtent l="0" t="0" r="3810" b="635"/>
            <wp:docPr id="1272766879" name="Obrázek 1" descr="Obsah obrázku text, Písmo, snímek obrazovky, Elektricky modrá&#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2766879" name="Obrázek 1" descr="Obsah obrázku text, Písmo, snímek obrazovky, Elektricky modrá&#10;&#10;Popis byl vytvořen automaticky"/>
                    <pic:cNvPicPr/>
                  </pic:nvPicPr>
                  <pic:blipFill>
                    <a:blip r:embed="rId11"/>
                    <a:stretch>
                      <a:fillRect/>
                    </a:stretch>
                  </pic:blipFill>
                  <pic:spPr>
                    <a:xfrm>
                      <a:off x="0" y="0"/>
                      <a:ext cx="3046459" cy="747868"/>
                    </a:xfrm>
                    <a:prstGeom prst="rect">
                      <a:avLst/>
                    </a:prstGeom>
                  </pic:spPr>
                </pic:pic>
              </a:graphicData>
            </a:graphic>
          </wp:inline>
        </w:drawing>
      </w:r>
    </w:p>
    <w:p w14:paraId="3F1A66EB" w14:textId="77777777" w:rsidR="009716A2" w:rsidRDefault="009716A2" w:rsidP="005F6246">
      <w:pPr>
        <w:spacing w:after="0" w:line="240" w:lineRule="auto"/>
        <w:rPr>
          <w:color w:val="FF0000"/>
        </w:rPr>
      </w:pPr>
    </w:p>
    <w:p w14:paraId="3DCC1250" w14:textId="77777777" w:rsidR="009716A2" w:rsidRDefault="009716A2" w:rsidP="005F6246">
      <w:pPr>
        <w:spacing w:after="0" w:line="240" w:lineRule="auto"/>
        <w:rPr>
          <w:color w:val="FF0000"/>
        </w:rPr>
      </w:pPr>
    </w:p>
    <w:p w14:paraId="29912B3F" w14:textId="77777777" w:rsidR="009716A2" w:rsidRDefault="009716A2" w:rsidP="005F6246">
      <w:pPr>
        <w:spacing w:after="0" w:line="240" w:lineRule="auto"/>
        <w:rPr>
          <w:color w:val="FF0000"/>
        </w:rPr>
      </w:pPr>
    </w:p>
    <w:p w14:paraId="254D2163" w14:textId="4A18841D" w:rsidR="005F6246" w:rsidRPr="00C35479" w:rsidRDefault="005F6246" w:rsidP="005F6246">
      <w:pPr>
        <w:spacing w:after="0" w:line="240" w:lineRule="auto"/>
        <w:rPr>
          <w:color w:val="FF0000"/>
        </w:rPr>
      </w:pPr>
      <w:r w:rsidRPr="004C7962">
        <w:rPr>
          <w:noProof/>
          <w:lang w:eastAsia="cs-CZ"/>
        </w:rPr>
        <w:drawing>
          <wp:inline distT="0" distB="0" distL="0" distR="0" wp14:anchorId="49D43DD6" wp14:editId="6E550FC9">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571170AC" w14:textId="505CB82C" w:rsidR="00C35479" w:rsidRDefault="00C35479">
      <w:pPr>
        <w:rPr>
          <w:color w:val="FF0000"/>
        </w:rPr>
      </w:pPr>
      <w:r>
        <w:rPr>
          <w:color w:val="FF0000"/>
        </w:rPr>
        <w:br w:type="page"/>
      </w:r>
    </w:p>
    <w:p w14:paraId="101252E5" w14:textId="77777777" w:rsidR="00C35479" w:rsidRPr="00C35479" w:rsidRDefault="00C35479" w:rsidP="00912983">
      <w:pPr>
        <w:spacing w:after="0"/>
        <w:rPr>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15E86523" w14:textId="1AFA7E6E" w:rsidR="00624667"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172782319" w:history="1">
        <w:r w:rsidR="00624667" w:rsidRPr="00F979D5">
          <w:rPr>
            <w:rStyle w:val="Hypertextovodkaz"/>
          </w:rPr>
          <w:t>1.</w:t>
        </w:r>
        <w:r w:rsidR="00624667">
          <w:rPr>
            <w:rFonts w:eastAsiaTheme="minorEastAsia"/>
            <w:caps w:val="0"/>
            <w:noProof/>
            <w:kern w:val="2"/>
            <w:sz w:val="24"/>
            <w:szCs w:val="24"/>
            <w:lang w:eastAsia="cs-CZ"/>
            <w14:ligatures w14:val="standardContextual"/>
          </w:rPr>
          <w:tab/>
        </w:r>
        <w:r w:rsidR="00624667" w:rsidRPr="00F979D5">
          <w:rPr>
            <w:rStyle w:val="Hypertextovodkaz"/>
          </w:rPr>
          <w:t>ÚVODNÍ USTANOVENÍ</w:t>
        </w:r>
        <w:r w:rsidR="00624667">
          <w:rPr>
            <w:noProof/>
            <w:webHidden/>
          </w:rPr>
          <w:tab/>
        </w:r>
        <w:r w:rsidR="00624667">
          <w:rPr>
            <w:noProof/>
            <w:webHidden/>
          </w:rPr>
          <w:fldChar w:fldCharType="begin"/>
        </w:r>
        <w:r w:rsidR="00624667">
          <w:rPr>
            <w:noProof/>
            <w:webHidden/>
          </w:rPr>
          <w:instrText xml:space="preserve"> PAGEREF _Toc172782319 \h </w:instrText>
        </w:r>
        <w:r w:rsidR="00624667">
          <w:rPr>
            <w:noProof/>
            <w:webHidden/>
          </w:rPr>
        </w:r>
        <w:r w:rsidR="00624667">
          <w:rPr>
            <w:noProof/>
            <w:webHidden/>
          </w:rPr>
          <w:fldChar w:fldCharType="separate"/>
        </w:r>
        <w:r w:rsidR="00FB1135">
          <w:rPr>
            <w:noProof/>
            <w:webHidden/>
          </w:rPr>
          <w:t>3</w:t>
        </w:r>
        <w:r w:rsidR="00624667">
          <w:rPr>
            <w:noProof/>
            <w:webHidden/>
          </w:rPr>
          <w:fldChar w:fldCharType="end"/>
        </w:r>
      </w:hyperlink>
    </w:p>
    <w:p w14:paraId="0F7C9B8D" w14:textId="39ACBF23" w:rsidR="00624667" w:rsidRDefault="00000000">
      <w:pPr>
        <w:pStyle w:val="Obsah1"/>
        <w:rPr>
          <w:rFonts w:eastAsiaTheme="minorEastAsia"/>
          <w:caps w:val="0"/>
          <w:noProof/>
          <w:kern w:val="2"/>
          <w:sz w:val="24"/>
          <w:szCs w:val="24"/>
          <w:lang w:eastAsia="cs-CZ"/>
          <w14:ligatures w14:val="standardContextual"/>
        </w:rPr>
      </w:pPr>
      <w:hyperlink w:anchor="_Toc172782320" w:history="1">
        <w:r w:rsidR="00624667" w:rsidRPr="00F979D5">
          <w:rPr>
            <w:rStyle w:val="Hypertextovodkaz"/>
          </w:rPr>
          <w:t>2.</w:t>
        </w:r>
        <w:r w:rsidR="00624667">
          <w:rPr>
            <w:rFonts w:eastAsiaTheme="minorEastAsia"/>
            <w:caps w:val="0"/>
            <w:noProof/>
            <w:kern w:val="2"/>
            <w:sz w:val="24"/>
            <w:szCs w:val="24"/>
            <w:lang w:eastAsia="cs-CZ"/>
            <w14:ligatures w14:val="standardContextual"/>
          </w:rPr>
          <w:tab/>
        </w:r>
        <w:r w:rsidR="00624667" w:rsidRPr="00F979D5">
          <w:rPr>
            <w:rStyle w:val="Hypertextovodkaz"/>
          </w:rPr>
          <w:t>IDENTIFIKAČNÍ ÚDAJE ZADAVATELE</w:t>
        </w:r>
        <w:r w:rsidR="00624667">
          <w:rPr>
            <w:noProof/>
            <w:webHidden/>
          </w:rPr>
          <w:tab/>
        </w:r>
        <w:r w:rsidR="00624667">
          <w:rPr>
            <w:noProof/>
            <w:webHidden/>
          </w:rPr>
          <w:fldChar w:fldCharType="begin"/>
        </w:r>
        <w:r w:rsidR="00624667">
          <w:rPr>
            <w:noProof/>
            <w:webHidden/>
          </w:rPr>
          <w:instrText xml:space="preserve"> PAGEREF _Toc172782320 \h </w:instrText>
        </w:r>
        <w:r w:rsidR="00624667">
          <w:rPr>
            <w:noProof/>
            <w:webHidden/>
          </w:rPr>
        </w:r>
        <w:r w:rsidR="00624667">
          <w:rPr>
            <w:noProof/>
            <w:webHidden/>
          </w:rPr>
          <w:fldChar w:fldCharType="separate"/>
        </w:r>
        <w:r w:rsidR="00FB1135">
          <w:rPr>
            <w:noProof/>
            <w:webHidden/>
          </w:rPr>
          <w:t>3</w:t>
        </w:r>
        <w:r w:rsidR="00624667">
          <w:rPr>
            <w:noProof/>
            <w:webHidden/>
          </w:rPr>
          <w:fldChar w:fldCharType="end"/>
        </w:r>
      </w:hyperlink>
    </w:p>
    <w:p w14:paraId="3A682DAA" w14:textId="70D6002E" w:rsidR="00624667" w:rsidRDefault="00000000">
      <w:pPr>
        <w:pStyle w:val="Obsah1"/>
        <w:rPr>
          <w:rFonts w:eastAsiaTheme="minorEastAsia"/>
          <w:caps w:val="0"/>
          <w:noProof/>
          <w:kern w:val="2"/>
          <w:sz w:val="24"/>
          <w:szCs w:val="24"/>
          <w:lang w:eastAsia="cs-CZ"/>
          <w14:ligatures w14:val="standardContextual"/>
        </w:rPr>
      </w:pPr>
      <w:hyperlink w:anchor="_Toc172782321" w:history="1">
        <w:r w:rsidR="00624667" w:rsidRPr="00F979D5">
          <w:rPr>
            <w:rStyle w:val="Hypertextovodkaz"/>
          </w:rPr>
          <w:t>3.</w:t>
        </w:r>
        <w:r w:rsidR="00624667">
          <w:rPr>
            <w:rFonts w:eastAsiaTheme="minorEastAsia"/>
            <w:caps w:val="0"/>
            <w:noProof/>
            <w:kern w:val="2"/>
            <w:sz w:val="24"/>
            <w:szCs w:val="24"/>
            <w:lang w:eastAsia="cs-CZ"/>
            <w14:ligatures w14:val="standardContextual"/>
          </w:rPr>
          <w:tab/>
        </w:r>
        <w:r w:rsidR="00624667" w:rsidRPr="00F979D5">
          <w:rPr>
            <w:rStyle w:val="Hypertextovodkaz"/>
          </w:rPr>
          <w:t>KOMUNIKACE MEZI ZADAVATELEM a DODAVATELEM</w:t>
        </w:r>
        <w:r w:rsidR="00624667">
          <w:rPr>
            <w:noProof/>
            <w:webHidden/>
          </w:rPr>
          <w:tab/>
        </w:r>
        <w:r w:rsidR="00624667">
          <w:rPr>
            <w:noProof/>
            <w:webHidden/>
          </w:rPr>
          <w:fldChar w:fldCharType="begin"/>
        </w:r>
        <w:r w:rsidR="00624667">
          <w:rPr>
            <w:noProof/>
            <w:webHidden/>
          </w:rPr>
          <w:instrText xml:space="preserve"> PAGEREF _Toc172782321 \h </w:instrText>
        </w:r>
        <w:r w:rsidR="00624667">
          <w:rPr>
            <w:noProof/>
            <w:webHidden/>
          </w:rPr>
        </w:r>
        <w:r w:rsidR="00624667">
          <w:rPr>
            <w:noProof/>
            <w:webHidden/>
          </w:rPr>
          <w:fldChar w:fldCharType="separate"/>
        </w:r>
        <w:r w:rsidR="00FB1135">
          <w:rPr>
            <w:noProof/>
            <w:webHidden/>
          </w:rPr>
          <w:t>4</w:t>
        </w:r>
        <w:r w:rsidR="00624667">
          <w:rPr>
            <w:noProof/>
            <w:webHidden/>
          </w:rPr>
          <w:fldChar w:fldCharType="end"/>
        </w:r>
      </w:hyperlink>
    </w:p>
    <w:p w14:paraId="49ACAA80" w14:textId="7A7B9FDC" w:rsidR="00624667" w:rsidRDefault="00000000">
      <w:pPr>
        <w:pStyle w:val="Obsah1"/>
        <w:rPr>
          <w:rFonts w:eastAsiaTheme="minorEastAsia"/>
          <w:caps w:val="0"/>
          <w:noProof/>
          <w:kern w:val="2"/>
          <w:sz w:val="24"/>
          <w:szCs w:val="24"/>
          <w:lang w:eastAsia="cs-CZ"/>
          <w14:ligatures w14:val="standardContextual"/>
        </w:rPr>
      </w:pPr>
      <w:hyperlink w:anchor="_Toc172782322" w:history="1">
        <w:r w:rsidR="00624667" w:rsidRPr="00F979D5">
          <w:rPr>
            <w:rStyle w:val="Hypertextovodkaz"/>
          </w:rPr>
          <w:t>4.</w:t>
        </w:r>
        <w:r w:rsidR="00624667">
          <w:rPr>
            <w:rFonts w:eastAsiaTheme="minorEastAsia"/>
            <w:caps w:val="0"/>
            <w:noProof/>
            <w:kern w:val="2"/>
            <w:sz w:val="24"/>
            <w:szCs w:val="24"/>
            <w:lang w:eastAsia="cs-CZ"/>
            <w14:ligatures w14:val="standardContextual"/>
          </w:rPr>
          <w:tab/>
        </w:r>
        <w:r w:rsidR="00624667" w:rsidRPr="00F979D5">
          <w:rPr>
            <w:rStyle w:val="Hypertextovodkaz"/>
          </w:rPr>
          <w:t>ÚČEL a PŘEDMĚT PLNĚNÍ VEŘEJNÉ ZAKÁZKY</w:t>
        </w:r>
        <w:r w:rsidR="00624667">
          <w:rPr>
            <w:noProof/>
            <w:webHidden/>
          </w:rPr>
          <w:tab/>
        </w:r>
        <w:r w:rsidR="00624667">
          <w:rPr>
            <w:noProof/>
            <w:webHidden/>
          </w:rPr>
          <w:fldChar w:fldCharType="begin"/>
        </w:r>
        <w:r w:rsidR="00624667">
          <w:rPr>
            <w:noProof/>
            <w:webHidden/>
          </w:rPr>
          <w:instrText xml:space="preserve"> PAGEREF _Toc172782322 \h </w:instrText>
        </w:r>
        <w:r w:rsidR="00624667">
          <w:rPr>
            <w:noProof/>
            <w:webHidden/>
          </w:rPr>
        </w:r>
        <w:r w:rsidR="00624667">
          <w:rPr>
            <w:noProof/>
            <w:webHidden/>
          </w:rPr>
          <w:fldChar w:fldCharType="separate"/>
        </w:r>
        <w:r w:rsidR="00FB1135">
          <w:rPr>
            <w:noProof/>
            <w:webHidden/>
          </w:rPr>
          <w:t>4</w:t>
        </w:r>
        <w:r w:rsidR="00624667">
          <w:rPr>
            <w:noProof/>
            <w:webHidden/>
          </w:rPr>
          <w:fldChar w:fldCharType="end"/>
        </w:r>
      </w:hyperlink>
    </w:p>
    <w:p w14:paraId="0015BEE1" w14:textId="5BD145EC" w:rsidR="00624667" w:rsidRDefault="00000000">
      <w:pPr>
        <w:pStyle w:val="Obsah1"/>
        <w:rPr>
          <w:rFonts w:eastAsiaTheme="minorEastAsia"/>
          <w:caps w:val="0"/>
          <w:noProof/>
          <w:kern w:val="2"/>
          <w:sz w:val="24"/>
          <w:szCs w:val="24"/>
          <w:lang w:eastAsia="cs-CZ"/>
          <w14:ligatures w14:val="standardContextual"/>
        </w:rPr>
      </w:pPr>
      <w:hyperlink w:anchor="_Toc172782323" w:history="1">
        <w:r w:rsidR="00624667" w:rsidRPr="00F979D5">
          <w:rPr>
            <w:rStyle w:val="Hypertextovodkaz"/>
          </w:rPr>
          <w:t>5.</w:t>
        </w:r>
        <w:r w:rsidR="00624667">
          <w:rPr>
            <w:rFonts w:eastAsiaTheme="minorEastAsia"/>
            <w:caps w:val="0"/>
            <w:noProof/>
            <w:kern w:val="2"/>
            <w:sz w:val="24"/>
            <w:szCs w:val="24"/>
            <w:lang w:eastAsia="cs-CZ"/>
            <w14:ligatures w14:val="standardContextual"/>
          </w:rPr>
          <w:tab/>
        </w:r>
        <w:r w:rsidR="00624667" w:rsidRPr="00F979D5">
          <w:rPr>
            <w:rStyle w:val="Hypertextovodkaz"/>
          </w:rPr>
          <w:t>ZDROJE FINANCOVÁNÍ a PŘEDPOKLÁDANÁ HODNOTA VEŘEJNÉ ZAKÁZKY</w:t>
        </w:r>
        <w:r w:rsidR="00624667">
          <w:rPr>
            <w:noProof/>
            <w:webHidden/>
          </w:rPr>
          <w:tab/>
        </w:r>
        <w:r w:rsidR="00624667">
          <w:rPr>
            <w:noProof/>
            <w:webHidden/>
          </w:rPr>
          <w:fldChar w:fldCharType="begin"/>
        </w:r>
        <w:r w:rsidR="00624667">
          <w:rPr>
            <w:noProof/>
            <w:webHidden/>
          </w:rPr>
          <w:instrText xml:space="preserve"> PAGEREF _Toc172782323 \h </w:instrText>
        </w:r>
        <w:r w:rsidR="00624667">
          <w:rPr>
            <w:noProof/>
            <w:webHidden/>
          </w:rPr>
        </w:r>
        <w:r w:rsidR="00624667">
          <w:rPr>
            <w:noProof/>
            <w:webHidden/>
          </w:rPr>
          <w:fldChar w:fldCharType="separate"/>
        </w:r>
        <w:r w:rsidR="00FB1135">
          <w:rPr>
            <w:noProof/>
            <w:webHidden/>
          </w:rPr>
          <w:t>5</w:t>
        </w:r>
        <w:r w:rsidR="00624667">
          <w:rPr>
            <w:noProof/>
            <w:webHidden/>
          </w:rPr>
          <w:fldChar w:fldCharType="end"/>
        </w:r>
      </w:hyperlink>
    </w:p>
    <w:p w14:paraId="5D487110" w14:textId="3907DEEF" w:rsidR="00624667" w:rsidRDefault="00000000">
      <w:pPr>
        <w:pStyle w:val="Obsah1"/>
        <w:rPr>
          <w:rFonts w:eastAsiaTheme="minorEastAsia"/>
          <w:caps w:val="0"/>
          <w:noProof/>
          <w:kern w:val="2"/>
          <w:sz w:val="24"/>
          <w:szCs w:val="24"/>
          <w:lang w:eastAsia="cs-CZ"/>
          <w14:ligatures w14:val="standardContextual"/>
        </w:rPr>
      </w:pPr>
      <w:hyperlink w:anchor="_Toc172782324" w:history="1">
        <w:r w:rsidR="00624667" w:rsidRPr="00F979D5">
          <w:rPr>
            <w:rStyle w:val="Hypertextovodkaz"/>
          </w:rPr>
          <w:t>6.</w:t>
        </w:r>
        <w:r w:rsidR="00624667">
          <w:rPr>
            <w:rFonts w:eastAsiaTheme="minorEastAsia"/>
            <w:caps w:val="0"/>
            <w:noProof/>
            <w:kern w:val="2"/>
            <w:sz w:val="24"/>
            <w:szCs w:val="24"/>
            <w:lang w:eastAsia="cs-CZ"/>
            <w14:ligatures w14:val="standardContextual"/>
          </w:rPr>
          <w:tab/>
        </w:r>
        <w:r w:rsidR="00624667" w:rsidRPr="00F979D5">
          <w:rPr>
            <w:rStyle w:val="Hypertextovodkaz"/>
          </w:rPr>
          <w:t>OBSAH ZADÁVACÍ DOKUMENTACE</w:t>
        </w:r>
        <w:r w:rsidR="00624667">
          <w:rPr>
            <w:noProof/>
            <w:webHidden/>
          </w:rPr>
          <w:tab/>
        </w:r>
        <w:r w:rsidR="00624667">
          <w:rPr>
            <w:noProof/>
            <w:webHidden/>
          </w:rPr>
          <w:fldChar w:fldCharType="begin"/>
        </w:r>
        <w:r w:rsidR="00624667">
          <w:rPr>
            <w:noProof/>
            <w:webHidden/>
          </w:rPr>
          <w:instrText xml:space="preserve"> PAGEREF _Toc172782324 \h </w:instrText>
        </w:r>
        <w:r w:rsidR="00624667">
          <w:rPr>
            <w:noProof/>
            <w:webHidden/>
          </w:rPr>
        </w:r>
        <w:r w:rsidR="00624667">
          <w:rPr>
            <w:noProof/>
            <w:webHidden/>
          </w:rPr>
          <w:fldChar w:fldCharType="separate"/>
        </w:r>
        <w:r w:rsidR="00FB1135">
          <w:rPr>
            <w:noProof/>
            <w:webHidden/>
          </w:rPr>
          <w:t>5</w:t>
        </w:r>
        <w:r w:rsidR="00624667">
          <w:rPr>
            <w:noProof/>
            <w:webHidden/>
          </w:rPr>
          <w:fldChar w:fldCharType="end"/>
        </w:r>
      </w:hyperlink>
    </w:p>
    <w:p w14:paraId="3F265CEA" w14:textId="6B013400" w:rsidR="00624667" w:rsidRDefault="00000000">
      <w:pPr>
        <w:pStyle w:val="Obsah1"/>
        <w:rPr>
          <w:rFonts w:eastAsiaTheme="minorEastAsia"/>
          <w:caps w:val="0"/>
          <w:noProof/>
          <w:kern w:val="2"/>
          <w:sz w:val="24"/>
          <w:szCs w:val="24"/>
          <w:lang w:eastAsia="cs-CZ"/>
          <w14:ligatures w14:val="standardContextual"/>
        </w:rPr>
      </w:pPr>
      <w:hyperlink w:anchor="_Toc172782325" w:history="1">
        <w:r w:rsidR="00624667" w:rsidRPr="00F979D5">
          <w:rPr>
            <w:rStyle w:val="Hypertextovodkaz"/>
          </w:rPr>
          <w:t>7.</w:t>
        </w:r>
        <w:r w:rsidR="00624667">
          <w:rPr>
            <w:rFonts w:eastAsiaTheme="minorEastAsia"/>
            <w:caps w:val="0"/>
            <w:noProof/>
            <w:kern w:val="2"/>
            <w:sz w:val="24"/>
            <w:szCs w:val="24"/>
            <w:lang w:eastAsia="cs-CZ"/>
            <w14:ligatures w14:val="standardContextual"/>
          </w:rPr>
          <w:tab/>
        </w:r>
        <w:r w:rsidR="00624667" w:rsidRPr="00F979D5">
          <w:rPr>
            <w:rStyle w:val="Hypertextovodkaz"/>
          </w:rPr>
          <w:t>VYSVĚTLENÍ, ZMĚNY a DOPLNĚNÍ ZADÁVACÍ DOKUMENTACE</w:t>
        </w:r>
        <w:r w:rsidR="00624667">
          <w:rPr>
            <w:noProof/>
            <w:webHidden/>
          </w:rPr>
          <w:tab/>
        </w:r>
        <w:r w:rsidR="00624667">
          <w:rPr>
            <w:noProof/>
            <w:webHidden/>
          </w:rPr>
          <w:fldChar w:fldCharType="begin"/>
        </w:r>
        <w:r w:rsidR="00624667">
          <w:rPr>
            <w:noProof/>
            <w:webHidden/>
          </w:rPr>
          <w:instrText xml:space="preserve"> PAGEREF _Toc172782325 \h </w:instrText>
        </w:r>
        <w:r w:rsidR="00624667">
          <w:rPr>
            <w:noProof/>
            <w:webHidden/>
          </w:rPr>
        </w:r>
        <w:r w:rsidR="00624667">
          <w:rPr>
            <w:noProof/>
            <w:webHidden/>
          </w:rPr>
          <w:fldChar w:fldCharType="separate"/>
        </w:r>
        <w:r w:rsidR="00FB1135">
          <w:rPr>
            <w:noProof/>
            <w:webHidden/>
          </w:rPr>
          <w:t>6</w:t>
        </w:r>
        <w:r w:rsidR="00624667">
          <w:rPr>
            <w:noProof/>
            <w:webHidden/>
          </w:rPr>
          <w:fldChar w:fldCharType="end"/>
        </w:r>
      </w:hyperlink>
    </w:p>
    <w:p w14:paraId="3DC745EA" w14:textId="0CAE1879" w:rsidR="00624667" w:rsidRDefault="00000000">
      <w:pPr>
        <w:pStyle w:val="Obsah1"/>
        <w:rPr>
          <w:rFonts w:eastAsiaTheme="minorEastAsia"/>
          <w:caps w:val="0"/>
          <w:noProof/>
          <w:kern w:val="2"/>
          <w:sz w:val="24"/>
          <w:szCs w:val="24"/>
          <w:lang w:eastAsia="cs-CZ"/>
          <w14:ligatures w14:val="standardContextual"/>
        </w:rPr>
      </w:pPr>
      <w:hyperlink w:anchor="_Toc172782326" w:history="1">
        <w:r w:rsidR="00624667" w:rsidRPr="00F979D5">
          <w:rPr>
            <w:rStyle w:val="Hypertextovodkaz"/>
          </w:rPr>
          <w:t>8.</w:t>
        </w:r>
        <w:r w:rsidR="00624667">
          <w:rPr>
            <w:rFonts w:eastAsiaTheme="minorEastAsia"/>
            <w:caps w:val="0"/>
            <w:noProof/>
            <w:kern w:val="2"/>
            <w:sz w:val="24"/>
            <w:szCs w:val="24"/>
            <w:lang w:eastAsia="cs-CZ"/>
            <w14:ligatures w14:val="standardContextual"/>
          </w:rPr>
          <w:tab/>
        </w:r>
        <w:r w:rsidR="00624667" w:rsidRPr="00F979D5">
          <w:rPr>
            <w:rStyle w:val="Hypertextovodkaz"/>
          </w:rPr>
          <w:t>POŽADAVKY ZADAVATELE NA KVALIFIKACI</w:t>
        </w:r>
        <w:r w:rsidR="00624667">
          <w:rPr>
            <w:noProof/>
            <w:webHidden/>
          </w:rPr>
          <w:tab/>
        </w:r>
        <w:r w:rsidR="00624667">
          <w:rPr>
            <w:noProof/>
            <w:webHidden/>
          </w:rPr>
          <w:fldChar w:fldCharType="begin"/>
        </w:r>
        <w:r w:rsidR="00624667">
          <w:rPr>
            <w:noProof/>
            <w:webHidden/>
          </w:rPr>
          <w:instrText xml:space="preserve"> PAGEREF _Toc172782326 \h </w:instrText>
        </w:r>
        <w:r w:rsidR="00624667">
          <w:rPr>
            <w:noProof/>
            <w:webHidden/>
          </w:rPr>
        </w:r>
        <w:r w:rsidR="00624667">
          <w:rPr>
            <w:noProof/>
            <w:webHidden/>
          </w:rPr>
          <w:fldChar w:fldCharType="separate"/>
        </w:r>
        <w:r w:rsidR="00FB1135">
          <w:rPr>
            <w:noProof/>
            <w:webHidden/>
          </w:rPr>
          <w:t>7</w:t>
        </w:r>
        <w:r w:rsidR="00624667">
          <w:rPr>
            <w:noProof/>
            <w:webHidden/>
          </w:rPr>
          <w:fldChar w:fldCharType="end"/>
        </w:r>
      </w:hyperlink>
    </w:p>
    <w:p w14:paraId="20D1F1BC" w14:textId="6ED03C0D" w:rsidR="00624667" w:rsidRDefault="00000000">
      <w:pPr>
        <w:pStyle w:val="Obsah1"/>
        <w:rPr>
          <w:rFonts w:eastAsiaTheme="minorEastAsia"/>
          <w:caps w:val="0"/>
          <w:noProof/>
          <w:kern w:val="2"/>
          <w:sz w:val="24"/>
          <w:szCs w:val="24"/>
          <w:lang w:eastAsia="cs-CZ"/>
          <w14:ligatures w14:val="standardContextual"/>
        </w:rPr>
      </w:pPr>
      <w:hyperlink w:anchor="_Toc172782327" w:history="1">
        <w:r w:rsidR="00624667" w:rsidRPr="00F979D5">
          <w:rPr>
            <w:rStyle w:val="Hypertextovodkaz"/>
          </w:rPr>
          <w:t>9.</w:t>
        </w:r>
        <w:r w:rsidR="00624667">
          <w:rPr>
            <w:rFonts w:eastAsiaTheme="minorEastAsia"/>
            <w:caps w:val="0"/>
            <w:noProof/>
            <w:kern w:val="2"/>
            <w:sz w:val="24"/>
            <w:szCs w:val="24"/>
            <w:lang w:eastAsia="cs-CZ"/>
            <w14:ligatures w14:val="standardContextual"/>
          </w:rPr>
          <w:tab/>
        </w:r>
        <w:r w:rsidR="00624667" w:rsidRPr="00F979D5">
          <w:rPr>
            <w:rStyle w:val="Hypertextovodkaz"/>
          </w:rPr>
          <w:t>DALŠÍ INFORMACE/DOKUMENTY PŘEDKLÁDANÉ DODAVATELEM v NABÍDCE</w:t>
        </w:r>
        <w:r w:rsidR="00624667">
          <w:rPr>
            <w:noProof/>
            <w:webHidden/>
          </w:rPr>
          <w:tab/>
        </w:r>
        <w:r w:rsidR="00624667">
          <w:rPr>
            <w:noProof/>
            <w:webHidden/>
          </w:rPr>
          <w:fldChar w:fldCharType="begin"/>
        </w:r>
        <w:r w:rsidR="00624667">
          <w:rPr>
            <w:noProof/>
            <w:webHidden/>
          </w:rPr>
          <w:instrText xml:space="preserve"> PAGEREF _Toc172782327 \h </w:instrText>
        </w:r>
        <w:r w:rsidR="00624667">
          <w:rPr>
            <w:noProof/>
            <w:webHidden/>
          </w:rPr>
        </w:r>
        <w:r w:rsidR="00624667">
          <w:rPr>
            <w:noProof/>
            <w:webHidden/>
          </w:rPr>
          <w:fldChar w:fldCharType="separate"/>
        </w:r>
        <w:r w:rsidR="00FB1135">
          <w:rPr>
            <w:noProof/>
            <w:webHidden/>
          </w:rPr>
          <w:t>19</w:t>
        </w:r>
        <w:r w:rsidR="00624667">
          <w:rPr>
            <w:noProof/>
            <w:webHidden/>
          </w:rPr>
          <w:fldChar w:fldCharType="end"/>
        </w:r>
      </w:hyperlink>
    </w:p>
    <w:p w14:paraId="313376F7" w14:textId="28D9C155" w:rsidR="00624667" w:rsidRDefault="00000000">
      <w:pPr>
        <w:pStyle w:val="Obsah1"/>
        <w:rPr>
          <w:rFonts w:eastAsiaTheme="minorEastAsia"/>
          <w:caps w:val="0"/>
          <w:noProof/>
          <w:kern w:val="2"/>
          <w:sz w:val="24"/>
          <w:szCs w:val="24"/>
          <w:lang w:eastAsia="cs-CZ"/>
          <w14:ligatures w14:val="standardContextual"/>
        </w:rPr>
      </w:pPr>
      <w:hyperlink w:anchor="_Toc172782328" w:history="1">
        <w:r w:rsidR="00624667" w:rsidRPr="00F979D5">
          <w:rPr>
            <w:rStyle w:val="Hypertextovodkaz"/>
          </w:rPr>
          <w:t>10.</w:t>
        </w:r>
        <w:r w:rsidR="00624667">
          <w:rPr>
            <w:rFonts w:eastAsiaTheme="minorEastAsia"/>
            <w:caps w:val="0"/>
            <w:noProof/>
            <w:kern w:val="2"/>
            <w:sz w:val="24"/>
            <w:szCs w:val="24"/>
            <w:lang w:eastAsia="cs-CZ"/>
            <w14:ligatures w14:val="standardContextual"/>
          </w:rPr>
          <w:tab/>
        </w:r>
        <w:r w:rsidR="00624667" w:rsidRPr="00F979D5">
          <w:rPr>
            <w:rStyle w:val="Hypertextovodkaz"/>
          </w:rPr>
          <w:t>PROHLÍDKA MÍSTA PLNĚNÍ (STAVENIŠTĚ)</w:t>
        </w:r>
        <w:r w:rsidR="00624667">
          <w:rPr>
            <w:noProof/>
            <w:webHidden/>
          </w:rPr>
          <w:tab/>
        </w:r>
        <w:r w:rsidR="00624667">
          <w:rPr>
            <w:noProof/>
            <w:webHidden/>
          </w:rPr>
          <w:fldChar w:fldCharType="begin"/>
        </w:r>
        <w:r w:rsidR="00624667">
          <w:rPr>
            <w:noProof/>
            <w:webHidden/>
          </w:rPr>
          <w:instrText xml:space="preserve"> PAGEREF _Toc172782328 \h </w:instrText>
        </w:r>
        <w:r w:rsidR="00624667">
          <w:rPr>
            <w:noProof/>
            <w:webHidden/>
          </w:rPr>
        </w:r>
        <w:r w:rsidR="00624667">
          <w:rPr>
            <w:noProof/>
            <w:webHidden/>
          </w:rPr>
          <w:fldChar w:fldCharType="separate"/>
        </w:r>
        <w:r w:rsidR="00FB1135">
          <w:rPr>
            <w:noProof/>
            <w:webHidden/>
          </w:rPr>
          <w:t>22</w:t>
        </w:r>
        <w:r w:rsidR="00624667">
          <w:rPr>
            <w:noProof/>
            <w:webHidden/>
          </w:rPr>
          <w:fldChar w:fldCharType="end"/>
        </w:r>
      </w:hyperlink>
    </w:p>
    <w:p w14:paraId="1E67A804" w14:textId="12EBA583" w:rsidR="00624667" w:rsidRDefault="00000000">
      <w:pPr>
        <w:pStyle w:val="Obsah1"/>
        <w:rPr>
          <w:rFonts w:eastAsiaTheme="minorEastAsia"/>
          <w:caps w:val="0"/>
          <w:noProof/>
          <w:kern w:val="2"/>
          <w:sz w:val="24"/>
          <w:szCs w:val="24"/>
          <w:lang w:eastAsia="cs-CZ"/>
          <w14:ligatures w14:val="standardContextual"/>
        </w:rPr>
      </w:pPr>
      <w:hyperlink w:anchor="_Toc172782329" w:history="1">
        <w:r w:rsidR="00624667" w:rsidRPr="00F979D5">
          <w:rPr>
            <w:rStyle w:val="Hypertextovodkaz"/>
          </w:rPr>
          <w:t>11.</w:t>
        </w:r>
        <w:r w:rsidR="00624667">
          <w:rPr>
            <w:rFonts w:eastAsiaTheme="minorEastAsia"/>
            <w:caps w:val="0"/>
            <w:noProof/>
            <w:kern w:val="2"/>
            <w:sz w:val="24"/>
            <w:szCs w:val="24"/>
            <w:lang w:eastAsia="cs-CZ"/>
            <w14:ligatures w14:val="standardContextual"/>
          </w:rPr>
          <w:tab/>
        </w:r>
        <w:r w:rsidR="00624667" w:rsidRPr="00F979D5">
          <w:rPr>
            <w:rStyle w:val="Hypertextovodkaz"/>
          </w:rPr>
          <w:t>JAZYK NABÍDEK A KOMUNIKAČNÍ JAZYK</w:t>
        </w:r>
        <w:r w:rsidR="00624667">
          <w:rPr>
            <w:noProof/>
            <w:webHidden/>
          </w:rPr>
          <w:tab/>
        </w:r>
        <w:r w:rsidR="00624667">
          <w:rPr>
            <w:noProof/>
            <w:webHidden/>
          </w:rPr>
          <w:fldChar w:fldCharType="begin"/>
        </w:r>
        <w:r w:rsidR="00624667">
          <w:rPr>
            <w:noProof/>
            <w:webHidden/>
          </w:rPr>
          <w:instrText xml:space="preserve"> PAGEREF _Toc172782329 \h </w:instrText>
        </w:r>
        <w:r w:rsidR="00624667">
          <w:rPr>
            <w:noProof/>
            <w:webHidden/>
          </w:rPr>
        </w:r>
        <w:r w:rsidR="00624667">
          <w:rPr>
            <w:noProof/>
            <w:webHidden/>
          </w:rPr>
          <w:fldChar w:fldCharType="separate"/>
        </w:r>
        <w:r w:rsidR="00FB1135">
          <w:rPr>
            <w:noProof/>
            <w:webHidden/>
          </w:rPr>
          <w:t>22</w:t>
        </w:r>
        <w:r w:rsidR="00624667">
          <w:rPr>
            <w:noProof/>
            <w:webHidden/>
          </w:rPr>
          <w:fldChar w:fldCharType="end"/>
        </w:r>
      </w:hyperlink>
    </w:p>
    <w:p w14:paraId="09A56378" w14:textId="34978570" w:rsidR="00624667" w:rsidRDefault="00000000">
      <w:pPr>
        <w:pStyle w:val="Obsah1"/>
        <w:rPr>
          <w:rFonts w:eastAsiaTheme="minorEastAsia"/>
          <w:caps w:val="0"/>
          <w:noProof/>
          <w:kern w:val="2"/>
          <w:sz w:val="24"/>
          <w:szCs w:val="24"/>
          <w:lang w:eastAsia="cs-CZ"/>
          <w14:ligatures w14:val="standardContextual"/>
        </w:rPr>
      </w:pPr>
      <w:hyperlink w:anchor="_Toc172782330" w:history="1">
        <w:r w:rsidR="00624667" w:rsidRPr="00F979D5">
          <w:rPr>
            <w:rStyle w:val="Hypertextovodkaz"/>
          </w:rPr>
          <w:t>12.</w:t>
        </w:r>
        <w:r w:rsidR="00624667">
          <w:rPr>
            <w:rFonts w:eastAsiaTheme="minorEastAsia"/>
            <w:caps w:val="0"/>
            <w:noProof/>
            <w:kern w:val="2"/>
            <w:sz w:val="24"/>
            <w:szCs w:val="24"/>
            <w:lang w:eastAsia="cs-CZ"/>
            <w14:ligatures w14:val="standardContextual"/>
          </w:rPr>
          <w:tab/>
        </w:r>
        <w:r w:rsidR="00624667" w:rsidRPr="00F979D5">
          <w:rPr>
            <w:rStyle w:val="Hypertextovodkaz"/>
          </w:rPr>
          <w:t>OBSAH a PODÁVÁNÍ NABÍDEK</w:t>
        </w:r>
        <w:r w:rsidR="00624667">
          <w:rPr>
            <w:noProof/>
            <w:webHidden/>
          </w:rPr>
          <w:tab/>
        </w:r>
        <w:r w:rsidR="00624667">
          <w:rPr>
            <w:noProof/>
            <w:webHidden/>
          </w:rPr>
          <w:fldChar w:fldCharType="begin"/>
        </w:r>
        <w:r w:rsidR="00624667">
          <w:rPr>
            <w:noProof/>
            <w:webHidden/>
          </w:rPr>
          <w:instrText xml:space="preserve"> PAGEREF _Toc172782330 \h </w:instrText>
        </w:r>
        <w:r w:rsidR="00624667">
          <w:rPr>
            <w:noProof/>
            <w:webHidden/>
          </w:rPr>
        </w:r>
        <w:r w:rsidR="00624667">
          <w:rPr>
            <w:noProof/>
            <w:webHidden/>
          </w:rPr>
          <w:fldChar w:fldCharType="separate"/>
        </w:r>
        <w:r w:rsidR="00FB1135">
          <w:rPr>
            <w:noProof/>
            <w:webHidden/>
          </w:rPr>
          <w:t>22</w:t>
        </w:r>
        <w:r w:rsidR="00624667">
          <w:rPr>
            <w:noProof/>
            <w:webHidden/>
          </w:rPr>
          <w:fldChar w:fldCharType="end"/>
        </w:r>
      </w:hyperlink>
    </w:p>
    <w:p w14:paraId="28E5A70C" w14:textId="3E97CE06" w:rsidR="00624667" w:rsidRDefault="00000000">
      <w:pPr>
        <w:pStyle w:val="Obsah1"/>
        <w:rPr>
          <w:rFonts w:eastAsiaTheme="minorEastAsia"/>
          <w:caps w:val="0"/>
          <w:noProof/>
          <w:kern w:val="2"/>
          <w:sz w:val="24"/>
          <w:szCs w:val="24"/>
          <w:lang w:eastAsia="cs-CZ"/>
          <w14:ligatures w14:val="standardContextual"/>
        </w:rPr>
      </w:pPr>
      <w:hyperlink w:anchor="_Toc172782331" w:history="1">
        <w:r w:rsidR="00624667" w:rsidRPr="00F979D5">
          <w:rPr>
            <w:rStyle w:val="Hypertextovodkaz"/>
          </w:rPr>
          <w:t>13.</w:t>
        </w:r>
        <w:r w:rsidR="00624667">
          <w:rPr>
            <w:rFonts w:eastAsiaTheme="minorEastAsia"/>
            <w:caps w:val="0"/>
            <w:noProof/>
            <w:kern w:val="2"/>
            <w:sz w:val="24"/>
            <w:szCs w:val="24"/>
            <w:lang w:eastAsia="cs-CZ"/>
            <w14:ligatures w14:val="standardContextual"/>
          </w:rPr>
          <w:tab/>
        </w:r>
        <w:r w:rsidR="00624667" w:rsidRPr="00F979D5">
          <w:rPr>
            <w:rStyle w:val="Hypertextovodkaz"/>
          </w:rPr>
          <w:t>POŽADAVKY NA ZPRACOVÁNÍ NABÍDKOVÉ CENY</w:t>
        </w:r>
        <w:r w:rsidR="00624667">
          <w:rPr>
            <w:noProof/>
            <w:webHidden/>
          </w:rPr>
          <w:tab/>
        </w:r>
        <w:r w:rsidR="00624667">
          <w:rPr>
            <w:noProof/>
            <w:webHidden/>
          </w:rPr>
          <w:fldChar w:fldCharType="begin"/>
        </w:r>
        <w:r w:rsidR="00624667">
          <w:rPr>
            <w:noProof/>
            <w:webHidden/>
          </w:rPr>
          <w:instrText xml:space="preserve"> PAGEREF _Toc172782331 \h </w:instrText>
        </w:r>
        <w:r w:rsidR="00624667">
          <w:rPr>
            <w:noProof/>
            <w:webHidden/>
          </w:rPr>
        </w:r>
        <w:r w:rsidR="00624667">
          <w:rPr>
            <w:noProof/>
            <w:webHidden/>
          </w:rPr>
          <w:fldChar w:fldCharType="separate"/>
        </w:r>
        <w:r w:rsidR="00FB1135">
          <w:rPr>
            <w:noProof/>
            <w:webHidden/>
          </w:rPr>
          <w:t>25</w:t>
        </w:r>
        <w:r w:rsidR="00624667">
          <w:rPr>
            <w:noProof/>
            <w:webHidden/>
          </w:rPr>
          <w:fldChar w:fldCharType="end"/>
        </w:r>
      </w:hyperlink>
    </w:p>
    <w:p w14:paraId="0D463088" w14:textId="65543E28" w:rsidR="00624667" w:rsidRDefault="00000000">
      <w:pPr>
        <w:pStyle w:val="Obsah1"/>
        <w:rPr>
          <w:rFonts w:eastAsiaTheme="minorEastAsia"/>
          <w:caps w:val="0"/>
          <w:noProof/>
          <w:kern w:val="2"/>
          <w:sz w:val="24"/>
          <w:szCs w:val="24"/>
          <w:lang w:eastAsia="cs-CZ"/>
          <w14:ligatures w14:val="standardContextual"/>
        </w:rPr>
      </w:pPr>
      <w:hyperlink w:anchor="_Toc172782332" w:history="1">
        <w:r w:rsidR="00624667" w:rsidRPr="00F979D5">
          <w:rPr>
            <w:rStyle w:val="Hypertextovodkaz"/>
          </w:rPr>
          <w:t>14.</w:t>
        </w:r>
        <w:r w:rsidR="00624667">
          <w:rPr>
            <w:rFonts w:eastAsiaTheme="minorEastAsia"/>
            <w:caps w:val="0"/>
            <w:noProof/>
            <w:kern w:val="2"/>
            <w:sz w:val="24"/>
            <w:szCs w:val="24"/>
            <w:lang w:eastAsia="cs-CZ"/>
            <w14:ligatures w14:val="standardContextual"/>
          </w:rPr>
          <w:tab/>
        </w:r>
        <w:r w:rsidR="00624667" w:rsidRPr="00F979D5">
          <w:rPr>
            <w:rStyle w:val="Hypertextovodkaz"/>
          </w:rPr>
          <w:t>VARIANTY NABÍDKY, VÝHRADA ZMĚNY DODAVATELE</w:t>
        </w:r>
        <w:r w:rsidR="00624667">
          <w:rPr>
            <w:noProof/>
            <w:webHidden/>
          </w:rPr>
          <w:tab/>
        </w:r>
        <w:r w:rsidR="00624667">
          <w:rPr>
            <w:noProof/>
            <w:webHidden/>
          </w:rPr>
          <w:fldChar w:fldCharType="begin"/>
        </w:r>
        <w:r w:rsidR="00624667">
          <w:rPr>
            <w:noProof/>
            <w:webHidden/>
          </w:rPr>
          <w:instrText xml:space="preserve"> PAGEREF _Toc172782332 \h </w:instrText>
        </w:r>
        <w:r w:rsidR="00624667">
          <w:rPr>
            <w:noProof/>
            <w:webHidden/>
          </w:rPr>
        </w:r>
        <w:r w:rsidR="00624667">
          <w:rPr>
            <w:noProof/>
            <w:webHidden/>
          </w:rPr>
          <w:fldChar w:fldCharType="separate"/>
        </w:r>
        <w:r w:rsidR="00FB1135">
          <w:rPr>
            <w:noProof/>
            <w:webHidden/>
          </w:rPr>
          <w:t>25</w:t>
        </w:r>
        <w:r w:rsidR="00624667">
          <w:rPr>
            <w:noProof/>
            <w:webHidden/>
          </w:rPr>
          <w:fldChar w:fldCharType="end"/>
        </w:r>
      </w:hyperlink>
    </w:p>
    <w:p w14:paraId="58C09B96" w14:textId="43580CDE" w:rsidR="00624667" w:rsidRDefault="00000000">
      <w:pPr>
        <w:pStyle w:val="Obsah1"/>
        <w:rPr>
          <w:rFonts w:eastAsiaTheme="minorEastAsia"/>
          <w:caps w:val="0"/>
          <w:noProof/>
          <w:kern w:val="2"/>
          <w:sz w:val="24"/>
          <w:szCs w:val="24"/>
          <w:lang w:eastAsia="cs-CZ"/>
          <w14:ligatures w14:val="standardContextual"/>
        </w:rPr>
      </w:pPr>
      <w:hyperlink w:anchor="_Toc172782333" w:history="1">
        <w:r w:rsidR="00624667" w:rsidRPr="00F979D5">
          <w:rPr>
            <w:rStyle w:val="Hypertextovodkaz"/>
          </w:rPr>
          <w:t>15.</w:t>
        </w:r>
        <w:r w:rsidR="00624667">
          <w:rPr>
            <w:rFonts w:eastAsiaTheme="minorEastAsia"/>
            <w:caps w:val="0"/>
            <w:noProof/>
            <w:kern w:val="2"/>
            <w:sz w:val="24"/>
            <w:szCs w:val="24"/>
            <w:lang w:eastAsia="cs-CZ"/>
            <w14:ligatures w14:val="standardContextual"/>
          </w:rPr>
          <w:tab/>
        </w:r>
        <w:r w:rsidR="00624667" w:rsidRPr="00F979D5">
          <w:rPr>
            <w:rStyle w:val="Hypertextovodkaz"/>
          </w:rPr>
          <w:t>OTEVÍRÁNÍ NABÍDEK</w:t>
        </w:r>
        <w:r w:rsidR="00624667">
          <w:rPr>
            <w:noProof/>
            <w:webHidden/>
          </w:rPr>
          <w:tab/>
        </w:r>
        <w:r w:rsidR="00624667">
          <w:rPr>
            <w:noProof/>
            <w:webHidden/>
          </w:rPr>
          <w:fldChar w:fldCharType="begin"/>
        </w:r>
        <w:r w:rsidR="00624667">
          <w:rPr>
            <w:noProof/>
            <w:webHidden/>
          </w:rPr>
          <w:instrText xml:space="preserve"> PAGEREF _Toc172782333 \h </w:instrText>
        </w:r>
        <w:r w:rsidR="00624667">
          <w:rPr>
            <w:noProof/>
            <w:webHidden/>
          </w:rPr>
        </w:r>
        <w:r w:rsidR="00624667">
          <w:rPr>
            <w:noProof/>
            <w:webHidden/>
          </w:rPr>
          <w:fldChar w:fldCharType="separate"/>
        </w:r>
        <w:r w:rsidR="00FB1135">
          <w:rPr>
            <w:noProof/>
            <w:webHidden/>
          </w:rPr>
          <w:t>26</w:t>
        </w:r>
        <w:r w:rsidR="00624667">
          <w:rPr>
            <w:noProof/>
            <w:webHidden/>
          </w:rPr>
          <w:fldChar w:fldCharType="end"/>
        </w:r>
      </w:hyperlink>
    </w:p>
    <w:p w14:paraId="701D9C96" w14:textId="2A4048D7" w:rsidR="00624667" w:rsidRDefault="00000000">
      <w:pPr>
        <w:pStyle w:val="Obsah1"/>
        <w:rPr>
          <w:rFonts w:eastAsiaTheme="minorEastAsia"/>
          <w:caps w:val="0"/>
          <w:noProof/>
          <w:kern w:val="2"/>
          <w:sz w:val="24"/>
          <w:szCs w:val="24"/>
          <w:lang w:eastAsia="cs-CZ"/>
          <w14:ligatures w14:val="standardContextual"/>
        </w:rPr>
      </w:pPr>
      <w:hyperlink w:anchor="_Toc172782334" w:history="1">
        <w:r w:rsidR="00624667" w:rsidRPr="00F979D5">
          <w:rPr>
            <w:rStyle w:val="Hypertextovodkaz"/>
          </w:rPr>
          <w:t>16.</w:t>
        </w:r>
        <w:r w:rsidR="00624667">
          <w:rPr>
            <w:rFonts w:eastAsiaTheme="minorEastAsia"/>
            <w:caps w:val="0"/>
            <w:noProof/>
            <w:kern w:val="2"/>
            <w:sz w:val="24"/>
            <w:szCs w:val="24"/>
            <w:lang w:eastAsia="cs-CZ"/>
            <w14:ligatures w14:val="standardContextual"/>
          </w:rPr>
          <w:tab/>
        </w:r>
        <w:r w:rsidR="00624667" w:rsidRPr="00F979D5">
          <w:rPr>
            <w:rStyle w:val="Hypertextovodkaz"/>
          </w:rPr>
          <w:t>POSOUZENÍ SPLNĚNÍ PODMÍNEK ÚČASTI</w:t>
        </w:r>
        <w:r w:rsidR="00624667">
          <w:rPr>
            <w:noProof/>
            <w:webHidden/>
          </w:rPr>
          <w:tab/>
        </w:r>
        <w:r w:rsidR="00624667">
          <w:rPr>
            <w:noProof/>
            <w:webHidden/>
          </w:rPr>
          <w:fldChar w:fldCharType="begin"/>
        </w:r>
        <w:r w:rsidR="00624667">
          <w:rPr>
            <w:noProof/>
            <w:webHidden/>
          </w:rPr>
          <w:instrText xml:space="preserve"> PAGEREF _Toc172782334 \h </w:instrText>
        </w:r>
        <w:r w:rsidR="00624667">
          <w:rPr>
            <w:noProof/>
            <w:webHidden/>
          </w:rPr>
        </w:r>
        <w:r w:rsidR="00624667">
          <w:rPr>
            <w:noProof/>
            <w:webHidden/>
          </w:rPr>
          <w:fldChar w:fldCharType="separate"/>
        </w:r>
        <w:r w:rsidR="00FB1135">
          <w:rPr>
            <w:noProof/>
            <w:webHidden/>
          </w:rPr>
          <w:t>26</w:t>
        </w:r>
        <w:r w:rsidR="00624667">
          <w:rPr>
            <w:noProof/>
            <w:webHidden/>
          </w:rPr>
          <w:fldChar w:fldCharType="end"/>
        </w:r>
      </w:hyperlink>
    </w:p>
    <w:p w14:paraId="3B0D1131" w14:textId="01E82AEC" w:rsidR="00624667" w:rsidRDefault="00000000">
      <w:pPr>
        <w:pStyle w:val="Obsah1"/>
        <w:rPr>
          <w:rFonts w:eastAsiaTheme="minorEastAsia"/>
          <w:caps w:val="0"/>
          <w:noProof/>
          <w:kern w:val="2"/>
          <w:sz w:val="24"/>
          <w:szCs w:val="24"/>
          <w:lang w:eastAsia="cs-CZ"/>
          <w14:ligatures w14:val="standardContextual"/>
        </w:rPr>
      </w:pPr>
      <w:hyperlink w:anchor="_Toc172782335" w:history="1">
        <w:r w:rsidR="00624667" w:rsidRPr="00F979D5">
          <w:rPr>
            <w:rStyle w:val="Hypertextovodkaz"/>
          </w:rPr>
          <w:t>17.</w:t>
        </w:r>
        <w:r w:rsidR="00624667">
          <w:rPr>
            <w:rFonts w:eastAsiaTheme="minorEastAsia"/>
            <w:caps w:val="0"/>
            <w:noProof/>
            <w:kern w:val="2"/>
            <w:sz w:val="24"/>
            <w:szCs w:val="24"/>
            <w:lang w:eastAsia="cs-CZ"/>
            <w14:ligatures w14:val="standardContextual"/>
          </w:rPr>
          <w:tab/>
        </w:r>
        <w:r w:rsidR="00624667" w:rsidRPr="00F979D5">
          <w:rPr>
            <w:rStyle w:val="Hypertextovodkaz"/>
          </w:rPr>
          <w:t>HODNOCENÍ NABÍDEK</w:t>
        </w:r>
        <w:r w:rsidR="00624667">
          <w:rPr>
            <w:noProof/>
            <w:webHidden/>
          </w:rPr>
          <w:tab/>
        </w:r>
        <w:r w:rsidR="00624667">
          <w:rPr>
            <w:noProof/>
            <w:webHidden/>
          </w:rPr>
          <w:fldChar w:fldCharType="begin"/>
        </w:r>
        <w:r w:rsidR="00624667">
          <w:rPr>
            <w:noProof/>
            <w:webHidden/>
          </w:rPr>
          <w:instrText xml:space="preserve"> PAGEREF _Toc172782335 \h </w:instrText>
        </w:r>
        <w:r w:rsidR="00624667">
          <w:rPr>
            <w:noProof/>
            <w:webHidden/>
          </w:rPr>
        </w:r>
        <w:r w:rsidR="00624667">
          <w:rPr>
            <w:noProof/>
            <w:webHidden/>
          </w:rPr>
          <w:fldChar w:fldCharType="separate"/>
        </w:r>
        <w:r w:rsidR="00FB1135">
          <w:rPr>
            <w:noProof/>
            <w:webHidden/>
          </w:rPr>
          <w:t>26</w:t>
        </w:r>
        <w:r w:rsidR="00624667">
          <w:rPr>
            <w:noProof/>
            <w:webHidden/>
          </w:rPr>
          <w:fldChar w:fldCharType="end"/>
        </w:r>
      </w:hyperlink>
    </w:p>
    <w:p w14:paraId="7F595173" w14:textId="59761AA3" w:rsidR="00624667" w:rsidRDefault="00000000">
      <w:pPr>
        <w:pStyle w:val="Obsah1"/>
        <w:rPr>
          <w:rFonts w:eastAsiaTheme="minorEastAsia"/>
          <w:caps w:val="0"/>
          <w:noProof/>
          <w:kern w:val="2"/>
          <w:sz w:val="24"/>
          <w:szCs w:val="24"/>
          <w:lang w:eastAsia="cs-CZ"/>
          <w14:ligatures w14:val="standardContextual"/>
        </w:rPr>
      </w:pPr>
      <w:hyperlink w:anchor="_Toc172782336" w:history="1">
        <w:r w:rsidR="00624667" w:rsidRPr="00F979D5">
          <w:rPr>
            <w:rStyle w:val="Hypertextovodkaz"/>
          </w:rPr>
          <w:t>18.</w:t>
        </w:r>
        <w:r w:rsidR="00624667">
          <w:rPr>
            <w:rFonts w:eastAsiaTheme="minorEastAsia"/>
            <w:caps w:val="0"/>
            <w:noProof/>
            <w:kern w:val="2"/>
            <w:sz w:val="24"/>
            <w:szCs w:val="24"/>
            <w:lang w:eastAsia="cs-CZ"/>
            <w14:ligatures w14:val="standardContextual"/>
          </w:rPr>
          <w:tab/>
        </w:r>
        <w:r w:rsidR="00624667" w:rsidRPr="00F979D5">
          <w:rPr>
            <w:rStyle w:val="Hypertextovodkaz"/>
          </w:rPr>
          <w:t>ZRUŠENÍ ZADÁVACÍHO ŘÍZENÍ</w:t>
        </w:r>
        <w:r w:rsidR="00624667">
          <w:rPr>
            <w:noProof/>
            <w:webHidden/>
          </w:rPr>
          <w:tab/>
        </w:r>
        <w:r w:rsidR="00624667">
          <w:rPr>
            <w:noProof/>
            <w:webHidden/>
          </w:rPr>
          <w:fldChar w:fldCharType="begin"/>
        </w:r>
        <w:r w:rsidR="00624667">
          <w:rPr>
            <w:noProof/>
            <w:webHidden/>
          </w:rPr>
          <w:instrText xml:space="preserve"> PAGEREF _Toc172782336 \h </w:instrText>
        </w:r>
        <w:r w:rsidR="00624667">
          <w:rPr>
            <w:noProof/>
            <w:webHidden/>
          </w:rPr>
        </w:r>
        <w:r w:rsidR="00624667">
          <w:rPr>
            <w:noProof/>
            <w:webHidden/>
          </w:rPr>
          <w:fldChar w:fldCharType="separate"/>
        </w:r>
        <w:r w:rsidR="00FB1135">
          <w:rPr>
            <w:noProof/>
            <w:webHidden/>
          </w:rPr>
          <w:t>27</w:t>
        </w:r>
        <w:r w:rsidR="00624667">
          <w:rPr>
            <w:noProof/>
            <w:webHidden/>
          </w:rPr>
          <w:fldChar w:fldCharType="end"/>
        </w:r>
      </w:hyperlink>
    </w:p>
    <w:p w14:paraId="2096A203" w14:textId="561B73BB" w:rsidR="00624667" w:rsidRDefault="00000000">
      <w:pPr>
        <w:pStyle w:val="Obsah1"/>
        <w:rPr>
          <w:rFonts w:eastAsiaTheme="minorEastAsia"/>
          <w:caps w:val="0"/>
          <w:noProof/>
          <w:kern w:val="2"/>
          <w:sz w:val="24"/>
          <w:szCs w:val="24"/>
          <w:lang w:eastAsia="cs-CZ"/>
          <w14:ligatures w14:val="standardContextual"/>
        </w:rPr>
      </w:pPr>
      <w:hyperlink w:anchor="_Toc172782337" w:history="1">
        <w:r w:rsidR="00624667" w:rsidRPr="00F979D5">
          <w:rPr>
            <w:rStyle w:val="Hypertextovodkaz"/>
          </w:rPr>
          <w:t>19.</w:t>
        </w:r>
        <w:r w:rsidR="00624667">
          <w:rPr>
            <w:rFonts w:eastAsiaTheme="minorEastAsia"/>
            <w:caps w:val="0"/>
            <w:noProof/>
            <w:kern w:val="2"/>
            <w:sz w:val="24"/>
            <w:szCs w:val="24"/>
            <w:lang w:eastAsia="cs-CZ"/>
            <w14:ligatures w14:val="standardContextual"/>
          </w:rPr>
          <w:tab/>
        </w:r>
        <w:r w:rsidR="00624667" w:rsidRPr="00F979D5">
          <w:rPr>
            <w:rStyle w:val="Hypertextovodkaz"/>
          </w:rPr>
          <w:t>UZAVŘENÍ SMLOUVY</w:t>
        </w:r>
        <w:r w:rsidR="00624667">
          <w:rPr>
            <w:noProof/>
            <w:webHidden/>
          </w:rPr>
          <w:tab/>
        </w:r>
        <w:r w:rsidR="00624667">
          <w:rPr>
            <w:noProof/>
            <w:webHidden/>
          </w:rPr>
          <w:fldChar w:fldCharType="begin"/>
        </w:r>
        <w:r w:rsidR="00624667">
          <w:rPr>
            <w:noProof/>
            <w:webHidden/>
          </w:rPr>
          <w:instrText xml:space="preserve"> PAGEREF _Toc172782337 \h </w:instrText>
        </w:r>
        <w:r w:rsidR="00624667">
          <w:rPr>
            <w:noProof/>
            <w:webHidden/>
          </w:rPr>
        </w:r>
        <w:r w:rsidR="00624667">
          <w:rPr>
            <w:noProof/>
            <w:webHidden/>
          </w:rPr>
          <w:fldChar w:fldCharType="separate"/>
        </w:r>
        <w:r w:rsidR="00FB1135">
          <w:rPr>
            <w:noProof/>
            <w:webHidden/>
          </w:rPr>
          <w:t>27</w:t>
        </w:r>
        <w:r w:rsidR="00624667">
          <w:rPr>
            <w:noProof/>
            <w:webHidden/>
          </w:rPr>
          <w:fldChar w:fldCharType="end"/>
        </w:r>
      </w:hyperlink>
    </w:p>
    <w:p w14:paraId="4DD22308" w14:textId="368EEBBB" w:rsidR="00624667" w:rsidRDefault="00000000">
      <w:pPr>
        <w:pStyle w:val="Obsah1"/>
        <w:rPr>
          <w:rFonts w:eastAsiaTheme="minorEastAsia"/>
          <w:caps w:val="0"/>
          <w:noProof/>
          <w:kern w:val="2"/>
          <w:sz w:val="24"/>
          <w:szCs w:val="24"/>
          <w:lang w:eastAsia="cs-CZ"/>
          <w14:ligatures w14:val="standardContextual"/>
        </w:rPr>
      </w:pPr>
      <w:hyperlink w:anchor="_Toc172782338" w:history="1">
        <w:r w:rsidR="00624667" w:rsidRPr="00F979D5">
          <w:rPr>
            <w:rStyle w:val="Hypertextovodkaz"/>
          </w:rPr>
          <w:t>20.</w:t>
        </w:r>
        <w:r w:rsidR="00624667">
          <w:rPr>
            <w:rFonts w:eastAsiaTheme="minorEastAsia"/>
            <w:caps w:val="0"/>
            <w:noProof/>
            <w:kern w:val="2"/>
            <w:sz w:val="24"/>
            <w:szCs w:val="24"/>
            <w:lang w:eastAsia="cs-CZ"/>
            <w14:ligatures w14:val="standardContextual"/>
          </w:rPr>
          <w:tab/>
        </w:r>
        <w:r w:rsidR="00624667" w:rsidRPr="00F979D5">
          <w:rPr>
            <w:rStyle w:val="Hypertextovodkaz"/>
          </w:rPr>
          <w:t>OCHRANA INFORMACÍ</w:t>
        </w:r>
        <w:r w:rsidR="00624667">
          <w:rPr>
            <w:noProof/>
            <w:webHidden/>
          </w:rPr>
          <w:tab/>
        </w:r>
        <w:r w:rsidR="00624667">
          <w:rPr>
            <w:noProof/>
            <w:webHidden/>
          </w:rPr>
          <w:fldChar w:fldCharType="begin"/>
        </w:r>
        <w:r w:rsidR="00624667">
          <w:rPr>
            <w:noProof/>
            <w:webHidden/>
          </w:rPr>
          <w:instrText xml:space="preserve"> PAGEREF _Toc172782338 \h </w:instrText>
        </w:r>
        <w:r w:rsidR="00624667">
          <w:rPr>
            <w:noProof/>
            <w:webHidden/>
          </w:rPr>
        </w:r>
        <w:r w:rsidR="00624667">
          <w:rPr>
            <w:noProof/>
            <w:webHidden/>
          </w:rPr>
          <w:fldChar w:fldCharType="separate"/>
        </w:r>
        <w:r w:rsidR="00FB1135">
          <w:rPr>
            <w:noProof/>
            <w:webHidden/>
          </w:rPr>
          <w:t>30</w:t>
        </w:r>
        <w:r w:rsidR="00624667">
          <w:rPr>
            <w:noProof/>
            <w:webHidden/>
          </w:rPr>
          <w:fldChar w:fldCharType="end"/>
        </w:r>
      </w:hyperlink>
    </w:p>
    <w:p w14:paraId="1196D0DC" w14:textId="3962BD23" w:rsidR="00624667" w:rsidRDefault="00000000">
      <w:pPr>
        <w:pStyle w:val="Obsah1"/>
        <w:rPr>
          <w:rFonts w:eastAsiaTheme="minorEastAsia"/>
          <w:caps w:val="0"/>
          <w:noProof/>
          <w:kern w:val="2"/>
          <w:sz w:val="24"/>
          <w:szCs w:val="24"/>
          <w:lang w:eastAsia="cs-CZ"/>
          <w14:ligatures w14:val="standardContextual"/>
        </w:rPr>
      </w:pPr>
      <w:hyperlink w:anchor="_Toc172782339" w:history="1">
        <w:r w:rsidR="00624667" w:rsidRPr="00F979D5">
          <w:rPr>
            <w:rStyle w:val="Hypertextovodkaz"/>
          </w:rPr>
          <w:t>21.</w:t>
        </w:r>
        <w:r w:rsidR="00624667">
          <w:rPr>
            <w:rFonts w:eastAsiaTheme="minorEastAsia"/>
            <w:caps w:val="0"/>
            <w:noProof/>
            <w:kern w:val="2"/>
            <w:sz w:val="24"/>
            <w:szCs w:val="24"/>
            <w:lang w:eastAsia="cs-CZ"/>
            <w14:ligatures w14:val="standardContextual"/>
          </w:rPr>
          <w:tab/>
        </w:r>
        <w:r w:rsidR="00624667" w:rsidRPr="00F979D5">
          <w:rPr>
            <w:rStyle w:val="Hypertextovodkaz"/>
          </w:rPr>
          <w:t>ZADÁVACÍ LHŮTA A JISTOTA ZA NABÍDKU</w:t>
        </w:r>
        <w:r w:rsidR="00624667">
          <w:rPr>
            <w:noProof/>
            <w:webHidden/>
          </w:rPr>
          <w:tab/>
        </w:r>
        <w:r w:rsidR="00624667">
          <w:rPr>
            <w:noProof/>
            <w:webHidden/>
          </w:rPr>
          <w:fldChar w:fldCharType="begin"/>
        </w:r>
        <w:r w:rsidR="00624667">
          <w:rPr>
            <w:noProof/>
            <w:webHidden/>
          </w:rPr>
          <w:instrText xml:space="preserve"> PAGEREF _Toc172782339 \h </w:instrText>
        </w:r>
        <w:r w:rsidR="00624667">
          <w:rPr>
            <w:noProof/>
            <w:webHidden/>
          </w:rPr>
        </w:r>
        <w:r w:rsidR="00624667">
          <w:rPr>
            <w:noProof/>
            <w:webHidden/>
          </w:rPr>
          <w:fldChar w:fldCharType="separate"/>
        </w:r>
        <w:r w:rsidR="00FB1135">
          <w:rPr>
            <w:noProof/>
            <w:webHidden/>
          </w:rPr>
          <w:t>30</w:t>
        </w:r>
        <w:r w:rsidR="00624667">
          <w:rPr>
            <w:noProof/>
            <w:webHidden/>
          </w:rPr>
          <w:fldChar w:fldCharType="end"/>
        </w:r>
      </w:hyperlink>
    </w:p>
    <w:p w14:paraId="61D7516D" w14:textId="1520CF9C" w:rsidR="00624667" w:rsidRDefault="00000000">
      <w:pPr>
        <w:pStyle w:val="Obsah1"/>
        <w:rPr>
          <w:rFonts w:eastAsiaTheme="minorEastAsia"/>
          <w:caps w:val="0"/>
          <w:noProof/>
          <w:kern w:val="2"/>
          <w:sz w:val="24"/>
          <w:szCs w:val="24"/>
          <w:lang w:eastAsia="cs-CZ"/>
          <w14:ligatures w14:val="standardContextual"/>
        </w:rPr>
      </w:pPr>
      <w:hyperlink w:anchor="_Toc172782340" w:history="1">
        <w:r w:rsidR="00624667" w:rsidRPr="00F979D5">
          <w:rPr>
            <w:rStyle w:val="Hypertextovodkaz"/>
          </w:rPr>
          <w:t>22.</w:t>
        </w:r>
        <w:r w:rsidR="00624667">
          <w:rPr>
            <w:rFonts w:eastAsiaTheme="minorEastAsia"/>
            <w:caps w:val="0"/>
            <w:noProof/>
            <w:kern w:val="2"/>
            <w:sz w:val="24"/>
            <w:szCs w:val="24"/>
            <w:lang w:eastAsia="cs-CZ"/>
            <w14:ligatures w14:val="standardContextual"/>
          </w:rPr>
          <w:tab/>
        </w:r>
        <w:r w:rsidR="00624667" w:rsidRPr="00F979D5">
          <w:rPr>
            <w:rStyle w:val="Hypertextovodkaz"/>
          </w:rPr>
          <w:t>SOCIÁLNĚ A ENVIRONMENTÁLNĚ ODPOVĚDNÉ ZADÁVÁNÍ, INOVACE</w:t>
        </w:r>
        <w:r w:rsidR="00624667">
          <w:rPr>
            <w:noProof/>
            <w:webHidden/>
          </w:rPr>
          <w:tab/>
        </w:r>
        <w:r w:rsidR="00624667">
          <w:rPr>
            <w:noProof/>
            <w:webHidden/>
          </w:rPr>
          <w:fldChar w:fldCharType="begin"/>
        </w:r>
        <w:r w:rsidR="00624667">
          <w:rPr>
            <w:noProof/>
            <w:webHidden/>
          </w:rPr>
          <w:instrText xml:space="preserve"> PAGEREF _Toc172782340 \h </w:instrText>
        </w:r>
        <w:r w:rsidR="00624667">
          <w:rPr>
            <w:noProof/>
            <w:webHidden/>
          </w:rPr>
        </w:r>
        <w:r w:rsidR="00624667">
          <w:rPr>
            <w:noProof/>
            <w:webHidden/>
          </w:rPr>
          <w:fldChar w:fldCharType="separate"/>
        </w:r>
        <w:r w:rsidR="00FB1135">
          <w:rPr>
            <w:noProof/>
            <w:webHidden/>
          </w:rPr>
          <w:t>31</w:t>
        </w:r>
        <w:r w:rsidR="00624667">
          <w:rPr>
            <w:noProof/>
            <w:webHidden/>
          </w:rPr>
          <w:fldChar w:fldCharType="end"/>
        </w:r>
      </w:hyperlink>
    </w:p>
    <w:p w14:paraId="1C5BA3B5" w14:textId="12FA8BA2" w:rsidR="00624667" w:rsidRDefault="00000000">
      <w:pPr>
        <w:pStyle w:val="Obsah1"/>
        <w:rPr>
          <w:rFonts w:eastAsiaTheme="minorEastAsia"/>
          <w:caps w:val="0"/>
          <w:noProof/>
          <w:kern w:val="2"/>
          <w:sz w:val="24"/>
          <w:szCs w:val="24"/>
          <w:lang w:eastAsia="cs-CZ"/>
          <w14:ligatures w14:val="standardContextual"/>
        </w:rPr>
      </w:pPr>
      <w:hyperlink w:anchor="_Toc172782341" w:history="1">
        <w:r w:rsidR="00624667" w:rsidRPr="00F979D5">
          <w:rPr>
            <w:rStyle w:val="Hypertextovodkaz"/>
          </w:rPr>
          <w:t>23.</w:t>
        </w:r>
        <w:r w:rsidR="00624667">
          <w:rPr>
            <w:rFonts w:eastAsiaTheme="minorEastAsia"/>
            <w:caps w:val="0"/>
            <w:noProof/>
            <w:kern w:val="2"/>
            <w:sz w:val="24"/>
            <w:szCs w:val="24"/>
            <w:lang w:eastAsia="cs-CZ"/>
            <w14:ligatures w14:val="standardContextual"/>
          </w:rPr>
          <w:tab/>
        </w:r>
        <w:r w:rsidR="00624667" w:rsidRPr="00F979D5">
          <w:rPr>
            <w:rStyle w:val="Hypertextovodkaz"/>
          </w:rPr>
          <w:t>Další zadávací podmínky v návaznosti na MEZINÁRODNÍ sankce, zákaz zadání veřejné zakázky</w:t>
        </w:r>
        <w:r w:rsidR="00624667">
          <w:rPr>
            <w:noProof/>
            <w:webHidden/>
          </w:rPr>
          <w:tab/>
        </w:r>
        <w:r w:rsidR="00624667">
          <w:rPr>
            <w:noProof/>
            <w:webHidden/>
          </w:rPr>
          <w:fldChar w:fldCharType="begin"/>
        </w:r>
        <w:r w:rsidR="00624667">
          <w:rPr>
            <w:noProof/>
            <w:webHidden/>
          </w:rPr>
          <w:instrText xml:space="preserve"> PAGEREF _Toc172782341 \h </w:instrText>
        </w:r>
        <w:r w:rsidR="00624667">
          <w:rPr>
            <w:noProof/>
            <w:webHidden/>
          </w:rPr>
        </w:r>
        <w:r w:rsidR="00624667">
          <w:rPr>
            <w:noProof/>
            <w:webHidden/>
          </w:rPr>
          <w:fldChar w:fldCharType="separate"/>
        </w:r>
        <w:r w:rsidR="00FB1135">
          <w:rPr>
            <w:noProof/>
            <w:webHidden/>
          </w:rPr>
          <w:t>31</w:t>
        </w:r>
        <w:r w:rsidR="00624667">
          <w:rPr>
            <w:noProof/>
            <w:webHidden/>
          </w:rPr>
          <w:fldChar w:fldCharType="end"/>
        </w:r>
      </w:hyperlink>
    </w:p>
    <w:p w14:paraId="02A419D2" w14:textId="0C9233CF" w:rsidR="00624667" w:rsidRDefault="00000000">
      <w:pPr>
        <w:pStyle w:val="Obsah1"/>
        <w:rPr>
          <w:rFonts w:eastAsiaTheme="minorEastAsia"/>
          <w:caps w:val="0"/>
          <w:noProof/>
          <w:kern w:val="2"/>
          <w:sz w:val="24"/>
          <w:szCs w:val="24"/>
          <w:lang w:eastAsia="cs-CZ"/>
          <w14:ligatures w14:val="standardContextual"/>
        </w:rPr>
      </w:pPr>
      <w:hyperlink w:anchor="_Toc172782342" w:history="1">
        <w:r w:rsidR="00624667" w:rsidRPr="00F979D5">
          <w:rPr>
            <w:rStyle w:val="Hypertextovodkaz"/>
          </w:rPr>
          <w:t>24.</w:t>
        </w:r>
        <w:r w:rsidR="00624667">
          <w:rPr>
            <w:rFonts w:eastAsiaTheme="minorEastAsia"/>
            <w:caps w:val="0"/>
            <w:noProof/>
            <w:kern w:val="2"/>
            <w:sz w:val="24"/>
            <w:szCs w:val="24"/>
            <w:lang w:eastAsia="cs-CZ"/>
            <w14:ligatures w14:val="standardContextual"/>
          </w:rPr>
          <w:tab/>
        </w:r>
        <w:r w:rsidR="00624667" w:rsidRPr="00F979D5">
          <w:rPr>
            <w:rStyle w:val="Hypertextovodkaz"/>
          </w:rPr>
          <w:t>PŘÍLOHY TĚCHTO POKYNŮ</w:t>
        </w:r>
        <w:r w:rsidR="00624667">
          <w:rPr>
            <w:noProof/>
            <w:webHidden/>
          </w:rPr>
          <w:tab/>
        </w:r>
        <w:r w:rsidR="00624667">
          <w:rPr>
            <w:noProof/>
            <w:webHidden/>
          </w:rPr>
          <w:fldChar w:fldCharType="begin"/>
        </w:r>
        <w:r w:rsidR="00624667">
          <w:rPr>
            <w:noProof/>
            <w:webHidden/>
          </w:rPr>
          <w:instrText xml:space="preserve"> PAGEREF _Toc172782342 \h </w:instrText>
        </w:r>
        <w:r w:rsidR="00624667">
          <w:rPr>
            <w:noProof/>
            <w:webHidden/>
          </w:rPr>
        </w:r>
        <w:r w:rsidR="00624667">
          <w:rPr>
            <w:noProof/>
            <w:webHidden/>
          </w:rPr>
          <w:fldChar w:fldCharType="separate"/>
        </w:r>
        <w:r w:rsidR="00FB1135">
          <w:rPr>
            <w:noProof/>
            <w:webHidden/>
          </w:rPr>
          <w:t>32</w:t>
        </w:r>
        <w:r w:rsidR="00624667">
          <w:rPr>
            <w:noProof/>
            <w:webHidden/>
          </w:rPr>
          <w:fldChar w:fldCharType="end"/>
        </w:r>
      </w:hyperlink>
    </w:p>
    <w:p w14:paraId="69BD5F09" w14:textId="6C7F3034"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172782319"/>
      <w:bookmarkStart w:id="1" w:name="_Toc389559699"/>
      <w:bookmarkStart w:id="2" w:name="_Toc397429847"/>
      <w:bookmarkStart w:id="3" w:name="_Ref433028040"/>
      <w:bookmarkStart w:id="4" w:name="_Toc1048197"/>
      <w:r>
        <w:lastRenderedPageBreak/>
        <w:t>ÚVODNÍ USTANOVENÍ</w:t>
      </w:r>
      <w:bookmarkEnd w:id="0"/>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77777777"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p>
    <w:p w14:paraId="25D89A09" w14:textId="7B86ACEF" w:rsidR="0035531B" w:rsidRDefault="0035531B" w:rsidP="0035531B">
      <w:pPr>
        <w:pStyle w:val="Text1-1"/>
      </w:pPr>
      <w:r>
        <w:t>Veřejná zakázka na stavební práce je zadávána</w:t>
      </w:r>
      <w:r w:rsidR="00092CC9">
        <w:t xml:space="preserve"> </w:t>
      </w:r>
      <w:r w:rsidR="00AA4C79">
        <w:t xml:space="preserve">jako nadlimitní </w:t>
      </w:r>
      <w:r w:rsidR="00092CC9">
        <w:t>v </w:t>
      </w:r>
      <w:r>
        <w:t>otevřeném řízení dle § 56</w:t>
      </w:r>
      <w:r w:rsidR="00845C50">
        <w:t xml:space="preserve"> a </w:t>
      </w:r>
      <w:r>
        <w:t>násl. ZZVZ.</w:t>
      </w:r>
    </w:p>
    <w:p w14:paraId="019A1334" w14:textId="55D4B126"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w:t>
      </w:r>
      <w:r w:rsidR="00DA64CD">
        <w:t xml:space="preserve"> sektorová veřejná zakázka </w:t>
      </w:r>
      <w:r w:rsidR="00845C50">
        <w:t>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5B946BC8" w:rsidR="0035531B" w:rsidRDefault="0035531B" w:rsidP="0035531B">
      <w:pPr>
        <w:pStyle w:val="Text1-1"/>
      </w:pPr>
      <w:r>
        <w:t>Dodavatelé nesou veškeré náklady spojené</w:t>
      </w:r>
      <w:r w:rsidR="00845C50">
        <w:t xml:space="preserve"> s </w:t>
      </w:r>
      <w:r>
        <w:t>účastí</w:t>
      </w:r>
      <w:r w:rsidR="00092CC9">
        <w:t xml:space="preserve"> </w:t>
      </w:r>
      <w:proofErr w:type="gramStart"/>
      <w:r w:rsidR="00092CC9">
        <w:t>v </w:t>
      </w:r>
      <w:r>
        <w:t xml:space="preserve"> zadávacím</w:t>
      </w:r>
      <w:proofErr w:type="gramEnd"/>
      <w:r>
        <w:t xml:space="preserve">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A451B6">
        <w:rPr>
          <w:szCs w:val="24"/>
        </w:rPr>
        <w:t>6</w:t>
      </w:r>
      <w:r w:rsidR="00625493" w:rsidRPr="00DD3B19">
        <w:rPr>
          <w:szCs w:val="24"/>
        </w:rPr>
        <w:t xml:space="preserve"> ZZVZ</w:t>
      </w:r>
      <w:r w:rsidR="005F6246">
        <w:rPr>
          <w:szCs w:val="24"/>
        </w:rPr>
        <w:t>.</w:t>
      </w:r>
    </w:p>
    <w:p w14:paraId="172B0985" w14:textId="77777777"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zadávací dokumentaci této veřejné zakázky či nedovolené změny smlouvy anebo jejích 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77777777"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 xml:space="preserve">dokumentech, které podle článku 6.1 těchto Pokynů </w:t>
      </w:r>
      <w:proofErr w:type="gramStart"/>
      <w:r>
        <w:t>tvoří</w:t>
      </w:r>
      <w:proofErr w:type="gramEnd"/>
      <w:r>
        <w:t xml:space="preserve"> Smlouvu.</w:t>
      </w:r>
    </w:p>
    <w:p w14:paraId="7B761A30" w14:textId="77777777" w:rsidR="0035531B" w:rsidRDefault="0035531B" w:rsidP="0035531B">
      <w:pPr>
        <w:pStyle w:val="Nadpis1-1"/>
      </w:pPr>
      <w:bookmarkStart w:id="5" w:name="_Toc172782320"/>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t xml:space="preserve">Identifikátor datové schránky: </w:t>
      </w:r>
      <w:proofErr w:type="spellStart"/>
      <w:r>
        <w:t>uccchjm</w:t>
      </w:r>
      <w:proofErr w:type="spellEnd"/>
    </w:p>
    <w:p w14:paraId="1FA4067B" w14:textId="304FECE3" w:rsidR="0035531B" w:rsidRPr="000174E8" w:rsidRDefault="0035531B" w:rsidP="0035531B">
      <w:pPr>
        <w:pStyle w:val="Textbezslovn"/>
        <w:spacing w:after="0"/>
        <w:ind w:left="2127" w:hanging="1390"/>
      </w:pPr>
      <w:r>
        <w:lastRenderedPageBreak/>
        <w:t xml:space="preserve">zastoupená: </w:t>
      </w:r>
      <w:r>
        <w:tab/>
      </w:r>
      <w:r w:rsidRPr="000174E8">
        <w:t>Ing. Mojmírem Nejezchlebem, náměstkem generálního ředitele pro modernizaci dráhy, na základě pověření č. 2372 ze dne 26.02.2018.</w:t>
      </w:r>
    </w:p>
    <w:p w14:paraId="7299686F" w14:textId="1620FFAB" w:rsidR="0035531B" w:rsidRDefault="0035531B" w:rsidP="0035531B">
      <w:pPr>
        <w:pStyle w:val="Textbezslovn"/>
      </w:pPr>
      <w:r w:rsidRPr="000174E8">
        <w:tab/>
      </w:r>
      <w:r w:rsidRPr="000174E8">
        <w:tab/>
      </w:r>
    </w:p>
    <w:p w14:paraId="02485CAB" w14:textId="77777777" w:rsidR="0035531B" w:rsidRDefault="0035531B" w:rsidP="0035531B">
      <w:pPr>
        <w:pStyle w:val="Nadpis1-1"/>
      </w:pPr>
      <w:bookmarkStart w:id="6" w:name="_Toc172782321"/>
      <w:r>
        <w:t>KOMUNIKACE MEZI ZADAVATELEM</w:t>
      </w:r>
      <w:r w:rsidR="00845C50">
        <w:t xml:space="preserve"> a </w:t>
      </w:r>
      <w:r>
        <w:t>DODAVATELEM</w:t>
      </w:r>
      <w:bookmarkEnd w:id="6"/>
      <w:r>
        <w:t xml:space="preserve"> </w:t>
      </w:r>
    </w:p>
    <w:p w14:paraId="2D17C6CB" w14:textId="5E0A71CB" w:rsidR="0035531B" w:rsidRDefault="001A0918" w:rsidP="001A0918">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rsidR="00911D10">
        <w:t>5</w:t>
      </w:r>
      <w:r w:rsidR="0035531B">
        <w:t xml:space="preserve"> ZZVZ. </w:t>
      </w:r>
      <w:r w:rsidR="001310EA">
        <w:t xml:space="preserve">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3"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rsidR="001310EA">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043215D8" w14:textId="31900545" w:rsidR="0035531B" w:rsidRDefault="0035531B" w:rsidP="0035531B">
      <w:pPr>
        <w:pStyle w:val="Text1-1"/>
      </w:pPr>
      <w:r>
        <w:t xml:space="preserve">Kontaktní osobou zadavatele pro zadávací řízení je: </w:t>
      </w:r>
      <w:r w:rsidR="009716A2" w:rsidRPr="009716A2">
        <w:t>Kateřina Jungová</w:t>
      </w:r>
    </w:p>
    <w:p w14:paraId="1786F5B1" w14:textId="01671720" w:rsidR="009716A2" w:rsidRDefault="0035531B" w:rsidP="009716A2">
      <w:pPr>
        <w:pStyle w:val="Textbezslovn"/>
        <w:spacing w:after="0"/>
      </w:pPr>
      <w:r>
        <w:t xml:space="preserve">telefon: </w:t>
      </w:r>
      <w:r>
        <w:tab/>
      </w:r>
      <w:r w:rsidR="009716A2">
        <w:t>+420 720 071 563</w:t>
      </w:r>
    </w:p>
    <w:p w14:paraId="2F8C3F93" w14:textId="77777777" w:rsidR="009716A2" w:rsidRDefault="009716A2" w:rsidP="009716A2">
      <w:pPr>
        <w:pStyle w:val="Textbezslovn"/>
        <w:spacing w:after="0"/>
      </w:pPr>
      <w:r>
        <w:t xml:space="preserve">e-mail: </w:t>
      </w:r>
      <w:r>
        <w:tab/>
        <w:t>jungovak@spravazeleznic.cz</w:t>
      </w:r>
    </w:p>
    <w:p w14:paraId="51300977" w14:textId="6AEEE676" w:rsidR="0035531B" w:rsidRDefault="009716A2" w:rsidP="009716A2">
      <w:pPr>
        <w:pStyle w:val="Textbezslovn"/>
        <w:spacing w:after="0"/>
        <w:ind w:left="2127" w:hanging="1390"/>
      </w:pPr>
      <w:r>
        <w:t xml:space="preserve">adresa: </w:t>
      </w:r>
      <w:r>
        <w:tab/>
        <w:t xml:space="preserve">Správa železnic, státní organizace, Stavební správa západ, Budova </w:t>
      </w:r>
      <w:proofErr w:type="spellStart"/>
      <w:r>
        <w:t>Diamond</w:t>
      </w:r>
      <w:proofErr w:type="spellEnd"/>
      <w:r>
        <w:t xml:space="preserve"> Point, Ke Štvanici 656/3, 186 00 Praha 8 – Karlín</w:t>
      </w:r>
    </w:p>
    <w:p w14:paraId="3AE7F6EB" w14:textId="77777777" w:rsidR="0035531B" w:rsidRDefault="0035531B" w:rsidP="0035531B">
      <w:pPr>
        <w:pStyle w:val="Nadpis1-1"/>
      </w:pPr>
      <w:bookmarkStart w:id="7" w:name="_Toc172782322"/>
      <w:r>
        <w:t>ÚČEL</w:t>
      </w:r>
      <w:r w:rsidR="00845C50">
        <w:t xml:space="preserve"> a </w:t>
      </w:r>
      <w:r>
        <w:t>PŘEDMĚT PLNĚNÍ VEŘEJNÉ ZAKÁZKY</w:t>
      </w:r>
      <w:bookmarkEnd w:id="7"/>
    </w:p>
    <w:p w14:paraId="6FF8634B" w14:textId="77777777" w:rsidR="0035531B" w:rsidRDefault="0035531B" w:rsidP="0035531B">
      <w:pPr>
        <w:pStyle w:val="Text1-1"/>
      </w:pPr>
      <w:r>
        <w:t>Účel veřejné zakázky</w:t>
      </w:r>
    </w:p>
    <w:p w14:paraId="270630DB" w14:textId="4CBB9BF4" w:rsidR="0035531B" w:rsidRDefault="009716A2" w:rsidP="0035531B">
      <w:pPr>
        <w:pStyle w:val="Textbezslovn"/>
      </w:pPr>
      <w:r w:rsidRPr="009716A2">
        <w:t xml:space="preserve">Účelem díla je zhotovení stavby „Rekonstrukce dopravny Dolní </w:t>
      </w:r>
      <w:proofErr w:type="spellStart"/>
      <w:r w:rsidRPr="009716A2">
        <w:t>Polubný</w:t>
      </w:r>
      <w:proofErr w:type="spellEnd"/>
      <w:r w:rsidRPr="009716A2">
        <w:t>“, jejímž cílem je zvýšení propustnosti železniční trati Tanvald – Harrachov.</w:t>
      </w:r>
    </w:p>
    <w:p w14:paraId="338CF7BC" w14:textId="77777777" w:rsidR="0035531B" w:rsidRDefault="0035531B" w:rsidP="0035531B">
      <w:pPr>
        <w:pStyle w:val="Text1-1"/>
      </w:pPr>
      <w:r>
        <w:t>Předmět plnění veřejné zakázky</w:t>
      </w:r>
    </w:p>
    <w:p w14:paraId="50F7011A" w14:textId="595C7CC0" w:rsidR="009716A2" w:rsidRDefault="009716A2" w:rsidP="009716A2">
      <w:pPr>
        <w:pStyle w:val="Textbezslovn"/>
      </w:pPr>
      <w:r>
        <w:t xml:space="preserve">Předmětem plnění veřejné zakázky „Rekonstrukce dopravny Dolní </w:t>
      </w:r>
      <w:proofErr w:type="spellStart"/>
      <w:r>
        <w:t>Polubný</w:t>
      </w:r>
      <w:proofErr w:type="spellEnd"/>
      <w:r>
        <w:t>“ je:</w:t>
      </w:r>
    </w:p>
    <w:p w14:paraId="2EF214CB" w14:textId="77777777" w:rsidR="009716A2" w:rsidRDefault="009716A2" w:rsidP="009716A2">
      <w:pPr>
        <w:pStyle w:val="Textbezslovn"/>
      </w:pPr>
      <w:r>
        <w:t>• zhotovení stavby dle zadávací dokumentace,</w:t>
      </w:r>
    </w:p>
    <w:p w14:paraId="18147B20" w14:textId="77777777" w:rsidR="009716A2" w:rsidRDefault="009716A2" w:rsidP="009716A2">
      <w:pPr>
        <w:pStyle w:val="Textbezslovn"/>
      </w:pPr>
      <w:r>
        <w:t>• zpracování Realizační dokumentace stavby,</w:t>
      </w:r>
    </w:p>
    <w:p w14:paraId="27EEE2A9" w14:textId="1AF19DF2" w:rsidR="00D92A0B" w:rsidRDefault="009716A2" w:rsidP="009716A2">
      <w:pPr>
        <w:pStyle w:val="Textbezslovn"/>
      </w:pPr>
      <w:r>
        <w:t>• vypracování Dokumentace skutečného provedení stavby včetně geodetické části.</w:t>
      </w:r>
    </w:p>
    <w:p w14:paraId="202D24BF" w14:textId="2176C7A3" w:rsidR="00D92A0B" w:rsidRDefault="00D92A0B" w:rsidP="00D92A0B">
      <w:pPr>
        <w:pStyle w:val="Textbezslovn"/>
        <w:rPr>
          <w:highlight w:val="green"/>
        </w:rPr>
      </w:pPr>
      <w:r w:rsidRPr="00BC090D">
        <w:t>Součástí předmětu plnění veřejné zakázky jsou i činnosti, které budou prováděny v souvislosti s </w:t>
      </w:r>
      <w:r>
        <w:t>p</w:t>
      </w:r>
      <w:r w:rsidRPr="00BC090D">
        <w:t xml:space="preserve">ravidly publicity projektů spolufinancovaných </w:t>
      </w:r>
      <w:r w:rsidR="009716A2" w:rsidRPr="009716A2">
        <w:t xml:space="preserve">Evropskou unií z programu </w:t>
      </w:r>
      <w:proofErr w:type="spellStart"/>
      <w:r w:rsidR="009716A2" w:rsidRPr="009716A2">
        <w:t>Interreg</w:t>
      </w:r>
      <w:proofErr w:type="spellEnd"/>
      <w:r w:rsidR="009716A2" w:rsidRPr="009716A2">
        <w:t xml:space="preserve"> Česko – Polsko </w:t>
      </w:r>
      <w:proofErr w:type="gramStart"/>
      <w:r w:rsidR="009716A2" w:rsidRPr="009716A2">
        <w:t>2021 - 2027</w:t>
      </w:r>
      <w:proofErr w:type="gramEnd"/>
      <w:r>
        <w:t xml:space="preserve">. </w:t>
      </w:r>
      <w:r w:rsidRPr="00BC090D">
        <w:t xml:space="preserve">Ocenění těchto činností publicity stavby bude zahrnuto do nabídkové ceny, náklady </w:t>
      </w:r>
      <w:r>
        <w:t xml:space="preserve">publicity </w:t>
      </w:r>
      <w:r w:rsidRPr="00BC090D">
        <w:t>budou uvedeny v Soupisu prací (SO 9898 Všeobecný objekt).</w:t>
      </w:r>
      <w:r>
        <w:t xml:space="preserve"> </w:t>
      </w:r>
      <w:r w:rsidRPr="00BC090D">
        <w:t xml:space="preserve">Zajištění publicity stavby si zadavatel vyhrazuje jako změnu závazku ze smlouvy v souladu s ustanovením § 100 odst. 1 ZZVZ. </w:t>
      </w:r>
      <w:r>
        <w:t>Dodavateli</w:t>
      </w:r>
      <w:r w:rsidRPr="00BC090D">
        <w:t xml:space="preserve"> bude uhrazen jen skutečně provedený rozsah tohoto plnění. V případě, že tato veřejná zakázka nebude spolufinancovaná z prostředků Evropské unie, zajištění publicity stavby nebude </w:t>
      </w:r>
      <w:r>
        <w:t xml:space="preserve">dodavatelem </w:t>
      </w:r>
      <w:r w:rsidRPr="00BC090D">
        <w:t xml:space="preserve">provedeno. Rozsah plnění, který nebude realizován, se nezapočítává do </w:t>
      </w:r>
      <w:r w:rsidRPr="00C95C4A">
        <w:t>limitů pro změny podle § 222 ZZVZ.</w:t>
      </w:r>
      <w:r w:rsidRPr="006F6B09">
        <w:rPr>
          <w:highlight w:val="green"/>
        </w:rPr>
        <w:t xml:space="preserve"> </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04464BB0" w14:textId="77777777" w:rsidR="0035531B" w:rsidRDefault="0035531B" w:rsidP="006F6B09">
      <w:pPr>
        <w:pStyle w:val="Textbezslovn"/>
        <w:spacing w:after="0"/>
      </w:pPr>
      <w:r>
        <w:t xml:space="preserve">CPV </w:t>
      </w:r>
      <w:proofErr w:type="gramStart"/>
      <w:r>
        <w:t>kód  45234110</w:t>
      </w:r>
      <w:proofErr w:type="gramEnd"/>
      <w:r>
        <w:t>-0 Výstavba meziměstských železničních drah</w:t>
      </w:r>
    </w:p>
    <w:p w14:paraId="568030FD" w14:textId="526E3E92" w:rsidR="00006798" w:rsidRPr="009716A2" w:rsidRDefault="009716A2" w:rsidP="009716A2">
      <w:pPr>
        <w:pStyle w:val="Textbezslovn"/>
        <w:spacing w:after="0"/>
        <w:rPr>
          <w:highlight w:val="green"/>
        </w:rPr>
      </w:pPr>
      <w:r w:rsidRPr="009716A2">
        <w:t xml:space="preserve">CPV </w:t>
      </w:r>
      <w:proofErr w:type="gramStart"/>
      <w:r w:rsidRPr="009716A2">
        <w:t>kód  45221112</w:t>
      </w:r>
      <w:proofErr w:type="gramEnd"/>
      <w:r w:rsidRPr="009716A2">
        <w:t>-0 Výstavba železničních mostů</w:t>
      </w:r>
    </w:p>
    <w:p w14:paraId="0EE4363A" w14:textId="16A60346" w:rsidR="0035531B" w:rsidRDefault="0035531B" w:rsidP="0035531B">
      <w:pPr>
        <w:pStyle w:val="Text1-1"/>
      </w:pPr>
      <w:r>
        <w:lastRenderedPageBreak/>
        <w:t>Doba plnění veřejné zakázky je uvedena</w:t>
      </w:r>
      <w:r w:rsidR="00092CC9">
        <w:t xml:space="preserve"> v </w:t>
      </w:r>
      <w:r>
        <w:t>Příloze</w:t>
      </w:r>
      <w:r w:rsidR="00BC6D2B">
        <w:t xml:space="preserve"> k </w:t>
      </w:r>
      <w:r>
        <w:t xml:space="preserve">nabídce, jež </w:t>
      </w:r>
      <w:proofErr w:type="gramStart"/>
      <w:r>
        <w:t>tvoří</w:t>
      </w:r>
      <w:proofErr w:type="gramEnd"/>
      <w:r>
        <w:t xml:space="preserve"> díl 2 část 3 zadávací dokumentace</w:t>
      </w:r>
      <w:r w:rsidR="002B0B9A">
        <w:t xml:space="preserve">, resp. </w:t>
      </w:r>
      <w:r w:rsidR="00246BE1">
        <w:t xml:space="preserve">je </w:t>
      </w:r>
      <w:r w:rsidR="002B0B9A">
        <w:t>příloh</w:t>
      </w:r>
      <w:r w:rsidR="00246BE1">
        <w:t>ou</w:t>
      </w:r>
      <w:r w:rsidR="002B0B9A">
        <w:t xml:space="preserve"> č. 6 Smlouvy o dílo</w:t>
      </w:r>
      <w:r>
        <w:t>.</w:t>
      </w:r>
    </w:p>
    <w:p w14:paraId="6400FA27" w14:textId="77777777" w:rsidR="0035531B" w:rsidRDefault="0035531B" w:rsidP="006F6B09">
      <w:pPr>
        <w:pStyle w:val="Nadpis1-1"/>
      </w:pPr>
      <w:bookmarkStart w:id="8" w:name="_Toc172782323"/>
      <w:r>
        <w:t>ZDROJE FINANCOVÁNÍ</w:t>
      </w:r>
      <w:r w:rsidR="00845C50">
        <w:t xml:space="preserve"> a </w:t>
      </w:r>
      <w:r>
        <w:t>PŘEDPOKLÁDANÁ HODNOTA VEŘEJNÉ ZAKÁZKY</w:t>
      </w:r>
      <w:bookmarkEnd w:id="8"/>
    </w:p>
    <w:p w14:paraId="053D89ED" w14:textId="648F4465" w:rsidR="00AA0620" w:rsidRDefault="009716A2" w:rsidP="009716A2">
      <w:pPr>
        <w:pStyle w:val="Text1-1"/>
      </w:pPr>
      <w:r w:rsidRPr="009716A2">
        <w:t xml:space="preserve">Předpokládá se spolufinancování této veřejné zakázky jak z prostředků Státního fondu dopravní infrastruktury, tak i z prostředků Evropské unie – z programu </w:t>
      </w:r>
      <w:proofErr w:type="spellStart"/>
      <w:r w:rsidRPr="009716A2">
        <w:t>Interreg</w:t>
      </w:r>
      <w:proofErr w:type="spellEnd"/>
      <w:r w:rsidRPr="009716A2">
        <w:t xml:space="preserve"> Česko – Polsko </w:t>
      </w:r>
      <w:proofErr w:type="gramStart"/>
      <w:r w:rsidRPr="009716A2">
        <w:t>2021 - 2027</w:t>
      </w:r>
      <w:proofErr w:type="gramEnd"/>
      <w:r w:rsidR="00BF4A13">
        <w:t>.</w:t>
      </w:r>
    </w:p>
    <w:p w14:paraId="7D26950A" w14:textId="77777777" w:rsidR="0035531B"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PSČ 110 00 (zadavatel).</w:t>
      </w:r>
    </w:p>
    <w:p w14:paraId="4C3091A0" w14:textId="2F4846A4" w:rsidR="0035531B" w:rsidRDefault="0056280C" w:rsidP="0035531B">
      <w:pPr>
        <w:pStyle w:val="Text1-1"/>
      </w:pPr>
      <w:r>
        <w:t xml:space="preserve">Předpokládaná hodnota veřejné zakázky činí </w:t>
      </w:r>
      <w:r>
        <w:rPr>
          <w:b/>
        </w:rPr>
        <w:t>36 814 833</w:t>
      </w:r>
      <w:r>
        <w:t xml:space="preserve"> </w:t>
      </w:r>
      <w:r w:rsidRPr="00B91757">
        <w:rPr>
          <w:b/>
        </w:rPr>
        <w:t xml:space="preserve">Kč </w:t>
      </w:r>
      <w:r>
        <w:t>(bez DPH).</w:t>
      </w:r>
    </w:p>
    <w:p w14:paraId="4A94DB18" w14:textId="0BA33302" w:rsidR="0035531B" w:rsidRDefault="00AA4C79" w:rsidP="00845C50">
      <w:pPr>
        <w:pStyle w:val="Textbezslovn"/>
        <w:rPr>
          <w:rStyle w:val="Tun9b"/>
        </w:rPr>
      </w:pPr>
      <w:r w:rsidRPr="00845C50">
        <w:rPr>
          <w:rStyle w:val="Tun9b"/>
        </w:rPr>
        <w:t xml:space="preserve">Předpokládaná hodnota </w:t>
      </w:r>
      <w:r>
        <w:rPr>
          <w:rStyle w:val="Tun9b"/>
        </w:rPr>
        <w:t xml:space="preserve">veřejné zakázky </w:t>
      </w:r>
      <w:r w:rsidRPr="00845C50">
        <w:rPr>
          <w:rStyle w:val="Tun9b"/>
        </w:rPr>
        <w:t xml:space="preserve">po odečtení hodnoty vyhrazených změn závazků ze smlouvy (tzn. vyhrazených „víceprací“) činí </w:t>
      </w:r>
      <w:r w:rsidR="00401808">
        <w:rPr>
          <w:rStyle w:val="Tun9b"/>
        </w:rPr>
        <w:t xml:space="preserve">34 </w:t>
      </w:r>
      <w:r w:rsidR="007B7F34">
        <w:rPr>
          <w:rStyle w:val="Tun9b"/>
        </w:rPr>
        <w:t>749</w:t>
      </w:r>
      <w:r w:rsidR="0056280C">
        <w:rPr>
          <w:rStyle w:val="Tun9b"/>
        </w:rPr>
        <w:t> </w:t>
      </w:r>
      <w:r w:rsidR="007B7F34">
        <w:rPr>
          <w:rStyle w:val="Tun9b"/>
        </w:rPr>
        <w:t>439</w:t>
      </w:r>
      <w:r w:rsidR="0056280C">
        <w:rPr>
          <w:rStyle w:val="Tun9b"/>
        </w:rPr>
        <w:t xml:space="preserve"> </w:t>
      </w:r>
      <w:r w:rsidRPr="00845C50">
        <w:rPr>
          <w:rStyle w:val="Tun9b"/>
        </w:rPr>
        <w:t>Kč (bez DPH).</w:t>
      </w:r>
      <w:r>
        <w:rPr>
          <w:rStyle w:val="Tun9b"/>
        </w:rPr>
        <w:t xml:space="preserve"> </w:t>
      </w:r>
      <w:r w:rsidR="0035531B" w:rsidRPr="009716A2">
        <w:rPr>
          <w:rStyle w:val="Tun9b"/>
        </w:rPr>
        <w:t>Činnost publicity stavby je</w:t>
      </w:r>
      <w:r w:rsidR="00092CC9" w:rsidRPr="009716A2">
        <w:rPr>
          <w:rStyle w:val="Tun9b"/>
        </w:rPr>
        <w:t xml:space="preserve"> v </w:t>
      </w:r>
      <w:r w:rsidR="0035531B" w:rsidRPr="009716A2">
        <w:rPr>
          <w:rStyle w:val="Tun9b"/>
        </w:rPr>
        <w:t xml:space="preserve">této předpokládané hodnotě </w:t>
      </w:r>
      <w:r w:rsidR="00712607" w:rsidRPr="009716A2">
        <w:rPr>
          <w:rStyle w:val="Tun9b"/>
        </w:rPr>
        <w:t xml:space="preserve">veřejné zakázky </w:t>
      </w:r>
      <w:r w:rsidR="0035531B" w:rsidRPr="009716A2">
        <w:rPr>
          <w:rStyle w:val="Tun9b"/>
        </w:rPr>
        <w:t>zahrnuta.</w:t>
      </w:r>
    </w:p>
    <w:p w14:paraId="3767C8E6" w14:textId="77777777" w:rsidR="0035531B" w:rsidRDefault="0035531B" w:rsidP="006F6B09">
      <w:pPr>
        <w:pStyle w:val="Nadpis1-1"/>
      </w:pPr>
      <w:bookmarkStart w:id="9" w:name="_Toc172782324"/>
      <w:r>
        <w:t>OBSAH ZADÁVACÍ DOKUMENTACE</w:t>
      </w:r>
      <w:bookmarkEnd w:id="9"/>
      <w:r>
        <w:t xml:space="preserve"> </w:t>
      </w:r>
    </w:p>
    <w:p w14:paraId="2392DE32" w14:textId="5C963795" w:rsidR="0035531B" w:rsidRDefault="0035531B" w:rsidP="0035531B">
      <w:pPr>
        <w:pStyle w:val="Text1-1"/>
      </w:pPr>
      <w:r>
        <w:t xml:space="preserve">Zadávací dokumentaci </w:t>
      </w:r>
      <w:proofErr w:type="gramStart"/>
      <w:r>
        <w:t>tvoří</w:t>
      </w:r>
      <w:proofErr w:type="gramEnd"/>
      <w:r>
        <w:t xml:space="preserve"> následující dokumenty obsahující zadávací podmínky, zpřístupňované dodavatelům ode dne uveřejnění oznámení</w:t>
      </w:r>
      <w:r w:rsidR="00092CC9">
        <w:t xml:space="preserve"> o </w:t>
      </w:r>
      <w:r>
        <w:t>zahájení zadávacího řízení –</w:t>
      </w:r>
      <w:r w:rsidR="00DA64CD">
        <w:t xml:space="preserve"> sektorová veřejná zakázka</w:t>
      </w:r>
      <w:r>
        <w:t xml:space="preserve">: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09DF24C7" w:rsidR="0035531B" w:rsidRDefault="0035531B" w:rsidP="00845C50">
      <w:pPr>
        <w:pStyle w:val="Textbezslovn"/>
        <w:tabs>
          <w:tab w:val="left" w:pos="1701"/>
        </w:tabs>
        <w:spacing w:after="0"/>
        <w:ind w:left="1701" w:hanging="964"/>
      </w:pPr>
      <w:r>
        <w:t>Část 1</w:t>
      </w:r>
      <w:r>
        <w:tab/>
        <w:t>Oznámení</w:t>
      </w:r>
      <w:r w:rsidR="00092CC9">
        <w:t xml:space="preserve"> o </w:t>
      </w:r>
      <w:r>
        <w:t>zahájení zadávacího řízení –</w:t>
      </w:r>
      <w:r w:rsidR="00DA64CD">
        <w:t xml:space="preserve"> sektorová veřejná zakázka</w:t>
      </w:r>
    </w:p>
    <w:p w14:paraId="77EC48F7" w14:textId="77777777" w:rsidR="0035531B" w:rsidRDefault="0035531B" w:rsidP="00845C50">
      <w:pPr>
        <w:pStyle w:val="Textbezslovn"/>
        <w:tabs>
          <w:tab w:val="left" w:pos="1701"/>
        </w:tabs>
        <w:ind w:left="1701" w:hanging="964"/>
      </w:pPr>
      <w:r>
        <w:t>Část 2</w:t>
      </w:r>
      <w:r>
        <w:tab/>
        <w:t>Pokyny pro dodavatele</w:t>
      </w:r>
    </w:p>
    <w:p w14:paraId="3EB82A49" w14:textId="77777777"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t>SMLOUVA</w:t>
      </w:r>
      <w:r w:rsidR="00845C50" w:rsidRPr="00845C50">
        <w:rPr>
          <w:rStyle w:val="Tun9b"/>
        </w:rPr>
        <w:t xml:space="preserve"> </w:t>
      </w:r>
      <w:r w:rsidR="00BB4AF2">
        <w:rPr>
          <w:rStyle w:val="Tun9b"/>
        </w:rPr>
        <w:t>A</w:t>
      </w:r>
      <w:r w:rsidR="00845C50" w:rsidRPr="00845C50">
        <w:rPr>
          <w:rStyle w:val="Tun9b"/>
        </w:rPr>
        <w:t> </w:t>
      </w:r>
      <w:r w:rsidRPr="00845C50">
        <w:rPr>
          <w:rStyle w:val="Tun9b"/>
        </w:rPr>
        <w:t>JEJÍ 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77777777" w:rsidR="0035531B" w:rsidRDefault="0035531B" w:rsidP="00845C50">
      <w:pPr>
        <w:pStyle w:val="Textbezslovn"/>
        <w:tabs>
          <w:tab w:val="left" w:pos="1701"/>
        </w:tabs>
        <w:spacing w:after="0"/>
        <w:ind w:left="1701" w:hanging="964"/>
      </w:pPr>
      <w:r>
        <w:t>Část 3</w:t>
      </w:r>
      <w:r>
        <w:tab/>
        <w:t>Příloha</w:t>
      </w:r>
      <w:r w:rsidR="00BC6D2B">
        <w:t xml:space="preserve"> k </w:t>
      </w:r>
      <w:r>
        <w:t>nabídce</w:t>
      </w:r>
    </w:p>
    <w:p w14:paraId="3D3723E7" w14:textId="77777777" w:rsidR="0035531B" w:rsidRDefault="0035531B" w:rsidP="00845C50">
      <w:pPr>
        <w:pStyle w:val="Textbezslovn"/>
        <w:tabs>
          <w:tab w:val="left" w:pos="1701"/>
        </w:tabs>
        <w:spacing w:after="0"/>
        <w:ind w:left="1701" w:hanging="964"/>
      </w:pPr>
      <w:r>
        <w:t>Část 4</w:t>
      </w:r>
      <w:r>
        <w:tab/>
        <w:t>Smluvní podmínky pro výstavbu pozemních</w:t>
      </w:r>
      <w:r w:rsidR="00845C50">
        <w:t xml:space="preserve"> a </w:t>
      </w:r>
      <w:r>
        <w:t>inženýrských staveb projektovaných objednatelem (FIDIC 1999) – Obecné podmínky („Obecné podmínky“)</w:t>
      </w:r>
    </w:p>
    <w:p w14:paraId="07693CB3" w14:textId="595B6C96" w:rsidR="0035531B" w:rsidRDefault="0035531B" w:rsidP="00845C50">
      <w:pPr>
        <w:pStyle w:val="Textbezslovn"/>
        <w:tabs>
          <w:tab w:val="left" w:pos="1701"/>
        </w:tabs>
        <w:spacing w:after="0"/>
        <w:ind w:left="1701" w:hanging="964"/>
      </w:pPr>
      <w:r>
        <w:t xml:space="preserve">Část 5 </w:t>
      </w:r>
      <w:r>
        <w:tab/>
        <w:t>Smluvní podmínky pro výstavbu pozemních</w:t>
      </w:r>
      <w:r w:rsidR="00845C50">
        <w:t xml:space="preserve"> a </w:t>
      </w:r>
      <w:r>
        <w:t>inženýrských staveb projektovaných objednatelem – Zvláštní podmínky pro stavby Správy železni</w:t>
      </w:r>
      <w:r w:rsidR="00F012C4">
        <w:t>c</w:t>
      </w:r>
      <w:r>
        <w:t>, státní organizace („Zvláštní podmínky“)</w:t>
      </w:r>
    </w:p>
    <w:p w14:paraId="6B4A5918" w14:textId="77777777" w:rsidR="0035531B" w:rsidRDefault="0035531B" w:rsidP="00845C50">
      <w:pPr>
        <w:pStyle w:val="Textbezslovn"/>
        <w:tabs>
          <w:tab w:val="left" w:pos="1701"/>
        </w:tabs>
        <w:spacing w:after="0"/>
        <w:ind w:left="1701" w:hanging="964"/>
      </w:pPr>
      <w:r>
        <w:tab/>
        <w:t>Obecné podmínky</w:t>
      </w:r>
      <w:r w:rsidR="00845C50">
        <w:t xml:space="preserve"> a </w:t>
      </w:r>
      <w:r>
        <w:t>Zvláštní podmínky společně jako „Smluvní podmínky“</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7A1EC2BD" w:rsidR="00DC4DDB" w:rsidRDefault="00DC4DDB" w:rsidP="00DC4DDB">
      <w:pPr>
        <w:pStyle w:val="Textbezslovn"/>
        <w:tabs>
          <w:tab w:val="left" w:pos="1701"/>
        </w:tabs>
        <w:spacing w:after="0"/>
        <w:ind w:left="1701" w:hanging="964"/>
      </w:pPr>
      <w:r>
        <w:t>Část 9</w:t>
      </w:r>
      <w:r>
        <w:tab/>
        <w:t>Ostatní dokumenty tvořící součást Smlouvy (dostupné na</w:t>
      </w:r>
      <w:r w:rsidR="0065142B" w:rsidRPr="0065142B">
        <w:t xml:space="preserve"> </w:t>
      </w:r>
      <w:r w:rsidR="0065142B" w:rsidRPr="00CD72B7">
        <w:t>https://www.sfdi.cz/pravidla-metodiky-a-ceniky/metodiky/</w:t>
      </w:r>
      <w:r>
        <w:t>)</w:t>
      </w:r>
      <w:r w:rsidR="002E722A">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0A74F621"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412F753" w14:textId="0EFE4FA8" w:rsidR="002E722A" w:rsidRDefault="002E722A" w:rsidP="00DC4DDB">
      <w:pPr>
        <w:pStyle w:val="Textbezslovn"/>
        <w:tabs>
          <w:tab w:val="left" w:pos="1701"/>
        </w:tabs>
        <w:spacing w:after="0"/>
        <w:ind w:left="1701" w:hanging="964"/>
      </w:pPr>
      <w:r>
        <w:tab/>
        <w:t>Metodika měření pro účely článku 12 Červené knihy FIDIC (1. vydání, 05/2019) – schváleno Ministerstvem dopravy dne 7. 5. 2019</w:t>
      </w:r>
    </w:p>
    <w:p w14:paraId="4D42A57D" w14:textId="7120ED92" w:rsidR="002E722A" w:rsidRDefault="002E722A" w:rsidP="00DC4DDB">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1746E51D" w14:textId="154A5BB0" w:rsidR="002E722A" w:rsidRDefault="002E722A" w:rsidP="00DC4DDB">
      <w:pPr>
        <w:pStyle w:val="Textbezslovn"/>
        <w:tabs>
          <w:tab w:val="left" w:pos="1701"/>
        </w:tabs>
        <w:spacing w:after="0"/>
        <w:ind w:left="1701" w:hanging="964"/>
      </w:pPr>
      <w:r>
        <w:tab/>
        <w:t>Metodika pro akceleraci - 1. vydání, schváleno Ministerstvem dopravy dne 11.</w:t>
      </w:r>
      <w:r w:rsidR="00EF048F">
        <w:t> </w:t>
      </w:r>
      <w:r>
        <w:t>2. 2020</w:t>
      </w:r>
    </w:p>
    <w:p w14:paraId="04347259" w14:textId="77777777" w:rsidR="0035531B" w:rsidRPr="00845C50" w:rsidRDefault="0035531B" w:rsidP="00845C50">
      <w:pPr>
        <w:pStyle w:val="Textbezslovn"/>
        <w:tabs>
          <w:tab w:val="left" w:pos="1701"/>
        </w:tabs>
        <w:ind w:left="1701" w:hanging="964"/>
        <w:rPr>
          <w:rStyle w:val="Tun9b"/>
        </w:rPr>
      </w:pPr>
      <w:r w:rsidRPr="00845C50">
        <w:rPr>
          <w:rStyle w:val="Tun9b"/>
        </w:rPr>
        <w:lastRenderedPageBreak/>
        <w:t>DÍL 3</w:t>
      </w:r>
      <w:r w:rsidRPr="00845C50">
        <w:rPr>
          <w:rStyle w:val="Tun9b"/>
        </w:rPr>
        <w:tab/>
        <w:t>PROJEKTOVÁ DOKUMENTACE STAVBY (Výkresy)</w:t>
      </w:r>
    </w:p>
    <w:p w14:paraId="6B13771A" w14:textId="77777777"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4CD182E" w14:textId="77777777" w:rsidR="0035531B" w:rsidRPr="00C56D0C" w:rsidRDefault="0035531B" w:rsidP="00845C50">
      <w:pPr>
        <w:pStyle w:val="Textbezslovn"/>
        <w:tabs>
          <w:tab w:val="left" w:pos="1701"/>
        </w:tabs>
        <w:spacing w:after="0"/>
        <w:ind w:left="1701" w:hanging="964"/>
      </w:pPr>
      <w:r>
        <w:t>Část 1</w:t>
      </w:r>
      <w:r>
        <w:tab/>
      </w:r>
      <w:r w:rsidRPr="00C56D0C">
        <w:t>Komentář</w:t>
      </w:r>
      <w:r w:rsidR="00BC6D2B" w:rsidRPr="00C56D0C">
        <w:t xml:space="preserve"> k </w:t>
      </w:r>
      <w:r w:rsidRPr="00C56D0C">
        <w:t xml:space="preserve">soupisu prací </w:t>
      </w:r>
    </w:p>
    <w:p w14:paraId="2B2580BE" w14:textId="77777777" w:rsidR="0035531B" w:rsidRDefault="0035531B" w:rsidP="00845C50">
      <w:pPr>
        <w:pStyle w:val="Textbezslovn"/>
        <w:tabs>
          <w:tab w:val="left" w:pos="1701"/>
        </w:tabs>
        <w:spacing w:after="0"/>
        <w:ind w:left="1701" w:hanging="964"/>
      </w:pPr>
      <w:r w:rsidRPr="00C56D0C">
        <w:t>Část 2</w:t>
      </w:r>
      <w:r w:rsidRPr="00C56D0C">
        <w:tab/>
        <w:t xml:space="preserve">Rekapitulace ceny dle </w:t>
      </w:r>
      <w:r w:rsidR="00250254" w:rsidRPr="00C56D0C">
        <w:t>SO a PS</w:t>
      </w:r>
      <w:r w:rsidR="00C56D0C">
        <w:t xml:space="preserve"> (pouze u formátu XLSX)</w:t>
      </w:r>
      <w:r w:rsidR="00272A15">
        <w:t xml:space="preserve"> </w:t>
      </w:r>
    </w:p>
    <w:p w14:paraId="58C8BF4E" w14:textId="77777777" w:rsidR="0035531B" w:rsidRDefault="0035531B" w:rsidP="00845C50">
      <w:pPr>
        <w:pStyle w:val="Textbezslovn"/>
        <w:tabs>
          <w:tab w:val="left" w:pos="1701"/>
        </w:tabs>
        <w:ind w:left="1701" w:hanging="964"/>
      </w:pPr>
      <w:r>
        <w:t>Část 3</w:t>
      </w:r>
      <w:r>
        <w:tab/>
        <w:t xml:space="preserve">Soupis prací členěný dle </w:t>
      </w:r>
      <w:r w:rsidR="00250254">
        <w:t>SO a PS</w:t>
      </w:r>
      <w:r>
        <w:t xml:space="preserve"> </w:t>
      </w:r>
    </w:p>
    <w:p w14:paraId="285FFBB6" w14:textId="50928B02" w:rsidR="005A3D2F" w:rsidRPr="003B1DB6" w:rsidRDefault="0035531B" w:rsidP="00845C50">
      <w:pPr>
        <w:pStyle w:val="Text1-1"/>
        <w:spacing w:after="0"/>
        <w:rPr>
          <w:rStyle w:val="Hypertextovodkaz"/>
          <w:noProof w:val="0"/>
          <w:color w:val="auto"/>
          <w:u w:val="none"/>
        </w:rPr>
      </w:pPr>
      <w:r w:rsidRPr="003B1DB6">
        <w:t>Zadávací dokumentace je přístupná na profilu zadavatele</w:t>
      </w:r>
      <w:r w:rsidR="005A3D2F" w:rsidRPr="003B1DB6">
        <w:t xml:space="preserve"> </w:t>
      </w:r>
      <w:hyperlink r:id="rId14"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w:t>
      </w:r>
      <w:r w:rsidR="00DA64CD">
        <w:t xml:space="preserve"> sektorová veřejná zakázka</w:t>
      </w:r>
      <w:r w:rsidRPr="003B1DB6">
        <w:t>, které je dostupné</w:t>
      </w:r>
      <w:r w:rsidR="00845C50" w:rsidRPr="003B1DB6">
        <w:t xml:space="preserve"> </w:t>
      </w:r>
      <w:r w:rsidRPr="003B1DB6">
        <w:t>na stránkách Věstníku veřejných zakázek dostupných z:</w:t>
      </w:r>
      <w:r w:rsidR="00845C50" w:rsidRPr="003B1DB6">
        <w:t xml:space="preserve"> </w:t>
      </w:r>
      <w:hyperlink r:id="rId15" w:history="1">
        <w:r w:rsidR="00BD6C63">
          <w:rPr>
            <w:rStyle w:val="Hypertextovodkaz"/>
          </w:rPr>
          <w:t>https://vvz.nipez.cz/</w:t>
        </w:r>
      </w:hyperlink>
      <w:hyperlink r:id="rId16" w:history="1"/>
      <w:r w:rsidR="002E3EB1">
        <w:rPr>
          <w:rStyle w:val="Hypertextovodkaz"/>
          <w:noProof w:val="0"/>
        </w:rPr>
        <w:t>.</w:t>
      </w:r>
    </w:p>
    <w:p w14:paraId="05484FEF" w14:textId="77777777" w:rsidR="003B1DB6" w:rsidRPr="00977F79" w:rsidRDefault="003B1DB6" w:rsidP="003B1DB6">
      <w:pPr>
        <w:pStyle w:val="Text1-1"/>
        <w:numPr>
          <w:ilvl w:val="0"/>
          <w:numId w:val="0"/>
        </w:numPr>
        <w:spacing w:after="0"/>
        <w:ind w:left="737"/>
        <w:rPr>
          <w:highlight w:val="green"/>
        </w:rPr>
      </w:pP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931962">
        <w:t xml:space="preserve"> </w:t>
      </w:r>
      <w:hyperlink r:id="rId18"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7777777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r w:rsidR="00845C50">
        <w:t xml:space="preserve"> a </w:t>
      </w:r>
      <w:r>
        <w:t>za získání spolehlivých informací ve vztahu</w:t>
      </w:r>
      <w:r w:rsidR="00BC6D2B">
        <w:t xml:space="preserve"> k </w:t>
      </w:r>
      <w:r>
        <w:t>jakýmkoliv</w:t>
      </w:r>
      <w:r w:rsidR="00845C50">
        <w:t xml:space="preserve"> a </w:t>
      </w:r>
      <w:r>
        <w:t>všem podmínkám</w:t>
      </w:r>
      <w:r w:rsidR="00845C50">
        <w:t xml:space="preserve"> a </w:t>
      </w:r>
      <w:r>
        <w:t>povinnostem, které mohou jakýmkoliv způsobem ovlivnit cenu</w:t>
      </w:r>
      <w:r w:rsidR="00845C50">
        <w:t xml:space="preserve"> a </w:t>
      </w:r>
      <w:r>
        <w:t>správnost nabídky nebo provedení stavby.</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1586AEF8"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r w:rsidR="00A35872">
        <w:t>,</w:t>
      </w:r>
    </w:p>
    <w:p w14:paraId="2CC19C5B" w14:textId="5A91FA13" w:rsidR="0035531B" w:rsidRDefault="00A35872" w:rsidP="00A35872">
      <w:pPr>
        <w:pStyle w:val="Odrka1-1"/>
      </w:pPr>
      <w:r>
        <w:t xml:space="preserve">DUSP+PDPS – SAGASTA s.r.o., Novodvorská 1010/4, 142 00, Praha 4 – Lhotka, IČO: </w:t>
      </w:r>
      <w:r w:rsidRPr="005B73B9">
        <w:t>04598555</w:t>
      </w:r>
      <w:r>
        <w:t>, 07/2022.</w:t>
      </w:r>
    </w:p>
    <w:p w14:paraId="57E5B3F6" w14:textId="0F4FF6FA" w:rsidR="0035531B" w:rsidRDefault="0035531B" w:rsidP="00A35872">
      <w:pPr>
        <w:pStyle w:val="Text1-1"/>
      </w:pPr>
      <w:r>
        <w:t xml:space="preserve">Pro vyloučení pochybností zadavatel uvádí, že ohledně této veřejné zakázky nevedl předběžné tržní konzultace. </w:t>
      </w:r>
    </w:p>
    <w:p w14:paraId="2235BE95" w14:textId="77777777" w:rsidR="0035531B" w:rsidRDefault="0035531B" w:rsidP="00CC4380">
      <w:pPr>
        <w:pStyle w:val="Nadpis1-1"/>
      </w:pPr>
      <w:bookmarkStart w:id="10" w:name="_Toc172782325"/>
      <w:r>
        <w:t>VYSVĚTLENÍ, ZMĚNY</w:t>
      </w:r>
      <w:r w:rsidR="00845C50">
        <w:t xml:space="preserve"> a </w:t>
      </w:r>
      <w:r>
        <w:t>DOPLNĚNÍ ZADÁVACÍ DOKUMENTACE</w:t>
      </w:r>
      <w:bookmarkEnd w:id="10"/>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9"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55D8DEDE"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280036D1" w14:textId="77777777" w:rsidR="0035531B" w:rsidRDefault="0035531B" w:rsidP="00CC4380">
      <w:pPr>
        <w:pStyle w:val="Nadpis1-1"/>
      </w:pPr>
      <w:bookmarkStart w:id="11" w:name="_Toc172782326"/>
      <w:r>
        <w:lastRenderedPageBreak/>
        <w:t>POŽADAVKY ZADAVATELE NA KVALIFIKACI</w:t>
      </w:r>
      <w:bookmarkEnd w:id="11"/>
    </w:p>
    <w:p w14:paraId="2B43BEE7" w14:textId="4A2E2FE4"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DA64CD">
        <w:t xml:space="preserve"> sektorová veřejná zakázka</w:t>
      </w:r>
      <w:r w:rsidR="00845C50">
        <w:t xml:space="preserve"> 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100F94ED" w:rsidR="0035531B" w:rsidRDefault="0035531B" w:rsidP="00CC4380">
      <w:pPr>
        <w:pStyle w:val="Odrka1-2-"/>
      </w:pPr>
      <w:r>
        <w:t xml:space="preserve">potvrzení příslušné </w:t>
      </w:r>
      <w:r w:rsidR="00B57E80">
        <w:t xml:space="preserve">územní </w:t>
      </w:r>
      <w:r>
        <w:t>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w:t>
      </w:r>
      <w:proofErr w:type="gramStart"/>
      <w:r>
        <w:t>tvoří</w:t>
      </w:r>
      <w:proofErr w:type="gramEnd"/>
      <w:r>
        <w:t xml:space="preserve"> Přílohu č. 7 těchto Pokynů. </w:t>
      </w:r>
    </w:p>
    <w:p w14:paraId="481891FE"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 xml:space="preserve">podmínek </w:t>
      </w:r>
      <w:r>
        <w:lastRenderedPageBreak/>
        <w:t>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 xml:space="preserve">Dodavatel </w:t>
      </w:r>
      <w:proofErr w:type="gramStart"/>
      <w:r>
        <w:t>doloží</w:t>
      </w:r>
      <w:proofErr w:type="gramEnd"/>
      <w:r>
        <w:t>,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77777777" w:rsidR="0035531B" w:rsidRDefault="0035531B" w:rsidP="00D10A2D">
      <w:pPr>
        <w:pStyle w:val="Odrka1-2-"/>
      </w:pPr>
      <w:r>
        <w:t xml:space="preserve">Provádění </w:t>
      </w:r>
      <w:r w:rsidRPr="00D10A2D">
        <w:t>staveb</w:t>
      </w:r>
      <w:r>
        <w:t>, jejich změn</w:t>
      </w:r>
      <w:r w:rsidR="00845C50">
        <w:t xml:space="preserve"> a </w:t>
      </w:r>
      <w:r>
        <w:t>odstraňování,</w:t>
      </w:r>
    </w:p>
    <w:p w14:paraId="061B1661" w14:textId="77777777" w:rsidR="0035531B" w:rsidRDefault="0035531B" w:rsidP="00092CC9">
      <w:pPr>
        <w:pStyle w:val="Odrka1-1"/>
      </w:pPr>
      <w:r>
        <w:t>Odborná způsobilost:</w:t>
      </w:r>
    </w:p>
    <w:p w14:paraId="58362E20" w14:textId="77777777" w:rsidR="00B645ED" w:rsidRDefault="0035531B" w:rsidP="00CC4380">
      <w:pPr>
        <w:pStyle w:val="Odrka1-2-"/>
      </w:pPr>
      <w:r>
        <w:t>Zadavatel požaduje předložení dokladu</w:t>
      </w:r>
      <w:r w:rsidR="00092CC9">
        <w:t xml:space="preserve"> o </w:t>
      </w:r>
      <w:r>
        <w:t>autorizaci</w:t>
      </w:r>
      <w:r w:rsidR="00092CC9">
        <w:t xml:space="preserve"> v </w:t>
      </w:r>
      <w:r>
        <w:t xml:space="preserve">rozsahu dle § 5 odst. 3 písm. </w:t>
      </w:r>
    </w:p>
    <w:p w14:paraId="319465E1" w14:textId="77777777" w:rsidR="00B645ED" w:rsidRPr="00A35872" w:rsidRDefault="00B645ED" w:rsidP="009978AE">
      <w:pPr>
        <w:pStyle w:val="Odrka1-2-"/>
        <w:numPr>
          <w:ilvl w:val="0"/>
          <w:numId w:val="0"/>
        </w:numPr>
        <w:ind w:left="1531"/>
        <w:rPr>
          <w:b/>
        </w:rPr>
      </w:pPr>
      <w:r w:rsidRPr="00A35872">
        <w:rPr>
          <w:b/>
        </w:rPr>
        <w:t xml:space="preserve">b) </w:t>
      </w:r>
      <w:r w:rsidRPr="00A35872">
        <w:t>dopravní stavby</w:t>
      </w:r>
    </w:p>
    <w:p w14:paraId="251543EE" w14:textId="466526CB" w:rsidR="00B645ED" w:rsidRDefault="00B645ED" w:rsidP="009978AE">
      <w:pPr>
        <w:pStyle w:val="Odrka1-2-"/>
        <w:numPr>
          <w:ilvl w:val="0"/>
          <w:numId w:val="0"/>
        </w:numPr>
        <w:ind w:left="1531"/>
      </w:pPr>
      <w:r w:rsidRPr="00A35872">
        <w:rPr>
          <w:b/>
        </w:rPr>
        <w:t xml:space="preserve">d) </w:t>
      </w:r>
      <w:r w:rsidRPr="00A35872">
        <w:t>mosty a inženýrské konstrukce</w:t>
      </w:r>
    </w:p>
    <w:p w14:paraId="318E0892" w14:textId="585248EA" w:rsidR="00F87336" w:rsidRPr="00A35872" w:rsidRDefault="00F87336" w:rsidP="009978AE">
      <w:pPr>
        <w:pStyle w:val="Odrka1-2-"/>
        <w:numPr>
          <w:ilvl w:val="0"/>
          <w:numId w:val="0"/>
        </w:numPr>
        <w:ind w:left="1531"/>
        <w:rPr>
          <w:b/>
        </w:rPr>
      </w:pPr>
      <w:r>
        <w:rPr>
          <w:b/>
        </w:rPr>
        <w:t xml:space="preserve">e) </w:t>
      </w:r>
      <w:r w:rsidRPr="00F87336">
        <w:t>technologická zařízení staveb</w:t>
      </w:r>
    </w:p>
    <w:p w14:paraId="770C891B" w14:textId="21DB95D0" w:rsidR="0035531B" w:rsidRDefault="0035531B" w:rsidP="00B645ED">
      <w:pPr>
        <w:pStyle w:val="Odrka1-2-"/>
        <w:numPr>
          <w:ilvl w:val="0"/>
          <w:numId w:val="0"/>
        </w:numPr>
        <w:ind w:left="1531"/>
      </w:pPr>
      <w:r>
        <w:t>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w:t>
      </w:r>
      <w:r w:rsidR="00C574FE">
        <w:t xml:space="preserve"> </w:t>
      </w:r>
      <w:r w:rsidR="00C574FE" w:rsidRPr="00C574FE">
        <w:t>(dále jen „autorizační zákon“)</w:t>
      </w:r>
      <w:r w:rsidRPr="00C574FE">
        <w:t>.</w:t>
      </w:r>
    </w:p>
    <w:p w14:paraId="1BE51F43" w14:textId="77777777" w:rsidR="0035531B" w:rsidRDefault="0035531B" w:rsidP="00CC4380">
      <w:pPr>
        <w:pStyle w:val="Textbezslovn"/>
        <w:ind w:left="1077"/>
      </w:pPr>
      <w:r>
        <w:t>Je-li dodavatel fyzickou osobou, musí odbornou způsobilost splňovat buď sám, nebo prostřednictvím jiné fyzické osoby (zaměstnanec nebo jiná</w:t>
      </w:r>
      <w:r w:rsidR="00845C50">
        <w:t xml:space="preserve"> s </w:t>
      </w:r>
      <w:r>
        <w:t>dodavatelem spolupracující osoba). Je-li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sidRPr="00946FFC">
        <w:rPr>
          <w:rStyle w:val="Znakapoznpodarou"/>
        </w:rPr>
        <w:footnoteReference w:id="1"/>
      </w:r>
      <w:r>
        <w:t xml:space="preserve">, za poslední tři uzavřená, bezprostředně předcházející účetní období; jestliže dodavatel vznikl později, </w:t>
      </w:r>
      <w:proofErr w:type="gramStart"/>
      <w:r>
        <w:t>postačí</w:t>
      </w:r>
      <w:proofErr w:type="gramEnd"/>
      <w:r>
        <w:t>, doloží-li údaje</w:t>
      </w:r>
      <w:r w:rsidR="00092CC9">
        <w:t xml:space="preserve"> o </w:t>
      </w:r>
      <w:r>
        <w:t>svém obratu</w:t>
      </w:r>
      <w:r w:rsidR="00092CC9">
        <w:t xml:space="preserve"> v </w:t>
      </w:r>
      <w:r>
        <w:t>požadované výši za všechna účetní období od svého vzniku;</w:t>
      </w:r>
    </w:p>
    <w:p w14:paraId="4C33D7F5" w14:textId="775723F4"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r w:rsidR="002531F5" w:rsidRPr="002531F5">
        <w:rPr>
          <w:b/>
          <w:bCs/>
        </w:rPr>
        <w:t>27 900 000</w:t>
      </w:r>
      <w:r>
        <w:t xml:space="preserve"> </w:t>
      </w:r>
      <w:r w:rsidRPr="002924B8">
        <w:rPr>
          <w:b/>
        </w:rPr>
        <w:t>Kč</w:t>
      </w:r>
      <w:r>
        <w:t xml:space="preserve"> bez DPH;</w:t>
      </w:r>
    </w:p>
    <w:p w14:paraId="7BF0C04C" w14:textId="77777777" w:rsidR="0035531B" w:rsidRDefault="0035531B" w:rsidP="00092CC9">
      <w:pPr>
        <w:pStyle w:val="Odrka1-1"/>
      </w:pPr>
      <w:r>
        <w:lastRenderedPageBreak/>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 xml:space="preserve">výši obratu </w:t>
      </w:r>
      <w:proofErr w:type="gramStart"/>
      <w:r>
        <w:t>tvoří</w:t>
      </w:r>
      <w:proofErr w:type="gramEnd"/>
      <w:r>
        <w:t xml:space="preserve">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F8DBE0C" w14:textId="77777777" w:rsidR="0035531B" w:rsidRPr="00CC4380" w:rsidRDefault="0035531B" w:rsidP="0035531B">
      <w:pPr>
        <w:pStyle w:val="Text1-1"/>
        <w:rPr>
          <w:rStyle w:val="Tun9b"/>
        </w:rPr>
      </w:pPr>
      <w:r w:rsidRPr="00CC4380">
        <w:rPr>
          <w:rStyle w:val="Tun9b"/>
        </w:rPr>
        <w:t>Technická kvalifikace – seznam stavebních prací</w:t>
      </w:r>
    </w:p>
    <w:p w14:paraId="4BC097AB" w14:textId="5940B693" w:rsidR="0035531B" w:rsidRDefault="0035531B" w:rsidP="00CC4380">
      <w:pPr>
        <w:pStyle w:val="Textbezslovn"/>
      </w:pPr>
      <w:r>
        <w:t xml:space="preserve">Zadavatel požaduje předložení </w:t>
      </w:r>
      <w:r w:rsidRPr="00C1688F">
        <w:rPr>
          <w:b/>
        </w:rPr>
        <w:t>seznamu</w:t>
      </w:r>
      <w:r>
        <w:t xml:space="preserve"> stavebních prací </w:t>
      </w:r>
      <w:r w:rsidR="00127F71">
        <w:t>spočívajících v provedení novostavby</w:t>
      </w:r>
      <w:r w:rsidR="00CB21C4">
        <w:t>,</w:t>
      </w:r>
      <w:r w:rsidR="00127F71">
        <w:t xml:space="preserve"> rekonstrukce</w:t>
      </w:r>
      <w:r w:rsidR="00CB21C4">
        <w:t xml:space="preserve"> nebo opravy</w:t>
      </w:r>
      <w:r w:rsidR="00515B63">
        <w:t xml:space="preserve"> </w:t>
      </w:r>
      <w:r>
        <w:t xml:space="preserve">na stavbách </w:t>
      </w:r>
      <w:r w:rsidRPr="00A35872">
        <w:t>železničních</w:t>
      </w:r>
      <w:r>
        <w:t xml:space="preserve"> drah, jak jsou vymezeny</w:t>
      </w:r>
      <w:r w:rsidR="00092CC9">
        <w:t xml:space="preserve"> v </w:t>
      </w:r>
      <w:r>
        <w:t>§ 5 odst. 1</w:t>
      </w:r>
      <w:r w:rsidR="00845C50">
        <w:t xml:space="preserve"> a</w:t>
      </w:r>
      <w:r w:rsidR="00092CC9">
        <w:t xml:space="preserve"> v </w:t>
      </w:r>
      <w:r>
        <w:t>§ 3 odst. 1 zákona č. 266/1994 Sb.,</w:t>
      </w:r>
      <w:r w:rsidR="00092CC9">
        <w:t xml:space="preserve"> o </w:t>
      </w:r>
      <w:r>
        <w:t xml:space="preserve">dráhách, ve znění pozdějších předpisů, </w:t>
      </w:r>
      <w:r w:rsidR="00014412">
        <w:t xml:space="preserve">poskytnutých dodavatelem </w:t>
      </w:r>
      <w:r>
        <w:t xml:space="preserve">za posledních </w:t>
      </w:r>
      <w:r w:rsidRPr="00A35872">
        <w:t>5</w:t>
      </w:r>
      <w:r>
        <w:t xml:space="preserve"> let před zahájením zadávacího řízení (dále jako „</w:t>
      </w:r>
      <w:r w:rsidRPr="00092CC9">
        <w:rPr>
          <w:rStyle w:val="Tun9b"/>
        </w:rPr>
        <w:t>stavební práce</w:t>
      </w:r>
      <w:r>
        <w:t xml:space="preserve">“). Předloženým seznamem stavebních prací přitom musí dodavatel prokázat, že hodnota stavebních prací jím poskytnutých na uvedených stavbách za </w:t>
      </w:r>
      <w:r w:rsidRPr="00A35872">
        <w:t>posledních 5</w:t>
      </w:r>
      <w:r>
        <w:t xml:space="preserve"> let </w:t>
      </w:r>
      <w:r w:rsidR="008735B2">
        <w:t xml:space="preserve">před zahájením zadávacího řízení </w:t>
      </w:r>
      <w:r>
        <w:t>činí</w:t>
      </w:r>
      <w:r w:rsidR="00092CC9">
        <w:t xml:space="preserve"> v </w:t>
      </w:r>
      <w:r>
        <w:t xml:space="preserve">součtu, včetně případných poddodávek, nejméně </w:t>
      </w:r>
      <w:r w:rsidR="00A35872">
        <w:rPr>
          <w:b/>
          <w:bCs/>
        </w:rPr>
        <w:t>34</w:t>
      </w:r>
      <w:r w:rsidR="00A35872" w:rsidRPr="00A35872">
        <w:rPr>
          <w:b/>
          <w:bCs/>
        </w:rPr>
        <w:t> 000 000</w:t>
      </w:r>
      <w:r>
        <w:t xml:space="preserve"> </w:t>
      </w:r>
      <w:r w:rsidRPr="00B448FF">
        <w:rPr>
          <w:b/>
        </w:rPr>
        <w:t>Kč</w:t>
      </w:r>
      <w:r>
        <w:t xml:space="preserve"> bez DPH. </w:t>
      </w:r>
      <w:r w:rsidR="008735B2">
        <w:t xml:space="preserve">Hodnotou stavebních prací se </w:t>
      </w:r>
      <w:r w:rsidR="008735B2" w:rsidRPr="00E74F21">
        <w:rPr>
          <w:rFonts w:cs="Arial"/>
          <w:iCs/>
        </w:rPr>
        <w:t>pro účely posouzení splnění kritérií technické kvalifikace</w:t>
      </w:r>
      <w:r w:rsidR="008735B2">
        <w:t xml:space="preserve"> rozumí cena, za kterou dodavatel provedl předmětné stavební práce; tato cena nebude upravována o míru inflace tak, aby odpovídala současným hodnotám stavebních prací. </w:t>
      </w:r>
    </w:p>
    <w:p w14:paraId="368755A3" w14:textId="1F29A641" w:rsidR="0035531B" w:rsidRDefault="0035531B" w:rsidP="00930B79">
      <w:pPr>
        <w:pStyle w:val="Textbezslovn"/>
      </w:pPr>
      <w:r>
        <w:t>Zadavatel dále požaduje, aby dodavatel kromě informací uvedených</w:t>
      </w:r>
      <w:r w:rsidR="00092CC9">
        <w:t xml:space="preserve"> </w:t>
      </w:r>
      <w:proofErr w:type="gramStart"/>
      <w:r w:rsidR="00092CC9">
        <w:t>v </w:t>
      </w:r>
      <w:r>
        <w:t xml:space="preserve"> seznamu</w:t>
      </w:r>
      <w:proofErr w:type="gramEnd"/>
      <w:r>
        <w:t xml:space="preserve">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v </w:t>
      </w:r>
      <w:r>
        <w:t xml:space="preserve">posledních </w:t>
      </w:r>
      <w:r w:rsidRPr="00A35872">
        <w:t>5</w:t>
      </w:r>
      <w:r>
        <w:t xml:space="preserve"> letech před zahájením zadávacího řízení řádně poskytl</w:t>
      </w:r>
      <w:r w:rsidR="00845C50">
        <w:t xml:space="preserve"> a </w:t>
      </w:r>
      <w:r>
        <w:t xml:space="preserve">dokončil alespoň </w:t>
      </w:r>
      <w:r w:rsidR="00D84B47">
        <w:t xml:space="preserve">níže uvedené </w:t>
      </w:r>
      <w:r>
        <w:t>nejvýznamnější stavební práce</w:t>
      </w:r>
      <w:r w:rsidR="002D35C5">
        <w:t xml:space="preserve"> </w:t>
      </w:r>
      <w:r>
        <w:t>(dále jen jako „</w:t>
      </w:r>
      <w:r w:rsidRPr="00092CC9">
        <w:rPr>
          <w:rStyle w:val="Tun9b"/>
        </w:rPr>
        <w:t>nejvýznamnější stavební práce</w:t>
      </w:r>
      <w:r>
        <w:t>“)</w:t>
      </w:r>
      <w:r w:rsidR="00D14BAA" w:rsidRPr="00D14BAA">
        <w:t xml:space="preserve"> </w:t>
      </w:r>
      <w:r w:rsidR="00D14BAA">
        <w:t>v rámci nichž musí dodavatel doložit následující požadavky:</w:t>
      </w:r>
      <w:r>
        <w:t xml:space="preserve"> </w:t>
      </w:r>
    </w:p>
    <w:p w14:paraId="0898B6C3" w14:textId="017B746D" w:rsidR="00695997" w:rsidRPr="00EB2BC2" w:rsidRDefault="0035531B" w:rsidP="00092CC9">
      <w:pPr>
        <w:pStyle w:val="Odrka1-1"/>
      </w:pPr>
      <w:r w:rsidRPr="00EB2BC2">
        <w:t>nejméně jedna nejvýznamnější stavební práce musí zahrnovat novostavbu</w:t>
      </w:r>
      <w:r w:rsidR="00CB21C4" w:rsidRPr="00EB2BC2">
        <w:t>,</w:t>
      </w:r>
      <w:r w:rsidRPr="00EB2BC2">
        <w:t xml:space="preserve"> rekonstrukci </w:t>
      </w:r>
      <w:r w:rsidR="00CB21C4" w:rsidRPr="00EB2BC2">
        <w:t xml:space="preserve">nebo opravu </w:t>
      </w:r>
      <w:r w:rsidRPr="00EB2BC2">
        <w:rPr>
          <w:rStyle w:val="Tun9b"/>
        </w:rPr>
        <w:t>železničního svršku</w:t>
      </w:r>
      <w:r w:rsidRPr="00EB2BC2">
        <w:t xml:space="preserve"> na trati</w:t>
      </w:r>
      <w:r w:rsidR="00845C50" w:rsidRPr="00EB2BC2">
        <w:t xml:space="preserve"> s</w:t>
      </w:r>
      <w:r w:rsidR="00115DD3" w:rsidRPr="00EB2BC2">
        <w:t>e</w:t>
      </w:r>
      <w:r w:rsidR="00845C50" w:rsidRPr="00EB2BC2">
        <w:t> </w:t>
      </w:r>
      <w:r w:rsidR="00115DD3" w:rsidRPr="00EB2BC2">
        <w:t xml:space="preserve">souhrnnou </w:t>
      </w:r>
      <w:r w:rsidRPr="00EB2BC2">
        <w:t xml:space="preserve">délkou traťového úseku nejméně </w:t>
      </w:r>
      <w:r w:rsidR="009D5C5A" w:rsidRPr="00EB2BC2">
        <w:t>250 m</w:t>
      </w:r>
      <w:r w:rsidRPr="00EB2BC2">
        <w:t>,</w:t>
      </w:r>
      <w:r w:rsidR="00845C50" w:rsidRPr="00EB2BC2">
        <w:t xml:space="preserve"> </w:t>
      </w:r>
      <w:r w:rsidR="00F16F36" w:rsidRPr="00EB2BC2">
        <w:t>přičemž zadavatel současně požaduje, aby hodnota této</w:t>
      </w:r>
      <w:r w:rsidR="00F16F36" w:rsidRPr="00EB2BC2">
        <w:rPr>
          <w:rStyle w:val="Tun9b"/>
        </w:rPr>
        <w:t xml:space="preserve"> nejvýznamnější stavební práce </w:t>
      </w:r>
      <w:r w:rsidR="00F16F36" w:rsidRPr="00EB2BC2">
        <w:t xml:space="preserve">(tj. hodnota zakázky jako celku, jež mimo jiné zahrnovala výše uvedené práce na železničním svršku), včetně případných poddodávek, dosahovala alespoň </w:t>
      </w:r>
      <w:r w:rsidR="0055290D">
        <w:rPr>
          <w:b/>
          <w:bCs/>
        </w:rPr>
        <w:t>6</w:t>
      </w:r>
      <w:r w:rsidR="00F16F36" w:rsidRPr="00EB2BC2">
        <w:rPr>
          <w:b/>
          <w:bCs/>
        </w:rPr>
        <w:t> 500 000</w:t>
      </w:r>
      <w:r w:rsidR="00F16F36" w:rsidRPr="00EB2BC2">
        <w:t xml:space="preserve"> </w:t>
      </w:r>
      <w:r w:rsidR="00F16F36" w:rsidRPr="00EB2BC2">
        <w:rPr>
          <w:b/>
        </w:rPr>
        <w:t>Kč</w:t>
      </w:r>
      <w:r w:rsidR="00F16F36" w:rsidRPr="00EB2BC2">
        <w:t xml:space="preserve"> bez DPH</w:t>
      </w:r>
      <w:r w:rsidR="00F16F36">
        <w:t xml:space="preserve"> (</w:t>
      </w:r>
      <w:r w:rsidR="00F16F36" w:rsidRPr="00EB2BC2">
        <w:t>uvedená částka se vztahuje k hodnotě nejvýznamnější stavební práce, tj. zakázky jako celku</w:t>
      </w:r>
      <w:r w:rsidR="00F16F36">
        <w:t>, nikoli k</w:t>
      </w:r>
      <w:r w:rsidR="00F16F36" w:rsidRPr="00EB2BC2">
        <w:t xml:space="preserve"> hodnotě novostavby, rekonstrukce nebo opravy železničního svršku</w:t>
      </w:r>
      <w:r w:rsidR="00F16F36">
        <w:t>)</w:t>
      </w:r>
      <w:r w:rsidR="00A92680">
        <w:t>.</w:t>
      </w:r>
      <w:r w:rsidR="00695997" w:rsidRPr="00EB2BC2">
        <w:t xml:space="preserve"> </w:t>
      </w:r>
    </w:p>
    <w:p w14:paraId="59340031" w14:textId="76CE0C6D"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836093">
        <w:t xml:space="preserve">účinném do 31.12.2023 </w:t>
      </w:r>
      <w:r w:rsidR="001C4B3B">
        <w:t xml:space="preserve">(dále též „starý stavební zákon“) </w:t>
      </w:r>
      <w:r w:rsidR="00990C2D">
        <w:t>či</w:t>
      </w:r>
      <w:r w:rsidR="001C4B3B">
        <w:t xml:space="preserve"> ve smyslu </w:t>
      </w:r>
      <w:r w:rsidR="00990C2D">
        <w:t xml:space="preserve">§ 6 odst. 1 </w:t>
      </w:r>
      <w:r w:rsidR="00AD2237" w:rsidRPr="00A4043B">
        <w:t>zákona č. 283/2021 Sb., stavební zákon, ve znění pozdějších předpisů</w:t>
      </w:r>
      <w:r w:rsidR="001C4B3B">
        <w:t xml:space="preserve"> (dále též „nový stavební zákon“)</w:t>
      </w:r>
      <w:r>
        <w:t>.</w:t>
      </w:r>
    </w:p>
    <w:p w14:paraId="78C3C000" w14:textId="28EC8E3C" w:rsidR="00B50C25" w:rsidRDefault="00B50C25" w:rsidP="00B50C25">
      <w:pPr>
        <w:pStyle w:val="Textbezslovn"/>
      </w:pPr>
      <w:r>
        <w:lastRenderedPageBreak/>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EA6CE6">
        <w:t xml:space="preserve">starého </w:t>
      </w:r>
      <w:r>
        <w:t>stavebního zákona</w:t>
      </w:r>
      <w:r w:rsidR="00EA6CE6">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r w:rsidRPr="00906665">
        <w:t xml:space="preserve"> </w:t>
      </w:r>
    </w:p>
    <w:p w14:paraId="08A9C35A" w14:textId="77777777" w:rsidR="00B50C25" w:rsidRPr="00B50C25" w:rsidRDefault="00B50C25" w:rsidP="00B50C25">
      <w:pPr>
        <w:pStyle w:val="Textbezslovn"/>
      </w:pPr>
      <w:r>
        <w:t xml:space="preserve">Za rekonstrukci ani opravu se nepovažují údržbové práce, jež mají pro účely posouzení splnění kritérií technické kvalifikace v těchto zadávacích podmínkách následující </w:t>
      </w:r>
      <w:r w:rsidRPr="00B50C25">
        <w:t xml:space="preserve">význam: </w:t>
      </w:r>
    </w:p>
    <w:p w14:paraId="53B6F3F4" w14:textId="64BD5AFD" w:rsidR="00B50C25" w:rsidRPr="00B50C25" w:rsidRDefault="00B50C25" w:rsidP="00B50C25">
      <w:pPr>
        <w:pStyle w:val="Odrka1-1"/>
      </w:pPr>
      <w:r w:rsidRPr="00B50C25">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EA6CE6">
        <w:t xml:space="preserve">starého </w:t>
      </w:r>
      <w:r w:rsidRPr="00B50C25">
        <w:t xml:space="preserve">stavebního zákona </w:t>
      </w:r>
      <w:r w:rsidR="00EA6CE6">
        <w:t>nebo § 6 odst. 1 nového stavebního zákona</w:t>
      </w:r>
      <w:r w:rsidR="00EA6CE6" w:rsidRPr="00B50C25">
        <w:t xml:space="preserve"> </w:t>
      </w:r>
      <w:r w:rsidRPr="00B50C25">
        <w:t xml:space="preserve">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proofErr w:type="gramStart"/>
      <w:r w:rsidRPr="00B50C25">
        <w:t>koleje  a</w:t>
      </w:r>
      <w:proofErr w:type="gramEnd"/>
      <w:r w:rsidRPr="00B50C25">
        <w:t>/nebo čištění kolejového/štěrkového lože.</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76B6148" w:rsidR="0035531B" w:rsidRDefault="0035531B" w:rsidP="002C04EE">
      <w:pPr>
        <w:pStyle w:val="Textbezslovn"/>
      </w:pPr>
      <w:r>
        <w:t>Stavební, resp. nejvýznamnější stavební práce je třeba doložit</w:t>
      </w:r>
      <w:r w:rsidR="00092CC9">
        <w:t xml:space="preserve"> v </w:t>
      </w:r>
      <w:r>
        <w:t>takovém počtu, aby byla dosažena požadovaná hodnota stavebních, resp. nejvýznamnějších stavebních prací</w:t>
      </w:r>
      <w:r w:rsidR="00092CC9">
        <w:t xml:space="preserve"> v </w:t>
      </w:r>
      <w:r>
        <w:t xml:space="preserve">součtu za </w:t>
      </w:r>
      <w:r w:rsidRPr="002A0897">
        <w:t>posledních 5 let. Pro odstranění pochybností zadavatel uvádí, že požadavek kritéria technické kvalifikace na doložení stavebních, resp. nejvýznamnějších stavebních prací lze splnit předložením seznamu</w:t>
      </w:r>
      <w:r w:rsidR="00845C50" w:rsidRPr="002A0897">
        <w:t xml:space="preserve"> a </w:t>
      </w:r>
      <w:r w:rsidRPr="002A0897">
        <w:t>osvědčení</w:t>
      </w:r>
      <w:r w:rsidR="00092CC9" w:rsidRPr="002A0897">
        <w:t xml:space="preserve"> o </w:t>
      </w:r>
      <w:r w:rsidRPr="002A0897">
        <w:t>řádném poskytnutí</w:t>
      </w:r>
      <w:r w:rsidR="00845C50" w:rsidRPr="002A0897">
        <w:t xml:space="preserve"> a </w:t>
      </w:r>
      <w:r w:rsidRPr="002A0897">
        <w:t>dokončení i pouze jediné stavební, resp. nejvýznamnější stavební práce, jejíž hodnota představuje alespoň požadovanou hodnotu stavebních prací</w:t>
      </w:r>
      <w:r w:rsidR="00092CC9" w:rsidRPr="002A0897">
        <w:t xml:space="preserve"> v </w:t>
      </w:r>
      <w:r w:rsidRPr="002A0897">
        <w:t>součtu za posledních 5 let</w:t>
      </w:r>
      <w:r w:rsidR="00845C50" w:rsidRPr="002A0897">
        <w:t xml:space="preserve"> a </w:t>
      </w:r>
      <w:r w:rsidRPr="002A0897">
        <w:t>splňuje i</w:t>
      </w:r>
      <w:r>
        <w:t xml:space="preserve"> všechny minimální hodnoty</w:t>
      </w:r>
      <w:r w:rsidR="00BB4AF2">
        <w:t xml:space="preserve"> u </w:t>
      </w:r>
      <w:r>
        <w:t>jednotlivých nejvýznamnějších stavebních prací</w:t>
      </w:r>
      <w:r w:rsidR="00D5279A">
        <w:t xml:space="preserve"> (jsou-li požadovány)</w:t>
      </w:r>
      <w:r>
        <w:t>,</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049DEF26" w14:textId="460274DE" w:rsidR="0035531B" w:rsidRDefault="0035531B" w:rsidP="002C04EE">
      <w:pPr>
        <w:pStyle w:val="Textbezslovn"/>
      </w:pPr>
      <w:r>
        <w:t>Zadavatel dále výslovně upozorňuje, že požadované minimální hodnoty (tj. hodnoty zakázky jako celku</w:t>
      </w:r>
      <w:r w:rsidR="00D5279A">
        <w:t>, jsou-li požadovány</w:t>
      </w:r>
      <w:r>
        <w:t>,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sidRPr="00946FFC">
        <w:rPr>
          <w:rStyle w:val="Znakapoznpodarou"/>
        </w:rPr>
        <w:footnoteReference w:id="2"/>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 xml:space="preserve">takovém případě lze rozdíl mezi rozsahem </w:t>
      </w:r>
      <w:r>
        <w:lastRenderedPageBreak/>
        <w:t>poddodavatelského omezení</w:t>
      </w:r>
      <w:r w:rsidR="00845C50">
        <w:t xml:space="preserve"> a </w:t>
      </w:r>
      <w:r>
        <w:t>minimálně požadovanou hodnotou dílčí části plnění nejvýznamnější stavební práce doložit další „referencí“</w:t>
      </w:r>
      <w:r w:rsidR="00930B79" w:rsidRPr="00946FFC">
        <w:rPr>
          <w:rStyle w:val="Znakapoznpodarou"/>
        </w:rPr>
        <w:footnoteReference w:id="3"/>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5B845C70" w:rsidR="0035531B" w:rsidRDefault="0035531B" w:rsidP="00930B79">
      <w:pPr>
        <w:pStyle w:val="Textbezslovn"/>
      </w:pPr>
      <w:r>
        <w:t xml:space="preserve">Doba </w:t>
      </w:r>
      <w:r w:rsidR="00D31E39" w:rsidRPr="002A0897">
        <w:t xml:space="preserve">posledních </w:t>
      </w:r>
      <w:r w:rsidRPr="002A0897">
        <w:t xml:space="preserve">5 let </w:t>
      </w:r>
      <w:r w:rsidR="00D31E39" w:rsidRPr="002A0897">
        <w:t xml:space="preserve">před zahájením zadávacího řízení </w:t>
      </w:r>
      <w:r w:rsidRPr="002A0897">
        <w:t xml:space="preserve">se </w:t>
      </w:r>
      <w:r w:rsidR="000A2EAF" w:rsidRPr="002A0897">
        <w:t xml:space="preserve">pro účely prokázání technické kvalifikace ohledně referenčních zakázek </w:t>
      </w:r>
      <w:r w:rsidRPr="002A0897">
        <w:t>považuje za splněnou, pokud byly stavební/nejvýznamnější stavební práce</w:t>
      </w:r>
      <w:r w:rsidR="00092CC9" w:rsidRPr="002A0897">
        <w:t xml:space="preserve"> </w:t>
      </w:r>
      <w:r w:rsidR="000A2EAF" w:rsidRPr="002A0897">
        <w:t xml:space="preserve">dokončeny </w:t>
      </w:r>
      <w:r w:rsidR="00092CC9" w:rsidRPr="002A0897">
        <w:t>v </w:t>
      </w:r>
      <w:r w:rsidRPr="002A0897">
        <w:t>průběhu této doby</w:t>
      </w:r>
      <w:r w:rsidR="000A2EAF" w:rsidRPr="002A0897">
        <w:t xml:space="preserve"> nebo kdykoli po zahájení zadávacího řízení, včetně doby po podání nabídek, a to nejpozději do doby zadavatelem případně stanovené k předložení údajů a dokladů dle § 46 ZZVZ. Pro </w:t>
      </w:r>
      <w:r w:rsidRPr="002A0897">
        <w:t xml:space="preserve">prokázání kvalifikace postačuje, aby byl požadovaný finanční objem </w:t>
      </w:r>
      <w:r w:rsidR="00293D72" w:rsidRPr="002A0897">
        <w:t xml:space="preserve">či jiné minimální hodnoty </w:t>
      </w:r>
      <w:r w:rsidRPr="002A0897">
        <w:t>stavebních/nejvýznamnějších stavebních prací dosažen</w:t>
      </w:r>
      <w:r w:rsidR="00293D72" w:rsidRPr="002A0897">
        <w:t>y</w:t>
      </w:r>
      <w:r w:rsidRPr="002A0897">
        <w:t xml:space="preserve"> za celou dobu realizace stavebních/nejvýznamnějších stavebních prací, nikoliv pouze</w:t>
      </w:r>
      <w:r w:rsidR="00092CC9" w:rsidRPr="002A0897">
        <w:t xml:space="preserve"> v </w:t>
      </w:r>
      <w:r w:rsidRPr="002A0897">
        <w:t>průběhu posledních 5 let před zahájením zadávacího řízení. Dokončením se</w:t>
      </w:r>
      <w:r w:rsidR="00BB4AF2" w:rsidRPr="002A0897">
        <w:t xml:space="preserve"> u </w:t>
      </w:r>
      <w:r w:rsidR="007B1E1B" w:rsidRPr="002A0897">
        <w:t>stavebních/</w:t>
      </w:r>
      <w:r w:rsidRPr="002A0897">
        <w:t xml:space="preserve">nejvýznamnějších stavebních prací </w:t>
      </w:r>
      <w:r w:rsidR="002A30C7" w:rsidRPr="002A0897">
        <w:t xml:space="preserve">pro účely prokázání technické kvalifikace v tomto zadávacím řízení </w:t>
      </w:r>
      <w:r w:rsidRPr="002A0897">
        <w:t xml:space="preserve">rozumí </w:t>
      </w:r>
      <w:r w:rsidR="007B1E1B" w:rsidRPr="002A0897">
        <w:t xml:space="preserve">i </w:t>
      </w:r>
      <w:r w:rsidRPr="002A0897">
        <w:t>uvedení díla</w:t>
      </w:r>
      <w:r w:rsidR="007B1E1B" w:rsidRPr="002A0897">
        <w:t>, resp. poslední části</w:t>
      </w:r>
      <w:r w:rsidR="00227BC8" w:rsidRPr="002A0897">
        <w:t xml:space="preserve"> stavební práce</w:t>
      </w:r>
      <w:r w:rsidRPr="002A0897">
        <w:t>, alespoň do zkušebního provozu. Zadavatel nicméně za dílo dokončené</w:t>
      </w:r>
      <w:r w:rsidR="00092CC9" w:rsidRPr="002A0897">
        <w:t xml:space="preserve"> v </w:t>
      </w:r>
      <w:r w:rsidRPr="002A0897">
        <w:t>období posledních 5 let bude považovat též dílo, které</w:t>
      </w:r>
      <w:r w:rsidR="00092CC9" w:rsidRPr="002A0897">
        <w:t xml:space="preserve"> v </w:t>
      </w:r>
      <w:r w:rsidRPr="002A0897">
        <w:t>tomto období bylo dokončeno jako celek, tj. včetně plnění navazujících na zkušební provoz, např. zpracování dokumentace skutečného provedení stavby</w:t>
      </w:r>
      <w:r>
        <w:t>.</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lastRenderedPageBreak/>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AB4FDB7" w:rsidR="0035531B" w:rsidRDefault="0035531B" w:rsidP="00930B79">
      <w:pPr>
        <w:pStyle w:val="Textbezslovn"/>
      </w:pPr>
      <w:r>
        <w:t>Je-li osvědčení objednatele</w:t>
      </w:r>
      <w:r w:rsidR="00092CC9">
        <w:t xml:space="preserve"> o </w:t>
      </w:r>
      <w:r>
        <w:t>řádném plnění nejvýznamnější stavební práce vydáno pro společnost/ 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64EAA52C" w14:textId="1C9E2835" w:rsidR="0035531B"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 xml:space="preserve">níže </w:t>
      </w:r>
      <w:r w:rsidRPr="002A0897">
        <w:t>uvedené funkci,</w:t>
      </w:r>
      <w:r w:rsidR="00845C50" w:rsidRPr="002A0897">
        <w:t xml:space="preserve"> </w:t>
      </w:r>
      <w:r w:rsidRPr="002A0897">
        <w:t>může být za účelem splnění kvalifikace doložena pouze jedna fyzická osoba. Jednotlivé požadavky na kvalifikační kritéria</w:t>
      </w:r>
      <w:r w:rsidR="00BB4AF2" w:rsidRPr="002A0897">
        <w:t xml:space="preserve"> u </w:t>
      </w:r>
      <w:r w:rsidRPr="002A0897">
        <w:t>každé jednotlivé funkce tedy,</w:t>
      </w:r>
      <w:r w:rsidR="00845C50" w:rsidRPr="002A0897">
        <w:t xml:space="preserve"> </w:t>
      </w:r>
      <w:r w:rsidRPr="002A0897">
        <w:t>nelze jakkoliv rozdělit mezi více fyzických osob, takže</w:t>
      </w:r>
      <w:r w:rsidR="00BB4AF2" w:rsidRPr="002A0897">
        <w:t xml:space="preserve"> u </w:t>
      </w:r>
      <w:r w:rsidRPr="002A0897">
        <w:t xml:space="preserve">téže funkce člena personálu nemůže být prokázáno splnění např. požadované </w:t>
      </w:r>
      <w:r w:rsidR="00DD7852" w:rsidRPr="002A0897">
        <w:t>praxe</w:t>
      </w:r>
      <w:r w:rsidRPr="002A0897">
        <w:t xml:space="preserve"> jednou osobou</w:t>
      </w:r>
      <w:r w:rsidR="00845C50" w:rsidRPr="002A0897">
        <w:t xml:space="preserve"> a </w:t>
      </w:r>
      <w:r w:rsidRPr="002A0897">
        <w:t xml:space="preserve">pomocí jiné osoby odborná způsobilost. </w:t>
      </w:r>
      <w:r w:rsidR="0086714F" w:rsidRPr="002A0897">
        <w:t xml:space="preserve">I v případě, že bude kvalifikace </w:t>
      </w:r>
      <w:r w:rsidR="00AA576A" w:rsidRPr="002A0897">
        <w:t xml:space="preserve">jednotlivých </w:t>
      </w:r>
      <w:r w:rsidR="0086714F" w:rsidRPr="002A0897">
        <w:t xml:space="preserve">členů odborného personálu </w:t>
      </w:r>
      <w:r w:rsidR="00095A11" w:rsidRPr="002A0897">
        <w:t xml:space="preserve">v plném rozsahu </w:t>
      </w:r>
      <w:r w:rsidR="0086714F" w:rsidRPr="002A0897">
        <w:t>prokázána samostatně více fyzickými osobami, může být ve smlouvě uvedena, na příslušné pozici</w:t>
      </w:r>
      <w:r w:rsidR="0086714F">
        <w:t xml:space="preserve">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Pr="00930B79">
        <w:rPr>
          <w:rStyle w:val="Tun9b"/>
        </w:rPr>
        <w:t>Funkci stavbyvedoucího</w:t>
      </w:r>
      <w:r w:rsidR="00D939CE">
        <w:rPr>
          <w:rStyle w:val="Tun9b"/>
        </w:rPr>
        <w:t xml:space="preserve"> a</w:t>
      </w:r>
      <w:r w:rsidRPr="00930B79">
        <w:rPr>
          <w:rStyle w:val="Tun9b"/>
        </w:rPr>
        <w:t xml:space="preserve"> specialisty (vedoucí prací) na </w:t>
      </w:r>
      <w:r w:rsidR="00DA0FC8" w:rsidRPr="004046F5">
        <w:rPr>
          <w:rStyle w:val="Tun9b"/>
        </w:rPr>
        <w:t>železniční svršek a spodek</w:t>
      </w:r>
      <w:r>
        <w:t xml:space="preserve"> </w:t>
      </w:r>
      <w:r w:rsidRPr="00930B79">
        <w:rPr>
          <w:rStyle w:val="Tun9b"/>
        </w:rPr>
        <w:t>však nelze takto sloučit, tyto funkce musí zastávat vždy odlišné fyzické osoby.</w:t>
      </w:r>
    </w:p>
    <w:p w14:paraId="18CF7063" w14:textId="168D378B" w:rsidR="0035531B" w:rsidRDefault="0035531B" w:rsidP="00930B79">
      <w:pPr>
        <w:pStyle w:val="Textbezslovn"/>
      </w:pPr>
      <w:r>
        <w:lastRenderedPageBreak/>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(bez ohledu na to, zda jde</w:t>
      </w:r>
      <w:r w:rsidR="00092CC9">
        <w:t xml:space="preserve"> o </w:t>
      </w:r>
      <w:r>
        <w:t>zaměstnance dodavatele nebo osoby</w:t>
      </w:r>
      <w:r w:rsidR="00092CC9">
        <w:t xml:space="preserve"> v </w:t>
      </w:r>
      <w:r>
        <w:t>jiném vztahu</w:t>
      </w:r>
      <w:r w:rsidR="00BC6D2B">
        <w:t xml:space="preserve"> k </w:t>
      </w:r>
      <w:r>
        <w:t>dodavateli, nevyplývá-li</w:t>
      </w:r>
      <w:r w:rsidR="0060115D">
        <w:t xml:space="preserve"> z </w:t>
      </w:r>
      <w:r>
        <w:t>čl. 9.3 těchto Pokynů jinak), který splňuje následující podmínky (což musí vyplývat</w:t>
      </w:r>
      <w:r w:rsidR="0060115D">
        <w:t xml:space="preserve"> </w:t>
      </w:r>
      <w:proofErr w:type="gramStart"/>
      <w:r w:rsidR="0060115D">
        <w:t>z</w:t>
      </w:r>
      <w:proofErr w:type="gramEnd"/>
      <w:r w:rsidR="0060115D">
        <w:t> </w:t>
      </w:r>
      <w:r>
        <w:t>dodavatelem předkládaných dokumentů):</w:t>
      </w:r>
    </w:p>
    <w:p w14:paraId="3ED4C9C1" w14:textId="77777777" w:rsidR="0035531B" w:rsidRPr="004046F5" w:rsidRDefault="0035531B" w:rsidP="009067B5">
      <w:pPr>
        <w:pStyle w:val="Odstavec1-1a"/>
        <w:numPr>
          <w:ilvl w:val="0"/>
          <w:numId w:val="12"/>
        </w:numPr>
        <w:rPr>
          <w:rStyle w:val="Tun9b"/>
          <w:b w:val="0"/>
          <w:sz w:val="14"/>
        </w:rPr>
      </w:pPr>
      <w:r w:rsidRPr="004046F5">
        <w:rPr>
          <w:rStyle w:val="Tun9b"/>
        </w:rPr>
        <w:t>stavbyvedoucí</w:t>
      </w:r>
    </w:p>
    <w:p w14:paraId="0DFF27C0" w14:textId="77777777" w:rsidR="0035531B" w:rsidRPr="004046F5" w:rsidRDefault="0035531B" w:rsidP="00930B79">
      <w:pPr>
        <w:pStyle w:val="Odrka1-2-"/>
      </w:pPr>
      <w:r w:rsidRPr="004046F5">
        <w:t>nejméně 5 let praxe</w:t>
      </w:r>
      <w:r w:rsidR="00092CC9" w:rsidRPr="004046F5">
        <w:t xml:space="preserve"> v </w:t>
      </w:r>
      <w:r w:rsidRPr="004046F5">
        <w:t xml:space="preserve">řízení provádění staveb železničních drah; </w:t>
      </w:r>
    </w:p>
    <w:p w14:paraId="10A4B46A" w14:textId="12442AA8" w:rsidR="0035531B" w:rsidRPr="004046F5" w:rsidRDefault="0035531B" w:rsidP="00F44AC3">
      <w:pPr>
        <w:pStyle w:val="Odrka1-2-"/>
      </w:pPr>
      <w:r w:rsidRPr="004046F5">
        <w:t>zkušenost</w:t>
      </w:r>
      <w:r w:rsidR="00845C50" w:rsidRPr="004046F5">
        <w:t xml:space="preserve"> s </w:t>
      </w:r>
      <w:r w:rsidRPr="004046F5">
        <w:t xml:space="preserve">řízením realizace alespoň jedné </w:t>
      </w:r>
      <w:proofErr w:type="gramStart"/>
      <w:r w:rsidRPr="004046F5">
        <w:t>zakázky - stavby</w:t>
      </w:r>
      <w:proofErr w:type="gramEnd"/>
      <w:r w:rsidRPr="004046F5">
        <w:t xml:space="preserve"> železničních drah</w:t>
      </w:r>
      <w:r w:rsidR="00092CC9" w:rsidRPr="004046F5">
        <w:t xml:space="preserve"> v </w:t>
      </w:r>
      <w:r w:rsidRPr="004046F5">
        <w:t xml:space="preserve">hodnotě nejméně </w:t>
      </w:r>
      <w:r w:rsidR="000B3952">
        <w:rPr>
          <w:b/>
          <w:bCs/>
        </w:rPr>
        <w:t>6</w:t>
      </w:r>
      <w:r w:rsidR="002A0897" w:rsidRPr="004046F5">
        <w:rPr>
          <w:b/>
          <w:bCs/>
        </w:rPr>
        <w:t> 500 000</w:t>
      </w:r>
      <w:r w:rsidRPr="004046F5">
        <w:rPr>
          <w:b/>
          <w:bCs/>
        </w:rPr>
        <w:t xml:space="preserve"> Kč bez DPH</w:t>
      </w:r>
      <w:r w:rsidRPr="004046F5">
        <w:t>,</w:t>
      </w:r>
      <w:r w:rsidR="00845C50" w:rsidRPr="004046F5">
        <w:t xml:space="preserve"> </w:t>
      </w:r>
      <w:r w:rsidR="00057CE9" w:rsidRPr="004046F5">
        <w:t>jež zahrnovala novostavbu</w:t>
      </w:r>
      <w:r w:rsidR="00370F1F" w:rsidRPr="004046F5">
        <w:t>,</w:t>
      </w:r>
      <w:r w:rsidR="00057CE9" w:rsidRPr="004046F5">
        <w:t xml:space="preserve"> rekonstrukci </w:t>
      </w:r>
      <w:r w:rsidR="00370F1F" w:rsidRPr="004046F5">
        <w:t xml:space="preserve">nebo opravu </w:t>
      </w:r>
      <w:r w:rsidR="00057CE9" w:rsidRPr="004046F5">
        <w:t xml:space="preserve">železničního svršku </w:t>
      </w:r>
      <w:r w:rsidR="00057CE9" w:rsidRPr="004046F5">
        <w:rPr>
          <w:rFonts w:ascii="Verdana" w:hAnsi="Verdana" w:cs="Calibri"/>
        </w:rPr>
        <w:t>a spodku</w:t>
      </w:r>
      <w:r w:rsidR="00057CE9" w:rsidRPr="004046F5">
        <w:t>,</w:t>
      </w:r>
      <w:r w:rsidR="002A0897" w:rsidRPr="004046F5">
        <w:t xml:space="preserve"> </w:t>
      </w:r>
      <w:r w:rsidR="00845C50" w:rsidRPr="004046F5">
        <w:t>a </w:t>
      </w:r>
      <w:r w:rsidRPr="004046F5">
        <w:t>to</w:t>
      </w:r>
      <w:r w:rsidR="00092CC9" w:rsidRPr="004046F5">
        <w:t xml:space="preserve"> v </w:t>
      </w:r>
      <w:r w:rsidRPr="004046F5">
        <w:t>posledních 10 letech před zahájením zadávacího řízení;</w:t>
      </w:r>
    </w:p>
    <w:p w14:paraId="19A9FACF" w14:textId="0D3EA4BE" w:rsidR="0035531B" w:rsidRPr="004046F5" w:rsidRDefault="0035531B" w:rsidP="00AD1771">
      <w:pPr>
        <w:pStyle w:val="Odrka1-2-"/>
      </w:pPr>
      <w:r w:rsidRPr="004046F5">
        <w:t>musí předložit doklad</w:t>
      </w:r>
      <w:r w:rsidR="00092CC9" w:rsidRPr="004046F5">
        <w:t xml:space="preserve"> o </w:t>
      </w:r>
      <w:r w:rsidRPr="004046F5">
        <w:t>autorizaci</w:t>
      </w:r>
      <w:r w:rsidR="00092CC9" w:rsidRPr="004046F5">
        <w:t xml:space="preserve"> v </w:t>
      </w:r>
      <w:r w:rsidRPr="004046F5">
        <w:t xml:space="preserve">rozsahu dle § 5 odst. 3 písm. </w:t>
      </w:r>
      <w:r w:rsidRPr="004046F5">
        <w:rPr>
          <w:b/>
          <w:bCs/>
        </w:rPr>
        <w:t>b)</w:t>
      </w:r>
      <w:r w:rsidRPr="004046F5">
        <w:t xml:space="preserve"> </w:t>
      </w:r>
      <w:r w:rsidR="00C574FE" w:rsidRPr="004046F5">
        <w:t xml:space="preserve">autorizačního </w:t>
      </w:r>
      <w:r w:rsidRPr="004046F5">
        <w:t>zákona, tedy</w:t>
      </w:r>
      <w:r w:rsidR="00092CC9" w:rsidRPr="004046F5">
        <w:t xml:space="preserve"> v </w:t>
      </w:r>
      <w:r w:rsidRPr="004046F5">
        <w:t xml:space="preserve">oboru </w:t>
      </w:r>
      <w:r w:rsidRPr="004046F5">
        <w:rPr>
          <w:b/>
          <w:bCs/>
        </w:rPr>
        <w:t>dopravní stavby</w:t>
      </w:r>
      <w:r w:rsidRPr="004046F5">
        <w:t>;</w:t>
      </w:r>
    </w:p>
    <w:p w14:paraId="27492158" w14:textId="196EBD07" w:rsidR="0035531B" w:rsidRPr="004046F5" w:rsidRDefault="0035531B" w:rsidP="00930B79">
      <w:pPr>
        <w:pStyle w:val="Odstavec1-1a"/>
        <w:rPr>
          <w:rStyle w:val="Tun9b"/>
        </w:rPr>
      </w:pPr>
      <w:r w:rsidRPr="004046F5">
        <w:rPr>
          <w:rStyle w:val="Tun9b"/>
        </w:rPr>
        <w:t xml:space="preserve">specialista (vedoucí prací) na železniční svršek </w:t>
      </w:r>
      <w:r w:rsidR="004046F5" w:rsidRPr="004046F5">
        <w:rPr>
          <w:rStyle w:val="Tun9b"/>
        </w:rPr>
        <w:t>a spodek</w:t>
      </w:r>
    </w:p>
    <w:p w14:paraId="43F039B1" w14:textId="4EDF8852" w:rsidR="0035531B" w:rsidRPr="004046F5" w:rsidRDefault="0035531B" w:rsidP="00930B79">
      <w:pPr>
        <w:pStyle w:val="Odrka1-2-"/>
      </w:pPr>
      <w:r w:rsidRPr="004046F5">
        <w:t>nejméně 5 let praxe</w:t>
      </w:r>
      <w:r w:rsidR="00092CC9" w:rsidRPr="004046F5">
        <w:t xml:space="preserve"> v </w:t>
      </w:r>
      <w:r w:rsidRPr="004046F5">
        <w:t xml:space="preserve">oboru své specializace </w:t>
      </w:r>
      <w:r w:rsidR="0084414D" w:rsidRPr="004046F5">
        <w:t>(železniční svršek</w:t>
      </w:r>
      <w:r w:rsidR="004046F5" w:rsidRPr="004046F5">
        <w:t xml:space="preserve"> a spodek</w:t>
      </w:r>
      <w:r w:rsidR="0084414D" w:rsidRPr="004046F5">
        <w:t xml:space="preserve">) </w:t>
      </w:r>
      <w:r w:rsidRPr="004046F5">
        <w:t>při provádění staveb;</w:t>
      </w:r>
    </w:p>
    <w:p w14:paraId="5649737C" w14:textId="3BB791C8" w:rsidR="0035531B" w:rsidRPr="004046F5" w:rsidRDefault="004046F5" w:rsidP="00AD1771">
      <w:pPr>
        <w:pStyle w:val="Odrka1-2-"/>
      </w:pPr>
      <w:r w:rsidRPr="004046F5">
        <w:t xml:space="preserve">musí předložit doklad o autorizaci v rozsahu dle § 5 odst. 3 písm. </w:t>
      </w:r>
      <w:r w:rsidRPr="004046F5">
        <w:rPr>
          <w:b/>
          <w:bCs/>
        </w:rPr>
        <w:t>b)</w:t>
      </w:r>
      <w:r w:rsidRPr="004046F5">
        <w:t xml:space="preserve"> autorizačního zákona, tedy v oboru </w:t>
      </w:r>
      <w:r w:rsidRPr="004046F5">
        <w:rPr>
          <w:b/>
          <w:bCs/>
        </w:rPr>
        <w:t>dopravní stavby</w:t>
      </w:r>
      <w:r w:rsidR="0035531B" w:rsidRPr="004046F5">
        <w:t>;</w:t>
      </w:r>
    </w:p>
    <w:p w14:paraId="00A97E37" w14:textId="77777777" w:rsidR="0035531B" w:rsidRPr="004046F5" w:rsidRDefault="0035531B" w:rsidP="008B2021">
      <w:pPr>
        <w:pStyle w:val="Odstavec1-1a"/>
        <w:rPr>
          <w:b/>
        </w:rPr>
      </w:pPr>
      <w:r w:rsidRPr="004046F5">
        <w:rPr>
          <w:b/>
        </w:rPr>
        <w:t>specialista (vedoucí prací) na mosty</w:t>
      </w:r>
      <w:r w:rsidR="00845C50" w:rsidRPr="004046F5">
        <w:rPr>
          <w:b/>
        </w:rPr>
        <w:t xml:space="preserve"> a </w:t>
      </w:r>
      <w:r w:rsidRPr="004046F5">
        <w:rPr>
          <w:b/>
        </w:rPr>
        <w:t>inženýrské konstrukce</w:t>
      </w:r>
    </w:p>
    <w:p w14:paraId="36E491D1" w14:textId="77777777" w:rsidR="0035531B" w:rsidRPr="004046F5" w:rsidRDefault="0035531B" w:rsidP="008B2021">
      <w:pPr>
        <w:pStyle w:val="Odrka1-2-"/>
      </w:pPr>
      <w:r w:rsidRPr="004046F5">
        <w:t>nejméně 5 let praxe</w:t>
      </w:r>
      <w:r w:rsidR="00092CC9" w:rsidRPr="004046F5">
        <w:t xml:space="preserve"> v </w:t>
      </w:r>
      <w:r w:rsidRPr="004046F5">
        <w:t xml:space="preserve">oboru své specializace </w:t>
      </w:r>
      <w:r w:rsidR="0084414D" w:rsidRPr="004046F5">
        <w:t xml:space="preserve">(mosty a inženýrské konstrukce) </w:t>
      </w:r>
      <w:r w:rsidRPr="004046F5">
        <w:t>při provádění staveb;</w:t>
      </w:r>
    </w:p>
    <w:p w14:paraId="0D338358" w14:textId="0C608498" w:rsidR="0035531B" w:rsidRPr="004046F5" w:rsidRDefault="0035531B" w:rsidP="008B2021">
      <w:pPr>
        <w:pStyle w:val="Odrka1-2-"/>
      </w:pPr>
      <w:r w:rsidRPr="004046F5">
        <w:t>musí předložit doklad</w:t>
      </w:r>
      <w:r w:rsidR="00092CC9" w:rsidRPr="004046F5">
        <w:t xml:space="preserve"> o </w:t>
      </w:r>
      <w:r w:rsidRPr="004046F5">
        <w:t>autorizaci</w:t>
      </w:r>
      <w:r w:rsidR="00092CC9" w:rsidRPr="004046F5">
        <w:t xml:space="preserve"> v </w:t>
      </w:r>
      <w:r w:rsidRPr="004046F5">
        <w:t xml:space="preserve">rozsahu dle § 5 odst. 3 písm. </w:t>
      </w:r>
      <w:r w:rsidRPr="004046F5">
        <w:rPr>
          <w:b/>
          <w:bCs/>
        </w:rPr>
        <w:t>d)</w:t>
      </w:r>
      <w:r w:rsidRPr="004046F5">
        <w:t xml:space="preserve"> autorizačního zákona, tedy</w:t>
      </w:r>
      <w:r w:rsidR="00092CC9" w:rsidRPr="004046F5">
        <w:t xml:space="preserve"> v </w:t>
      </w:r>
      <w:r w:rsidRPr="004046F5">
        <w:t xml:space="preserve">oboru </w:t>
      </w:r>
      <w:r w:rsidRPr="004046F5">
        <w:rPr>
          <w:b/>
          <w:bCs/>
        </w:rPr>
        <w:t>mosty</w:t>
      </w:r>
      <w:r w:rsidR="00845C50" w:rsidRPr="004046F5">
        <w:rPr>
          <w:b/>
          <w:bCs/>
        </w:rPr>
        <w:t xml:space="preserve"> a </w:t>
      </w:r>
      <w:r w:rsidRPr="004046F5">
        <w:rPr>
          <w:b/>
          <w:bCs/>
        </w:rPr>
        <w:t>inženýrské konstrukce</w:t>
      </w:r>
      <w:r w:rsidRPr="004046F5">
        <w:t>;</w:t>
      </w:r>
    </w:p>
    <w:p w14:paraId="0C427DBF" w14:textId="0FE1DA73" w:rsidR="0035531B" w:rsidRPr="004046F5" w:rsidRDefault="0035531B" w:rsidP="008B2021">
      <w:pPr>
        <w:pStyle w:val="Odstavec1-1a"/>
        <w:rPr>
          <w:rStyle w:val="Tun9b"/>
        </w:rPr>
      </w:pPr>
      <w:r w:rsidRPr="004046F5">
        <w:rPr>
          <w:rStyle w:val="Tun9b"/>
        </w:rPr>
        <w:t xml:space="preserve">specialista (vedoucí prací) na </w:t>
      </w:r>
      <w:r w:rsidR="004046F5" w:rsidRPr="004046F5">
        <w:rPr>
          <w:rStyle w:val="Tun9b"/>
        </w:rPr>
        <w:t xml:space="preserve">sdělovací a </w:t>
      </w:r>
      <w:r w:rsidRPr="004046F5">
        <w:rPr>
          <w:rStyle w:val="Tun9b"/>
        </w:rPr>
        <w:t>zabezpečovací zařízení</w:t>
      </w:r>
    </w:p>
    <w:p w14:paraId="13950D93" w14:textId="1E81D4E9" w:rsidR="0035531B" w:rsidRPr="004046F5" w:rsidRDefault="0035531B" w:rsidP="008B2021">
      <w:pPr>
        <w:pStyle w:val="Odrka1-2-"/>
      </w:pPr>
      <w:r w:rsidRPr="004046F5">
        <w:t>nejméně 5 let praxe</w:t>
      </w:r>
      <w:r w:rsidR="00092CC9" w:rsidRPr="004046F5">
        <w:t xml:space="preserve"> v </w:t>
      </w:r>
      <w:r w:rsidRPr="004046F5">
        <w:t xml:space="preserve">oboru své specializace </w:t>
      </w:r>
      <w:r w:rsidR="0084414D" w:rsidRPr="004046F5">
        <w:t>(</w:t>
      </w:r>
      <w:r w:rsidR="00D939CE">
        <w:t xml:space="preserve">sdělovací a </w:t>
      </w:r>
      <w:r w:rsidR="0084414D" w:rsidRPr="004046F5">
        <w:t xml:space="preserve">zabezpečovací zařízení) </w:t>
      </w:r>
      <w:r w:rsidRPr="004046F5">
        <w:t>při provádění staveb;</w:t>
      </w:r>
    </w:p>
    <w:p w14:paraId="477FF6BE" w14:textId="668638C7" w:rsidR="0035531B" w:rsidRPr="004046F5" w:rsidRDefault="0035531B" w:rsidP="008B2021">
      <w:pPr>
        <w:pStyle w:val="Odrka1-2-"/>
      </w:pPr>
      <w:r w:rsidRPr="004046F5">
        <w:t>musí předložit doklad</w:t>
      </w:r>
      <w:r w:rsidR="00092CC9" w:rsidRPr="004046F5">
        <w:t xml:space="preserve"> o </w:t>
      </w:r>
      <w:r w:rsidRPr="004046F5">
        <w:t>autorizaci</w:t>
      </w:r>
      <w:r w:rsidR="00092CC9" w:rsidRPr="004046F5">
        <w:t xml:space="preserve"> v </w:t>
      </w:r>
      <w:r w:rsidRPr="004046F5">
        <w:t xml:space="preserve">rozsahu dle § 5 odst. 3 písm. </w:t>
      </w:r>
      <w:r w:rsidRPr="004046F5">
        <w:rPr>
          <w:b/>
          <w:bCs/>
        </w:rPr>
        <w:t>e)</w:t>
      </w:r>
      <w:r w:rsidRPr="004046F5">
        <w:t xml:space="preserve"> autorizačního zákona, tedy</w:t>
      </w:r>
      <w:r w:rsidR="00092CC9" w:rsidRPr="004046F5">
        <w:t xml:space="preserve"> v </w:t>
      </w:r>
      <w:r w:rsidRPr="004046F5">
        <w:t xml:space="preserve">oboru </w:t>
      </w:r>
      <w:r w:rsidRPr="004046F5">
        <w:rPr>
          <w:b/>
          <w:bCs/>
        </w:rPr>
        <w:t>technologická zařízení staveb</w:t>
      </w:r>
      <w:r w:rsidRPr="004046F5">
        <w:t>;</w:t>
      </w:r>
    </w:p>
    <w:p w14:paraId="6DAE9DCE" w14:textId="0830E1BA" w:rsidR="0035531B" w:rsidRPr="004046F5" w:rsidRDefault="0035531B" w:rsidP="008B2021">
      <w:pPr>
        <w:pStyle w:val="Odstavec1-1a"/>
        <w:rPr>
          <w:rStyle w:val="Tun9b"/>
        </w:rPr>
      </w:pPr>
      <w:r w:rsidRPr="004046F5">
        <w:rPr>
          <w:rStyle w:val="Tun9b"/>
        </w:rPr>
        <w:t xml:space="preserve">specialista (vedoucí prací) na </w:t>
      </w:r>
      <w:r w:rsidR="004046F5" w:rsidRPr="004046F5">
        <w:rPr>
          <w:rStyle w:val="Tun9b"/>
        </w:rPr>
        <w:t>silnoproud</w:t>
      </w:r>
    </w:p>
    <w:p w14:paraId="2842D792" w14:textId="33D3AC13" w:rsidR="0035531B" w:rsidRPr="004046F5" w:rsidRDefault="0035531B" w:rsidP="008B2021">
      <w:pPr>
        <w:pStyle w:val="Odrka1-2-"/>
      </w:pPr>
      <w:r w:rsidRPr="004046F5">
        <w:t>nejméně 5 let praxe</w:t>
      </w:r>
      <w:r w:rsidR="00092CC9" w:rsidRPr="004046F5">
        <w:t xml:space="preserve"> v </w:t>
      </w:r>
      <w:r w:rsidRPr="004046F5">
        <w:t xml:space="preserve">oboru své specializace </w:t>
      </w:r>
      <w:r w:rsidR="0084414D" w:rsidRPr="004046F5">
        <w:t>(</w:t>
      </w:r>
      <w:r w:rsidR="00D939CE">
        <w:t>silnoproud</w:t>
      </w:r>
      <w:r w:rsidR="0084414D" w:rsidRPr="004046F5">
        <w:t xml:space="preserve">) </w:t>
      </w:r>
      <w:r w:rsidRPr="004046F5">
        <w:t>při provádění staveb;</w:t>
      </w:r>
    </w:p>
    <w:p w14:paraId="35DA5609" w14:textId="602AFBAA" w:rsidR="0035531B" w:rsidRPr="004046F5" w:rsidRDefault="0035531B" w:rsidP="008B2021">
      <w:pPr>
        <w:pStyle w:val="Odrka1-2-"/>
      </w:pPr>
      <w:r w:rsidRPr="004046F5">
        <w:t>musí předložit doklad</w:t>
      </w:r>
      <w:r w:rsidR="00092CC9" w:rsidRPr="004046F5">
        <w:t xml:space="preserve"> o </w:t>
      </w:r>
      <w:r w:rsidRPr="004046F5">
        <w:t>autorizaci</w:t>
      </w:r>
      <w:r w:rsidR="00092CC9" w:rsidRPr="004046F5">
        <w:t xml:space="preserve"> v </w:t>
      </w:r>
      <w:r w:rsidRPr="004046F5">
        <w:t xml:space="preserve">rozsahu dle § 5 odst. 3 písm. </w:t>
      </w:r>
      <w:r w:rsidRPr="004046F5">
        <w:rPr>
          <w:b/>
          <w:bCs/>
        </w:rPr>
        <w:t>e)</w:t>
      </w:r>
      <w:r w:rsidRPr="004046F5">
        <w:t xml:space="preserve"> autorizačního zákona, tedy</w:t>
      </w:r>
      <w:r w:rsidR="00092CC9" w:rsidRPr="004046F5">
        <w:t xml:space="preserve"> v </w:t>
      </w:r>
      <w:r w:rsidRPr="004046F5">
        <w:t xml:space="preserve">oboru </w:t>
      </w:r>
      <w:r w:rsidRPr="004046F5">
        <w:rPr>
          <w:b/>
          <w:bCs/>
        </w:rPr>
        <w:t>technologická zařízení staveb</w:t>
      </w:r>
      <w:r w:rsidRPr="004046F5">
        <w:t>;</w:t>
      </w:r>
    </w:p>
    <w:p w14:paraId="7CE95175" w14:textId="77777777" w:rsidR="0035531B" w:rsidRPr="004046F5" w:rsidRDefault="0035531B" w:rsidP="008B2021">
      <w:pPr>
        <w:pStyle w:val="Odstavec1-1a"/>
        <w:rPr>
          <w:rStyle w:val="Tun9b"/>
        </w:rPr>
      </w:pPr>
      <w:r w:rsidRPr="004046F5">
        <w:rPr>
          <w:rStyle w:val="Tun9b"/>
        </w:rPr>
        <w:t>osoba odpovědná za bezpečnost</w:t>
      </w:r>
      <w:r w:rsidR="00845C50" w:rsidRPr="004046F5">
        <w:rPr>
          <w:rStyle w:val="Tun9b"/>
        </w:rPr>
        <w:t xml:space="preserve"> a </w:t>
      </w:r>
      <w:r w:rsidRPr="004046F5">
        <w:rPr>
          <w:rStyle w:val="Tun9b"/>
        </w:rPr>
        <w:t>ochranu zdraví při práci</w:t>
      </w:r>
    </w:p>
    <w:p w14:paraId="42193F28" w14:textId="77777777" w:rsidR="0035531B" w:rsidRPr="004046F5" w:rsidRDefault="0035531B" w:rsidP="008B2021">
      <w:pPr>
        <w:pStyle w:val="Odrka1-2-"/>
      </w:pPr>
      <w:r w:rsidRPr="004046F5">
        <w:t>nejméně 5 let praxe</w:t>
      </w:r>
      <w:r w:rsidR="00092CC9" w:rsidRPr="004046F5">
        <w:t xml:space="preserve"> v </w:t>
      </w:r>
      <w:r w:rsidRPr="004046F5">
        <w:t>oboru bezpečnosti</w:t>
      </w:r>
      <w:r w:rsidR="00845C50" w:rsidRPr="004046F5">
        <w:t xml:space="preserve"> a </w:t>
      </w:r>
      <w:r w:rsidRPr="004046F5">
        <w:t>ochrany zdraví při práci;</w:t>
      </w:r>
    </w:p>
    <w:p w14:paraId="42294AA2" w14:textId="77777777" w:rsidR="0035531B" w:rsidRPr="004046F5" w:rsidRDefault="0035531B" w:rsidP="008B2021">
      <w:pPr>
        <w:pStyle w:val="Odstavec1-1a"/>
        <w:rPr>
          <w:rStyle w:val="Tun9b"/>
        </w:rPr>
      </w:pPr>
      <w:r w:rsidRPr="004046F5">
        <w:rPr>
          <w:rStyle w:val="Tun9b"/>
        </w:rPr>
        <w:t>osoba odpovědná za odpadové hospodářství</w:t>
      </w:r>
    </w:p>
    <w:p w14:paraId="1B54D5CC" w14:textId="77777777" w:rsidR="0035531B" w:rsidRPr="004046F5" w:rsidRDefault="0035531B" w:rsidP="008B2021">
      <w:pPr>
        <w:pStyle w:val="Odrka1-2-"/>
      </w:pPr>
      <w:r w:rsidRPr="004046F5">
        <w:t>nejméně 5 let praxe</w:t>
      </w:r>
      <w:r w:rsidR="00092CC9" w:rsidRPr="004046F5">
        <w:t xml:space="preserve"> v </w:t>
      </w:r>
      <w:r w:rsidRPr="004046F5">
        <w:t>oboru odpadového hospodářství;</w:t>
      </w:r>
    </w:p>
    <w:p w14:paraId="7070F4B6" w14:textId="341D50F8" w:rsidR="00EE2244" w:rsidRDefault="00EE2244" w:rsidP="000B2457">
      <w:pPr>
        <w:pStyle w:val="Odrka1-2-"/>
        <w:numPr>
          <w:ilvl w:val="0"/>
          <w:numId w:val="0"/>
        </w:numPr>
        <w:ind w:left="1531"/>
        <w:rPr>
          <w:highlight w:val="green"/>
        </w:rPr>
      </w:pPr>
    </w:p>
    <w:p w14:paraId="3868D710" w14:textId="1F9B8A94"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2A1C639E" w:rsidR="0035531B" w:rsidRDefault="0035531B" w:rsidP="008B2021">
      <w:pPr>
        <w:pStyle w:val="Textbezslovn"/>
      </w:pPr>
      <w:r>
        <w:lastRenderedPageBreak/>
        <w:t xml:space="preserve">Zadavatel výše </w:t>
      </w:r>
      <w:r w:rsidR="00C75F96">
        <w:t xml:space="preserve">u jednotlivých členů odborného personálu zhotovitele </w:t>
      </w:r>
      <w:r>
        <w:t>stanovil maximální lhůtu, za kterou budou uznány zkušenosti příslušných členů odborného personálu</w:t>
      </w:r>
      <w:r w:rsidR="00845C50">
        <w:t xml:space="preserve"> </w:t>
      </w:r>
      <w:proofErr w:type="gramStart"/>
      <w:r w:rsidR="00845C50">
        <w:t>s </w:t>
      </w:r>
      <w:r>
        <w:t xml:space="preserve"> řízením</w:t>
      </w:r>
      <w:proofErr w:type="gramEnd"/>
      <w:r>
        <w:t xml:space="preserve"> realizace</w:t>
      </w:r>
      <w:r w:rsidR="00ED78D2">
        <w:t xml:space="preserve"> nebo</w:t>
      </w:r>
      <w:r>
        <w:t xml:space="preserve"> realizací </w:t>
      </w:r>
      <w:r w:rsidR="00722936">
        <w:t xml:space="preserve">požadované </w:t>
      </w:r>
      <w:r w:rsidR="00ED78D2">
        <w:t>stavby</w:t>
      </w:r>
      <w:r>
        <w:t>.</w:t>
      </w:r>
      <w:r w:rsidR="00092CC9">
        <w:t xml:space="preserve"> </w:t>
      </w:r>
      <w:r w:rsidR="00EE2244">
        <w:t>V</w:t>
      </w:r>
      <w:r w:rsidR="00092CC9">
        <w:t> </w:t>
      </w:r>
      <w:r>
        <w:t>této lhůtě tyto referenční stavby musely být dokončeny (mohly však být zahájeny dříve)</w:t>
      </w:r>
      <w:r w:rsidR="00D60552">
        <w:t xml:space="preserve">, rovněž obdobně jako u referenčních zakázek dodavatele budou uznány i referenční stavby </w:t>
      </w:r>
      <w:r w:rsidR="00A752DC">
        <w:t xml:space="preserve">(obdobně i referenční zakázky na projektové práce, jsou-li takové u členů personálu požadovány) </w:t>
      </w:r>
      <w:r w:rsidR="00D60552">
        <w:t>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3932CBF4" w:rsidR="0035531B" w:rsidRDefault="0035531B" w:rsidP="008B2021">
      <w:pPr>
        <w:pStyle w:val="Textbezslovn"/>
      </w:pPr>
      <w:r w:rsidRPr="008B2021">
        <w:rPr>
          <w:rStyle w:val="Tun9b"/>
        </w:rPr>
        <w:t xml:space="preserve">Zadavatel uzná pouze takovou zkušenost člena odborného personálu, která </w:t>
      </w:r>
      <w:r w:rsidR="005F34EC">
        <w:rPr>
          <w:rStyle w:val="Tun9b"/>
        </w:rPr>
        <w:t>v </w:t>
      </w:r>
      <w:r w:rsidR="00515B63" w:rsidRPr="00515B63">
        <w:rPr>
          <w:rStyle w:val="Tun9b"/>
        </w:rPr>
        <w:t xml:space="preserve">požadovaném období </w:t>
      </w:r>
      <w:r w:rsidRPr="008B2021">
        <w:rPr>
          <w:rStyle w:val="Tun9b"/>
        </w:rPr>
        <w:t xml:space="preserve">trvala </w:t>
      </w:r>
      <w:r w:rsidRPr="008D30F9">
        <w:rPr>
          <w:rStyle w:val="Tun9b"/>
        </w:rPr>
        <w:t xml:space="preserve">nejméně </w:t>
      </w:r>
      <w:r w:rsidR="004420EE">
        <w:rPr>
          <w:rStyle w:val="Tun9b"/>
        </w:rPr>
        <w:t>6</w:t>
      </w:r>
      <w:r w:rsidRPr="008B2021">
        <w:rPr>
          <w:rStyle w:val="Tun9b"/>
        </w:rPr>
        <w:t xml:space="preserve"> měsíců</w:t>
      </w:r>
      <w:r>
        <w:t>. Zkušenost člena odborného personálu lze splnit (posčítat)</w:t>
      </w:r>
      <w:r w:rsidR="0060115D">
        <w:t xml:space="preserve"> z </w:t>
      </w:r>
      <w:r>
        <w:t xml:space="preserve">více referenčních zakázek/staveb, jednotlivá zkušenost na jedné zakázce však musela trvat nepřetržitě nejméně </w:t>
      </w:r>
      <w:r w:rsidR="004420EE">
        <w:rPr>
          <w:rStyle w:val="Tun9b"/>
        </w:rPr>
        <w:t>4</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 xml:space="preserve">).   </w:t>
      </w:r>
    </w:p>
    <w:p w14:paraId="16E59EB4" w14:textId="2C59D99D"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w:t>
      </w:r>
      <w:r w:rsidR="00901536" w:rsidRPr="000D74D8">
        <w:t>nebo zpracováním dokumentace</w:t>
      </w:r>
      <w:r w:rsidR="00901536">
        <w:t xml:space="preserve">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4F587509"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 xml:space="preserve">průběhu plnění veřejné </w:t>
      </w:r>
      <w:r>
        <w:lastRenderedPageBreak/>
        <w:t>zakázky některá</w:t>
      </w:r>
      <w:r w:rsidR="0060115D">
        <w:t xml:space="preserve"> z </w:t>
      </w:r>
      <w:r>
        <w:t>osob odborného personálu změní, musí být za podmínek stanovených ZZVZ či Smlouvou 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6830ACA6" w14:textId="305AD80E" w:rsidR="0035531B" w:rsidRPr="004764A9" w:rsidRDefault="004764A9" w:rsidP="004764A9">
      <w:pPr>
        <w:pStyle w:val="Text1-1"/>
        <w:rPr>
          <w:b/>
        </w:rPr>
      </w:pPr>
      <w:r>
        <w:rPr>
          <w:rStyle w:val="Tun9b"/>
        </w:rPr>
        <w:t>NEOBSAZENO</w:t>
      </w:r>
    </w:p>
    <w:p w14:paraId="7404D775" w14:textId="6673D116" w:rsidR="0035531B" w:rsidRPr="007426DF" w:rsidRDefault="007426DF" w:rsidP="007426DF">
      <w:pPr>
        <w:pStyle w:val="Text1-1"/>
        <w:rPr>
          <w:b/>
        </w:rPr>
      </w:pPr>
      <w:r>
        <w:rPr>
          <w:rStyle w:val="Tun9b"/>
        </w:rPr>
        <w:t>NEOBSAZENO</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07DB2449"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B81E5E1" w:rsidR="004679D1" w:rsidRDefault="004679D1" w:rsidP="0006499F">
      <w:pPr>
        <w:pStyle w:val="Textbezslovn"/>
      </w:pPr>
      <w:r>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2FA98959"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60313F" w:rsidRPr="0060313F">
        <w:t xml:space="preserve"> v případě jeho nezpůsobilosti; důvody nezpůsobilosti se posuzují podle § 48 odst. 5 nebo 6 </w:t>
      </w:r>
      <w:r w:rsidR="0060313F">
        <w:t xml:space="preserve">ZZVZ </w:t>
      </w:r>
      <w:r w:rsidR="0060313F" w:rsidRPr="0060313F">
        <w:t>obdobně</w:t>
      </w:r>
      <w:r>
        <w:t xml:space="preserve">.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EEECB6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767D3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E3475A">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 xml:space="preserve">postupu </w:t>
      </w:r>
      <w:r w:rsidRPr="0006499F">
        <w:rPr>
          <w:rStyle w:val="Tun9b"/>
        </w:rPr>
        <w:lastRenderedPageBreak/>
        <w:t>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4E09DAC4"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531F09">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60D91A38"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 xml:space="preserve">rámci systému certifikovaných dodavatelů. Zadavatel výslovně uvádí, že pokud dodavatel </w:t>
      </w:r>
      <w:proofErr w:type="gramStart"/>
      <w:r>
        <w:t>předloží</w:t>
      </w:r>
      <w:proofErr w:type="gramEnd"/>
      <w:r>
        <w:t xml:space="preserve">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18109C3D"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zemi, kde tyto osoby odbornou způsobilost 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531F09">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77777777"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 xml:space="preserve">to jako osoby usazené nebo </w:t>
      </w:r>
      <w:r>
        <w:lastRenderedPageBreak/>
        <w:t>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14:paraId="0E4454F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E7C11D8" w14:textId="77777777" w:rsidR="0035531B" w:rsidRDefault="00000000" w:rsidP="0006499F">
      <w:pPr>
        <w:pStyle w:val="Textbezslovn"/>
        <w:ind w:left="1077"/>
      </w:pPr>
      <w:hyperlink r:id="rId21" w:history="1">
        <w:r w:rsidR="008D552B" w:rsidRPr="00464792">
          <w:rPr>
            <w:rStyle w:val="Hypertextovodkaz"/>
            <w:rFonts w:cs="Calibri"/>
          </w:rPr>
          <w:t>http://www.mdcr.cz/cs/Drazni_doprava/Seznam_pravnickych_osob/</w:t>
        </w:r>
      </w:hyperlink>
      <w:r w:rsidR="0035531B">
        <w:t xml:space="preserve"> </w:t>
      </w:r>
    </w:p>
    <w:p w14:paraId="28C57951" w14:textId="77777777" w:rsidR="0035531B" w:rsidRDefault="0035531B" w:rsidP="0006499F">
      <w:pPr>
        <w:pStyle w:val="Textbezslovn"/>
        <w:ind w:left="1077"/>
      </w:pPr>
      <w:r>
        <w:t>Doklady</w:t>
      </w:r>
      <w:r w:rsidR="00092CC9">
        <w:t xml:space="preserve"> o </w:t>
      </w:r>
      <w:r>
        <w:t>splnění výše uvedených povinností dokládá vybraný dodavatel jako podmínku pro uzavření smlouvy.</w:t>
      </w:r>
    </w:p>
    <w:p w14:paraId="39039B73" w14:textId="77777777" w:rsidR="0035531B" w:rsidRPr="0006499F" w:rsidRDefault="0035531B" w:rsidP="0035531B">
      <w:pPr>
        <w:pStyle w:val="Text1-1"/>
        <w:rPr>
          <w:rStyle w:val="Tun9b"/>
        </w:rPr>
      </w:pPr>
      <w:bookmarkStart w:id="12" w:name="_Ref149653345"/>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bookmarkEnd w:id="12"/>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066ADCE4" w:rsidR="0035531B" w:rsidRDefault="005475F4" w:rsidP="0006499F">
      <w:pPr>
        <w:pStyle w:val="Textbezslovn"/>
      </w:pPr>
      <w:r>
        <w:t xml:space="preserve">Dodavatel může ekonomickou kvalifikaci, technickou kvalifikaci nebo profesní způsobilost s výjimkou kritéria podle § 77 odst. 1 ZZVZ prokázat prostřednictvím jiných osob. </w:t>
      </w:r>
      <w:r w:rsidR="006323A4">
        <w:t xml:space="preserve">Za jiné osoby považuje zadavatel jak poddodavatele, tak i osoby, které s dodavatelem </w:t>
      </w:r>
      <w:proofErr w:type="gramStart"/>
      <w:r w:rsidR="006323A4">
        <w:t>tvoří</w:t>
      </w:r>
      <w:proofErr w:type="gramEnd"/>
      <w:r w:rsidR="006323A4">
        <w:t xml:space="preserve"> koncern</w:t>
      </w:r>
      <w:r w:rsidR="00A82AE5">
        <w:t>, případně i osoby, které poskytnou vě</w:t>
      </w:r>
      <w:r w:rsidR="00A82AE5" w:rsidRPr="00A82AE5">
        <w:t>c</w:t>
      </w:r>
      <w:r w:rsidR="00A82AE5">
        <w:t>i</w:t>
      </w:r>
      <w:r w:rsidR="00A82AE5" w:rsidRPr="00A82AE5">
        <w:t xml:space="preserve"> nebo práv</w:t>
      </w:r>
      <w:r w:rsidR="00A82AE5">
        <w:t>a</w:t>
      </w:r>
      <w:r w:rsidR="00A82AE5" w:rsidRPr="00A82AE5">
        <w:t>, s nimiž bude dodavatel oprávněn disponovat při plnění veřejné zakázky</w:t>
      </w:r>
      <w:r w:rsidR="006323A4">
        <w:t>.</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44113D89" w:rsidR="0035531B" w:rsidRPr="0006499F" w:rsidRDefault="000E56E5" w:rsidP="000E56E5">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45921A33" w14:textId="3EB7F3AE" w:rsidR="0035531B" w:rsidRDefault="00FD2944" w:rsidP="00FD2944">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lastRenderedPageBreak/>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3E7A01A1" w14:textId="29265582" w:rsidR="00D939CE" w:rsidRDefault="00D939CE" w:rsidP="00D939CE">
      <w:pPr>
        <w:pStyle w:val="Odrka1-2-"/>
      </w:pPr>
      <w:r>
        <w:t>Má se za to, že p</w:t>
      </w:r>
      <w:r w:rsidR="0035531B">
        <w:t xml:space="preserve">ožadavek ohledně </w:t>
      </w:r>
      <w:r w:rsidR="00C66878">
        <w:t xml:space="preserve">předložení smlouvy nebo potvrzení o její existenci, jejímž obsahem je závazek </w:t>
      </w:r>
      <w:r w:rsidR="0035531B">
        <w:t>jiné osoby</w:t>
      </w:r>
      <w:r w:rsidR="00C66878">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 xml:space="preserve">jakém tato osoba prokázala kvalifikaci za dodavatele, </w:t>
      </w:r>
      <w:proofErr w:type="gramStart"/>
      <w:r w:rsidR="0035531B">
        <w:t>pokud</w:t>
      </w:r>
      <w:r w:rsidR="00C66878">
        <w:t xml:space="preserve">  </w:t>
      </w:r>
      <w:r w:rsidR="00C66878" w:rsidRPr="00C66878">
        <w:t>z</w:t>
      </w:r>
      <w:proofErr w:type="gramEnd"/>
      <w:r w:rsidR="00C66878" w:rsidRPr="00C66878">
        <w:t xml:space="preserve"> obsahu smlouvy nebo potvrzení o její existenci vyplývá závazek jiné osoby plnit veřejnou zakázku </w:t>
      </w:r>
      <w:r w:rsidR="00C66878" w:rsidRPr="00C66878">
        <w:rPr>
          <w:b/>
        </w:rPr>
        <w:t>společně a nerozdílně s dodavatelem</w:t>
      </w:r>
      <w:r w:rsidR="0035531B">
        <w:t xml:space="preserve">. </w:t>
      </w:r>
      <w:r>
        <w:t>To však neplatí, pokud smlouva nebo potvrzení o její existenci musí splňovat požadavky podle následující odrážky.</w:t>
      </w:r>
    </w:p>
    <w:p w14:paraId="1103E967" w14:textId="386A68FB" w:rsidR="0035531B" w:rsidRDefault="0035531B" w:rsidP="00C66878">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FD2944" w:rsidRPr="00FD2944">
        <w:rPr>
          <w:b/>
          <w:color w:val="000000"/>
        </w:rPr>
        <w:t xml:space="preserve"> </w:t>
      </w:r>
      <w:r w:rsidR="00FD2944">
        <w:rPr>
          <w:b/>
          <w:color w:val="000000"/>
        </w:rPr>
        <w:t xml:space="preserve">ze smlouvy nebo potvrzení o její existenci </w:t>
      </w:r>
      <w:r w:rsidR="00FD2944" w:rsidRPr="00E86BE3">
        <w:rPr>
          <w:b/>
          <w:color w:val="000000"/>
        </w:rPr>
        <w:t>vyplývat závazek, že jiná osoba bude vykonávat stavební práce</w:t>
      </w:r>
      <w:r w:rsidR="00FD2944">
        <w:rPr>
          <w:b/>
          <w:color w:val="000000"/>
        </w:rPr>
        <w:t>, resp. příslušné části plnění</w:t>
      </w:r>
      <w:r w:rsidR="00FD2944" w:rsidRPr="00E86BE3">
        <w:rPr>
          <w:b/>
          <w:color w:val="000000"/>
        </w:rPr>
        <w:t>, ke kterým se prokazované kritérium kvalifikace vztahuje</w:t>
      </w:r>
      <w:r w:rsidRPr="0006499F">
        <w:rPr>
          <w:rStyle w:val="Tun9b"/>
        </w:rPr>
        <w:t>.</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jiná osoba, jejímž prostřednictvím dodavatel případně prokazuje ekonomickou kvalifikaci 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4EC5A644" w:rsidR="0035531B" w:rsidRDefault="00C66878"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t> </w:t>
      </w:r>
      <w:r w:rsidR="0035531B">
        <w:t>74 ZZVZ</w:t>
      </w:r>
      <w:r w:rsidR="00845C50">
        <w:t xml:space="preserve"> a </w:t>
      </w:r>
      <w:r w:rsidR="0035531B">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26846D62"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w:t>
      </w:r>
      <w:proofErr w:type="gramStart"/>
      <w:r>
        <w:t>2  ZZVZ</w:t>
      </w:r>
      <w:proofErr w:type="gramEnd"/>
      <w:r>
        <w:t>,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 xml:space="preserve">dodavatelem </w:t>
      </w:r>
      <w:proofErr w:type="gramStart"/>
      <w:r>
        <w:t>tvoří</w:t>
      </w:r>
      <w:proofErr w:type="gramEnd"/>
      <w:r>
        <w:t xml:space="preserve"> koncern</w:t>
      </w:r>
      <w:r w:rsidR="005D3E6A">
        <w:t xml:space="preserve"> (za splnění podmínek uvedených v čl. 9.3 těchto Pokynů)</w:t>
      </w:r>
      <w:r>
        <w:t>. Jejich prostřednictvím dodavatel může za splnění ostatních podmínek dle § 83 ZZVZ prokazovat i tyto části kvalifikace.</w:t>
      </w:r>
    </w:p>
    <w:p w14:paraId="1ACE1310" w14:textId="600C6426" w:rsidR="00224981" w:rsidRPr="00DC3174" w:rsidRDefault="00224981" w:rsidP="00224981">
      <w:pPr>
        <w:pStyle w:val="Text1-1"/>
        <w:rPr>
          <w:b/>
        </w:rPr>
      </w:pPr>
      <w:r w:rsidRPr="00DC3174">
        <w:rPr>
          <w:rStyle w:val="Tun9b"/>
        </w:rPr>
        <w:t>Změny</w:t>
      </w:r>
      <w:r w:rsidRPr="00DC3174">
        <w:rPr>
          <w:b/>
        </w:rPr>
        <w:t xml:space="preserve"> v kvalifikaci </w:t>
      </w:r>
      <w:r w:rsidR="00F3437C">
        <w:rPr>
          <w:b/>
        </w:rPr>
        <w:t>účastníka zadávacího řízení</w:t>
      </w:r>
    </w:p>
    <w:p w14:paraId="6EBE1544" w14:textId="5E5FFF9C" w:rsidR="00224981" w:rsidRDefault="00224981" w:rsidP="00224981">
      <w:pPr>
        <w:pStyle w:val="Textbezslovn"/>
      </w:pPr>
      <w:r>
        <w:t>Pokud po předložení dokladů nebo prohlášení o kvalifikaci dojde v průběhu zadávacího řízení ke změně kvalifikace</w:t>
      </w:r>
      <w:r w:rsidR="00F3437C" w:rsidRPr="00F3437C">
        <w:t xml:space="preserve"> </w:t>
      </w:r>
      <w:r w:rsidR="00F3437C">
        <w:t>účastníka zadávacího řízení</w:t>
      </w:r>
      <w:r>
        <w:t xml:space="preserve">, je </w:t>
      </w:r>
      <w:r w:rsidR="00F3437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224981">
      <w:pPr>
        <w:pStyle w:val="Textbezslovn"/>
        <w:spacing w:after="0"/>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2DA3282E" w:rsidR="00224981" w:rsidRDefault="0062553C" w:rsidP="00224981">
      <w:pPr>
        <w:pStyle w:val="Textbezslovn"/>
        <w:spacing w:before="240"/>
      </w:pPr>
      <w:r w:rsidRPr="0062553C">
        <w:t xml:space="preserve">Zadavatel může vyloučit účastníka zadávacího řízení, pokud prokáže, že účastník zadávacího řízení nesplnil povinnost podle </w:t>
      </w:r>
      <w:r>
        <w:t>předchozího odstavce.</w:t>
      </w:r>
    </w:p>
    <w:p w14:paraId="1E365FB9" w14:textId="77777777" w:rsidR="0035531B" w:rsidRDefault="0035531B" w:rsidP="00193D8F">
      <w:pPr>
        <w:pStyle w:val="Nadpis1-1"/>
      </w:pPr>
      <w:bookmarkStart w:id="13" w:name="_Toc172782327"/>
      <w:r>
        <w:lastRenderedPageBreak/>
        <w:t>DALŠÍ INFORMACE/DOKUMENTY PŘEDKLÁDANÉ DODAVATELEM</w:t>
      </w:r>
      <w:r w:rsidR="00092CC9">
        <w:t xml:space="preserve"> v </w:t>
      </w:r>
      <w:r>
        <w:t>NABÍDCE</w:t>
      </w:r>
      <w:bookmarkEnd w:id="13"/>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0F463AAB" w14:textId="588819B9"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E0614E">
        <w:t>V</w:t>
      </w:r>
      <w:r w:rsidR="00092CC9">
        <w:t> </w:t>
      </w:r>
      <w:r w:rsidR="00BB4AF2">
        <w:t>Seznamu budou uvedeni i </w:t>
      </w:r>
      <w:r>
        <w:t>poddodavatelé – fyzické osoby, které jsou členy odborného personálu dodavatele. Za poddodavatele povinně uváděné</w:t>
      </w:r>
      <w:r w:rsidR="00092CC9">
        <w:t xml:space="preserve"> v </w:t>
      </w:r>
      <w:r>
        <w:t>seznamu poddodavatelů zadavatel nepovažuje osoby tvořící</w:t>
      </w:r>
      <w:r w:rsidR="00845C50">
        <w:t xml:space="preserve"> s </w:t>
      </w:r>
      <w:r>
        <w:t>dodavatelem koncern.</w:t>
      </w: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w:t>
      </w:r>
      <w:proofErr w:type="gramStart"/>
      <w:r>
        <w:t>tvoří</w:t>
      </w:r>
      <w:proofErr w:type="gramEnd"/>
      <w:r>
        <w:t xml:space="preserve"> Přílohu č. 8 těchto Pokynů. </w:t>
      </w:r>
    </w:p>
    <w:p w14:paraId="14B318C6" w14:textId="126EB88F" w:rsidR="00602BF1" w:rsidRDefault="00602BF1" w:rsidP="00193D8F">
      <w:pPr>
        <w:pStyle w:val="Odrka1-1"/>
      </w:pPr>
      <w:r>
        <w:t xml:space="preserve">Dodavatel je povinen předložit ve své nabídce čestné prohlášení </w:t>
      </w:r>
      <w:r w:rsidRPr="00010882">
        <w:rPr>
          <w:lang w:eastAsia="cs-CZ"/>
        </w:rPr>
        <w:t xml:space="preserve">o splnění podmínek v souvislosti </w:t>
      </w:r>
      <w:r w:rsidR="00DB78E9">
        <w:rPr>
          <w:lang w:eastAsia="cs-CZ"/>
        </w:rPr>
        <w:t>s mezinárodními sankcemi</w:t>
      </w:r>
      <w:r w:rsidR="00DB78E9">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1A0E5DD7"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585C65">
        <w:t xml:space="preserve">v čl. 9.3 těchto Pokynů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celou dobu plnění Smlouvy (jako její příloha </w:t>
      </w:r>
      <w:r w:rsidRPr="003D5DEF">
        <w:t xml:space="preserve">č. </w:t>
      </w:r>
      <w:r w:rsidR="002A3FFD" w:rsidRPr="003D5DEF">
        <w:t>7</w:t>
      </w:r>
      <w:r>
        <w:t>)</w:t>
      </w:r>
      <w:r w:rsidR="00845C50">
        <w:t xml:space="preserve"> a </w:t>
      </w:r>
      <w:r>
        <w:t xml:space="preserve">jakákoliv změna bude možná jen po písemném souhlasu zadavatele.  </w:t>
      </w:r>
    </w:p>
    <w:p w14:paraId="2EFD08AB" w14:textId="77777777" w:rsidR="0035531B" w:rsidRDefault="0035531B" w:rsidP="0060115D">
      <w:pPr>
        <w:pStyle w:val="Odrka1-1"/>
      </w:pPr>
      <w:r>
        <w:t>Zadavatel požaduje, aby ty významné činnosti, na které se vztahuje poddodavatelské omezení dle čl. 9.3 těchto Pokynů (viz níže</w:t>
      </w:r>
      <w:r w:rsidR="001218B6">
        <w:t xml:space="preserve">, je-li tak v čl. 9.3 těchto </w:t>
      </w:r>
      <w:r w:rsidR="001218B6">
        <w:lastRenderedPageBreak/>
        <w:t>Pokynů stanoveno</w:t>
      </w:r>
      <w:r>
        <w:t>)</w:t>
      </w:r>
      <w:r w:rsidR="00845C50">
        <w:t xml:space="preserve"> a </w:t>
      </w:r>
      <w:r>
        <w:t>které musí být plněny přímo vybraným dodavatelem vlastními prostředky, byly plněny takovým společníkem, který</w:t>
      </w:r>
      <w:r w:rsidR="00092CC9">
        <w:t xml:space="preserve"> v </w:t>
      </w:r>
      <w:r>
        <w:t>zadávacím řízení prokázal odpovídající část požadavků na technickou kvalifikaci dle čl. 8.5 těchto Pokynů výše, konkrétně poskytnutí</w:t>
      </w:r>
      <w:r w:rsidR="00845C50">
        <w:t xml:space="preserve"> a </w:t>
      </w:r>
      <w:r>
        <w:t xml:space="preserve">dokončení odpovídajících nejvýznamnějších stavebních prací.  </w:t>
      </w:r>
    </w:p>
    <w:p w14:paraId="3C4250BA" w14:textId="34DC38FC" w:rsidR="0035531B" w:rsidRDefault="0035531B" w:rsidP="0060115D">
      <w:pPr>
        <w:pStyle w:val="Odrka1-1"/>
      </w:pPr>
      <w:r>
        <w:t xml:space="preserve">Uvedené části plnění veřejné zakázky jsou </w:t>
      </w:r>
      <w:r w:rsidRPr="003734AD">
        <w:t xml:space="preserve">tvořeny </w:t>
      </w:r>
      <w:r w:rsidR="00B82A36" w:rsidRPr="003734AD">
        <w:t>SO/PS</w:t>
      </w:r>
      <w:r w:rsidRPr="003734AD">
        <w:t>, jejichž</w:t>
      </w:r>
      <w:r>
        <w:t xml:space="preserve"> provádění má </w:t>
      </w:r>
      <w:r w:rsidR="003734AD">
        <w:t xml:space="preserve">pro zadavatele </w:t>
      </w:r>
      <w:r>
        <w:t xml:space="preserve">důležitý význam </w:t>
      </w:r>
      <w:r w:rsidR="003734AD">
        <w:t>uvedený v čl. 9.3 těchto Pokynů (viz níže, je-li tak v čl. 9.3 těchto Pokynů stanoveno)</w:t>
      </w:r>
      <w:r w:rsidR="00AD1771">
        <w:t>.</w:t>
      </w:r>
      <w:r w:rsidR="00845C50">
        <w:t xml:space="preserve"> </w:t>
      </w:r>
      <w:r w:rsidR="00AD1771">
        <w:t>S</w:t>
      </w:r>
      <w:r w:rsidR="00845C50">
        <w:t> </w:t>
      </w:r>
      <w:r>
        <w:t>ohledem na to považuje zadavatel za potřebné zajistit, aby tuto část předmětu plnění prováděl vlastními prostředky právě ten ze společníků, který je</w:t>
      </w:r>
      <w:r w:rsidR="00BC6D2B">
        <w:t xml:space="preserve"> k </w:t>
      </w:r>
      <w:r>
        <w:t>těmto činnostem prokazatelně kvalifikovaný</w:t>
      </w:r>
      <w:r w:rsidR="00845C50">
        <w:t xml:space="preserve"> a </w:t>
      </w:r>
      <w:r>
        <w:t>způsobilý. Vlastními prostředky se rozumí Věci určené pro dílo</w:t>
      </w:r>
      <w:r w:rsidR="00845C50">
        <w:t xml:space="preserve"> a </w:t>
      </w:r>
      <w:r>
        <w:t>Personál zhotovitele specifikovaný</w:t>
      </w:r>
      <w:r w:rsidR="00092CC9">
        <w:t xml:space="preserve"> v </w:t>
      </w:r>
      <w:r>
        <w:t>pod-článku 4.4.3 Zvláštních podmínek</w:t>
      </w:r>
      <w:r w:rsidR="00585C65">
        <w:t>.</w:t>
      </w:r>
      <w:r>
        <w:t xml:space="preserve"> </w:t>
      </w:r>
      <w:r w:rsidR="00585C65">
        <w:t>V</w:t>
      </w:r>
      <w:r>
        <w:t xml:space="preserve"> případě prokázání příslušné kvalifikace členem koncernu společníka se musí na plnění předmětné významné části</w:t>
      </w:r>
      <w:r w:rsidR="00585C65">
        <w:t>, tj. předmětné významné činnosti, na které se vztahuje poddodavatelské omezení dle čl. 9.3 těchto Pokynů</w:t>
      </w:r>
      <w:r w:rsidR="00D87F41">
        <w:t xml:space="preserve"> (viz níže, je-li tak v čl. 9.3 těchto Pokynů stanoveno)</w:t>
      </w:r>
      <w:r w:rsidR="00585C65">
        <w:t xml:space="preserve">, </w:t>
      </w:r>
      <w:r>
        <w:t>podílet tento člen koncernu.</w:t>
      </w:r>
    </w:p>
    <w:p w14:paraId="571FC9C8" w14:textId="77777777" w:rsidR="0035531B" w:rsidRDefault="0035531B" w:rsidP="0060115D">
      <w:pPr>
        <w:pStyle w:val="Odrka1-1"/>
      </w:pPr>
      <w:r>
        <w:t>Pokud splňuje kvalifikaci na tyto významné činnosti více společníků</w:t>
      </w:r>
      <w:r w:rsidR="00092CC9">
        <w:t xml:space="preserve"> v </w:t>
      </w:r>
      <w:r>
        <w:t>rámci společnosti dodavatelů podávajících společnou nabídku</w:t>
      </w:r>
      <w:r w:rsidR="00845C50">
        <w:t xml:space="preserve"> a </w:t>
      </w:r>
      <w:r>
        <w:t xml:space="preserve">tito se chtějí společně podílet na plnění této části veřejné zakázky, </w:t>
      </w:r>
      <w:proofErr w:type="gramStart"/>
      <w:r>
        <w:t>doloží</w:t>
      </w:r>
      <w:proofErr w:type="gramEnd"/>
      <w:r w:rsidR="00092CC9">
        <w:t xml:space="preserve"> v </w:t>
      </w:r>
      <w:r>
        <w:t>zadávacím řízení splnění požadovaného kvalifikačního předpokladu (poskytnutí</w:t>
      </w:r>
      <w:r w:rsidR="00845C50">
        <w:t xml:space="preserve"> a </w:t>
      </w:r>
      <w:r>
        <w:t>dokončení příslušné nejvýznamnější stavební práce) každý</w:t>
      </w:r>
      <w:r w:rsidR="0060115D">
        <w:t xml:space="preserve"> z </w:t>
      </w:r>
      <w:r>
        <w:t>takových společníků. Plnění dotčené významné činnosti jiným ze společníků, než který doložil splnění kvalifikace</w:t>
      </w:r>
      <w:r w:rsidR="00092CC9">
        <w:t xml:space="preserve"> v </w:t>
      </w:r>
      <w:r>
        <w:t>rámci zadávacího řízení, bude po podpisu smlouvy možné pouze po písemném souhlasu zadavatele</w:t>
      </w:r>
      <w:r w:rsidR="00845C50">
        <w:t xml:space="preserve"> a </w:t>
      </w:r>
      <w:r>
        <w:t>pouze</w:t>
      </w:r>
      <w:r w:rsidR="00092CC9">
        <w:t xml:space="preserve"> v </w:t>
      </w:r>
      <w:r>
        <w:t>případě, že tento společník prokáže, že rovněž splňuje předmětnou kvalifikaci</w:t>
      </w:r>
      <w:r w:rsidR="00092CC9">
        <w:t xml:space="preserve"> v </w:t>
      </w:r>
      <w:r>
        <w:t xml:space="preserve">potřebném rozsahu.  </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 xml:space="preserve">nerozdílně. Účastník zadávacího řízení tento požadavek </w:t>
      </w:r>
      <w:proofErr w:type="gramStart"/>
      <w:r>
        <w:t>doloží</w:t>
      </w:r>
      <w:proofErr w:type="gramEnd"/>
      <w:r>
        <w:t xml:space="preserve"> kopií smlouvy či jiného dokumentu, ze kterého bude daná skutečnost vyplývat, který přiloží</w:t>
      </w:r>
      <w:r w:rsidR="00BC6D2B">
        <w:t xml:space="preserve"> k </w:t>
      </w:r>
      <w:r>
        <w:t xml:space="preserve">Příloze č. 3 těchto Pokynů. </w:t>
      </w:r>
    </w:p>
    <w:p w14:paraId="2F3346C5" w14:textId="7777777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 Vedoucí společník musí být oprávněn ve věcech Smlouvy 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 xml:space="preserve">dílo).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elektronickém nástroji E-ZAK podávána. 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 xml:space="preserve">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lastRenderedPageBreak/>
        <w:t>Poddodavatelské omezení</w:t>
      </w:r>
    </w:p>
    <w:p w14:paraId="329CA987" w14:textId="5E0AAC6A" w:rsidR="0035531B" w:rsidRDefault="0035531B" w:rsidP="0060115D">
      <w:pPr>
        <w:pStyle w:val="Odrka1-1"/>
      </w:pPr>
      <w:r>
        <w:t xml:space="preserve">Zadavatel si dle § 105 odst. 2 ZZVZ vyhrazuje požadavek, že níže uvedené významné činnosti při plnění veřejné zakázky </w:t>
      </w:r>
      <w:r w:rsidR="00A2065C">
        <w:t xml:space="preserve">(s výjimkou speciálních činností a zařízení, jsou-li takové uvedeny v Příloze k nabídce) </w:t>
      </w:r>
      <w:r>
        <w:t>musí být plněny přímo vybraným dodavatelem vlastními prostředky (resp. pokud podalo nabídku více dodavatelů</w:t>
      </w:r>
      <w:r w:rsidR="00092CC9">
        <w:t xml:space="preserve"> v </w:t>
      </w:r>
      <w:r>
        <w:t>rámci společné účasti, pak musí být plněny společníkem určeným dle čl. 9.2 těchto Pokynů výše):</w:t>
      </w:r>
    </w:p>
    <w:p w14:paraId="30A2766B" w14:textId="71E031A3" w:rsidR="004764A9" w:rsidRPr="001B6CFF" w:rsidRDefault="004764A9" w:rsidP="004764A9">
      <w:pPr>
        <w:pStyle w:val="Odrka1-2-"/>
        <w:rPr>
          <w:b/>
          <w:bCs/>
        </w:rPr>
      </w:pPr>
      <w:bookmarkStart w:id="14" w:name="_Hlk167780248"/>
      <w:r w:rsidRPr="001B6CFF">
        <w:rPr>
          <w:b/>
          <w:bCs/>
        </w:rPr>
        <w:t xml:space="preserve">SO 11-10-01 ŽST Dolní </w:t>
      </w:r>
      <w:proofErr w:type="spellStart"/>
      <w:r w:rsidRPr="001B6CFF">
        <w:rPr>
          <w:b/>
          <w:bCs/>
        </w:rPr>
        <w:t>Polubný</w:t>
      </w:r>
      <w:proofErr w:type="spellEnd"/>
      <w:r w:rsidRPr="001B6CFF">
        <w:rPr>
          <w:b/>
          <w:bCs/>
        </w:rPr>
        <w:t xml:space="preserve">, žel. svršek, položky č. </w:t>
      </w:r>
      <w:proofErr w:type="gramStart"/>
      <w:r w:rsidR="00F04FB2">
        <w:rPr>
          <w:b/>
          <w:bCs/>
        </w:rPr>
        <w:t>14</w:t>
      </w:r>
      <w:r w:rsidRPr="001B6CFF">
        <w:rPr>
          <w:b/>
          <w:bCs/>
        </w:rPr>
        <w:t xml:space="preserve"> – 16</w:t>
      </w:r>
      <w:proofErr w:type="gramEnd"/>
    </w:p>
    <w:bookmarkEnd w:id="14"/>
    <w:p w14:paraId="381BE1A0" w14:textId="77777777" w:rsidR="00F04FB2" w:rsidRDefault="00F04FB2" w:rsidP="00F04FB2">
      <w:pPr>
        <w:pStyle w:val="Odrka1-3"/>
      </w:pPr>
      <w:r w:rsidRPr="001B6CFF">
        <w:t>OZUBNICE PRO KOLEJ 49 E1, RP. OCELOVÝ</w:t>
      </w:r>
    </w:p>
    <w:p w14:paraId="20AB85F4" w14:textId="77777777" w:rsidR="00F04FB2" w:rsidRDefault="00F04FB2" w:rsidP="00F04FB2">
      <w:pPr>
        <w:pStyle w:val="Odrka1-3"/>
      </w:pPr>
      <w:r w:rsidRPr="001B6CFF">
        <w:t>OZUBNICE PRO J 49 1:9-190, PR. OCEL</w:t>
      </w:r>
    </w:p>
    <w:p w14:paraId="6F3E9869" w14:textId="77777777" w:rsidR="00F04FB2" w:rsidRDefault="00F04FB2" w:rsidP="00F04FB2">
      <w:pPr>
        <w:pStyle w:val="Odrka1-3"/>
      </w:pPr>
      <w:r w:rsidRPr="001B6CFF">
        <w:t>OZUBNICOVÝ NÁJEZD</w:t>
      </w:r>
    </w:p>
    <w:p w14:paraId="52170A43" w14:textId="672C2736" w:rsidR="0035531B" w:rsidRDefault="00F423D1" w:rsidP="00F423D1">
      <w:pPr>
        <w:pStyle w:val="Odrka1-1"/>
      </w:pPr>
      <w:r w:rsidRPr="00F423D1">
        <w:t xml:space="preserve">Za vybraného dodavatele se pro účely </w:t>
      </w:r>
      <w:r>
        <w:t>tohoto článku</w:t>
      </w:r>
      <w:r w:rsidRPr="00F423D1">
        <w:t xml:space="preserve"> považuje i osoba, která je členem téhož koncernu jako účastník zadávacího řízení, jestliže tato osoba nepodala v témže zadávacím řízení nabídku samostatně nebo společně s jinými dodavateli a splňuje základní způsobilost podle § 74</w:t>
      </w:r>
      <w:r>
        <w:t xml:space="preserve"> ZZVZ</w:t>
      </w:r>
      <w:r w:rsidRPr="00F423D1">
        <w:t>.</w:t>
      </w:r>
      <w:r>
        <w:t xml:space="preserve"> </w:t>
      </w:r>
      <w:r w:rsidR="0035531B">
        <w:t>Vlastními prostředky se rozumí Věci určené pro dílo</w:t>
      </w:r>
      <w:r w:rsidR="00845C50">
        <w:t xml:space="preserve"> a </w:t>
      </w:r>
      <w:r w:rsidR="0035531B">
        <w:t>Personál zhotovitele specifikovaný</w:t>
      </w:r>
      <w:r w:rsidR="00092CC9">
        <w:t xml:space="preserve"> v </w:t>
      </w:r>
      <w:r w:rsidR="0035531B">
        <w:t>pod-článku 4.4.3 Zvláštních podmínek.</w:t>
      </w:r>
    </w:p>
    <w:p w14:paraId="58F183A1" w14:textId="558B80E5" w:rsidR="0035531B" w:rsidRDefault="0035531B" w:rsidP="0060115D">
      <w:pPr>
        <w:pStyle w:val="Odrka1-1"/>
      </w:pPr>
      <w:r>
        <w:t xml:space="preserve">Výše uvedené vyhrazené části plnění veřejné zakázky jsou tvořeny </w:t>
      </w:r>
      <w:r w:rsidR="001326E8" w:rsidRPr="001326E8">
        <w:t xml:space="preserve">č. </w:t>
      </w:r>
      <w:proofErr w:type="gramStart"/>
      <w:r w:rsidR="00F04FB2">
        <w:t>14</w:t>
      </w:r>
      <w:r w:rsidR="001326E8" w:rsidRPr="001326E8">
        <w:t xml:space="preserve"> - 16</w:t>
      </w:r>
      <w:proofErr w:type="gramEnd"/>
      <w:r w:rsidR="001326E8" w:rsidRPr="001326E8">
        <w:t xml:space="preserve"> v SO 11-10-01</w:t>
      </w:r>
      <w:r>
        <w:t xml:space="preserve">, </w:t>
      </w:r>
      <w:r w:rsidR="001326E8" w:rsidRPr="001326E8">
        <w:t>které jsou v této zakázce součástí atypického řešení. Navržené řešení je zde použito z důvodu památkové ochrany železniční trati. Přímá komunikace objednatele se zhotovitelem bez prostředníka je předpokladem řádného plnění termínů určených pro realizaci této veřejné zakázky</w:t>
      </w:r>
      <w:r>
        <w:t>. Zadavatel má</w:t>
      </w:r>
      <w:r w:rsidR="0060115D">
        <w:t xml:space="preserve"> z </w:t>
      </w:r>
      <w:r>
        <w:t>těchto důvodů zvýšený zájem na řádném</w:t>
      </w:r>
      <w:r w:rsidR="00845C50">
        <w:t xml:space="preserve"> a </w:t>
      </w:r>
      <w:r>
        <w:t>včasném plnění těchto částí předmětu veřejné zakázky.</w:t>
      </w:r>
      <w:r w:rsidR="0060115D">
        <w:t xml:space="preserve"> S </w:t>
      </w:r>
      <w:r>
        <w:t>ohledem na to považuje zadavatel za potřebné zajistit, aby tuto část předmětu plnění prováděl kvalifikovaný</w:t>
      </w:r>
      <w:r w:rsidR="00845C50">
        <w:t xml:space="preserve"> a </w:t>
      </w:r>
      <w:r>
        <w:t>ekonomicky způsobilý dodavatel, vůči kterému může zadavatel na základě uzavřené smlouvy</w:t>
      </w:r>
      <w:r w:rsidR="00092CC9">
        <w:t xml:space="preserve"> o </w:t>
      </w:r>
      <w:r>
        <w:t>dílo uplatňovat přímý vliv.</w:t>
      </w:r>
    </w:p>
    <w:p w14:paraId="4453A8C8" w14:textId="12876741" w:rsidR="0035531B" w:rsidRDefault="0035531B" w:rsidP="0060115D">
      <w:pPr>
        <w:pStyle w:val="Odrka1-1"/>
      </w:pPr>
      <w:r>
        <w:t xml:space="preserve">Výše uvedené vyhrazené stavební objekty představují svou finanční hodnotou celkem cca </w:t>
      </w:r>
      <w:r w:rsidR="00F04FB2">
        <w:t>20</w:t>
      </w:r>
      <w:r w:rsidR="009C239A">
        <w:t xml:space="preserve"> </w:t>
      </w:r>
      <w:r w:rsidR="001326E8" w:rsidRPr="001326E8">
        <w:t>%</w:t>
      </w:r>
      <w:r w:rsidR="0060115D">
        <w:t xml:space="preserve"> z </w:t>
      </w:r>
      <w:r>
        <w:t>předmětu plnění veřejné zakázky. Zadavatel</w:t>
      </w:r>
      <w:r w:rsidR="00092CC9">
        <w:t xml:space="preserve"> v </w:t>
      </w:r>
      <w:r>
        <w:t>souladu se ZZVZ</w:t>
      </w:r>
      <w:r w:rsidR="00845C50">
        <w:t xml:space="preserve"> a s </w:t>
      </w:r>
      <w:r>
        <w:t>účelem provedené výhrady uvedené výše</w:t>
      </w:r>
      <w:r w:rsidR="00092CC9">
        <w:t xml:space="preserve"> v </w:t>
      </w:r>
      <w:r>
        <w:t>tomto čl. 9.3, označuje níže ty požadavky na prokázání kvalifikace, které svým obsahem odpovídají rozsahu,</w:t>
      </w:r>
      <w:r w:rsidR="00092CC9">
        <w:t xml:space="preserve"> v </w:t>
      </w:r>
      <w:r>
        <w:t xml:space="preserve">němž je plnění veřejné zakázky postupem dle § 105 odst. 2 ZZVZ vyhrazeno. </w:t>
      </w:r>
      <w:r w:rsidRPr="00A954BC">
        <w:rPr>
          <w:b/>
        </w:rPr>
        <w:t xml:space="preserve">Splnění </w:t>
      </w:r>
      <w:r w:rsidR="00CC45B0" w:rsidRPr="00A954BC">
        <w:rPr>
          <w:b/>
        </w:rPr>
        <w:t xml:space="preserve">následujících </w:t>
      </w:r>
      <w:r w:rsidRPr="00A954BC">
        <w:rPr>
          <w:b/>
        </w:rPr>
        <w:t>požadavků na prokázání kvalifikace tedy nesmí být postupem dle § 83 ZZVZ prokazováno prostřednictvím poddodavatele</w:t>
      </w:r>
      <w:r w:rsidR="00CC45B0" w:rsidRPr="00A954BC">
        <w:rPr>
          <w:b/>
        </w:rPr>
        <w:t>, resp. osoby, která nemůže plnit činnosti při plnění veřejné zakázky vyhrazené výše v tomto článku</w:t>
      </w:r>
      <w:r w:rsidRPr="00A954BC">
        <w:rPr>
          <w:b/>
        </w:rPr>
        <w:t>:</w:t>
      </w:r>
    </w:p>
    <w:p w14:paraId="587ECCB5" w14:textId="0434023D" w:rsidR="0035531B" w:rsidRDefault="0035531B" w:rsidP="0060115D">
      <w:pPr>
        <w:pStyle w:val="Odrka1-2-"/>
      </w:pPr>
      <w:r>
        <w:t>profesní způsobilost týkající se oprávnění</w:t>
      </w:r>
      <w:r w:rsidR="00BC6D2B">
        <w:t xml:space="preserve"> k </w:t>
      </w:r>
      <w:r>
        <w:t>podnikání</w:t>
      </w:r>
      <w:r w:rsidR="00092CC9">
        <w:t xml:space="preserve"> v </w:t>
      </w:r>
      <w:r>
        <w:t xml:space="preserve">rozsahu živnosti </w:t>
      </w:r>
      <w:r w:rsidRPr="001326E8">
        <w:t>provádění staveb, jejich změn</w:t>
      </w:r>
      <w:r w:rsidR="00845C50" w:rsidRPr="001326E8">
        <w:t xml:space="preserve"> a </w:t>
      </w:r>
      <w:r w:rsidRPr="001326E8">
        <w:t xml:space="preserve">odstraňování; </w:t>
      </w:r>
    </w:p>
    <w:p w14:paraId="1380239C" w14:textId="37949F22" w:rsidR="0035531B" w:rsidRDefault="0035531B" w:rsidP="0060115D">
      <w:pPr>
        <w:pStyle w:val="Odrka1-2-"/>
      </w:pPr>
      <w:r>
        <w:t>profesní způsobilost týkající se předložení dokladu</w:t>
      </w:r>
      <w:r w:rsidR="00092CC9">
        <w:t xml:space="preserve"> o </w:t>
      </w:r>
      <w:r>
        <w:t>autorizaci</w:t>
      </w:r>
      <w:r w:rsidR="00092CC9">
        <w:t xml:space="preserve"> v </w:t>
      </w:r>
      <w:r w:rsidR="00BB4AF2">
        <w:t>rozsahu dle § </w:t>
      </w:r>
      <w:r>
        <w:t xml:space="preserve">5 odst. 3 </w:t>
      </w:r>
      <w:r w:rsidR="001326E8" w:rsidRPr="00323040">
        <w:t>písm</w:t>
      </w:r>
      <w:r w:rsidR="001326E8">
        <w:t xml:space="preserve">. </w:t>
      </w:r>
      <w:r w:rsidR="001326E8" w:rsidRPr="00323040">
        <w:rPr>
          <w:b/>
          <w:bCs/>
        </w:rPr>
        <w:t>b)</w:t>
      </w:r>
      <w:r w:rsidR="001326E8">
        <w:t xml:space="preserve"> autorizačního zákona, tedy </w:t>
      </w:r>
      <w:r w:rsidR="001326E8" w:rsidRPr="00323040">
        <w:rPr>
          <w:b/>
          <w:bCs/>
        </w:rPr>
        <w:t>dopravní stavby</w:t>
      </w:r>
    </w:p>
    <w:p w14:paraId="5473AB93" w14:textId="77777777" w:rsidR="00EB2BC2" w:rsidRDefault="0035531B" w:rsidP="00EB2BC2">
      <w:pPr>
        <w:pStyle w:val="Odrka1-2-"/>
      </w:pPr>
      <w:r>
        <w:t>požadavek kritéria technické kvalifikace na doložení seznamem</w:t>
      </w:r>
      <w:r w:rsidR="00845C50">
        <w:t xml:space="preserve"> a </w:t>
      </w:r>
      <w:r>
        <w:t>osvědčením alespoň ve vztahu</w:t>
      </w:r>
      <w:r w:rsidR="00BC6D2B">
        <w:t xml:space="preserve"> k </w:t>
      </w:r>
      <w:r>
        <w:t>následujícím nejvýznam</w:t>
      </w:r>
      <w:r w:rsidR="00BB4AF2">
        <w:t>nějším stavebním pracím dle čl. </w:t>
      </w:r>
      <w:r>
        <w:t>8.5 Pokynů:</w:t>
      </w:r>
    </w:p>
    <w:p w14:paraId="4199B8B9" w14:textId="6CB22DB2" w:rsidR="002A45F8" w:rsidRPr="002A45F8" w:rsidRDefault="004420EE" w:rsidP="00FF2275">
      <w:pPr>
        <w:pStyle w:val="Odrka1-3"/>
        <w:numPr>
          <w:ilvl w:val="0"/>
          <w:numId w:val="0"/>
        </w:numPr>
        <w:ind w:left="1928"/>
      </w:pPr>
      <w:r w:rsidRPr="00EB2BC2">
        <w:t xml:space="preserve">nejméně jedna nejvýznamnější stavební práce musí zahrnovat novostavbu, rekonstrukci nebo opravu </w:t>
      </w:r>
      <w:r w:rsidRPr="00EB2BC2">
        <w:rPr>
          <w:rStyle w:val="Tun9b"/>
        </w:rPr>
        <w:t>železničního svršku</w:t>
      </w:r>
      <w:r w:rsidRPr="00EB2BC2">
        <w:t xml:space="preserve"> na trati se souhrnnou délkou traťového úseku nejméně 250 m, </w:t>
      </w:r>
      <w:r w:rsidR="00E30642" w:rsidRPr="00EB2BC2">
        <w:t>přičemž zadavatel současně požaduje, aby hodnota této</w:t>
      </w:r>
      <w:r w:rsidR="00E30642" w:rsidRPr="00EB2BC2">
        <w:rPr>
          <w:rStyle w:val="Tun9b"/>
        </w:rPr>
        <w:t xml:space="preserve"> nejvýznamnější stavební práce </w:t>
      </w:r>
      <w:r w:rsidR="00E30642" w:rsidRPr="00EB2BC2">
        <w:t xml:space="preserve">(tj. hodnota zakázky jako celku, jež mimo jiné zahrnovala výše uvedené práce na železničním svršku), včetně případných poddodávek, dosahovala alespoň </w:t>
      </w:r>
      <w:r w:rsidR="00E96A27">
        <w:rPr>
          <w:b/>
          <w:bCs/>
        </w:rPr>
        <w:t>6</w:t>
      </w:r>
      <w:r w:rsidR="00E30642" w:rsidRPr="00EB2BC2">
        <w:rPr>
          <w:b/>
          <w:bCs/>
        </w:rPr>
        <w:t> 500 000</w:t>
      </w:r>
      <w:r w:rsidR="00E30642" w:rsidRPr="00EB2BC2">
        <w:t xml:space="preserve"> </w:t>
      </w:r>
      <w:r w:rsidR="00E30642" w:rsidRPr="00EB2BC2">
        <w:rPr>
          <w:b/>
        </w:rPr>
        <w:t>Kč</w:t>
      </w:r>
      <w:r w:rsidR="00E30642" w:rsidRPr="00EB2BC2">
        <w:t xml:space="preserve"> bez DPH</w:t>
      </w:r>
      <w:r w:rsidR="00E30642">
        <w:t xml:space="preserve"> (</w:t>
      </w:r>
      <w:r w:rsidR="00E30642" w:rsidRPr="00EB2BC2">
        <w:t>uvedená částka se vztahuje k hodnotě nejvýznamnější stavební práce, tj. zakázky jako celku</w:t>
      </w:r>
      <w:r w:rsidR="00E30642">
        <w:t>, nikoli k</w:t>
      </w:r>
      <w:r w:rsidR="00E30642" w:rsidRPr="00EB2BC2">
        <w:t xml:space="preserve"> hodnotě novostavby, rekonstrukce nebo opravy železničního svršku</w:t>
      </w:r>
      <w:r w:rsidR="00E30642">
        <w:t>)</w:t>
      </w:r>
      <w:r w:rsidR="002A45F8">
        <w:t>.</w:t>
      </w:r>
    </w:p>
    <w:p w14:paraId="3AD94510" w14:textId="7AE19651" w:rsidR="0035531B" w:rsidRDefault="00F1664F" w:rsidP="00AD1771">
      <w:pPr>
        <w:pStyle w:val="Textbezslovn"/>
        <w:ind w:left="1418"/>
      </w:pPr>
      <w:r>
        <w:t>Z</w:t>
      </w:r>
      <w:r w:rsidR="0035531B">
        <w:t xml:space="preserve"> předložené</w:t>
      </w:r>
      <w:r>
        <w:t>ho</w:t>
      </w:r>
      <w:r w:rsidR="0035531B">
        <w:t xml:space="preserve"> seznamu nebo osvědčení musí </w:t>
      </w:r>
      <w:r>
        <w:t>vyplývat</w:t>
      </w:r>
      <w:r w:rsidR="0035531B">
        <w:t>, že tyto výše uvedené části předmětu plnění nejvýznamnějších stavebních prací, které nelze prokazovat prostřednictvím poddodavatele</w:t>
      </w:r>
      <w:r w:rsidR="00642637">
        <w:t>, resp. osoby, která nemůže plnit činnosti při plnění veřejné zakázky vyhrazené výše v tomto článku</w:t>
      </w:r>
      <w:r w:rsidR="00DF2592">
        <w:t xml:space="preserve"> (s výjimkou </w:t>
      </w:r>
      <w:r w:rsidR="003339FF">
        <w:t xml:space="preserve">speciálních </w:t>
      </w:r>
      <w:r w:rsidR="003339FF">
        <w:lastRenderedPageBreak/>
        <w:t>činností a zařízení</w:t>
      </w:r>
      <w:r w:rsidR="00DF2592">
        <w:t>, jsou-li takové uvedeny v Příloze k nabídce)</w:t>
      </w:r>
      <w:r w:rsidR="0035531B">
        <w:t>, prováděl</w:t>
      </w:r>
      <w:r w:rsidR="00092CC9">
        <w:t xml:space="preserve"> v </w:t>
      </w:r>
      <w:r w:rsidR="0035531B">
        <w:t>referenční zakázce dodavatel či osoba tvořící</w:t>
      </w:r>
      <w:r w:rsidR="00845C50">
        <w:t xml:space="preserve"> s </w:t>
      </w:r>
      <w:r w:rsidR="0035531B">
        <w:t>dodavatelem koncern (identifikační údaje takových případných koncernových osob budou rovněž uvedeny</w:t>
      </w:r>
      <w:r w:rsidR="00092CC9">
        <w:t xml:space="preserve"> v </w:t>
      </w:r>
      <w:r w:rsidR="0035531B">
        <w:t>seznamu nebo osvědčení).</w:t>
      </w:r>
    </w:p>
    <w:p w14:paraId="01A9F440" w14:textId="3AC9BDF0" w:rsidR="0035531B" w:rsidRDefault="000B7DCD" w:rsidP="00BC6D2B">
      <w:pPr>
        <w:pStyle w:val="Odrka1-2-"/>
      </w:pPr>
      <w:r>
        <w:t>P</w:t>
      </w:r>
      <w:r w:rsidR="0035531B">
        <w:t>ožadavek kritéria technické kvalifikace na předložení seznamu odborného personálu dodavatele</w:t>
      </w:r>
      <w:r w:rsidR="00092CC9">
        <w:t xml:space="preserve"> v </w:t>
      </w:r>
      <w:r w:rsidR="0035531B">
        <w:t xml:space="preserve">rozsahu funkce </w:t>
      </w:r>
      <w:r w:rsidR="0035531B" w:rsidRPr="001326E8">
        <w:t>specialisty (vedoucího prací)</w:t>
      </w:r>
      <w:r w:rsidR="0035531B">
        <w:t xml:space="preserve"> na </w:t>
      </w:r>
      <w:r w:rsidR="001326E8" w:rsidRPr="001326E8">
        <w:t>železniční svršek a spodek</w:t>
      </w:r>
      <w:r w:rsidR="00FF2275">
        <w:t>.</w:t>
      </w:r>
    </w:p>
    <w:p w14:paraId="318FF476" w14:textId="77777777" w:rsidR="006F13A7" w:rsidRPr="006F13A7" w:rsidRDefault="006F13A7" w:rsidP="003E3CE3">
      <w:pPr>
        <w:pStyle w:val="Odrka1-2-"/>
        <w:numPr>
          <w:ilvl w:val="0"/>
          <w:numId w:val="0"/>
        </w:numPr>
        <w:ind w:left="1531"/>
        <w:rPr>
          <w:color w:val="FF0000"/>
          <w:highlight w:val="green"/>
        </w:rPr>
      </w:pPr>
    </w:p>
    <w:p w14:paraId="2CF7D4D3" w14:textId="079E2BF5" w:rsidR="00BC6D2B" w:rsidRDefault="00BC6D2B" w:rsidP="00BC6D2B">
      <w:pPr>
        <w:pStyle w:val="Text1-1"/>
      </w:pPr>
      <w:r>
        <w:t xml:space="preserve">Dopis nabídky a </w:t>
      </w:r>
      <w:r w:rsidR="00ED023E">
        <w:t xml:space="preserve">závazný </w:t>
      </w:r>
      <w:r>
        <w:t>návrh smlouvy na plnění této veřejné zakázky:</w:t>
      </w:r>
    </w:p>
    <w:p w14:paraId="3AAC6590" w14:textId="0831EA21" w:rsidR="0035531B" w:rsidRDefault="0035531B" w:rsidP="00BC6D2B">
      <w:pPr>
        <w:pStyle w:val="Odrka1-1"/>
      </w:pPr>
      <w:r>
        <w:t>Závazné požadavky zadavatele na obsah smlouvy jsou obsaženy</w:t>
      </w:r>
      <w:r w:rsidR="00092CC9">
        <w:t xml:space="preserve"> v </w:t>
      </w:r>
      <w:r>
        <w:t>závazném vzoru smlouvy, který je obsažen</w:t>
      </w:r>
      <w:r w:rsidR="00092CC9">
        <w:t xml:space="preserve"> v </w:t>
      </w:r>
      <w:r>
        <w:t>Dílu 2 zadávací dokumentace. Dodavatel</w:t>
      </w:r>
      <w:r w:rsidR="00092CC9">
        <w:t xml:space="preserve"> v </w:t>
      </w:r>
      <w:r>
        <w:t>nabídce předkládá vyplněný</w:t>
      </w:r>
      <w:r w:rsidR="00845C50">
        <w:t xml:space="preserve"> </w:t>
      </w:r>
      <w:r>
        <w:t>Dopis nabídky</w:t>
      </w:r>
      <w:r w:rsidR="00845C50">
        <w:t xml:space="preserve"> a </w:t>
      </w:r>
      <w:r>
        <w:t>vyplněnou Přílohu</w:t>
      </w:r>
      <w:r w:rsidR="00BC6D2B">
        <w:t xml:space="preserve"> k</w:t>
      </w:r>
      <w:r w:rsidR="007134F3">
        <w:t xml:space="preserve"> </w:t>
      </w:r>
      <w:r>
        <w:t>nabídce. Zadavatel nepožaduje předložit do nabídky návrh Smlouvy</w:t>
      </w:r>
      <w:r w:rsidR="00092CC9">
        <w:t xml:space="preserve"> o </w:t>
      </w:r>
      <w:r>
        <w:t>dílo. Dodavatel není oprávněn činit změny či doplnění závazných požadavků zadavatele</w:t>
      </w:r>
      <w:r w:rsidR="00092CC9">
        <w:t xml:space="preserve"> v </w:t>
      </w:r>
      <w:r>
        <w:t>těchto dokumentech, vyjma údajů,</w:t>
      </w:r>
      <w:r w:rsidR="00BB4AF2">
        <w:t xml:space="preserve"> u </w:t>
      </w:r>
      <w:r>
        <w:t>nichž vyplývá</w:t>
      </w:r>
      <w:r w:rsidR="0060115D">
        <w:t xml:space="preserve"> z </w:t>
      </w:r>
      <w:r>
        <w:t>obsahu těchto závazných požadavků povinnost jejich doplnění (údaje určené</w:t>
      </w:r>
      <w:r w:rsidR="00BC6D2B">
        <w:t xml:space="preserve"> k </w:t>
      </w:r>
      <w:r>
        <w:t>doplnění ze strany dodavatele jsou vyznačeny zvýrazněním žlutou barvou), nebo není-li</w:t>
      </w:r>
      <w:r w:rsidR="00092CC9">
        <w:t xml:space="preserve"> v </w:t>
      </w:r>
      <w:r>
        <w:t>těchto Pokynech uvedeno jinak. Do Dopisu nabídky dodavatel doplní celkovou nabídkovou cenu bez DPH zpracovanou dle požadavků stanovených</w:t>
      </w:r>
      <w:r w:rsidR="00092CC9">
        <w:t xml:space="preserve"> v </w:t>
      </w:r>
      <w:r>
        <w:t>článku 13 těchto Pokynů</w:t>
      </w:r>
      <w:r w:rsidR="00845C50">
        <w:t xml:space="preserve"> a </w:t>
      </w:r>
      <w:r>
        <w:t>další požadované údaje.</w:t>
      </w:r>
    </w:p>
    <w:p w14:paraId="02C12706" w14:textId="77777777" w:rsidR="0035531B" w:rsidRDefault="0035531B" w:rsidP="00BC6D2B">
      <w:pPr>
        <w:pStyle w:val="Odrka1-1"/>
      </w:pPr>
      <w:r>
        <w:t>Podává-li nabídku více osob společně, je dodavatel oprávněn</w:t>
      </w:r>
      <w:r w:rsidR="00092CC9">
        <w:t xml:space="preserve"> v </w:t>
      </w:r>
      <w:r>
        <w:t>Dopise nabídky 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p>
    <w:p w14:paraId="4702BF43" w14:textId="77777777" w:rsidR="0035531B" w:rsidRDefault="0035531B" w:rsidP="00BC6D2B">
      <w:pPr>
        <w:pStyle w:val="Nadpis1-1"/>
      </w:pPr>
      <w:bookmarkStart w:id="15" w:name="_Toc172782328"/>
      <w:r>
        <w:t>PROHLÍDKA MÍSTA PLNĚNÍ (STAVENIŠTĚ)</w:t>
      </w:r>
      <w:bookmarkEnd w:id="15"/>
    </w:p>
    <w:p w14:paraId="4F703C04" w14:textId="77777777"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smlouvy na plnění této veřejné zakázky. </w:t>
      </w:r>
    </w:p>
    <w:p w14:paraId="1FBB4BA8" w14:textId="77777777" w:rsidR="0035531B" w:rsidRDefault="0035531B" w:rsidP="00BC6D2B">
      <w:pPr>
        <w:pStyle w:val="Nadpis1-1"/>
      </w:pPr>
      <w:bookmarkStart w:id="16" w:name="_Toc172782329"/>
      <w:r>
        <w:t>JAZYK NABÍDEK</w:t>
      </w:r>
      <w:r w:rsidR="00293005" w:rsidRPr="00293005">
        <w:t xml:space="preserve"> </w:t>
      </w:r>
      <w:r w:rsidR="00293005">
        <w:t>A KOMUNIKAČNÍ JAZYK</w:t>
      </w:r>
      <w:bookmarkEnd w:id="16"/>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2072397B"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w:t>
      </w:r>
      <w:proofErr w:type="gramStart"/>
      <w:r>
        <w:t>předloží</w:t>
      </w:r>
      <w:proofErr w:type="gramEnd"/>
      <w:r>
        <w:t xml:space="preserve"> bez překladu. Bude-li mít zadavatel pochybnosti</w:t>
      </w:r>
      <w:r w:rsidR="00092CC9">
        <w:t xml:space="preserve"> o </w:t>
      </w:r>
      <w:r>
        <w:t>správnosti překladu, může si vyžádat předložení úředně ověřeného 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D529A2">
        <w:t xml:space="preserve">písemným </w:t>
      </w:r>
      <w:r>
        <w:t>čestným prohlášením.</w:t>
      </w:r>
    </w:p>
    <w:p w14:paraId="0D48C1AD" w14:textId="77777777" w:rsidR="0035531B" w:rsidRDefault="0035531B" w:rsidP="00BC6D2B">
      <w:pPr>
        <w:pStyle w:val="Nadpis1-1"/>
      </w:pPr>
      <w:bookmarkStart w:id="17" w:name="_Toc172782330"/>
      <w:r>
        <w:t>OBSAH</w:t>
      </w:r>
      <w:r w:rsidR="00845C50">
        <w:t xml:space="preserve"> a </w:t>
      </w:r>
      <w:r>
        <w:t>PODÁVÁNÍ NABÍDEK</w:t>
      </w:r>
      <w:bookmarkEnd w:id="17"/>
    </w:p>
    <w:p w14:paraId="3B3AB78E" w14:textId="2C682A9E"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 xml:space="preserve">ustanovením § 45 </w:t>
      </w:r>
      <w:r>
        <w:lastRenderedPageBreak/>
        <w:t>odst. 3 ZZVZ. Zadavatel nepřipouští podání nabídky</w:t>
      </w:r>
      <w:r w:rsidR="00092CC9">
        <w:t xml:space="preserve"> v </w:t>
      </w:r>
      <w:r>
        <w:t>listinné podobě ani</w:t>
      </w:r>
      <w:r w:rsidR="00092CC9">
        <w:t xml:space="preserve"> v </w:t>
      </w:r>
      <w:r>
        <w:t xml:space="preserve">jiné elektronické formě mimo elektronický nástroj E-ZAK. Nabídku dodavatel </w:t>
      </w:r>
      <w:proofErr w:type="gramStart"/>
      <w:r>
        <w:t>doručí</w:t>
      </w:r>
      <w:proofErr w:type="gramEnd"/>
      <w:r>
        <w:t xml:space="preserve"> do konce lhůty pro podání nabídek stanovené</w:t>
      </w:r>
      <w:r w:rsidR="00092CC9">
        <w:t xml:space="preserve"> v </w:t>
      </w:r>
      <w:r>
        <w:t>oznámení</w:t>
      </w:r>
      <w:r w:rsidR="00092CC9">
        <w:t xml:space="preserve"> o </w:t>
      </w:r>
      <w:r>
        <w:t>zahájení zadávacího řízení –</w:t>
      </w:r>
      <w:r w:rsidR="00DA64CD">
        <w:t xml:space="preserve"> sektorová veřejná zakázka</w:t>
      </w:r>
      <w:r>
        <w:t>,</w:t>
      </w:r>
      <w:r w:rsidR="00845C50">
        <w:t xml:space="preserve"> a </w:t>
      </w:r>
      <w:r>
        <w:t xml:space="preserve">to prostřednictvím elektronického nástroje E-ZAK na níže uvedenou elektronickou adresu </w:t>
      </w:r>
      <w:hyperlink r:id="rId22"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56A094C8" w14:textId="0E5E317F" w:rsidR="00272A15" w:rsidRDefault="00272A15" w:rsidP="00683213">
      <w:pPr>
        <w:pStyle w:val="Text1-1"/>
      </w:pPr>
      <w:r>
        <w:t xml:space="preserve">Dodavatel </w:t>
      </w:r>
      <w:proofErr w:type="gramStart"/>
      <w:r>
        <w:t>předloží</w:t>
      </w:r>
      <w:proofErr w:type="gramEnd"/>
      <w: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413F8C">
          <w:rPr>
            <w:rStyle w:val="Hypertextovodkaz"/>
          </w:rPr>
          <w:t>https://zakazky.spravazeleznic.cz/manual.html</w:t>
        </w:r>
      </w:hyperlink>
      <w:r>
        <w:t xml:space="preserve">. Nabídka nemusí být opatřena elektronickým podpisem osoby oprávněné jednat za dodavatele. </w:t>
      </w:r>
      <w:r w:rsidR="00683213" w:rsidRPr="00683213">
        <w:t>Uznávaný</w:t>
      </w:r>
      <w:r w:rsidR="00683213">
        <w:t xml:space="preserve"> e</w:t>
      </w:r>
      <w:r>
        <w:t xml:space="preserve">lektronický podpis </w:t>
      </w:r>
      <w:r w:rsidR="00683213" w:rsidRPr="00683213">
        <w:t>založený na kvalifikovaném certifikátu</w:t>
      </w:r>
      <w:r w:rsidR="00683213">
        <w:t xml:space="preserve"> </w:t>
      </w:r>
      <w:r>
        <w:t>je vyžadován pouze při registraci dodavatele do elektronického nástroje</w:t>
      </w:r>
      <w:r w:rsidR="008B35D1">
        <w:t xml:space="preserve"> zadavatele</w:t>
      </w:r>
      <w:r>
        <w:t>.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 xml:space="preserve">ve formátech analogicky k § </w:t>
      </w:r>
      <w:r w:rsidR="0061450A">
        <w:t>11</w:t>
      </w:r>
      <w:r w:rsidR="007E0287" w:rsidRPr="002C4A72">
        <w:t xml:space="preserve"> odst. 2 a 3 </w:t>
      </w:r>
      <w:proofErr w:type="spellStart"/>
      <w:r w:rsidR="007E0287" w:rsidRPr="002C4A72">
        <w:t>vyhl</w:t>
      </w:r>
      <w:proofErr w:type="spellEnd"/>
      <w:r w:rsidR="007E0287">
        <w:t>.</w:t>
      </w:r>
      <w:r w:rsidR="007E0287" w:rsidRPr="002C4A72">
        <w:t xml:space="preserve"> č. </w:t>
      </w:r>
      <w:r w:rsidR="0061450A">
        <w:t>345</w:t>
      </w:r>
      <w:r w:rsidR="007E0287" w:rsidRPr="002C4A72">
        <w:t>/20</w:t>
      </w:r>
      <w:r w:rsidR="0061450A">
        <w:t>23</w:t>
      </w:r>
      <w:r w:rsidR="007E0287" w:rsidRPr="002C4A72">
        <w:t xml:space="preserve"> Sb., ve znění pozdějších předpisů</w:t>
      </w:r>
      <w:r w:rsidR="007E0287">
        <w:t xml:space="preserve">) </w:t>
      </w:r>
      <w:r>
        <w:t xml:space="preserve">nebo více souborů </w:t>
      </w:r>
      <w:r w:rsidR="003B0B71">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proofErr w:type="gramStart"/>
      <w:r>
        <w:t>50MB</w:t>
      </w:r>
      <w:proofErr w:type="gramEnd"/>
      <w:r>
        <w:t xml:space="preserve"> za jeden takový soubor, příp. zkomprimované soubory. Soubory většího rozsahu je nutno před jejich odesláním prostřednictvím E-ZAK vhodným způsobem rozdělit. Velikost samotné nabídky jako celku není nijak omezena. </w:t>
      </w:r>
      <w:r w:rsidR="00687D83">
        <w:t xml:space="preserve">Zadavatel poskytuje Soupis prací jako součást zadávací dokumentace ve formátu </w:t>
      </w:r>
      <w:r w:rsidR="00552763">
        <w:t>XLSX</w:t>
      </w:r>
      <w:r w:rsidR="00687D83">
        <w:t xml:space="preserve"> a ve formátu XML. </w:t>
      </w:r>
      <w:r>
        <w:t xml:space="preserve">Soupis prací ve formátu XML má strukturu dat dle </w:t>
      </w:r>
      <w:r w:rsidRPr="001326E8">
        <w:t>datového předpisu</w:t>
      </w:r>
      <w:r w:rsidR="0015452E" w:rsidRPr="001326E8">
        <w:t xml:space="preserve"> </w:t>
      </w:r>
      <w:r w:rsidR="001A0C14" w:rsidRPr="001326E8">
        <w:t>XDC (popis datového předpisu viz</w:t>
      </w:r>
      <w:r w:rsidR="003E459C" w:rsidRPr="001326E8">
        <w:rPr>
          <w:rStyle w:val="Hypertextovodkaz"/>
          <w:noProof w:val="0"/>
        </w:rPr>
        <w:t xml:space="preserve"> </w:t>
      </w:r>
      <w:hyperlink r:id="rId24" w:history="1">
        <w:r w:rsidR="00960EC0" w:rsidRPr="001326E8">
          <w:rPr>
            <w:rStyle w:val="Hypertextovodkaz"/>
            <w:noProof w:val="0"/>
          </w:rPr>
          <w:t>https://xdc.spravazeleznic.cz</w:t>
        </w:r>
      </w:hyperlink>
      <w:r w:rsidR="00B4599F" w:rsidRPr="001326E8">
        <w:rPr>
          <w:rStyle w:val="Hypertextovodkaz"/>
          <w:noProof w:val="0"/>
        </w:rPr>
        <w:t>)</w:t>
      </w:r>
      <w:r w:rsidRPr="001326E8">
        <w:t xml:space="preserve">. </w:t>
      </w:r>
      <w:r w:rsidRPr="001326E8">
        <w:rPr>
          <w:b/>
        </w:rPr>
        <w:t xml:space="preserve">Oceněný Soupis prací bude dodavatelem v nabídce předložen </w:t>
      </w:r>
      <w:r w:rsidR="00E11ACD" w:rsidRPr="001326E8">
        <w:rPr>
          <w:b/>
        </w:rPr>
        <w:t xml:space="preserve">pouze </w:t>
      </w:r>
      <w:r w:rsidRPr="001326E8">
        <w:rPr>
          <w:b/>
        </w:rPr>
        <w:t>ve formátu XML</w:t>
      </w:r>
      <w:r w:rsidR="00687D83" w:rsidRPr="001326E8">
        <w:rPr>
          <w:b/>
        </w:rPr>
        <w:t xml:space="preserve"> (datový předpis </w:t>
      </w:r>
      <w:r w:rsidR="0015452E" w:rsidRPr="001326E8">
        <w:rPr>
          <w:b/>
        </w:rPr>
        <w:t>X</w:t>
      </w:r>
      <w:r w:rsidR="001A0C14" w:rsidRPr="001326E8">
        <w:rPr>
          <w:b/>
        </w:rPr>
        <w:t>D</w:t>
      </w:r>
      <w:r w:rsidR="0015452E" w:rsidRPr="001326E8">
        <w:rPr>
          <w:b/>
        </w:rPr>
        <w:t>C</w:t>
      </w:r>
      <w:r w:rsidR="00687D83" w:rsidRPr="001326E8">
        <w:rPr>
          <w:b/>
        </w:rPr>
        <w:t>)</w:t>
      </w:r>
      <w:r w:rsidRPr="001326E8">
        <w:rPr>
          <w:b/>
        </w:rPr>
        <w:t>.</w:t>
      </w:r>
      <w:r w:rsidRPr="001326E8">
        <w:t xml:space="preserve"> V případě změn a doplnění zadávací dokumentace budou případné změny či úpravy Soupisu prací zadavatelem prováděny ve formátu XML</w:t>
      </w:r>
      <w:r w:rsidR="00687D83" w:rsidRPr="001326E8">
        <w:t xml:space="preserve"> </w:t>
      </w:r>
      <w:r w:rsidR="00687D83" w:rsidRPr="001326E8">
        <w:rPr>
          <w:rFonts w:ascii="Verdana" w:hAnsi="Verdana"/>
          <w:sz w:val="20"/>
          <w:szCs w:val="20"/>
        </w:rPr>
        <w:t xml:space="preserve">a </w:t>
      </w:r>
      <w:r w:rsidR="00552763" w:rsidRPr="001326E8">
        <w:rPr>
          <w:rFonts w:ascii="Verdana" w:hAnsi="Verdana"/>
        </w:rPr>
        <w:t>XLSX</w:t>
      </w:r>
      <w:r w:rsidRPr="001326E8">
        <w:t xml:space="preserve">.  Soupis prací ve formátu XML </w:t>
      </w:r>
      <w:r w:rsidR="00687D83" w:rsidRPr="001326E8">
        <w:t xml:space="preserve">(datový předpis </w:t>
      </w:r>
      <w:r w:rsidR="0015452E" w:rsidRPr="001326E8">
        <w:t>X</w:t>
      </w:r>
      <w:r w:rsidR="001A0C14" w:rsidRPr="001326E8">
        <w:t>D</w:t>
      </w:r>
      <w:r w:rsidR="0015452E" w:rsidRPr="001326E8">
        <w:t>C</w:t>
      </w:r>
      <w:r w:rsidR="00687D83" w:rsidRPr="001326E8">
        <w:t xml:space="preserve">) </w:t>
      </w:r>
      <w:r w:rsidRPr="001326E8">
        <w:t xml:space="preserve">může dodavatel také vyplnit v modulu pro ocenění nabídkové ceny na zabezpečeném serveru </w:t>
      </w:r>
      <w:hyperlink r:id="rId25" w:history="1">
        <w:r w:rsidR="00960EC0" w:rsidRPr="001326E8">
          <w:rPr>
            <w:rStyle w:val="Hypertextovodkaz"/>
            <w:noProof w:val="0"/>
          </w:rPr>
          <w:t>https://xdc.spravazeleznic.cz</w:t>
        </w:r>
      </w:hyperlink>
      <w:r w:rsidR="001A0C14" w:rsidRPr="001326E8">
        <w:rPr>
          <w:rStyle w:val="Hypertextovodkaz"/>
          <w:noProof w:val="0"/>
        </w:rPr>
        <w:t>/</w:t>
      </w:r>
      <w:r w:rsidRPr="001326E8">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77777777" w:rsidR="0035531B" w:rsidRDefault="0035531B" w:rsidP="00BC6D2B">
      <w:pPr>
        <w:pStyle w:val="Odrka1-1"/>
      </w:pPr>
      <w:r>
        <w:t>Dopis nabídky</w:t>
      </w:r>
      <w:r w:rsidR="00845C50">
        <w:t xml:space="preserve"> a </w:t>
      </w:r>
      <w:r>
        <w:t>Příloha</w:t>
      </w:r>
      <w:r w:rsidR="00BC6D2B">
        <w:t xml:space="preserve"> k </w:t>
      </w:r>
      <w:r>
        <w:t>nabídce, zpracované dle instrukcí obsažených</w:t>
      </w:r>
      <w:r w:rsidR="00092CC9">
        <w:t xml:space="preserve"> v </w:t>
      </w:r>
      <w:r>
        <w:t>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 xml:space="preserve">bezprostředně předcházejících tří uzavřených účetních období (popř. za účetní </w:t>
      </w:r>
      <w:r>
        <w:lastRenderedPageBreak/>
        <w:t>období od svého vzniku) dosáhl alespoň minimální požadované výše celkového ročního obratu.</w:t>
      </w:r>
    </w:p>
    <w:p w14:paraId="5D46F568" w14:textId="0E8B89D2" w:rsidR="0035531B" w:rsidRDefault="0035531B" w:rsidP="00BC6D2B">
      <w:pPr>
        <w:pStyle w:val="Odrka1-1"/>
      </w:pPr>
      <w:r>
        <w:t>Doklady prokazující splnění technické kvalifikace, tj. seznam stavebních prací ve formě formuláře obsaženého</w:t>
      </w:r>
      <w:r w:rsidR="00092CC9">
        <w:t xml:space="preserve"> v </w:t>
      </w:r>
      <w:r>
        <w:t>Příloze č. 4 těchto Pokynů včetně osvědčení objednatelů,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Pokynů, včetně požadovaných příloh.</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25168FE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586EB09B" w14:textId="5235B617" w:rsidR="00602BF1" w:rsidRDefault="00602BF1" w:rsidP="00BC6D2B">
      <w:pPr>
        <w:pStyle w:val="Odrka1-1"/>
      </w:pPr>
      <w:r w:rsidRPr="00010882">
        <w:rPr>
          <w:lang w:eastAsia="cs-CZ"/>
        </w:rPr>
        <w:t xml:space="preserve">Čestné prohlášení o splnění podmínek v souvislosti </w:t>
      </w:r>
      <w:r w:rsidR="00DB78E9">
        <w:rPr>
          <w:lang w:eastAsia="cs-CZ"/>
        </w:rPr>
        <w:t>s mezinárodními sankcemi</w:t>
      </w:r>
      <w:r w:rsidR="00DB78E9">
        <w:t xml:space="preserve"> </w:t>
      </w:r>
      <w:r>
        <w:t>zpracované ve formě formuláře obsaženého v příloze č. 11 těchto Pokynů.</w:t>
      </w:r>
    </w:p>
    <w:p w14:paraId="134B7C2A" w14:textId="54BFAD78" w:rsidR="0035531B" w:rsidRPr="00831DE9"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51E71E84" w14:textId="77777777" w:rsidR="0035531B" w:rsidRDefault="0035531B" w:rsidP="00BC6D2B">
      <w:pPr>
        <w:pStyle w:val="Odrka1-1"/>
      </w:pPr>
      <w:r>
        <w:t xml:space="preserve">Oceněný Soupis prací </w:t>
      </w:r>
      <w:r w:rsidRPr="0048486A">
        <w:t>obsažen</w:t>
      </w:r>
      <w:r w:rsidR="0048486A">
        <w:t>ý</w:t>
      </w:r>
      <w:r w:rsidR="00092CC9" w:rsidRPr="0048486A">
        <w:t xml:space="preserve"> v </w:t>
      </w:r>
      <w:r w:rsidRPr="0048486A">
        <w:t>Dílu 4 zadávací dokumentace</w:t>
      </w:r>
      <w:r>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10307C8B" w:rsidR="0035531B" w:rsidRDefault="0035531B" w:rsidP="0035531B">
      <w:pPr>
        <w:pStyle w:val="Text1-1"/>
      </w:pPr>
      <w:r>
        <w:t xml:space="preserve">Nabídky podané po uplynutí lhůty pro podání nabídky nebo podané </w:t>
      </w:r>
      <w:proofErr w:type="gramStart"/>
      <w:r>
        <w:t>jiným,</w:t>
      </w:r>
      <w:proofErr w:type="gramEnd"/>
      <w:r>
        <w:t xml:space="preserve">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7FBA06C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zadávacích podmínkách této veřejné zakázky. Požadavky na strukturu nabídky uvedené</w:t>
      </w:r>
      <w:r w:rsidR="00092CC9">
        <w:t xml:space="preserve"> </w:t>
      </w:r>
      <w:proofErr w:type="gramStart"/>
      <w:r w:rsidR="00092CC9">
        <w:t>v </w:t>
      </w:r>
      <w:r>
        <w:t xml:space="preserve"> čl.</w:t>
      </w:r>
      <w:proofErr w:type="gramEnd"/>
      <w:r>
        <w:t xml:space="preserve">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w:t>
      </w:r>
      <w:proofErr w:type="gramStart"/>
      <w:r w:rsidRPr="008E1138">
        <w:rPr>
          <w:rStyle w:val="Tun9b"/>
          <w:b w:val="0"/>
        </w:rPr>
        <w:t>tvoří</w:t>
      </w:r>
      <w:proofErr w:type="gramEnd"/>
      <w:r w:rsidRPr="008E1138">
        <w:rPr>
          <w:rStyle w:val="Tun9b"/>
          <w:b w:val="0"/>
        </w:rPr>
        <w:t xml:space="preserve">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8" w:name="_Toc172782331"/>
      <w:r>
        <w:lastRenderedPageBreak/>
        <w:t>POŽADAVKY NA ZPRACOVÁNÍ NABÍDKOVÉ CENY</w:t>
      </w:r>
      <w:bookmarkEnd w:id="18"/>
      <w:r>
        <w:t xml:space="preserve"> </w:t>
      </w:r>
    </w:p>
    <w:p w14:paraId="3530DD41" w14:textId="77777777"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 těchto Pokynů</w:t>
      </w:r>
      <w:r w:rsidR="00845C50">
        <w:t xml:space="preserve"> a </w:t>
      </w:r>
      <w:r>
        <w:t xml:space="preserve">zadávacích podmínek této veřejné zakázky jako celku. </w:t>
      </w:r>
    </w:p>
    <w:p w14:paraId="2EA4D06B" w14:textId="31784332" w:rsidR="0035531B" w:rsidRDefault="0035531B" w:rsidP="0035531B">
      <w:pPr>
        <w:pStyle w:val="Text1-1"/>
      </w:pPr>
      <w:r>
        <w:t xml:space="preserve">Dodavatelé ocení všechny položky Soupisu prací </w:t>
      </w:r>
      <w:r w:rsidR="00AC01E9">
        <w:t>(není-li v </w:t>
      </w:r>
      <w:r w:rsidR="00C17457">
        <w:t>zadávacích podmínkách</w:t>
      </w:r>
      <w:r w:rsidR="00AC01E9">
        <w:t xml:space="preserve"> stanoveno jinak) </w:t>
      </w:r>
      <w:r>
        <w:t>poskytnutého</w:t>
      </w:r>
      <w:r w:rsidR="00092CC9">
        <w:t xml:space="preserve"> v </w:t>
      </w:r>
      <w:r>
        <w:t>Dílu 4</w:t>
      </w:r>
      <w:r w:rsidR="00845C50">
        <w:t xml:space="preserve"> s </w:t>
      </w:r>
      <w:r>
        <w:t>názvem Soupis prací</w:t>
      </w:r>
      <w:r w:rsidR="00845C50">
        <w:t xml:space="preserve"> s </w:t>
      </w:r>
      <w:r>
        <w:t>výkazem výměr</w:t>
      </w:r>
      <w:r w:rsidR="00845C50">
        <w:t xml:space="preserve"> s </w:t>
      </w:r>
      <w:r>
        <w:t>přihlédnutím</w:t>
      </w:r>
      <w:r w:rsidR="00BC6D2B">
        <w:t xml:space="preserve"> k </w:t>
      </w:r>
      <w:r>
        <w:t>technickým specifikacím jednotlivých položek.</w:t>
      </w:r>
      <w:r w:rsidR="00092CC9">
        <w:t xml:space="preserve"> </w:t>
      </w:r>
      <w:r w:rsidR="007038DC" w:rsidRPr="007038DC">
        <w:rPr>
          <w:rStyle w:val="Tun9b"/>
        </w:rPr>
        <w:t>V</w:t>
      </w:r>
      <w:r w:rsidR="00092CC9" w:rsidRPr="007038DC">
        <w:rPr>
          <w:rStyle w:val="Tun9b"/>
        </w:rPr>
        <w:t> </w:t>
      </w:r>
      <w:r w:rsidRPr="007038DC">
        <w:rPr>
          <w:rStyle w:val="Tun9b"/>
        </w:rPr>
        <w:t>případě, že dodavatel některou</w:t>
      </w:r>
      <w:r w:rsidR="0060115D" w:rsidRPr="007038DC">
        <w:rPr>
          <w:rStyle w:val="Tun9b"/>
        </w:rPr>
        <w:t xml:space="preserve"> z </w:t>
      </w:r>
      <w:r w:rsidRPr="007038DC">
        <w:rPr>
          <w:rStyle w:val="Tun9b"/>
        </w:rPr>
        <w:t>položek uvedených</w:t>
      </w:r>
      <w:r w:rsidR="00092CC9" w:rsidRPr="007038DC">
        <w:rPr>
          <w:rStyle w:val="Tun9b"/>
        </w:rPr>
        <w:t xml:space="preserve"> v </w:t>
      </w:r>
      <w:r w:rsidR="00D919BB">
        <w:rPr>
          <w:rStyle w:val="Tun9b"/>
        </w:rPr>
        <w:t>S</w:t>
      </w:r>
      <w:r w:rsidRPr="007038DC">
        <w:rPr>
          <w:rStyle w:val="Tun9b"/>
        </w:rPr>
        <w:t>oupisu prací</w:t>
      </w:r>
      <w:r w:rsidR="0016681F">
        <w:rPr>
          <w:rStyle w:val="Tun9b"/>
        </w:rPr>
        <w:t>, jež mají být oceněny,</w:t>
      </w:r>
      <w:r w:rsidRPr="007038DC">
        <w:rPr>
          <w:rStyle w:val="Tun9b"/>
        </w:rPr>
        <w:t xml:space="preserve"> neocení vůbec nebo ji ocení nulovou hodnotou, tak hodnověrně</w:t>
      </w:r>
      <w:r w:rsidR="00845C50" w:rsidRPr="007038DC">
        <w:rPr>
          <w:rStyle w:val="Tun9b"/>
        </w:rPr>
        <w:t xml:space="preserve"> a </w:t>
      </w:r>
      <w:r w:rsidRPr="007038DC">
        <w:rPr>
          <w:rStyle w:val="Tun9b"/>
        </w:rPr>
        <w:t>dostatečně ve své nabídce vysvětlí,</w:t>
      </w:r>
      <w:r w:rsidR="0060115D" w:rsidRPr="007038DC">
        <w:rPr>
          <w:rStyle w:val="Tun9b"/>
        </w:rPr>
        <w:t xml:space="preserve"> z </w:t>
      </w:r>
      <w:r w:rsidRPr="007038DC">
        <w:rPr>
          <w:rStyle w:val="Tun9b"/>
        </w:rPr>
        <w:t>jakého důvodu nebyla položka oceněna, případně proč</w:t>
      </w:r>
      <w:r w:rsidR="00845C50" w:rsidRPr="007038DC">
        <w:rPr>
          <w:rStyle w:val="Tun9b"/>
        </w:rPr>
        <w:t xml:space="preserve"> a </w:t>
      </w:r>
      <w:r w:rsidRPr="007038DC">
        <w:rPr>
          <w:rStyle w:val="Tun9b"/>
        </w:rPr>
        <w:t>jakým způsobem je daná položka již zahrnuta/oceněna</w:t>
      </w:r>
      <w:r w:rsidR="00092CC9" w:rsidRPr="007038DC">
        <w:rPr>
          <w:rStyle w:val="Tun9b"/>
        </w:rPr>
        <w:t xml:space="preserve"> v </w:t>
      </w:r>
      <w:r w:rsidRPr="007038DC">
        <w:rPr>
          <w:rStyle w:val="Tun9b"/>
        </w:rPr>
        <w:t>jiných položkách Soupisu prací.</w:t>
      </w:r>
      <w:r w:rsidR="00092CC9">
        <w:t xml:space="preserve"> </w:t>
      </w:r>
      <w:r w:rsidR="007038DC">
        <w:t>V</w:t>
      </w:r>
      <w:r w:rsidR="00092CC9">
        <w:t> </w:t>
      </w:r>
      <w:r>
        <w:t>případě, že nabídka takové vysvětlení nebude obsahovat, zadavatel bude takovou skutečnost považovat za nejasnost</w:t>
      </w:r>
      <w:r w:rsidR="00845C50">
        <w:t xml:space="preserve"> a </w:t>
      </w:r>
      <w:r>
        <w:t>pro takový případ si vyhrazuje právo požádat dodavatele</w:t>
      </w:r>
      <w:r w:rsidR="00092CC9">
        <w:t xml:space="preserve"> o </w:t>
      </w:r>
      <w:r>
        <w:t xml:space="preserve">písemné vysvětlení nabídky. Zadavatel účastníka zadávacího řízení </w:t>
      </w:r>
      <w:proofErr w:type="gramStart"/>
      <w:r>
        <w:t>vyloučí</w:t>
      </w:r>
      <w:proofErr w:type="gramEnd"/>
      <w:r>
        <w:t>, pokud neshledá vysvětlení dodavatele za dostatečné</w:t>
      </w:r>
      <w:r w:rsidR="00845C50">
        <w:t xml:space="preserve"> a </w:t>
      </w:r>
      <w:r>
        <w:t>objektivně akceptovatelné (např. dodavatel hodnověrně</w:t>
      </w:r>
      <w:r w:rsidR="00845C50">
        <w:t xml:space="preserve"> a </w:t>
      </w:r>
      <w:r>
        <w:t>dostatečně nevysvětlí, proč</w:t>
      </w:r>
      <w:r w:rsidR="00845C50">
        <w:t xml:space="preserve"> a </w:t>
      </w:r>
      <w:r>
        <w:t>jakým způsobem je daná položka již zahrnuta/oceněna</w:t>
      </w:r>
      <w:r w:rsidR="00092CC9">
        <w:t xml:space="preserve"> v </w:t>
      </w:r>
      <w:r>
        <w:t>jiných položkách soupisu prací apod.). Jednotkové ceny se uvedou bez DPH. Množství jednotek se uvádí se zaokrouhlením na 3 desetinná místa</w:t>
      </w:r>
      <w:r w:rsidR="00845C50">
        <w:t xml:space="preserve"> a </w:t>
      </w:r>
      <w:r>
        <w:t>jednotlivé oceněné položky Soupisu prací se uvádějí</w:t>
      </w:r>
      <w:r w:rsidR="00092CC9">
        <w:t xml:space="preserve"> v </w:t>
      </w:r>
      <w:r>
        <w:t>Kč se zaokrouhlením na 2 desetinná místa. Další případné požadavky na vyplnění Soupisu prací stanoví Komentář</w:t>
      </w:r>
      <w:r w:rsidR="00BC6D2B">
        <w:t xml:space="preserve"> k </w:t>
      </w:r>
      <w:r>
        <w:t>soupisu prací (Díl 4 část 1 zadávací dokumentace).</w:t>
      </w:r>
    </w:p>
    <w:p w14:paraId="3C913279" w14:textId="16A5E452" w:rsidR="009D2EAA" w:rsidRPr="00890916" w:rsidRDefault="0035531B" w:rsidP="001326E8">
      <w:pPr>
        <w:pStyle w:val="Text1-1"/>
      </w:pPr>
      <w:r>
        <w:t>Nabídková cena bude</w:t>
      </w:r>
      <w:r w:rsidR="00092CC9">
        <w:t xml:space="preserve"> v </w:t>
      </w:r>
      <w:r>
        <w:t>Dopise nabídky uvedena</w:t>
      </w:r>
      <w:r w:rsidR="00092CC9">
        <w:t xml:space="preserve"> v </w:t>
      </w:r>
      <w:r>
        <w:t>Kč bez DPH. Nabídková cena bude</w:t>
      </w:r>
      <w:r w:rsidR="00092CC9">
        <w:t xml:space="preserve"> v </w:t>
      </w:r>
      <w:r>
        <w:t>nabídce zaokrouhlená na dvě desetinná místa</w:t>
      </w:r>
      <w:r w:rsidRPr="00890916">
        <w:t>.</w:t>
      </w:r>
      <w:r w:rsidR="00092CC9" w:rsidRPr="00890916">
        <w:t xml:space="preserve"> </w:t>
      </w:r>
      <w:r w:rsidR="007038DC" w:rsidRPr="00890916">
        <w:t>V</w:t>
      </w:r>
      <w:r w:rsidR="00092CC9" w:rsidRPr="00890916">
        <w:t> </w:t>
      </w:r>
      <w:r w:rsidRPr="00890916">
        <w:t>případě rozporu mezi nabídkovou cenou uvedenou</w:t>
      </w:r>
      <w:r w:rsidR="00092CC9" w:rsidRPr="00890916">
        <w:t xml:space="preserve"> v </w:t>
      </w:r>
      <w:r w:rsidRPr="00890916">
        <w:t>Dopise nabídky</w:t>
      </w:r>
      <w:r w:rsidR="00845C50" w:rsidRPr="00890916">
        <w:t xml:space="preserve"> a </w:t>
      </w:r>
      <w:r w:rsidRPr="00890916">
        <w:t>nabídkovou cenou uvedenou</w:t>
      </w:r>
      <w:r w:rsidR="00092CC9" w:rsidRPr="00890916">
        <w:t xml:space="preserve"> v </w:t>
      </w:r>
      <w:r w:rsidR="00890916" w:rsidRPr="00890916">
        <w:t>oceněném Soupisu prací</w:t>
      </w:r>
      <w:r w:rsidRPr="00890916">
        <w:t xml:space="preserve"> bude mít přednost nabídková cena uvedená</w:t>
      </w:r>
      <w:r w:rsidR="00092CC9" w:rsidRPr="00890916">
        <w:t xml:space="preserve"> v </w:t>
      </w:r>
      <w:r w:rsidRPr="00890916">
        <w:t>Dopise nabídky.</w:t>
      </w:r>
    </w:p>
    <w:p w14:paraId="294A3070" w14:textId="77777777" w:rsidR="0035531B" w:rsidRDefault="0035531B" w:rsidP="007038DC">
      <w:pPr>
        <w:pStyle w:val="Nadpis1-1"/>
      </w:pPr>
      <w:bookmarkStart w:id="19" w:name="_Toc172782332"/>
      <w:r>
        <w:t>VARIANTY NABÍDKY, VÝHRADA ZMĚNY DODAVATELE</w:t>
      </w:r>
      <w:bookmarkEnd w:id="19"/>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77777777"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předčasnému ukončení smlouvy ze strany dodavatele nebo</w:t>
      </w:r>
      <w:r w:rsidR="00BC6D2B">
        <w:t xml:space="preserve"> k </w:t>
      </w:r>
      <w:r>
        <w:t>předčasnému ukončení smlouvy ze strany zadavatele</w:t>
      </w:r>
      <w:r w:rsidR="0060115D">
        <w:t xml:space="preserve"> z </w:t>
      </w:r>
      <w:r>
        <w:t>důvodu porušení povinností dodavatele. Zadavatel si pro takový případ vyhrazuje právo uzavřít smlouvu</w:t>
      </w:r>
      <w:r w:rsidR="00845C50">
        <w:t xml:space="preserve"> 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smlouvu</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 smlouvy, jež byla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k </w:t>
      </w:r>
      <w:r>
        <w:t>uzavření smlouvy</w:t>
      </w:r>
      <w:r w:rsidR="00845C50">
        <w:t xml:space="preserve"> s </w:t>
      </w:r>
      <w:r>
        <w:t>dodavatelem, který se umístil ve výsledku hodnocení</w:t>
      </w:r>
      <w:r w:rsidR="00092CC9">
        <w:t xml:space="preserve"> v </w:t>
      </w:r>
      <w:r>
        <w:t>zadávacím řízení jako další</w:t>
      </w:r>
      <w:r w:rsidR="00092CC9">
        <w:t xml:space="preserve"> v </w:t>
      </w:r>
      <w:r>
        <w:t>pořadí.</w:t>
      </w:r>
    </w:p>
    <w:p w14:paraId="1D9FD561" w14:textId="3E807017" w:rsidR="0035531B" w:rsidRDefault="0035531B" w:rsidP="00815C1B">
      <w:pPr>
        <w:pStyle w:val="Text1-1"/>
        <w:numPr>
          <w:ilvl w:val="0"/>
          <w:numId w:val="0"/>
        </w:numPr>
        <w:ind w:left="737"/>
      </w:pPr>
      <w:r>
        <w:t>Zadavatel upřesňuje, že rozsah předmětu plnění dle smlouvy</w:t>
      </w:r>
      <w:r w:rsidR="00845C50">
        <w:t xml:space="preserve"> s </w:t>
      </w:r>
      <w:r>
        <w:t>novým dodavatelem bude upraven tak, že dojde</w:t>
      </w:r>
      <w:r w:rsidR="00BC6D2B">
        <w:t xml:space="preserve"> k </w:t>
      </w:r>
      <w:r>
        <w:t>adekvátnímu snížení rozsahu</w:t>
      </w:r>
      <w:r w:rsidR="00092CC9">
        <w:t xml:space="preserve"> o </w:t>
      </w:r>
      <w:r>
        <w:t>tu část plnění, která již byla původním dodavatelem bezvadně dodána. Smluvní cena pro účely smlouvy</w:t>
      </w:r>
      <w:r w:rsidR="00845C50">
        <w:t xml:space="preserve"> s </w:t>
      </w:r>
      <w:r>
        <w:t>novým dodavatelem bude stanovena tak, že nabídková cena uvedená</w:t>
      </w:r>
      <w:r w:rsidR="00092CC9">
        <w:t xml:space="preserve"> v </w:t>
      </w:r>
      <w:r>
        <w:t>nabídce nového dodavatele předložené</w:t>
      </w:r>
      <w:r w:rsidR="00092CC9">
        <w:t xml:space="preserve"> v </w:t>
      </w:r>
      <w:r>
        <w:t>zadávacím řízení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 Ve stejném poměru,</w:t>
      </w:r>
      <w:r w:rsidR="00092CC9">
        <w:t xml:space="preserve"> v </w:t>
      </w:r>
      <w:r>
        <w:t>jakém dojde</w:t>
      </w:r>
      <w:r w:rsidR="00BC6D2B">
        <w:t xml:space="preserve"> k </w:t>
      </w:r>
      <w:r>
        <w:t>úpravě smluvní ceny pro účely smlouvy</w:t>
      </w:r>
      <w:r w:rsidR="00845C50">
        <w:t xml:space="preserve"> 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zajištění plnění Smlouvy (</w:t>
      </w:r>
      <w:r w:rsidR="00417206" w:rsidRPr="000C52C1">
        <w:t>Bankovní záruka za provedení Díla a Pojistná záruka za provedení Díla</w:t>
      </w:r>
      <w:r>
        <w:t xml:space="preserve">). </w:t>
      </w:r>
    </w:p>
    <w:p w14:paraId="17C9B4A5" w14:textId="77777777" w:rsidR="0035531B" w:rsidRDefault="0035531B" w:rsidP="00815C1B">
      <w:pPr>
        <w:pStyle w:val="Text1-1"/>
        <w:numPr>
          <w:ilvl w:val="0"/>
          <w:numId w:val="0"/>
        </w:numPr>
        <w:ind w:left="737"/>
      </w:pPr>
      <w:r>
        <w:lastRenderedPageBreak/>
        <w:t>Společně</w:t>
      </w:r>
      <w:r w:rsidR="00845C50">
        <w:t xml:space="preserve"> s </w:t>
      </w:r>
      <w:r>
        <w:t>úpravou rozsahu díla dle smlouvy</w:t>
      </w:r>
      <w:r w:rsidR="00845C50">
        <w:t xml:space="preserve"> s </w:t>
      </w:r>
      <w:r>
        <w:t>novým dodavatelem bude odpovídajícím způsobem upraven</w:t>
      </w:r>
      <w:r w:rsidR="00845C50">
        <w:t xml:space="preserve"> a </w:t>
      </w:r>
      <w:r>
        <w:t>aktualizován i harmonogram postupu prací,</w:t>
      </w:r>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20" w:name="_Toc172782333"/>
      <w:r>
        <w:t>OTEVÍRÁNÍ NABÍDEK</w:t>
      </w:r>
      <w:bookmarkEnd w:id="20"/>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1" w:name="_Toc172782334"/>
      <w:r>
        <w:t>POSOUZENÍ SPLNĚNÍ PODMÍNEK ÚČASTI</w:t>
      </w:r>
      <w:bookmarkEnd w:id="21"/>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5A3AE4D6" w:rsidR="0035531B" w:rsidRDefault="0035531B" w:rsidP="004039B9">
      <w:pPr>
        <w:pStyle w:val="Text1-1"/>
      </w:pPr>
      <w:r>
        <w:t>Zadavatel je oprávněn ověřovat věrohodnost</w:t>
      </w:r>
      <w:r w:rsidR="00092CC9">
        <w:t xml:space="preserve"> </w:t>
      </w:r>
      <w:r w:rsidR="00547BFE">
        <w:t>účastníkem</w:t>
      </w:r>
      <w:r>
        <w:t xml:space="preserve"> poskytnutých údajů</w:t>
      </w:r>
      <w:r w:rsidR="00845C50">
        <w:t xml:space="preserve"> a </w:t>
      </w:r>
      <w:r>
        <w:t>dokladů</w:t>
      </w:r>
      <w:r w:rsidR="00845C50">
        <w:t xml:space="preserve"> a </w:t>
      </w:r>
      <w:r>
        <w:t>rovněž si je i sám opatřovat</w:t>
      </w:r>
      <w:r w:rsidR="004039B9">
        <w:t xml:space="preserve">, </w:t>
      </w:r>
      <w:r w:rsidR="004039B9" w:rsidRPr="004039B9">
        <w:t>pokud nejde o údaje</w:t>
      </w:r>
      <w:r w:rsidR="004039B9">
        <w:t xml:space="preserve"> a</w:t>
      </w:r>
      <w:r w:rsidR="004039B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0723EF">
        <w:t>, to však neplatí pro</w:t>
      </w:r>
      <w:r w:rsidR="000723EF" w:rsidRPr="00E86BE3">
        <w:rPr>
          <w:b/>
        </w:rPr>
        <w:t xml:space="preserve"> </w:t>
      </w:r>
      <w:r w:rsidR="000723EF" w:rsidRPr="000C68DF">
        <w:t>posouzení skutečností rozhodných pro složení jistoty</w:t>
      </w:r>
      <w:r w:rsidR="000723EF">
        <w:t xml:space="preserve"> za nabídku</w:t>
      </w:r>
      <w:r>
        <w:t xml:space="preserve">.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2" w:name="_Toc172782335"/>
      <w:r>
        <w:t>HODNOCENÍ NABÍDEK</w:t>
      </w:r>
      <w:bookmarkEnd w:id="22"/>
    </w:p>
    <w:p w14:paraId="3DD8EE65" w14:textId="77777777" w:rsidR="0035531B" w:rsidRDefault="0035531B" w:rsidP="0035531B">
      <w:pPr>
        <w:pStyle w:val="Text1-1"/>
      </w:pPr>
      <w:r>
        <w:t>Nabídky budou hodnoceny podle jejich ekonomické výhodnosti. Ekonomickou výhodnost bude zadavatel hodnotit podle nejnižší nabídkové ceny.</w:t>
      </w:r>
    </w:p>
    <w:p w14:paraId="463E73F4" w14:textId="77777777" w:rsidR="0035531B" w:rsidRDefault="0035531B" w:rsidP="0035531B">
      <w:pPr>
        <w:pStyle w:val="Text1-1"/>
      </w:pPr>
      <w:r>
        <w:t>V rámci hodnotícího kritéria bude hodnocena výše nabídkové ceny</w:t>
      </w:r>
      <w:r w:rsidR="00092CC9">
        <w:t xml:space="preserve"> v </w:t>
      </w:r>
      <w:r>
        <w:t>Kč bez DPH ve smyslu odst. 13.3 těchto Pokynů uvedená</w:t>
      </w:r>
      <w:r w:rsidR="00092CC9">
        <w:t xml:space="preserve"> v </w:t>
      </w:r>
      <w:r>
        <w:t>Dopise nabídky. Jako nejvýhodnější bude hodnocena nabídka</w:t>
      </w:r>
      <w:r w:rsidR="00845C50">
        <w:t xml:space="preserve"> s </w:t>
      </w:r>
      <w:r>
        <w:t>nejnižší nabídkovou cenou</w:t>
      </w:r>
      <w:r w:rsidR="00092CC9">
        <w:t xml:space="preserve"> v </w:t>
      </w:r>
      <w:r>
        <w:t>Kč bez DPH uvedenou</w:t>
      </w:r>
      <w:r w:rsidR="00092CC9">
        <w:t xml:space="preserve"> v </w:t>
      </w:r>
      <w:r>
        <w:t>Dopise nabídky ze všech hodnocených nabídek. Ostatní nabídky budou seřazeny</w:t>
      </w:r>
      <w:r w:rsidR="00092CC9">
        <w:t xml:space="preserve"> </w:t>
      </w:r>
      <w:proofErr w:type="gramStart"/>
      <w:r w:rsidR="00092CC9">
        <w:t>v </w:t>
      </w:r>
      <w:r>
        <w:t xml:space="preserve"> pořadí</w:t>
      </w:r>
      <w:proofErr w:type="gramEnd"/>
      <w:r>
        <w:t xml:space="preserve"> dle výše jejich nabídkových cen</w:t>
      </w:r>
      <w:r w:rsidR="00092CC9">
        <w:t xml:space="preserve"> v </w:t>
      </w:r>
      <w:r>
        <w:t>Kč bez DPH uvedených</w:t>
      </w:r>
      <w:r w:rsidR="00092CC9">
        <w:t xml:space="preserve"> v </w:t>
      </w:r>
      <w:r>
        <w:t>Dopise nabídky od nabídky</w:t>
      </w:r>
      <w:r w:rsidR="00845C50">
        <w:t xml:space="preserve"> s </w:t>
      </w:r>
      <w:r>
        <w:t>druhou nejnižší nabídkovou cenou po nabídku</w:t>
      </w:r>
      <w:r w:rsidR="00845C50">
        <w:t xml:space="preserve"> s </w:t>
      </w:r>
      <w:r>
        <w:t>nejvyšší nabídkovou cenou.</w:t>
      </w:r>
      <w:r w:rsidR="00AE004A">
        <w:t xml:space="preserve"> </w:t>
      </w:r>
      <w:r w:rsidR="00AE004A" w:rsidRPr="00DB4E5F">
        <w:t xml:space="preserve">Pokud by měly být dvě nebo více nabídek hodnoceny jako nejlepší z důvodu shodné nejnižší </w:t>
      </w:r>
      <w:r w:rsidR="00AE004A" w:rsidRPr="00DB4E5F">
        <w:lastRenderedPageBreak/>
        <w:t>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3" w:name="_Toc172782336"/>
      <w:r>
        <w:t>ZRUŠENÍ ZADÁVACÍHO ŘÍZENÍ</w:t>
      </w:r>
      <w:bookmarkEnd w:id="23"/>
    </w:p>
    <w:p w14:paraId="621CBD93" w14:textId="77777777" w:rsidR="0035531B" w:rsidRDefault="0035531B" w:rsidP="0035531B">
      <w:pPr>
        <w:pStyle w:val="Text1-1"/>
      </w:pPr>
      <w:r>
        <w:t>Důvody pro zrušení zadávacího řízení této veřejné zakázky upravuje § 127 ZZVZ.</w:t>
      </w:r>
    </w:p>
    <w:p w14:paraId="03A1AC1D" w14:textId="77777777" w:rsidR="0035531B" w:rsidRDefault="0035531B" w:rsidP="0035531B">
      <w:pPr>
        <w:pStyle w:val="Text1-1"/>
      </w:pPr>
      <w:r>
        <w:t>V souladu</w:t>
      </w:r>
      <w:r w:rsidR="00845C50">
        <w:t xml:space="preserve"> s </w:t>
      </w:r>
      <w:r>
        <w:t>§ 170 ZZVZ si zadavatel vyhrazuje právo zrušit zadávací řízení této veřejné zakázky i bez naplnění důvodů podle § 127 ZZVZ kdykoliv před uzavřením smlouvy na plnění této veřejné zakázky.</w:t>
      </w:r>
    </w:p>
    <w:p w14:paraId="52670F78" w14:textId="0026F4C8" w:rsidR="0035531B" w:rsidRDefault="0035531B" w:rsidP="001326E8">
      <w:pPr>
        <w:pStyle w:val="Text1-1"/>
      </w:pPr>
      <w:r>
        <w:t>Zadavatel si mimo jiné vyhrazuje právo zrušit zadávací řízení</w:t>
      </w:r>
      <w:r w:rsidR="00092CC9">
        <w:t xml:space="preserve"> v </w:t>
      </w:r>
      <w:r>
        <w:t>případě, že</w:t>
      </w:r>
      <w:r w:rsidR="00BC6D2B">
        <w:t xml:space="preserve"> k </w:t>
      </w:r>
      <w:r>
        <w:t>hodnocení připadnou pouze nabídky</w:t>
      </w:r>
      <w:r w:rsidR="00845C50">
        <w:t xml:space="preserve"> s </w:t>
      </w:r>
      <w:r>
        <w:t xml:space="preserve">nabídkovou cenou převyšující předpokládanou hodnotu </w:t>
      </w:r>
      <w:r w:rsidR="005C3856">
        <w:t xml:space="preserve">zakázky </w:t>
      </w:r>
      <w:r>
        <w:t>uvedenou</w:t>
      </w:r>
      <w:r w:rsidR="00092CC9">
        <w:t xml:space="preserve"> v </w:t>
      </w:r>
      <w:r>
        <w:t>čl. 5.3 těchto Pokynů</w:t>
      </w:r>
      <w:r w:rsidR="005C3856">
        <w:t>,</w:t>
      </w:r>
      <w:r>
        <w:t xml:space="preserve"> </w:t>
      </w:r>
      <w:r w:rsidR="005C3856">
        <w:t>od které je odečtena hodnota vyhrazených změn závazků ze smlouvy</w:t>
      </w:r>
      <w:r w:rsidR="00DA6BA5">
        <w:rPr>
          <w:rStyle w:val="Tun9b"/>
          <w:b w:val="0"/>
        </w:rPr>
        <w:t>.</w:t>
      </w:r>
      <w:r w:rsidR="00DA6BA5" w:rsidRPr="00DA6BA5">
        <w:rPr>
          <w:rStyle w:val="Tun9b"/>
          <w:b w:val="0"/>
        </w:rPr>
        <w:t xml:space="preserve"> </w:t>
      </w:r>
    </w:p>
    <w:p w14:paraId="56C94A88" w14:textId="77777777" w:rsidR="0035531B" w:rsidRDefault="0035531B" w:rsidP="007038DC">
      <w:pPr>
        <w:pStyle w:val="Nadpis1-1"/>
      </w:pPr>
      <w:bookmarkStart w:id="24" w:name="_Toc172782337"/>
      <w:r>
        <w:t>UZAVŘENÍ SMLOUVY</w:t>
      </w:r>
      <w:bookmarkEnd w:id="24"/>
    </w:p>
    <w:p w14:paraId="033D23D8" w14:textId="77777777" w:rsidR="0035531B" w:rsidRPr="003A2685" w:rsidRDefault="0035531B" w:rsidP="0035531B">
      <w:pPr>
        <w:pStyle w:val="Text1-1"/>
      </w:pPr>
      <w:r>
        <w:t>Uzavření smlouvy</w:t>
      </w:r>
      <w:r w:rsidR="00845C50">
        <w:t xml:space="preserve"> s </w:t>
      </w:r>
      <w:r>
        <w:t xml:space="preserve">vybraným dodavatelem upravuje § 124 ZZVZ. Smlouva bude </w:t>
      </w:r>
      <w:r w:rsidRPr="003A2685">
        <w:t>uzavřena písemně</w:t>
      </w:r>
      <w:r w:rsidR="00092CC9" w:rsidRPr="003A2685">
        <w:t xml:space="preserve"> v </w:t>
      </w:r>
      <w:r w:rsidRPr="003A2685">
        <w:t>souladu</w:t>
      </w:r>
      <w:r w:rsidR="00845C50" w:rsidRPr="003A2685">
        <w:t xml:space="preserve"> s </w:t>
      </w:r>
      <w:r w:rsidRPr="003A2685">
        <w:t>nabídkou vybraného dodavatele</w:t>
      </w:r>
      <w:r w:rsidR="00845C50" w:rsidRPr="003A2685">
        <w:t xml:space="preserve"> a</w:t>
      </w:r>
      <w:r w:rsidR="00092CC9" w:rsidRPr="003A2685">
        <w:t xml:space="preserve"> v </w:t>
      </w:r>
      <w:r w:rsidRPr="003A2685">
        <w:t>podobě uvedené</w:t>
      </w:r>
      <w:r w:rsidR="00092CC9" w:rsidRPr="003A2685">
        <w:t xml:space="preserve"> v </w:t>
      </w:r>
      <w:r w:rsidRPr="003A2685">
        <w:t>dílu 2 této zadávací dokumentace</w:t>
      </w:r>
      <w:r w:rsidR="00845C50" w:rsidRPr="003A2685">
        <w:t xml:space="preserve"> s </w:t>
      </w:r>
      <w:r w:rsidRPr="003A2685">
        <w:t>názvem Smlouva</w:t>
      </w:r>
      <w:r w:rsidR="00845C50" w:rsidRPr="003A2685">
        <w:t xml:space="preserve"> a </w:t>
      </w:r>
      <w:r w:rsidRPr="003A2685">
        <w:t xml:space="preserve">její součásti. </w:t>
      </w:r>
    </w:p>
    <w:p w14:paraId="749D6CB7" w14:textId="1D07C79D" w:rsidR="0035531B" w:rsidRPr="00DA0FC8" w:rsidRDefault="0035531B" w:rsidP="00DA0FC8">
      <w:pPr>
        <w:pStyle w:val="Text1-1"/>
      </w:pPr>
      <w:r w:rsidRPr="003A2685">
        <w:t>Zadavatel si</w:t>
      </w:r>
      <w:r w:rsidR="00092CC9" w:rsidRPr="003A2685">
        <w:t xml:space="preserve"> v </w:t>
      </w:r>
      <w:r w:rsidRPr="003A2685">
        <w:t>souladu</w:t>
      </w:r>
      <w:r w:rsidR="00845C50" w:rsidRPr="003A2685">
        <w:t xml:space="preserve"> s </w:t>
      </w:r>
      <w:r w:rsidRPr="003A2685">
        <w:t>§ 100 odst. 1 ZZVZ vyhrazuje změnu závazku ze smlouvy, která bude uzavřena</w:t>
      </w:r>
      <w:r w:rsidR="00845C50" w:rsidRPr="003A2685">
        <w:t xml:space="preserve"> s </w:t>
      </w:r>
      <w:r w:rsidRPr="003A2685">
        <w:t>vybraným dodavatelem. Podrobnosti jsou uvedeny ve smlouvě. Vyhrazenou změnou závazku je měření množství každé původní měřitelné položky</w:t>
      </w:r>
      <w:r w:rsidR="00845C50" w:rsidRPr="003A2685">
        <w:t xml:space="preserve"> s </w:t>
      </w:r>
      <w:r w:rsidRPr="003A2685">
        <w:t xml:space="preserve">jednotkovou cenou v </w:t>
      </w:r>
      <w:r w:rsidR="008756F5" w:rsidRPr="003A2685">
        <w:t>Soupisu prací</w:t>
      </w:r>
      <w:r w:rsidRPr="003A2685">
        <w:t xml:space="preserve"> podle článku 12 Smluvních podmínek. Množství prací</w:t>
      </w:r>
      <w:r w:rsidR="00092CC9" w:rsidRPr="003A2685">
        <w:t xml:space="preserve"> v </w:t>
      </w:r>
      <w:r w:rsidRPr="003A2685">
        <w:t>takto vyhrazené změně se nezapočít</w:t>
      </w:r>
      <w:r w:rsidR="00EB5D4D" w:rsidRPr="003A2685">
        <w:t>ává do limitů pro změny podle § </w:t>
      </w:r>
      <w:r w:rsidRPr="003A2685">
        <w:t xml:space="preserve">222 ZZVZ. </w:t>
      </w:r>
      <w:r w:rsidR="000A7A9C" w:rsidRPr="003A2685">
        <w:rPr>
          <w:szCs w:val="24"/>
        </w:rPr>
        <w:t>Zadavatel si dále vyhrazuje právo valorizovat smluvní cenu sjednanou ve smlouvě uzavřené s vybraným dodavatelem na základě zadávacího řízení této veřejné zakázky, a to za podmínek a způsobem stanovenými smlouvou</w:t>
      </w:r>
      <w:r w:rsidR="000A7A9C" w:rsidRPr="003A2685">
        <w:t xml:space="preserve"> podle článku 13.8 Smluvních podmínek</w:t>
      </w:r>
      <w:r w:rsidR="000A7A9C" w:rsidRPr="003A2685">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r w:rsidR="00253C39" w:rsidRPr="003A2685">
        <w:t xml:space="preserve"> </w:t>
      </w:r>
      <w:r w:rsidR="00253C39" w:rsidRPr="00DA0FC8">
        <w:t>Vyhrazenou změnou závazku je rovněž zajištění publicity stavby.</w:t>
      </w:r>
    </w:p>
    <w:p w14:paraId="5660AEAD" w14:textId="1E090E97" w:rsidR="0035531B" w:rsidRPr="00B55F59" w:rsidRDefault="0035531B" w:rsidP="00ED023E">
      <w:pPr>
        <w:pStyle w:val="Text1-1"/>
        <w:rPr>
          <w:b/>
        </w:rPr>
      </w:pPr>
      <w:r>
        <w:t xml:space="preserve">Vybraný dodavatel je před uzavřením smlouvy povinen poskytnout zadavateli nezbytnou součinnost, především pak před podpisem smlouvy ze strany objednatele předložit prostřednictvím elektronického nástroje E-ZAK na adrese: </w:t>
      </w:r>
      <w:hyperlink r:id="rId26"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w:t>
      </w:r>
      <w:r w:rsidR="00AA7AD2">
        <w:t xml:space="preserve"> </w:t>
      </w:r>
      <w:r w:rsidR="00845C50">
        <w:t>a </w:t>
      </w:r>
      <w:r>
        <w:t>případně i</w:t>
      </w:r>
      <w:r w:rsidR="00092CC9">
        <w:t xml:space="preserve"> v </w:t>
      </w:r>
      <w:r>
        <w:t>článku 19.5</w:t>
      </w:r>
      <w:r w:rsidR="00036309">
        <w:t xml:space="preserve"> až</w:t>
      </w:r>
      <w:r w:rsidR="00B535E1">
        <w:t xml:space="preserve"> </w:t>
      </w:r>
      <w:r w:rsidR="00D82449">
        <w:t>19.10</w:t>
      </w:r>
      <w:r>
        <w:t xml:space="preserve"> těchto Pokynů, dopadají-li na vybraného dodavatele. Zadavatel vyzve vybraného dodavatele</w:t>
      </w:r>
      <w:r w:rsidR="00BC6D2B">
        <w:t xml:space="preserve"> k </w:t>
      </w:r>
      <w:r>
        <w:t>poskytnutí součinnosti před uzavřením smlouvy 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A93949">
        <w:t xml:space="preserve">Bez ohledu na výše uvedené si však zadavatel vyhrazuje možnost v případě potřeby postupovat v souladu s § 123 odst. 2 ZZVZ. </w:t>
      </w:r>
      <w:r w:rsidR="00A93949" w:rsidRPr="007B3D4D">
        <w:t xml:space="preserve">Pokud vybraný dodavatel odmítne uzavřít smlouvu nebo zadavateli neposkytne </w:t>
      </w:r>
      <w:r w:rsidR="00A93949">
        <w:t xml:space="preserve">řádnou </w:t>
      </w:r>
      <w:r w:rsidR="00A93949" w:rsidRPr="007B3D4D">
        <w:t xml:space="preserve">součinnost k jejímu uzavření </w:t>
      </w:r>
      <w:r>
        <w:t>(</w:t>
      </w:r>
      <w:r w:rsidR="00A93949">
        <w:t xml:space="preserve">např. </w:t>
      </w:r>
      <w:proofErr w:type="gramStart"/>
      <w:r w:rsidR="00A93949">
        <w:t>nepředloží</w:t>
      </w:r>
      <w:proofErr w:type="gramEnd"/>
      <w:r w:rsidR="00A93949">
        <w:t xml:space="preserve"> některý </w:t>
      </w:r>
      <w:r w:rsidR="0060115D">
        <w:t>z </w:t>
      </w:r>
      <w:r>
        <w:t>požadovaných dokumentů vůbec nebo</w:t>
      </w:r>
      <w:r w:rsidR="00092CC9">
        <w:t xml:space="preserve"> v </w:t>
      </w:r>
      <w:r>
        <w:t>náležité podobě)</w:t>
      </w:r>
      <w:r w:rsidR="00456620">
        <w:t>,</w:t>
      </w:r>
      <w:r>
        <w:t xml:space="preserve">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125 odst. 1 ZZVZ uzavřít smlouvu</w:t>
      </w:r>
      <w:r w:rsidR="00845C50">
        <w:t xml:space="preserve"> s </w:t>
      </w:r>
      <w:r>
        <w:t>účastníkem zadávacího řízení, který se umístil jako další</w:t>
      </w:r>
      <w:r w:rsidR="00092CC9">
        <w:t xml:space="preserve"> v </w:t>
      </w:r>
      <w:r>
        <w:t xml:space="preserve">pořadí. </w:t>
      </w:r>
      <w:r w:rsidR="004806B9" w:rsidRPr="00ED023E">
        <w:rPr>
          <w:rStyle w:val="Tun9b"/>
          <w:b w:val="0"/>
        </w:rPr>
        <w:t>Zadavatel je oprávněn v písemné výzvě určit další doklady, které je vybraný dodavatel povinen předložit</w:t>
      </w:r>
      <w:r w:rsidR="004806B9">
        <w:rPr>
          <w:rStyle w:val="Tun9b"/>
          <w:b w:val="0"/>
        </w:rPr>
        <w:t xml:space="preserve"> v souladu s § 122 odst. 4 ZZVZ</w:t>
      </w:r>
      <w:r w:rsidR="004806B9" w:rsidRPr="00ED023E">
        <w:rPr>
          <w:rStyle w:val="Tun9b"/>
          <w:b w:val="0"/>
        </w:rPr>
        <w:t>.</w:t>
      </w:r>
      <w:r w:rsidR="004806B9">
        <w:rPr>
          <w:rStyle w:val="Tun9b"/>
          <w:b w:val="0"/>
        </w:rPr>
        <w:t xml:space="preserve"> </w:t>
      </w:r>
      <w:r w:rsidRPr="00B55F59">
        <w:rPr>
          <w:rStyle w:val="Tun9b"/>
          <w:b w:val="0"/>
        </w:rPr>
        <w:t xml:space="preserve">Zadavatel upozorňuje, že je vázán § 211 </w:t>
      </w:r>
      <w:r w:rsidR="00BE6E67" w:rsidRPr="00B55F59">
        <w:rPr>
          <w:rStyle w:val="Tun9b"/>
          <w:b w:val="0"/>
        </w:rPr>
        <w:t xml:space="preserve">ZZVZ </w:t>
      </w:r>
      <w:r w:rsidRPr="00B55F59">
        <w:rPr>
          <w:rStyle w:val="Tun9b"/>
          <w:b w:val="0"/>
        </w:rPr>
        <w:t>stanovujícím povinnost písemné elektronické komunikace mezi zadavatelem</w:t>
      </w:r>
      <w:r w:rsidR="00845C50" w:rsidRPr="00B55F59">
        <w:rPr>
          <w:rStyle w:val="Tun9b"/>
          <w:b w:val="0"/>
        </w:rPr>
        <w:t xml:space="preserve"> a </w:t>
      </w:r>
      <w:r w:rsidRPr="00B55F59">
        <w:rPr>
          <w:rStyle w:val="Tun9b"/>
          <w:b w:val="0"/>
        </w:rPr>
        <w:t xml:space="preserve">dodavatelem, která se vztahuje na veškeré předkládané doklady, včetně dokladů předkládaných vybraným dodavatelem na základě výzvy dle § 122 </w:t>
      </w:r>
      <w:r w:rsidR="00BE6E67" w:rsidRPr="00B55F59">
        <w:rPr>
          <w:rStyle w:val="Tun9b"/>
          <w:b w:val="0"/>
        </w:rPr>
        <w:t>ZZVZ</w:t>
      </w:r>
      <w:r w:rsidRPr="00B55F59">
        <w:rPr>
          <w:rStyle w:val="Tun9b"/>
          <w:b w:val="0"/>
        </w:rPr>
        <w:t xml:space="preserve">. </w:t>
      </w:r>
      <w:r w:rsidR="005D6606" w:rsidRPr="00B55F59">
        <w:rPr>
          <w:rStyle w:val="Tun9b"/>
          <w:b w:val="0"/>
        </w:rPr>
        <w:t>Pokud je požadován o</w:t>
      </w:r>
      <w:r w:rsidRPr="00B55F59">
        <w:rPr>
          <w:rStyle w:val="Tun9b"/>
          <w:b w:val="0"/>
        </w:rPr>
        <w:t>riginál nebo úředně ověřená kopie dokladu</w:t>
      </w:r>
      <w:r w:rsidR="005D6606" w:rsidRPr="00B55F59">
        <w:rPr>
          <w:rStyle w:val="Tun9b"/>
          <w:b w:val="0"/>
        </w:rPr>
        <w:t>,</w:t>
      </w:r>
      <w:r w:rsidRPr="00B55F59">
        <w:rPr>
          <w:rStyle w:val="Tun9b"/>
          <w:b w:val="0"/>
        </w:rPr>
        <w:t xml:space="preserve"> musí být předložena elektronicky</w:t>
      </w:r>
      <w:r w:rsidR="00845C50" w:rsidRPr="00B55F59">
        <w:rPr>
          <w:rStyle w:val="Tun9b"/>
          <w:b w:val="0"/>
        </w:rPr>
        <w:t xml:space="preserve"> s </w:t>
      </w:r>
      <w:r w:rsidRPr="00B55F59">
        <w:rPr>
          <w:rStyle w:val="Tun9b"/>
          <w:b w:val="0"/>
        </w:rPr>
        <w:t>elektronickým podpisem nebo musí být</w:t>
      </w:r>
      <w:r w:rsidR="0060115D" w:rsidRPr="00B55F59">
        <w:rPr>
          <w:rStyle w:val="Tun9b"/>
          <w:b w:val="0"/>
        </w:rPr>
        <w:t xml:space="preserve"> z </w:t>
      </w:r>
      <w:r w:rsidRPr="00B55F59">
        <w:rPr>
          <w:rStyle w:val="Tun9b"/>
          <w:b w:val="0"/>
        </w:rPr>
        <w:t>listinné podoby zkonvertována do elektronické podoby. Pokud originální doklady existují pouze</w:t>
      </w:r>
      <w:r w:rsidR="00092CC9" w:rsidRPr="00B55F59">
        <w:rPr>
          <w:rStyle w:val="Tun9b"/>
          <w:b w:val="0"/>
        </w:rPr>
        <w:t xml:space="preserve"> </w:t>
      </w:r>
      <w:r w:rsidR="00092CC9" w:rsidRPr="00B55F59">
        <w:rPr>
          <w:rStyle w:val="Tun9b"/>
          <w:b w:val="0"/>
        </w:rPr>
        <w:lastRenderedPageBreak/>
        <w:t>v </w:t>
      </w:r>
      <w:r w:rsidRPr="00B55F59">
        <w:rPr>
          <w:rStyle w:val="Tun9b"/>
          <w:b w:val="0"/>
        </w:rPr>
        <w:t>listinné podobě, bude nutná jejich konverze do elektronické podoby</w:t>
      </w:r>
      <w:r w:rsidR="00092CC9" w:rsidRPr="00B55F59">
        <w:rPr>
          <w:rStyle w:val="Tun9b"/>
          <w:b w:val="0"/>
        </w:rPr>
        <w:t xml:space="preserve"> v </w:t>
      </w:r>
      <w:r w:rsidRPr="00B55F59">
        <w:rPr>
          <w:rStyle w:val="Tun9b"/>
          <w:b w:val="0"/>
        </w:rPr>
        <w:t>souladu</w:t>
      </w:r>
      <w:r w:rsidR="00845C50" w:rsidRPr="00B55F59">
        <w:rPr>
          <w:rStyle w:val="Tun9b"/>
          <w:b w:val="0"/>
        </w:rPr>
        <w:t xml:space="preserve"> s </w:t>
      </w:r>
      <w:r w:rsidRPr="00B55F59">
        <w:rPr>
          <w:rStyle w:val="Tun9b"/>
          <w:b w:val="0"/>
        </w:rPr>
        <w:t>§ 22 zákona č. 300/2008 Sb.,</w:t>
      </w:r>
      <w:r w:rsidR="00092CC9" w:rsidRPr="00B55F59">
        <w:rPr>
          <w:rStyle w:val="Tun9b"/>
          <w:b w:val="0"/>
        </w:rPr>
        <w:t xml:space="preserve"> o </w:t>
      </w:r>
      <w:r w:rsidRPr="00B55F59">
        <w:rPr>
          <w:rStyle w:val="Tun9b"/>
          <w:b w:val="0"/>
        </w:rPr>
        <w:t>elektronických úkonech</w:t>
      </w:r>
      <w:r w:rsidR="00845C50" w:rsidRPr="00B55F59">
        <w:rPr>
          <w:rStyle w:val="Tun9b"/>
          <w:b w:val="0"/>
        </w:rPr>
        <w:t xml:space="preserve"> a </w:t>
      </w:r>
      <w:r w:rsidRPr="00B55F59">
        <w:rPr>
          <w:rStyle w:val="Tun9b"/>
          <w:b w:val="0"/>
        </w:rPr>
        <w:t>autorizované konverzi dokumentů, ve znění pozdějších předpisů.</w:t>
      </w:r>
    </w:p>
    <w:p w14:paraId="561A08F9" w14:textId="77777777" w:rsidR="0035531B" w:rsidRDefault="0035531B" w:rsidP="0035531B">
      <w:pPr>
        <w:pStyle w:val="Text1-1"/>
      </w:pPr>
      <w:r>
        <w:t>Vybraný dodavatel je povinen na základě písemné výzvy jako podmínku pro uzavření smlouvy poskytnout zadavateli řádnou součinnost, která spočívá zejména</w:t>
      </w:r>
      <w:r w:rsidR="00092CC9">
        <w:t xml:space="preserve"> v </w:t>
      </w:r>
      <w:r>
        <w:t xml:space="preserve">předložení následujících dokumentů: </w:t>
      </w:r>
    </w:p>
    <w:p w14:paraId="446C314E" w14:textId="7FB09EA2" w:rsidR="007206EB" w:rsidRDefault="007206EB" w:rsidP="001B23A1">
      <w:pPr>
        <w:pStyle w:val="Odrka1-1"/>
      </w:pPr>
      <w:r>
        <w:t xml:space="preserve">kopií </w:t>
      </w:r>
      <w:r w:rsidR="007B7B96">
        <w:t>dokladů osvědčující skutečnosti obsažené v jednotném evropském osvědčení pro veřejné zakázky</w:t>
      </w:r>
      <w:r>
        <w:t>, pokud bylo v nabídce předložení požadovaných dokladů nahrazeno jednotným evropským osvědčením</w:t>
      </w:r>
      <w:r w:rsidR="007B7B96">
        <w:t xml:space="preserve"> (to neplatí, pokud vybraný dodavatel zadavateli sděl</w:t>
      </w:r>
      <w:r w:rsidR="0062553C">
        <w:t>í</w:t>
      </w:r>
      <w:r w:rsidR="007B7B96">
        <w:t>, že mu je již předložil v předchozím zadávacím řízení a současně sděl</w:t>
      </w:r>
      <w:r w:rsidR="0062553C">
        <w:t>í</w:t>
      </w:r>
      <w:r w:rsidR="007B7B96">
        <w:t xml:space="preserve"> název či jinou identifikaci tohoto předchozího zadávacího řízení)</w:t>
      </w:r>
      <w:r>
        <w:t>;</w:t>
      </w:r>
    </w:p>
    <w:p w14:paraId="3C35B921" w14:textId="682C43EC" w:rsidR="0035531B" w:rsidRDefault="0035531B" w:rsidP="005D6606">
      <w:pPr>
        <w:pStyle w:val="Odrka1-1"/>
      </w:pPr>
      <w:r>
        <w:t xml:space="preserve">originálu </w:t>
      </w:r>
      <w:r w:rsidR="005D6606" w:rsidRPr="005D6606">
        <w:t>nebo úředně ověřené kopi</w:t>
      </w:r>
      <w:r w:rsidR="005D6606">
        <w:t>e</w:t>
      </w:r>
      <w:r w:rsidR="005D6606" w:rsidRPr="005D6606">
        <w:t xml:space="preserve"> </w:t>
      </w:r>
      <w:r>
        <w:t xml:space="preserve">bankovní </w:t>
      </w:r>
      <w:r w:rsidR="00417206">
        <w:t xml:space="preserve">nebo pojistné </w:t>
      </w:r>
      <w:r>
        <w:t>záruky</w:t>
      </w:r>
      <w:r w:rsidR="00BC6D2B">
        <w:t xml:space="preserve"> k </w:t>
      </w:r>
      <w:r>
        <w:t>zajištění plnění Smlouvy (</w:t>
      </w:r>
      <w:r w:rsidR="00417206" w:rsidRPr="000C52C1">
        <w:t>Bankovní záruka za provedení Díla a Pojistná záruka za provedení Díla</w:t>
      </w:r>
      <w:r>
        <w:t>) ve výši stanovené</w:t>
      </w:r>
      <w:r w:rsidR="00092CC9">
        <w:t xml:space="preserve"> v </w:t>
      </w:r>
      <w:r>
        <w:t>Příloze</w:t>
      </w:r>
      <w:r w:rsidR="00BC6D2B">
        <w:t xml:space="preserve"> k </w:t>
      </w:r>
      <w:r>
        <w:t>nabídce</w:t>
      </w:r>
      <w:r w:rsidR="00845C50">
        <w:t xml:space="preserve"> a </w:t>
      </w:r>
      <w:r>
        <w:t>splňující požadavky stanovené</w:t>
      </w:r>
      <w:r w:rsidR="00092CC9">
        <w:t xml:space="preserve"> v </w:t>
      </w:r>
      <w:r>
        <w:t xml:space="preserve">pod-článku 4.2 Zvláštních podmínek; bankovní </w:t>
      </w:r>
      <w:r w:rsidR="00417206">
        <w:t xml:space="preserve">nebo pojistnou </w:t>
      </w:r>
      <w:r>
        <w:t>záruk</w:t>
      </w:r>
      <w:r w:rsidR="001B23A1">
        <w:t>u</w:t>
      </w:r>
      <w:r>
        <w:t xml:space="preserve"> </w:t>
      </w:r>
      <w:r w:rsidR="001B23A1" w:rsidRPr="001B23A1">
        <w:t xml:space="preserve">vybraný dodavatel </w:t>
      </w:r>
      <w:proofErr w:type="gramStart"/>
      <w:r w:rsidR="001B23A1" w:rsidRPr="001B23A1">
        <w:t>předloží</w:t>
      </w:r>
      <w:proofErr w:type="gramEnd"/>
      <w:r w:rsidR="001B23A1" w:rsidRPr="001B23A1">
        <w:t xml:space="preserve">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269AEA3" w14:textId="53804786" w:rsidR="0035531B" w:rsidRDefault="0035531B" w:rsidP="008578B0">
      <w:pPr>
        <w:pStyle w:val="Odrka1-1"/>
      </w:pPr>
      <w:r>
        <w:t xml:space="preserve">kopií </w:t>
      </w:r>
      <w:r w:rsidR="008578B0">
        <w:t xml:space="preserve">smluv </w:t>
      </w:r>
      <w:r w:rsidR="000B64E0">
        <w:t xml:space="preserve">s poddodavateli </w:t>
      </w:r>
      <w:r w:rsidR="008578B0">
        <w:t xml:space="preserve">nebo poddodavateli </w:t>
      </w:r>
      <w:r w:rsidR="008578B0" w:rsidRPr="008578B0">
        <w:t>podepsan</w:t>
      </w:r>
      <w:r w:rsidR="008578B0">
        <w:t>ých</w:t>
      </w:r>
      <w:r w:rsidR="008578B0" w:rsidRPr="008578B0">
        <w:t xml:space="preserve"> potvrzení o jej</w:t>
      </w:r>
      <w:r w:rsidR="008578B0">
        <w:t>ich</w:t>
      </w:r>
      <w:r w:rsidR="008578B0" w:rsidRPr="008578B0">
        <w:t xml:space="preserve"> existenci</w:t>
      </w:r>
      <w:r w:rsidR="008578B0">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7466C37E" w14:textId="16901C11" w:rsidR="0035531B" w:rsidRDefault="0035531B" w:rsidP="007038DC">
      <w:pPr>
        <w:pStyle w:val="Odrka1-1"/>
      </w:pPr>
      <w:r>
        <w:t>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6DB12492" w14:textId="7893305A" w:rsidR="007D5A8D" w:rsidRDefault="0035531B" w:rsidP="00DA0FC8">
      <w:pPr>
        <w:pStyle w:val="Odrka1-1"/>
      </w:pPr>
      <w:r>
        <w:t>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rsidRPr="00DA0FC8">
        <w:t>to elektrických</w:t>
      </w:r>
      <w:r w:rsidR="00EC10AE" w:rsidRPr="00DA0FC8">
        <w:t xml:space="preserve"> </w:t>
      </w:r>
      <w:r w:rsidRPr="00DA0FC8">
        <w:t>UTZ železničních drah</w:t>
      </w:r>
      <w:r w:rsidR="00092CC9" w:rsidRPr="00DA0FC8">
        <w:t xml:space="preserve"> v </w:t>
      </w:r>
      <w:r w:rsidRPr="00DA0FC8">
        <w:t xml:space="preserve">rozsahu: </w:t>
      </w:r>
      <w:r w:rsidR="00DA0FC8" w:rsidRPr="00DA0FC8">
        <w:t>osvětlení, elektrický ohřev výhybek</w:t>
      </w:r>
      <w:r w:rsidRPr="00DA0FC8">
        <w:t>.</w:t>
      </w:r>
    </w:p>
    <w:p w14:paraId="3FD4F3AB" w14:textId="35E32620" w:rsidR="0035531B" w:rsidRDefault="0035531B" w:rsidP="007038DC">
      <w:pPr>
        <w:pStyle w:val="Textbezslovn"/>
      </w:pPr>
      <w:r>
        <w:t xml:space="preserve">Zadavatel upřesňuje, že pokud bude </w:t>
      </w:r>
      <w:r w:rsidR="00BE6E67">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7777777" w:rsidR="00712607" w:rsidRDefault="00712607" w:rsidP="00712607">
      <w:pPr>
        <w:pStyle w:val="Textbezslovn"/>
      </w:pPr>
      <w:r>
        <w:t xml:space="preserve">a) ke sdělení identifikačních údajů všech osob, které jsou jeho skutečným majitelem, a </w:t>
      </w:r>
    </w:p>
    <w:p w14:paraId="4A976F9D" w14:textId="77777777" w:rsidR="00712607" w:rsidRDefault="00712607" w:rsidP="00712607">
      <w:pPr>
        <w:pStyle w:val="Textbezslovn"/>
      </w:pPr>
      <w:r>
        <w:t xml:space="preserve">b) k předložení dokladů, z nichž vyplývá vztah všech osob podle předchozího písmene a) k dodavateli; těmito doklady jsou zejména: </w:t>
      </w:r>
    </w:p>
    <w:p w14:paraId="2EA1A6FD" w14:textId="77777777" w:rsidR="00712607" w:rsidRDefault="00712607" w:rsidP="00712607">
      <w:pPr>
        <w:pStyle w:val="Odrka1-2-"/>
      </w:pPr>
      <w:r>
        <w:lastRenderedPageBreak/>
        <w:t xml:space="preserve">výpis ze zahraniční evidence obdobné veřejnému rejstříku, </w:t>
      </w:r>
    </w:p>
    <w:p w14:paraId="0A90004B" w14:textId="77777777" w:rsidR="00712607" w:rsidRDefault="00712607" w:rsidP="00712607">
      <w:pPr>
        <w:pStyle w:val="Odrka1-2-"/>
      </w:pPr>
      <w:r>
        <w:t xml:space="preserve">seznam akcionářů, </w:t>
      </w:r>
    </w:p>
    <w:p w14:paraId="5168028E" w14:textId="77777777" w:rsidR="00712607" w:rsidRDefault="00712607" w:rsidP="00712607">
      <w:pPr>
        <w:pStyle w:val="Odrka1-2-"/>
      </w:pPr>
      <w:r>
        <w:t xml:space="preserve">rozhodnutí statutárního orgánu o vyplacení podílu na zisku, </w:t>
      </w:r>
    </w:p>
    <w:p w14:paraId="1E36DC1A" w14:textId="77777777" w:rsidR="00712607" w:rsidRDefault="00712607" w:rsidP="00712607">
      <w:pPr>
        <w:pStyle w:val="Odrka1-2-"/>
      </w:pPr>
      <w:r>
        <w:t>společenská smlouva, zakladatelská listina nebo stanovy.</w:t>
      </w:r>
    </w:p>
    <w:p w14:paraId="321B3A6F" w14:textId="75DDAC86" w:rsidR="00751CF8" w:rsidRDefault="00712607" w:rsidP="00751CF8">
      <w:pPr>
        <w:pStyle w:val="Textbezslovn"/>
      </w:pPr>
      <w:r>
        <w:t xml:space="preserve">Zadavatel </w:t>
      </w:r>
      <w:proofErr w:type="gramStart"/>
      <w:r>
        <w:t>vyloučí</w:t>
      </w:r>
      <w:proofErr w:type="gramEnd"/>
      <w:r>
        <w:t xml:space="preserve">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w:t>
      </w:r>
      <w:proofErr w:type="gramStart"/>
      <w:r>
        <w:t>vyloučí</w:t>
      </w:r>
      <w:proofErr w:type="gramEnd"/>
      <w:r>
        <w:t xml:space="preserve">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w:t>
      </w:r>
      <w:proofErr w:type="gramStart"/>
      <w:r w:rsidR="00B80FA4" w:rsidRPr="00090C69">
        <w:t>vyloučí</w:t>
      </w:r>
      <w:proofErr w:type="gramEnd"/>
      <w:r w:rsidR="00B80FA4" w:rsidRPr="00090C69">
        <w:t xml:space="preserve">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t>Zadavatel</w:t>
      </w:r>
      <w:r w:rsidR="00BB4AF2">
        <w:t xml:space="preserve"> u </w:t>
      </w:r>
      <w:r>
        <w:t xml:space="preserve">vybraného dodavatele </w:t>
      </w:r>
      <w:proofErr w:type="gramStart"/>
      <w:r>
        <w:t>ověří</w:t>
      </w:r>
      <w:proofErr w:type="gramEnd"/>
      <w:r>
        <w:t xml:space="preserve">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01AFD239" w:rsidR="00602BF1" w:rsidRDefault="00602BF1" w:rsidP="000C72CF">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51208C87" w14:textId="2EEF3BC7" w:rsidR="00564739" w:rsidRDefault="00564739" w:rsidP="000C72CF">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w:t>
      </w:r>
      <w:r w:rsidR="005A4A21" w:rsidRPr="00DA0FC8">
        <w:t>8.12</w:t>
      </w:r>
      <w:r w:rsidR="001A51F5">
        <w:t xml:space="preserve"> </w:t>
      </w:r>
      <w:r>
        <w:t>těchto Pokynů ve vztahu k této jiné osobě.</w:t>
      </w:r>
    </w:p>
    <w:p w14:paraId="1DCD4FA4" w14:textId="77777777" w:rsidR="0035531B" w:rsidRDefault="0035531B" w:rsidP="00B77C6D">
      <w:pPr>
        <w:pStyle w:val="Nadpis1-1"/>
      </w:pPr>
      <w:bookmarkStart w:id="25" w:name="_Toc172782338"/>
      <w:r>
        <w:lastRenderedPageBreak/>
        <w:t>OCHRANA INFORMACÍ</w:t>
      </w:r>
      <w:bookmarkEnd w:id="25"/>
    </w:p>
    <w:p w14:paraId="687515ED" w14:textId="77777777"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těchto Pokynech uvedeno nebo účinnými právními předpisy vyžadováno jinak. 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6" w:name="_Toc172782339"/>
      <w:r>
        <w:t>ZADÁVACÍ LHŮTA</w:t>
      </w:r>
      <w:r w:rsidR="00845C50">
        <w:t xml:space="preserve"> </w:t>
      </w:r>
      <w:r w:rsidR="00092CC9">
        <w:t>A</w:t>
      </w:r>
      <w:r w:rsidR="00845C50">
        <w:t> </w:t>
      </w:r>
      <w:r>
        <w:t>JISTOTA ZA NABÍDKU</w:t>
      </w:r>
      <w:bookmarkEnd w:id="26"/>
    </w:p>
    <w:p w14:paraId="32EBEB44" w14:textId="72563022" w:rsidR="0035531B" w:rsidRDefault="00D35B68" w:rsidP="0035531B">
      <w:pPr>
        <w:pStyle w:val="Text1-1"/>
      </w:pPr>
      <w:r>
        <w:t>Zadávací l</w:t>
      </w:r>
      <w:r w:rsidR="0035531B">
        <w:t xml:space="preserve">hůta, po kterou účastníci zadávacího řízení nesmí ze zadávacího řízení odstoupit, činí </w:t>
      </w:r>
      <w:r w:rsidR="0035531B" w:rsidRPr="008E1138">
        <w:rPr>
          <w:b/>
        </w:rPr>
        <w:t>6 měsíců</w:t>
      </w:r>
      <w:r w:rsidR="0035531B">
        <w:t xml:space="preserve"> od skončení lhůty pro podání nabídek. </w:t>
      </w:r>
    </w:p>
    <w:p w14:paraId="1FAD5F0E" w14:textId="3B01D7F6" w:rsidR="0035531B" w:rsidRDefault="0035531B" w:rsidP="00C9327E">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DA0FC8">
        <w:rPr>
          <w:b/>
        </w:rPr>
        <w:t>500 000</w:t>
      </w:r>
      <w:r w:rsidRPr="0064514C">
        <w:rPr>
          <w:b/>
        </w:rPr>
        <w:t xml:space="preserve"> Kč</w:t>
      </w:r>
      <w:r>
        <w:t xml:space="preserve"> (slovy: </w:t>
      </w:r>
      <w:proofErr w:type="spellStart"/>
      <w:r w:rsidR="00FF2275">
        <w:t>pětset</w:t>
      </w:r>
      <w:proofErr w:type="spellEnd"/>
      <w:r w:rsidR="00FF2275">
        <w:t xml:space="preserve"> tisíc </w:t>
      </w:r>
      <w:r>
        <w:t>korun českých).</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0CB1AA06"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DA0FC8" w:rsidRPr="00DA0FC8">
        <w:t>30007-22307011/0710, Česká národní banka, se sídlem Na Příkopě 28, 115 03 Praha 1</w:t>
      </w:r>
      <w:r>
        <w:t xml:space="preserve">, variabilní symbol </w:t>
      </w:r>
      <w:r w:rsidR="00DA0FC8" w:rsidRPr="00DA0FC8">
        <w:t>5513530020</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1C55D5B5" w:rsidR="0035531B" w:rsidRDefault="00AE5F21" w:rsidP="00AE5F21">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27" w:name="_Toc172782340"/>
      <w:r>
        <w:lastRenderedPageBreak/>
        <w:t>SOCIÁLNĚ A ENVIRO</w:t>
      </w:r>
      <w:r w:rsidR="00417206">
        <w:t>N</w:t>
      </w:r>
      <w:r>
        <w:t>MENTÁLNĚ ODPOVĚDNÉ ZADÁVÁNÍ, INOVACE</w:t>
      </w:r>
      <w:bookmarkEnd w:id="27"/>
    </w:p>
    <w:p w14:paraId="72393ECF" w14:textId="6DECD295"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131056">
        <w:t>2001</w:t>
      </w:r>
      <w:r>
        <w:t xml:space="preserve">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77777777" w:rsidR="007D382D" w:rsidRDefault="007D382D" w:rsidP="007D382D">
      <w:pPr>
        <w:pStyle w:val="Odrka1-1"/>
      </w:pPr>
      <w:r>
        <w:t>studentské exkurze,</w:t>
      </w:r>
    </w:p>
    <w:p w14:paraId="130F87B2" w14:textId="16D468EC" w:rsidR="007D382D" w:rsidRDefault="007D382D" w:rsidP="007D382D">
      <w:pPr>
        <w:pStyle w:val="Odrka1-1"/>
      </w:pPr>
      <w:r w:rsidRPr="0060254E">
        <w:t>recyklaci kameniva vyzískávaného z kolejového lože</w:t>
      </w:r>
      <w:r w:rsidR="00AC5FC7">
        <w:t>,</w:t>
      </w:r>
      <w:r w:rsidR="001078D8">
        <w:t xml:space="preserve"> </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w:t>
      </w:r>
      <w:proofErr w:type="gramStart"/>
      <w:r w:rsidR="000C2107">
        <w:t>tvoří</w:t>
      </w:r>
      <w:proofErr w:type="gramEnd"/>
      <w:r w:rsidR="000C2107">
        <w:t xml:space="preserve"> díl 2, část 1 zadávací dokumentace</w:t>
      </w:r>
      <w:r>
        <w:t>.</w:t>
      </w:r>
    </w:p>
    <w:p w14:paraId="09B373A1" w14:textId="03EBA1D0" w:rsidR="006B5BF7" w:rsidRDefault="006B5BF7" w:rsidP="006B5BF7">
      <w:pPr>
        <w:pStyle w:val="Nadpis1-1"/>
        <w:jc w:val="both"/>
      </w:pPr>
      <w:bookmarkStart w:id="28" w:name="_Toc102380477"/>
      <w:bookmarkStart w:id="29" w:name="_Toc103683200"/>
      <w:bookmarkStart w:id="30" w:name="_Toc103932243"/>
      <w:bookmarkStart w:id="31" w:name="_Toc172782341"/>
      <w:r>
        <w:t>Další zadávací podmínky v návaznosti na</w:t>
      </w:r>
      <w:bookmarkEnd w:id="28"/>
      <w:bookmarkEnd w:id="29"/>
      <w:bookmarkEnd w:id="30"/>
      <w:r w:rsidR="003C4EAE" w:rsidRPr="003C4EAE">
        <w:t xml:space="preserve"> </w:t>
      </w:r>
      <w:r w:rsidR="003C4EAE">
        <w:t>MEZINÁRODNÍ sankce, zákaz zadání veřejné zakázky</w:t>
      </w:r>
      <w:bookmarkEnd w:id="31"/>
    </w:p>
    <w:p w14:paraId="602AC65D" w14:textId="2D9DD30B" w:rsidR="003C4EAE" w:rsidRDefault="003C4EAE" w:rsidP="001A0918">
      <w:pPr>
        <w:pStyle w:val="Text1-1"/>
      </w:pPr>
      <w:r>
        <w:t>Zadavatel v tomto řízení postupuje v souladu s § 48a ZZVZ.</w:t>
      </w:r>
      <w:r w:rsidR="001A0918">
        <w:t xml:space="preserve"> </w:t>
      </w:r>
      <w:r w:rsidR="001A0918" w:rsidRPr="001A0918">
        <w:t>Zadavatel nezadá veřejnou zakázku účastníku zadávacího řízení, pokud je to v rozporu s mezinárodními sankcemi podle zákona upravujícího provádění mezinárodních sankcí.</w:t>
      </w:r>
    </w:p>
    <w:p w14:paraId="42D77A04" w14:textId="63C1D3DA"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sidRPr="00946FFC">
        <w:rPr>
          <w:rStyle w:val="Znakapoznpodarou"/>
        </w:rPr>
        <w:footnoteReference w:id="4"/>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3C4EAE">
        <w:t xml:space="preserve">článku </w:t>
      </w:r>
      <w:r>
        <w:t xml:space="preserve">7 </w:t>
      </w:r>
      <w:r w:rsidR="003C4EAE" w:rsidRPr="004A650A">
        <w:t>písm. a) až d)</w:t>
      </w:r>
      <w:r w:rsidR="003C4EAE">
        <w:t>, článku</w:t>
      </w:r>
      <w:r>
        <w:t xml:space="preserve"> 8, čl. 10 písm. b) až f) a písm. h) až j) směrnice 2014/24/EU, článku 18, čl. 21 písm. b) až e) a písm. g</w:t>
      </w:r>
      <w:r w:rsidR="00C97A5D">
        <w:t>)</w:t>
      </w:r>
      <w:r>
        <w:t xml:space="preserve"> až i), článků 29 a 30 směrnice 2014/25/EU a čl. 13 písm. a) až d), f) až h) a j) směrnice 2009/81/EC</w:t>
      </w:r>
      <w:r w:rsidR="003C4EAE" w:rsidRPr="003C4EAE">
        <w:t xml:space="preserve"> </w:t>
      </w:r>
      <w:r w:rsidR="003C4EAE" w:rsidRPr="004A650A">
        <w:t>a hlavy VII na</w:t>
      </w:r>
      <w:r w:rsidR="003C4EAE" w:rsidRPr="004A650A">
        <w:rPr>
          <w:rFonts w:hint="eastAsia"/>
        </w:rPr>
        <w:t>ří</w:t>
      </w:r>
      <w:r w:rsidR="003C4EAE" w:rsidRPr="004A650A">
        <w:t>zení Evropského parlamentu a Rady (EU, Euratom) 2018/1046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6B5BF7">
      <w:pPr>
        <w:pStyle w:val="Text1-1"/>
        <w:numPr>
          <w:ilvl w:val="0"/>
          <w:numId w:val="34"/>
        </w:numPr>
      </w:pPr>
      <w:r>
        <w:t>jakýkoli ruský státní příslušník, fyzická osoba s bydlištěm v Rusku nebo právnická osoba, subjekt či orgán usazené v Rusku</w:t>
      </w:r>
      <w:r w:rsidR="006B5BF7">
        <w:t>,</w:t>
      </w:r>
    </w:p>
    <w:p w14:paraId="01D53C60" w14:textId="4F3BA296" w:rsidR="006B5BF7" w:rsidRDefault="006B5BF7" w:rsidP="006B5BF7">
      <w:pPr>
        <w:pStyle w:val="Text1-1"/>
        <w:numPr>
          <w:ilvl w:val="0"/>
          <w:numId w:val="34"/>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6B5BF7">
      <w:pPr>
        <w:pStyle w:val="Text1-1"/>
        <w:numPr>
          <w:ilvl w:val="0"/>
          <w:numId w:val="34"/>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44D31E25" w:rsidR="006B5BF7" w:rsidRPr="00404ACA" w:rsidRDefault="006B5BF7" w:rsidP="006B5BF7">
      <w:pPr>
        <w:pStyle w:val="Text1-1"/>
      </w:pPr>
      <w:r>
        <w:lastRenderedPageBreak/>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 833/2014</w:t>
      </w:r>
      <w:r>
        <w:rPr>
          <w:rFonts w:eastAsia="Verdana" w:cstheme="majorBidi"/>
          <w:noProof/>
          <w:szCs w:val="26"/>
        </w:rPr>
        <w:t>.</w:t>
      </w:r>
    </w:p>
    <w:p w14:paraId="79338830" w14:textId="75F9E04D" w:rsidR="006B5BF7" w:rsidRPr="00666E83" w:rsidRDefault="006B5BF7" w:rsidP="006B5BF7">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D4247C">
        <w:t>n</w:t>
      </w:r>
      <w:r w:rsidRPr="00666E83">
        <w:t>ařízení č. 269/2014</w:t>
      </w:r>
      <w:r w:rsidRPr="00946FFC">
        <w:rPr>
          <w:rStyle w:val="Znakapoznpodarou"/>
        </w:rPr>
        <w:footnoteReference w:id="5"/>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D4247C">
        <w:t xml:space="preserve">; </w:t>
      </w:r>
      <w:r w:rsidR="00D4247C">
        <w:rPr>
          <w:rStyle w:val="normaltextrun"/>
          <w:rFonts w:ascii="Verdana" w:hAnsi="Verdana"/>
          <w:shd w:val="clear" w:color="auto" w:fill="FFFFFF"/>
        </w:rPr>
        <w:t xml:space="preserve">dle čl. 2 </w:t>
      </w:r>
      <w:r w:rsidR="00D4247C" w:rsidRPr="00D4247C">
        <w:rPr>
          <w:rStyle w:val="normaltextrun"/>
          <w:rFonts w:ascii="Verdana" w:hAnsi="Verdana"/>
          <w:bCs/>
          <w:shd w:val="clear" w:color="auto" w:fill="FFFFFF"/>
        </w:rPr>
        <w:t>nařízení Rady (ES) č. 765/2006</w:t>
      </w:r>
      <w:r w:rsidR="00D4247C">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D4247C">
        <w:rPr>
          <w:rStyle w:val="normaltextrun"/>
          <w:rFonts w:ascii="Verdana" w:hAnsi="Verdana"/>
          <w:bdr w:val="none" w:sz="0" w:space="0" w:color="auto" w:frame="1"/>
        </w:rPr>
        <w:t xml:space="preserve">dle čl. 2 </w:t>
      </w:r>
      <w:r w:rsidR="00D4247C" w:rsidRPr="00D4247C">
        <w:rPr>
          <w:rStyle w:val="normaltextrun"/>
          <w:rFonts w:ascii="Verdana" w:hAnsi="Verdana"/>
          <w:bCs/>
          <w:bdr w:val="none" w:sz="0" w:space="0" w:color="auto" w:frame="1"/>
        </w:rPr>
        <w:t>nařízení Rady (EU) č. 208/2014</w:t>
      </w:r>
      <w:r w:rsidR="00D4247C">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D4247C">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48FC80EA" w14:textId="77777777"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Pr="006B5BF7" w:rsidRDefault="006B5BF7" w:rsidP="006B5BF7">
      <w:pPr>
        <w:pStyle w:val="Text1-1"/>
      </w:pPr>
      <w:r w:rsidRPr="00FA4410">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12C3DCD4" w14:textId="586DDC90" w:rsidR="0035531B" w:rsidRDefault="0035531B" w:rsidP="00564DDD">
      <w:pPr>
        <w:pStyle w:val="Nadpis1-1"/>
      </w:pPr>
      <w:bookmarkStart w:id="32" w:name="_Toc172782342"/>
      <w:r>
        <w:t>PŘÍLOHY TĚCHTO POKYNŮ</w:t>
      </w:r>
      <w:bookmarkEnd w:id="32"/>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77777777" w:rsidR="0035531B" w:rsidRDefault="0035531B" w:rsidP="00564DDD">
      <w:pPr>
        <w:pStyle w:val="Textbezslovn"/>
        <w:tabs>
          <w:tab w:val="left" w:pos="2127"/>
        </w:tabs>
        <w:spacing w:after="0"/>
        <w:ind w:left="2127" w:hanging="1390"/>
      </w:pPr>
      <w:r>
        <w:t>Příloha č. 4</w:t>
      </w:r>
      <w:r>
        <w:tab/>
        <w:t>Seznam 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50A92D83" w:rsidR="006B5BF7" w:rsidRDefault="006B5BF7" w:rsidP="006B5BF7">
      <w:pPr>
        <w:pStyle w:val="Textbezslovn"/>
        <w:tabs>
          <w:tab w:val="left" w:pos="2127"/>
        </w:tabs>
        <w:spacing w:after="0"/>
        <w:ind w:left="2127" w:hanging="1390"/>
      </w:pPr>
      <w:r>
        <w:lastRenderedPageBreak/>
        <w:t>Příloha č. 11</w:t>
      </w:r>
      <w:r>
        <w:tab/>
      </w:r>
      <w:r w:rsidRPr="00010882">
        <w:rPr>
          <w:lang w:eastAsia="cs-CZ"/>
        </w:rPr>
        <w:t>Čestné prohlášení o splnění podmínek v souvislosti</w:t>
      </w:r>
      <w:r w:rsidR="00DB78E9" w:rsidRPr="00DB78E9">
        <w:rPr>
          <w:lang w:eastAsia="cs-CZ"/>
        </w:rPr>
        <w:t xml:space="preserve"> </w:t>
      </w:r>
      <w:r w:rsidR="00DB78E9">
        <w:rPr>
          <w:lang w:eastAsia="cs-CZ"/>
        </w:rPr>
        <w:t>s mezinárodními sankcemi</w:t>
      </w:r>
    </w:p>
    <w:p w14:paraId="475986FA" w14:textId="5AF5B3F6" w:rsidR="0035531B" w:rsidRPr="00DA0FC8" w:rsidRDefault="0035531B" w:rsidP="00564DDD">
      <w:pPr>
        <w:pStyle w:val="Textbezslovn"/>
        <w:tabs>
          <w:tab w:val="left" w:pos="2127"/>
        </w:tabs>
        <w:ind w:left="2127" w:hanging="1390"/>
        <w:rPr>
          <w:strike/>
        </w:rPr>
      </w:pP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0B8E628E" w:rsidR="0035531B" w:rsidRDefault="0035531B" w:rsidP="00564DDD">
      <w:pPr>
        <w:pStyle w:val="Textbezslovn"/>
        <w:spacing w:after="0"/>
      </w:pPr>
      <w:r>
        <w:t xml:space="preserve">V Praze </w:t>
      </w:r>
    </w:p>
    <w:p w14:paraId="3A379FDB" w14:textId="77777777" w:rsidR="0035531B" w:rsidRDefault="0035531B" w:rsidP="00564DDD">
      <w:pPr>
        <w:pStyle w:val="Textbezslovn"/>
        <w:spacing w:after="0"/>
      </w:pPr>
    </w:p>
    <w:p w14:paraId="26CB4BC2" w14:textId="796322A9" w:rsidR="0035531B" w:rsidRDefault="0035531B" w:rsidP="00564DDD">
      <w:pPr>
        <w:pStyle w:val="Textbezslovn"/>
        <w:spacing w:after="0"/>
      </w:pPr>
    </w:p>
    <w:p w14:paraId="6B359937" w14:textId="77777777" w:rsidR="00905326" w:rsidRDefault="00905326" w:rsidP="00564DDD">
      <w:pPr>
        <w:pStyle w:val="Textbezslovn"/>
        <w:spacing w:after="0"/>
      </w:pPr>
    </w:p>
    <w:p w14:paraId="602615D0" w14:textId="593DD9BE" w:rsidR="0035531B" w:rsidRDefault="0035531B" w:rsidP="00564DDD">
      <w:pPr>
        <w:pStyle w:val="Textbezslovn"/>
        <w:spacing w:after="0"/>
      </w:pPr>
    </w:p>
    <w:p w14:paraId="34D73700" w14:textId="77777777" w:rsidR="001855D7" w:rsidRDefault="001855D7" w:rsidP="00564DDD">
      <w:pPr>
        <w:pStyle w:val="Textbezslovn"/>
        <w:spacing w:after="0"/>
      </w:pPr>
    </w:p>
    <w:p w14:paraId="301FB038" w14:textId="77777777" w:rsidR="0035531B" w:rsidRDefault="0035531B" w:rsidP="00564DDD">
      <w:pPr>
        <w:pStyle w:val="Textbezslovn"/>
        <w:spacing w:after="0"/>
      </w:pPr>
      <w:r>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946FFC">
        <w:rPr>
          <w:rStyle w:val="Znakapoznpodarou"/>
        </w:rPr>
        <w:footnoteReference w:id="6"/>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4F7395BC" w14:textId="77777777" w:rsidR="00FF2275" w:rsidRDefault="00FF2275" w:rsidP="00FF2275">
      <w:pPr>
        <w:pStyle w:val="Textbezslovn"/>
        <w:ind w:left="0"/>
      </w:pPr>
      <w:r w:rsidRPr="004F03BF">
        <w:t xml:space="preserve">Dodavatel uvede informaci, zda je kótován na burze cenných papírů </w:t>
      </w:r>
      <w:r w:rsidRPr="004F03BF">
        <w:rPr>
          <w:highlight w:val="yellow"/>
        </w:rPr>
        <w:t>[Ano/Ne DOPLNÍ DODAVATEL]</w:t>
      </w:r>
      <w:r>
        <w:t xml:space="preserve"> </w:t>
      </w:r>
    </w:p>
    <w:p w14:paraId="24FA0248" w14:textId="77777777" w:rsidR="0035531B" w:rsidRDefault="0035531B" w:rsidP="00FF2275">
      <w:pPr>
        <w:pStyle w:val="Textbezslovn"/>
        <w:ind w:left="0"/>
      </w:pPr>
      <w:r>
        <w:t xml:space="preserve"> </w:t>
      </w:r>
    </w:p>
    <w:p w14:paraId="3D3713C6" w14:textId="4D96FCF6"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855D7">
        <w:t xml:space="preserve">, ani </w:t>
      </w:r>
      <w:r w:rsidR="001855D7" w:rsidRPr="00D6468A">
        <w:rPr>
          <w:rFonts w:ascii="Verdana" w:hAnsi="Verdana"/>
        </w:rPr>
        <w:t xml:space="preserve">nepřipravoval části nabídek, které mají být hodnoceny podle kritérií hodnocení, ve vzájemné shodě s jiným účastníkem téhož </w:t>
      </w:r>
      <w:r w:rsidR="001855D7">
        <w:rPr>
          <w:rFonts w:ascii="Verdana" w:hAnsi="Verdana"/>
        </w:rPr>
        <w:t xml:space="preserve">zadávacího </w:t>
      </w:r>
      <w:r w:rsidR="001855D7" w:rsidRPr="00D6468A">
        <w:rPr>
          <w:rFonts w:ascii="Verdana" w:hAnsi="Verdana"/>
        </w:rPr>
        <w:t>řízení, s nímž je spojenou osobou podle zákona o daních z příjmů</w:t>
      </w:r>
      <w:r w:rsidRPr="00B277ED">
        <w:t xml:space="preserve">.  </w:t>
      </w: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3AFADC39" w14:textId="77777777" w:rsidR="001855D7" w:rsidRDefault="001855D7" w:rsidP="001855D7">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77777777" w:rsidR="0035531B" w:rsidRDefault="0035531B" w:rsidP="00454716">
      <w:pPr>
        <w:pStyle w:val="Textbezslovn"/>
        <w:ind w:left="0"/>
      </w:pPr>
      <w:r>
        <w:t>Jestliže dodavatel uvažuje zadat poddodavateli plnění části veřejné zakázky,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2A83906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946FFC">
        <w:rPr>
          <w:rStyle w:val="Znakapoznpodarou"/>
        </w:rPr>
        <w:footnoteReference w:id="7"/>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8F8C55D" w14:textId="77777777" w:rsidR="0035531B" w:rsidRDefault="0035531B" w:rsidP="00FE4333">
      <w:pPr>
        <w:pStyle w:val="Nadpisbezsl1-1"/>
      </w:pPr>
      <w:r>
        <w:lastRenderedPageBreak/>
        <w:t>Příloha č. 4</w:t>
      </w:r>
    </w:p>
    <w:p w14:paraId="1AB844D3" w14:textId="77777777" w:rsidR="0035531B" w:rsidRPr="00AD792A" w:rsidRDefault="0035531B" w:rsidP="00FE4333">
      <w:pPr>
        <w:pStyle w:val="Nadpisbezsl1-2"/>
      </w:pPr>
      <w:r w:rsidRPr="00AD792A">
        <w:t>Seznam stavebních prací</w:t>
      </w:r>
    </w:p>
    <w:p w14:paraId="2A35036F" w14:textId="77777777" w:rsidR="00AB1063" w:rsidRDefault="00AB1063" w:rsidP="00AD792A">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AD792A" w:rsidRPr="00AD792A" w14:paraId="6FE829BF" w14:textId="77777777" w:rsidTr="00AD792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4ED17651" w14:textId="77777777" w:rsidR="00AD792A" w:rsidRPr="00AD792A" w:rsidRDefault="00AD792A" w:rsidP="00AD792A">
            <w:pPr>
              <w:rPr>
                <w:b/>
                <w:sz w:val="16"/>
                <w:szCs w:val="16"/>
              </w:rPr>
            </w:pPr>
            <w:r w:rsidRPr="00AD792A">
              <w:rPr>
                <w:b/>
              </w:rPr>
              <w:t>Název zakázky/ stavební práce</w:t>
            </w:r>
            <w:r w:rsidRPr="00AD792A">
              <w:rPr>
                <w:b/>
                <w:sz w:val="16"/>
                <w:szCs w:val="16"/>
              </w:rPr>
              <w:t xml:space="preserve"> </w:t>
            </w:r>
          </w:p>
        </w:tc>
        <w:tc>
          <w:tcPr>
            <w:tcW w:w="1276" w:type="dxa"/>
          </w:tcPr>
          <w:p w14:paraId="54B4D5B8" w14:textId="77777777" w:rsidR="00AD792A" w:rsidRPr="00AD792A" w:rsidRDefault="00AD792A"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276" w:type="dxa"/>
          </w:tcPr>
          <w:p w14:paraId="3877DAF2"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sidR="00A95C0A">
              <w:rPr>
                <w:b/>
              </w:rPr>
              <w:t>)</w:t>
            </w:r>
            <w:r w:rsidRPr="00AD792A">
              <w:rPr>
                <w:b/>
              </w:rPr>
              <w:t xml:space="preserve"> a místo jejich plnění</w:t>
            </w:r>
          </w:p>
        </w:tc>
        <w:tc>
          <w:tcPr>
            <w:tcW w:w="1276" w:type="dxa"/>
          </w:tcPr>
          <w:p w14:paraId="47F16D7B" w14:textId="77777777" w:rsidR="00D05C61" w:rsidRDefault="00AD792A" w:rsidP="00307641">
            <w:pPr>
              <w:jc w:val="center"/>
              <w:cnfStyle w:val="100000000000" w:firstRow="1" w:lastRow="0" w:firstColumn="0" w:lastColumn="0" w:oddVBand="0" w:evenVBand="0" w:oddHBand="0" w:evenHBand="0" w:firstRowFirstColumn="0" w:firstRowLastColumn="0" w:lastRowFirstColumn="0" w:lastRowLastColumn="0"/>
              <w:rPr>
                <w:b/>
              </w:rPr>
            </w:pPr>
            <w:r w:rsidRPr="00AD792A">
              <w:rPr>
                <w:b/>
              </w:rPr>
              <w:t>Termín plnění dle smlouvy a doba dokončení stavebních prací (</w:t>
            </w:r>
            <w:r w:rsidR="00D05C61">
              <w:rPr>
                <w:b/>
              </w:rPr>
              <w:t>den/</w:t>
            </w:r>
            <w:r w:rsidRPr="00AD792A">
              <w:rPr>
                <w:b/>
              </w:rPr>
              <w:t>měsíc/</w:t>
            </w:r>
          </w:p>
          <w:p w14:paraId="69174D5A" w14:textId="3C3E9546"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3DFF74ED"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276" w:type="dxa"/>
          </w:tcPr>
          <w:p w14:paraId="0C356BE9" w14:textId="77777777" w:rsidR="00376402" w:rsidRDefault="0084440D" w:rsidP="0084440D">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00AD792A" w:rsidRPr="00AD792A">
              <w:rPr>
                <w:b/>
              </w:rPr>
              <w:t xml:space="preserve"> stavebních prací</w:t>
            </w:r>
            <w:r>
              <w:rPr>
                <w:b/>
              </w:rPr>
              <w:t xml:space="preserve"> </w:t>
            </w:r>
            <w:proofErr w:type="spellStart"/>
            <w:r w:rsidRPr="00FF1BC8">
              <w:rPr>
                <w:b/>
              </w:rPr>
              <w:t>požadova</w:t>
            </w:r>
            <w:proofErr w:type="spellEnd"/>
            <w:r w:rsidR="00376402">
              <w:rPr>
                <w:b/>
              </w:rPr>
              <w:t>-</w:t>
            </w:r>
          </w:p>
          <w:p w14:paraId="78798BE1" w14:textId="77777777" w:rsidR="00AD792A" w:rsidRPr="00AD792A" w:rsidRDefault="0084440D" w:rsidP="0084440D">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00AD792A" w:rsidRPr="00AD792A">
              <w:rPr>
                <w:b/>
              </w:rPr>
              <w:t xml:space="preserve">, které dodavatel poskytl** za posledních </w:t>
            </w:r>
            <w:r w:rsidR="00AD792A" w:rsidRPr="00DA0FC8">
              <w:rPr>
                <w:b/>
              </w:rPr>
              <w:t>5</w:t>
            </w:r>
            <w:r w:rsidR="00AD792A" w:rsidRPr="00AD792A">
              <w:rPr>
                <w:b/>
              </w:rPr>
              <w:t xml:space="preserve"> let v Kč***</w:t>
            </w:r>
            <w:r w:rsidR="00EE3C5F">
              <w:rPr>
                <w:b/>
              </w:rPr>
              <w:t xml:space="preserve"> </w:t>
            </w:r>
            <w:r w:rsidR="00AD792A" w:rsidRPr="00AD792A">
              <w:rPr>
                <w:b/>
              </w:rPr>
              <w:t>bez DPH</w:t>
            </w:r>
          </w:p>
        </w:tc>
        <w:tc>
          <w:tcPr>
            <w:tcW w:w="1276" w:type="dxa"/>
          </w:tcPr>
          <w:p w14:paraId="69F82674" w14:textId="77777777" w:rsidR="00AD792A" w:rsidRPr="00AD792A" w:rsidRDefault="00AD792A"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Hodnoty požadované</w:t>
            </w:r>
            <w:r w:rsidR="00BB4AF2">
              <w:rPr>
                <w:b/>
              </w:rPr>
              <w:t xml:space="preserve"> u </w:t>
            </w:r>
            <w:proofErr w:type="spellStart"/>
            <w:r w:rsidRPr="00AD792A">
              <w:rPr>
                <w:b/>
              </w:rPr>
              <w:t>jednotli</w:t>
            </w:r>
            <w:r w:rsidR="008C65BC">
              <w:rPr>
                <w:b/>
              </w:rPr>
              <w:t>-</w:t>
            </w:r>
            <w:r w:rsidRPr="00AD792A">
              <w:rPr>
                <w:b/>
              </w:rPr>
              <w:t>vých</w:t>
            </w:r>
            <w:proofErr w:type="spellEnd"/>
            <w:r w:rsidRPr="00AD792A">
              <w:rPr>
                <w:b/>
              </w:rPr>
              <w:t xml:space="preserve"> nejvýznamnějších stavebních prací v Kč***</w:t>
            </w:r>
            <w:r w:rsidR="00EE3C5F">
              <w:rPr>
                <w:b/>
              </w:rPr>
              <w:t xml:space="preserve"> </w:t>
            </w:r>
            <w:r w:rsidRPr="00AD792A">
              <w:rPr>
                <w:b/>
              </w:rPr>
              <w:t>bez DPH, resp. km/m/ks</w:t>
            </w:r>
          </w:p>
        </w:tc>
      </w:tr>
      <w:tr w:rsidR="00AD792A" w:rsidRPr="00AD792A" w14:paraId="004713BE"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Pr>
          <w:p w14:paraId="38967D06" w14:textId="77777777" w:rsidR="00AD792A" w:rsidRPr="00AD792A" w:rsidRDefault="00AD792A" w:rsidP="00AD792A">
            <w:pPr>
              <w:rPr>
                <w:b/>
                <w:sz w:val="16"/>
                <w:szCs w:val="16"/>
              </w:rPr>
            </w:pPr>
            <w:r w:rsidRPr="00AD792A">
              <w:rPr>
                <w:b/>
                <w:sz w:val="16"/>
                <w:szCs w:val="16"/>
              </w:rPr>
              <w:t>A) v ČR</w:t>
            </w:r>
          </w:p>
        </w:tc>
      </w:tr>
      <w:tr w:rsidR="00AD792A" w:rsidRPr="00454716" w14:paraId="48CAE7E4"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41CD1B38"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7499F9DA"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213057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C6C92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B1FCC3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DEA14C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82CC69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35D73633" w14:textId="77777777" w:rsidTr="00AD792A">
        <w:tc>
          <w:tcPr>
            <w:cnfStyle w:val="001000000000" w:firstRow="0" w:lastRow="0" w:firstColumn="1" w:lastColumn="0" w:oddVBand="0" w:evenVBand="0" w:oddHBand="0" w:evenHBand="0" w:firstRowFirstColumn="0" w:firstRowLastColumn="0" w:lastRowFirstColumn="0" w:lastRowLastColumn="0"/>
            <w:tcW w:w="1276" w:type="dxa"/>
          </w:tcPr>
          <w:p w14:paraId="2B2F04A6"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Pr>
          <w:p w14:paraId="45D2209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938CA86"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02BE3AB8"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6DF559F"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0E498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6CACA23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7580921D"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471ADF"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EDE9667"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6C3CF2D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93DF574"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58FE5601"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364FB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E9DC44D"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AD792A" w14:paraId="1F28DFA6" w14:textId="77777777" w:rsidTr="00AD792A">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60726210" w14:textId="77777777" w:rsidR="00AD792A" w:rsidRPr="00AD792A" w:rsidRDefault="00AD792A" w:rsidP="00AD792A">
            <w:pPr>
              <w:rPr>
                <w:b/>
                <w:sz w:val="16"/>
                <w:szCs w:val="16"/>
              </w:rPr>
            </w:pPr>
            <w:r w:rsidRPr="00AD792A">
              <w:rPr>
                <w:b/>
                <w:sz w:val="16"/>
                <w:szCs w:val="16"/>
              </w:rPr>
              <w:t>B) v zahraničí</w:t>
            </w:r>
          </w:p>
        </w:tc>
      </w:tr>
      <w:tr w:rsidR="00AD792A" w:rsidRPr="00454716" w14:paraId="47DDA12F"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7E18A2FE" w14:textId="77777777" w:rsidR="00AD792A" w:rsidRPr="00454716" w:rsidRDefault="00AD792A" w:rsidP="00B80E53">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31D34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C820429"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E65E6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AC16B05"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933561E"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7B7253"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228FF7EA" w14:textId="77777777" w:rsidTr="00AD792A">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1C7D6969" w14:textId="77777777" w:rsidR="00AD792A" w:rsidRPr="00454716" w:rsidRDefault="00AD792A" w:rsidP="00307641">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24192C0"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A78CAA"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CC4972"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0E2A85A4"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10559549" w14:textId="77777777" w:rsidR="00AD792A" w:rsidRPr="00AD792A"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E4CC78B" w14:textId="77777777" w:rsidR="00AD792A" w:rsidRPr="00454716" w:rsidRDefault="00AD792A"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D792A" w:rsidRPr="00454716" w14:paraId="6EF8156D" w14:textId="77777777" w:rsidTr="00AD792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08268C60" w14:textId="77777777" w:rsidR="00AD792A" w:rsidRPr="00454716" w:rsidRDefault="00AD792A" w:rsidP="00307641">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E3F379"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4900566D"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D007BE6"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69DFA67"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59BFEB5" w14:textId="77777777" w:rsidR="00AD792A" w:rsidRPr="00AD792A"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7C8755EB" w14:textId="77777777" w:rsidR="00AD792A" w:rsidRPr="00454716" w:rsidRDefault="00AD792A"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E5AD695" w14:textId="77777777" w:rsidR="00AD792A" w:rsidRDefault="00AD792A" w:rsidP="00AD792A">
      <w:pPr>
        <w:pStyle w:val="Textbezslovn"/>
        <w:ind w:left="0"/>
      </w:pPr>
    </w:p>
    <w:p w14:paraId="3DE6DFD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5D25AFB7"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09D2E84F"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7B26D698"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1C037264" w14:textId="11A4071A"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w:t>
      </w:r>
      <w:r w:rsidR="00C2534C">
        <w:t xml:space="preserve">či osvědčení </w:t>
      </w:r>
      <w:r>
        <w:t>i takové stavební práce, které poskytl:</w:t>
      </w:r>
    </w:p>
    <w:p w14:paraId="4B4832D4" w14:textId="77777777" w:rsidR="0035531B" w:rsidRDefault="0035531B" w:rsidP="00472C13">
      <w:pPr>
        <w:pStyle w:val="Odstavec1-1a"/>
        <w:numPr>
          <w:ilvl w:val="0"/>
          <w:numId w:val="14"/>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2BD2DA51" w14:textId="03B7D92C"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14:paraId="730B2A5F" w14:textId="4430D5BD" w:rsidR="004A5F32" w:rsidRDefault="004A5F32" w:rsidP="00EA26C4">
      <w:pPr>
        <w:pStyle w:val="Textbezslovn"/>
        <w:ind w:left="709"/>
      </w:pPr>
      <w:r>
        <w:t xml:space="preserve">Oba </w:t>
      </w:r>
      <w:r w:rsidR="00EB464C">
        <w:t xml:space="preserve">výše uvedené body </w:t>
      </w:r>
      <w:r>
        <w:t>se týkají jak celkové hodnoty referenčních zakázek, tak i jejich dílčích hodnot (v cenových i případně necenových jednotkách, jsou-li takové požadovány).</w:t>
      </w:r>
    </w:p>
    <w:p w14:paraId="530E0D19" w14:textId="059EF7D1"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w:t>
      </w:r>
      <w:r w:rsidRPr="00E84963">
        <w:t xml:space="preserve">použije průměrný </w:t>
      </w:r>
      <w:r w:rsidR="006378F7">
        <w:t xml:space="preserve">měsíční </w:t>
      </w:r>
      <w:r w:rsidRPr="00E84963">
        <w:t>kurz devizového trhu příslušné měny</w:t>
      </w:r>
      <w:r w:rsidR="00BC6D2B" w:rsidRPr="00E84963">
        <w:t xml:space="preserve"> k </w:t>
      </w:r>
      <w:r w:rsidRPr="00E84963">
        <w:t>CZK stanovený</w:t>
      </w:r>
      <w:r w:rsidR="00845C50" w:rsidRPr="00E84963">
        <w:t xml:space="preserve"> a </w:t>
      </w:r>
      <w:r w:rsidRPr="00E84963">
        <w:t xml:space="preserve">zveřejněný ČNB </w:t>
      </w:r>
      <w:r w:rsidR="006378F7">
        <w:t>za měsíc, ve kterém bylo plnění referenční zakázky dokončeno</w:t>
      </w:r>
      <w:r>
        <w:t>.</w:t>
      </w:r>
    </w:p>
    <w:p w14:paraId="5D195059" w14:textId="77777777" w:rsidR="0035531B" w:rsidRDefault="0035531B" w:rsidP="00EE3C5F">
      <w:pPr>
        <w:pStyle w:val="Textbezslovn"/>
      </w:pPr>
    </w:p>
    <w:p w14:paraId="2F2C3F20" w14:textId="77777777"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nejvýznamnějších stavebních prací uvedených</w:t>
      </w:r>
      <w:r w:rsidR="00092CC9">
        <w:t xml:space="preserve"> v </w:t>
      </w:r>
      <w:r>
        <w:t>tomto seznamu</w:t>
      </w:r>
    </w:p>
    <w:p w14:paraId="4F7E6B77" w14:textId="77777777" w:rsidR="0035531B" w:rsidRDefault="0035531B" w:rsidP="00EE3C5F">
      <w:pPr>
        <w:pStyle w:val="Textbezslovn"/>
      </w:pPr>
      <w:r>
        <w:t xml:space="preserve"> </w:t>
      </w:r>
    </w:p>
    <w:p w14:paraId="3FEDA0F4" w14:textId="77777777" w:rsidR="00EE3C5F" w:rsidRDefault="00EE3C5F">
      <w:r>
        <w:br w:type="page"/>
      </w:r>
    </w:p>
    <w:p w14:paraId="1A4479A0" w14:textId="77777777" w:rsidR="0035531B" w:rsidRDefault="0035531B" w:rsidP="00FE4333">
      <w:pPr>
        <w:pStyle w:val="Nadpisbezsl1-1"/>
      </w:pPr>
      <w:r>
        <w:lastRenderedPageBreak/>
        <w:t>Příloha č. 5</w:t>
      </w:r>
    </w:p>
    <w:p w14:paraId="4FFA9F74" w14:textId="77777777" w:rsidR="0035531B" w:rsidRPr="00EE3C5F" w:rsidRDefault="0035531B" w:rsidP="00FE4333">
      <w:pPr>
        <w:pStyle w:val="Nadpisbezsl1-2"/>
      </w:pPr>
      <w:r w:rsidRPr="00EE3C5F">
        <w:t>Seznam odborného personálu dodavatele</w:t>
      </w:r>
    </w:p>
    <w:p w14:paraId="5CC4050C" w14:textId="77777777" w:rsidR="00AB1063" w:rsidRDefault="00AB1063" w:rsidP="00EE3C5F">
      <w:pPr>
        <w:pStyle w:val="Textbezslovn"/>
      </w:pPr>
    </w:p>
    <w:tbl>
      <w:tblPr>
        <w:tblStyle w:val="Mkatabulky"/>
        <w:tblW w:w="7310" w:type="dxa"/>
        <w:tblLayout w:type="fixed"/>
        <w:tblLook w:val="04E0" w:firstRow="1" w:lastRow="1" w:firstColumn="1" w:lastColumn="0" w:noHBand="0" w:noVBand="1"/>
      </w:tblPr>
      <w:tblGrid>
        <w:gridCol w:w="1985"/>
        <w:gridCol w:w="1775"/>
        <w:gridCol w:w="1775"/>
        <w:gridCol w:w="1775"/>
      </w:tblGrid>
      <w:tr w:rsidR="00EF0077" w:rsidRPr="00EE3C5F" w14:paraId="681AAB44" w14:textId="77777777" w:rsidTr="00EF00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Pr>
          <w:p w14:paraId="777DEB7B" w14:textId="5875E490" w:rsidR="00EF0077" w:rsidRDefault="00EF0077" w:rsidP="0083096F">
            <w:pPr>
              <w:rPr>
                <w:b/>
                <w:sz w:val="16"/>
                <w:szCs w:val="16"/>
              </w:rPr>
            </w:pPr>
            <w:r w:rsidRPr="00EE3C5F">
              <w:rPr>
                <w:b/>
                <w:sz w:val="16"/>
                <w:szCs w:val="16"/>
              </w:rPr>
              <w:t>Funkce</w:t>
            </w:r>
          </w:p>
          <w:p w14:paraId="67028A61" w14:textId="3DCE4A8B" w:rsidR="00EF0077" w:rsidRPr="00EE3C5F" w:rsidRDefault="00EF0077" w:rsidP="0083096F">
            <w:pPr>
              <w:rPr>
                <w:b/>
                <w:sz w:val="16"/>
                <w:szCs w:val="16"/>
              </w:rPr>
            </w:pPr>
            <w:r>
              <w:rPr>
                <w:b/>
                <w:sz w:val="16"/>
                <w:szCs w:val="16"/>
              </w:rPr>
              <w:t>J</w:t>
            </w:r>
            <w:r w:rsidRPr="00EE3C5F">
              <w:rPr>
                <w:b/>
                <w:sz w:val="16"/>
                <w:szCs w:val="16"/>
              </w:rPr>
              <w:t xml:space="preserve">méno </w:t>
            </w:r>
            <w:r>
              <w:rPr>
                <w:b/>
                <w:sz w:val="16"/>
                <w:szCs w:val="16"/>
              </w:rPr>
              <w:t>a příjmení</w:t>
            </w:r>
          </w:p>
        </w:tc>
        <w:tc>
          <w:tcPr>
            <w:tcW w:w="1775" w:type="dxa"/>
          </w:tcPr>
          <w:p w14:paraId="3D3BAEE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775" w:type="dxa"/>
          </w:tcPr>
          <w:p w14:paraId="35B29B81" w14:textId="14F9EA2F" w:rsidR="00EF0077" w:rsidRPr="00EE3C5F" w:rsidRDefault="00EF0077" w:rsidP="0047695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Zkušenost s řízením realizace</w:t>
            </w:r>
            <w:r>
              <w:rPr>
                <w:b/>
                <w:sz w:val="16"/>
                <w:szCs w:val="16"/>
              </w:rPr>
              <w:t xml:space="preserve"> nebo</w:t>
            </w:r>
            <w:r w:rsidRPr="00EE3C5F">
              <w:rPr>
                <w:b/>
                <w:sz w:val="16"/>
                <w:szCs w:val="16"/>
              </w:rPr>
              <w:t xml:space="preserve"> realizací </w:t>
            </w:r>
            <w:r>
              <w:rPr>
                <w:b/>
                <w:sz w:val="16"/>
                <w:szCs w:val="16"/>
              </w:rPr>
              <w:t xml:space="preserve">stavby </w:t>
            </w:r>
            <w:r w:rsidR="0064514C">
              <w:rPr>
                <w:b/>
                <w:sz w:val="16"/>
                <w:szCs w:val="16"/>
              </w:rPr>
              <w:t>nebo zpracováním dokumentace</w:t>
            </w:r>
            <w:r w:rsidRPr="00EE3C5F">
              <w:rPr>
                <w:b/>
                <w:sz w:val="16"/>
                <w:szCs w:val="16"/>
              </w:rPr>
              <w:t>* (název stavby a cena bez DPH, další podrobnosti uvést v životopisu)</w:t>
            </w:r>
          </w:p>
        </w:tc>
        <w:tc>
          <w:tcPr>
            <w:tcW w:w="1775" w:type="dxa"/>
          </w:tcPr>
          <w:p w14:paraId="200482CD" w14:textId="77777777" w:rsidR="00EF0077" w:rsidRPr="00EE3C5F" w:rsidRDefault="00EF0077"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F0077" w:rsidRPr="00454716" w14:paraId="7B42F7F0"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622943C4"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45CB8FBE"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2D564A49"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26C995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6D20D9B9" w14:textId="77777777" w:rsidTr="00EF0077">
        <w:tc>
          <w:tcPr>
            <w:cnfStyle w:val="001000000000" w:firstRow="0" w:lastRow="0" w:firstColumn="1" w:lastColumn="0" w:oddVBand="0" w:evenVBand="0" w:oddHBand="0" w:evenHBand="0" w:firstRowFirstColumn="0" w:firstRowLastColumn="0" w:lastRowFirstColumn="0" w:lastRowLastColumn="0"/>
            <w:tcW w:w="1985" w:type="dxa"/>
          </w:tcPr>
          <w:p w14:paraId="532EBCE1"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Pr>
          <w:p w14:paraId="7A5339F3"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65E31DD4"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Pr>
          <w:p w14:paraId="54FC4646"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34E91D85"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204D766F"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A32652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2A6034A8"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47D0EB8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03E7A737"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E1E51FA"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3F6B5A27"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146E637C"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69EB534D"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4011119" w14:textId="77777777" w:rsidTr="00EF0077">
        <w:tc>
          <w:tcPr>
            <w:cnfStyle w:val="001000000000" w:firstRow="0" w:lastRow="0" w:firstColumn="1" w:lastColumn="0" w:oddVBand="0" w:evenVBand="0" w:oddHBand="0" w:evenHBand="0" w:firstRowFirstColumn="0" w:firstRowLastColumn="0" w:lastRowFirstColumn="0" w:lastRowLastColumn="0"/>
            <w:tcW w:w="1985" w:type="dxa"/>
            <w:tcBorders>
              <w:bottom w:val="single" w:sz="2" w:space="0" w:color="auto"/>
            </w:tcBorders>
          </w:tcPr>
          <w:p w14:paraId="69068E38" w14:textId="77777777" w:rsidR="00EF0077" w:rsidRPr="00454716" w:rsidRDefault="00EF0077" w:rsidP="00EE3C5F">
            <w:pPr>
              <w:rPr>
                <w:sz w:val="16"/>
                <w:szCs w:val="16"/>
                <w:highlight w:val="yellow"/>
              </w:rPr>
            </w:pPr>
            <w:r w:rsidRPr="00454716">
              <w:rPr>
                <w:sz w:val="16"/>
                <w:szCs w:val="16"/>
                <w:highlight w:val="yellow"/>
              </w:rPr>
              <w:t>[DOPLNÍ DODAVATEL]</w:t>
            </w:r>
          </w:p>
        </w:tc>
        <w:tc>
          <w:tcPr>
            <w:tcW w:w="1775" w:type="dxa"/>
            <w:tcBorders>
              <w:bottom w:val="single" w:sz="2" w:space="0" w:color="auto"/>
            </w:tcBorders>
          </w:tcPr>
          <w:p w14:paraId="59902E83"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0B552B5D" w14:textId="77777777" w:rsidR="00EF0077" w:rsidRPr="00AD792A"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775" w:type="dxa"/>
            <w:tcBorders>
              <w:bottom w:val="single" w:sz="2" w:space="0" w:color="auto"/>
            </w:tcBorders>
          </w:tcPr>
          <w:p w14:paraId="5D6D451B" w14:textId="77777777" w:rsidR="00EF0077" w:rsidRPr="00454716" w:rsidRDefault="00EF0077"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F0077" w:rsidRPr="00454716" w14:paraId="42C59563" w14:textId="77777777" w:rsidTr="00EF007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5" w:type="dxa"/>
            <w:tcBorders>
              <w:top w:val="single" w:sz="2" w:space="0" w:color="auto"/>
            </w:tcBorders>
            <w:shd w:val="clear" w:color="auto" w:fill="auto"/>
          </w:tcPr>
          <w:p w14:paraId="77F9C252" w14:textId="77777777" w:rsidR="00EF0077" w:rsidRPr="00454716" w:rsidRDefault="00EF0077" w:rsidP="00EE3C5F">
            <w:pPr>
              <w:rPr>
                <w:b w:val="0"/>
                <w:sz w:val="16"/>
                <w:szCs w:val="16"/>
                <w:highlight w:val="yellow"/>
              </w:rPr>
            </w:pPr>
            <w:r w:rsidRPr="00454716">
              <w:rPr>
                <w:b w:val="0"/>
                <w:sz w:val="16"/>
                <w:szCs w:val="16"/>
                <w:highlight w:val="yellow"/>
              </w:rPr>
              <w:t>[DOPLNÍ DODAVATEL]</w:t>
            </w:r>
          </w:p>
        </w:tc>
        <w:tc>
          <w:tcPr>
            <w:tcW w:w="1775" w:type="dxa"/>
            <w:tcBorders>
              <w:top w:val="single" w:sz="2" w:space="0" w:color="auto"/>
            </w:tcBorders>
            <w:shd w:val="clear" w:color="auto" w:fill="auto"/>
          </w:tcPr>
          <w:p w14:paraId="09F05493"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63E92F37" w14:textId="77777777" w:rsidR="00EF0077" w:rsidRPr="00AD792A"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775" w:type="dxa"/>
            <w:tcBorders>
              <w:top w:val="single" w:sz="2" w:space="0" w:color="auto"/>
            </w:tcBorders>
            <w:shd w:val="clear" w:color="auto" w:fill="auto"/>
          </w:tcPr>
          <w:p w14:paraId="03C54A71" w14:textId="77777777" w:rsidR="00EF0077" w:rsidRPr="00454716" w:rsidRDefault="00EF0077"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3100C39E" w14:textId="77777777" w:rsidR="00EE3C5F" w:rsidRDefault="00EE3C5F" w:rsidP="00EE3C5F">
      <w:pPr>
        <w:pStyle w:val="Textbezslovn"/>
      </w:pPr>
    </w:p>
    <w:p w14:paraId="055D5746" w14:textId="3A591065"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řízením realizace</w:t>
      </w:r>
      <w:r w:rsidR="00476957">
        <w:t xml:space="preserve"> nebo</w:t>
      </w:r>
      <w:r>
        <w:t xml:space="preserve"> realizací </w:t>
      </w:r>
      <w:r w:rsidR="00E628BC">
        <w:t xml:space="preserve">stavby </w:t>
      </w:r>
      <w:r w:rsidR="0064514C" w:rsidRPr="000D74D8">
        <w:t>nebo zpracováním dokumentace</w:t>
      </w:r>
      <w:r w:rsidR="0064514C">
        <w:t xml:space="preserve"> </w:t>
      </w:r>
      <w:r w:rsidR="00BB4AF2">
        <w:t>u </w:t>
      </w:r>
      <w:r>
        <w:t>těch členů odborného personálu,</w:t>
      </w:r>
      <w:r w:rsidR="00BB4AF2">
        <w:t xml:space="preserve"> u </w:t>
      </w:r>
      <w:r>
        <w:t xml:space="preserve">kterých je taková zkušenost požadována dle čl. 8.6 těchto Pokynů. U ostatních osob </w:t>
      </w:r>
      <w:r w:rsidR="00D05C61">
        <w:t xml:space="preserve">se </w:t>
      </w:r>
      <w:r>
        <w:t xml:space="preserve">tento sloupec proškrtne, nevyplní nebo jinak </w:t>
      </w:r>
      <w:proofErr w:type="gramStart"/>
      <w:r>
        <w:t>označí</w:t>
      </w:r>
      <w:proofErr w:type="gramEnd"/>
      <w:r>
        <w:t xml:space="preserve">, že se netýká. </w:t>
      </w:r>
    </w:p>
    <w:p w14:paraId="68E9C7DB" w14:textId="77777777" w:rsidR="00EE3C5F" w:rsidRDefault="00EE3C5F" w:rsidP="00EE3C5F">
      <w:pPr>
        <w:pStyle w:val="Textbezslovn"/>
      </w:pPr>
    </w:p>
    <w:p w14:paraId="6BA51BEF" w14:textId="77777777" w:rsidR="0035531B" w:rsidRPr="00EE3C5F" w:rsidRDefault="0035531B" w:rsidP="00E22C30">
      <w:pPr>
        <w:pStyle w:val="Textbezslovn"/>
        <w:ind w:left="0"/>
        <w:rPr>
          <w:b/>
        </w:rPr>
      </w:pPr>
      <w:r w:rsidRPr="00EE3C5F">
        <w:rPr>
          <w:b/>
        </w:rPr>
        <w:t xml:space="preserve">Přílohy: </w:t>
      </w:r>
      <w:r w:rsidRPr="00EE3C5F">
        <w:rPr>
          <w:b/>
        </w:rPr>
        <w:tab/>
      </w:r>
    </w:p>
    <w:p w14:paraId="382D97EF" w14:textId="77777777" w:rsidR="0035531B" w:rsidRDefault="0035531B" w:rsidP="00B61530">
      <w:pPr>
        <w:pStyle w:val="Odrka1-1"/>
        <w:tabs>
          <w:tab w:val="clear" w:pos="1077"/>
        </w:tabs>
        <w:ind w:left="426"/>
      </w:pPr>
      <w:r>
        <w:t>profesní životopisy každého člena odborného personálu dodavatele (viz Příloha č. 6 Pokynů)</w:t>
      </w:r>
    </w:p>
    <w:p w14:paraId="2353910D" w14:textId="77777777"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14:paraId="57F067BA" w14:textId="77777777" w:rsidR="0035531B" w:rsidRDefault="0035531B" w:rsidP="00EE3C5F">
      <w:pPr>
        <w:pStyle w:val="Textbezslovn"/>
      </w:pPr>
      <w:r>
        <w:t xml:space="preserve"> </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4449EFD3" w:rsidR="0035531B" w:rsidRPr="00833899" w:rsidRDefault="0035531B" w:rsidP="00472C13">
      <w:pPr>
        <w:pStyle w:val="Odstavec1-1a"/>
        <w:numPr>
          <w:ilvl w:val="0"/>
          <w:numId w:val="15"/>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946FFC">
        <w:rPr>
          <w:rStyle w:val="Znakapoznpodarou"/>
        </w:rPr>
        <w:footnoteReference w:id="8"/>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1F136C5B"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901536" w:rsidRPr="000D74D8">
        <w:t>nebo zpracováním dokumentace</w:t>
      </w:r>
      <w:r w:rsidR="00901536">
        <w:t xml:space="preserve"> </w:t>
      </w:r>
      <w:r w:rsidR="00BB4AF2">
        <w:t>u </w:t>
      </w:r>
      <w:r>
        <w:t>těch členů odborného personálu,</w:t>
      </w:r>
      <w:r w:rsidR="00BB4AF2">
        <w:t xml:space="preserve"> u </w:t>
      </w:r>
      <w:r>
        <w:t>kterých je taková zkušenost požadována (u ostatních osob se tabulka proškrtne nebo nevyplní)</w:t>
      </w:r>
      <w:r w:rsidR="00307641" w:rsidRPr="00946FFC">
        <w:rPr>
          <w:rStyle w:val="Znakapoznpodarou"/>
        </w:rPr>
        <w:footnoteReference w:id="9"/>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6DC9D6CF" w:rsidR="0035531B" w:rsidRPr="001950C2" w:rsidRDefault="0035531B" w:rsidP="00C20BBC">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946FFC">
        <w:rPr>
          <w:rStyle w:val="Znakapoznpodarou"/>
        </w:rPr>
        <w:footnoteReference w:id="10"/>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26B08665" w:rsidR="00307641" w:rsidRDefault="00307641" w:rsidP="00307641">
      <w:pPr>
        <w:pStyle w:val="Textbezslovn"/>
        <w:ind w:left="0"/>
      </w:pPr>
    </w:p>
    <w:p w14:paraId="117C9E3D" w14:textId="4BCCE65A"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0EADEDE7" w:rsidR="0035531B" w:rsidRDefault="0035531B" w:rsidP="00307641">
      <w:pPr>
        <w:pStyle w:val="Textbezslovn"/>
        <w:ind w:left="0"/>
      </w:pPr>
    </w:p>
    <w:p w14:paraId="515EFB24" w14:textId="418C7D47" w:rsidR="0035531B" w:rsidRDefault="0035531B" w:rsidP="00307641">
      <w:pPr>
        <w:pStyle w:val="Textbezslovn"/>
        <w:ind w:left="0"/>
      </w:pPr>
      <w:r>
        <w:t>Podpis osoby oprávněné jednat za dodavatele:</w:t>
      </w:r>
    </w:p>
    <w:p w14:paraId="43D56706" w14:textId="45AED5C6" w:rsidR="0035531B" w:rsidRDefault="0035531B" w:rsidP="00307641">
      <w:pPr>
        <w:pStyle w:val="Textbezslovn"/>
        <w:ind w:left="0"/>
      </w:pPr>
    </w:p>
    <w:p w14:paraId="6CDE2DF0" w14:textId="5F4BE39F" w:rsidR="00307641" w:rsidRDefault="00307641" w:rsidP="00307641">
      <w:pPr>
        <w:pStyle w:val="Textbezslovn"/>
        <w:ind w:left="0"/>
      </w:pPr>
    </w:p>
    <w:p w14:paraId="22954B72" w14:textId="2039CF25" w:rsidR="00307641" w:rsidRDefault="0035531B" w:rsidP="00307641">
      <w:pPr>
        <w:pStyle w:val="Textbezslovn"/>
        <w:ind w:left="0"/>
      </w:pPr>
      <w:r>
        <w:t>Jméno</w:t>
      </w:r>
      <w:r w:rsidR="00307641">
        <w:t>: ______________________</w:t>
      </w:r>
    </w:p>
    <w:p w14:paraId="547C269C" w14:textId="64CC7D01" w:rsidR="0035531B" w:rsidRDefault="0035531B" w:rsidP="00307641">
      <w:pPr>
        <w:pStyle w:val="Textbezslovn"/>
        <w:ind w:left="0"/>
      </w:pPr>
      <w:r>
        <w:tab/>
      </w:r>
    </w:p>
    <w:p w14:paraId="39E2127A" w14:textId="13E482E8" w:rsidR="00307641" w:rsidRDefault="00307641" w:rsidP="00307641">
      <w:pPr>
        <w:pStyle w:val="Textbezslovn"/>
        <w:ind w:left="0"/>
      </w:pPr>
    </w:p>
    <w:p w14:paraId="30EBAA10" w14:textId="3CEF5F2A" w:rsidR="0035531B" w:rsidRDefault="0035531B" w:rsidP="00307641">
      <w:pPr>
        <w:pStyle w:val="Textbezslovn"/>
        <w:ind w:left="0"/>
      </w:pPr>
      <w:r>
        <w:t>Podp</w:t>
      </w:r>
      <w:r w:rsidR="00307641">
        <w:t>is: ______________________</w:t>
      </w:r>
    </w:p>
    <w:p w14:paraId="5BE7F630" w14:textId="4622ADB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sidRPr="00946FFC">
        <w:rPr>
          <w:rStyle w:val="Znakapoznpodarou"/>
        </w:rPr>
        <w:footnoteReference w:id="11"/>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69744C8B"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611229">
        <w:t>i</w:t>
      </w:r>
      <w:r>
        <w:t>,</w:t>
      </w:r>
      <w:r w:rsidR="00845C50">
        <w:t xml:space="preserve"> a</w:t>
      </w:r>
      <w:r w:rsidR="00BB4AF2">
        <w:t xml:space="preserve"> u </w:t>
      </w:r>
      <w:r>
        <w:t xml:space="preserve">nichž dokládá </w:t>
      </w:r>
      <w:r w:rsidR="00611229" w:rsidRPr="00C85644">
        <w:t>smlouvu nebo jinou osobou podepsané potvrzení o její existenci, její</w:t>
      </w:r>
      <w:r w:rsidR="00611229">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611229">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946FFC">
        <w:rPr>
          <w:rStyle w:val="Znakapoznpodarou"/>
        </w:rPr>
        <w:footnoteReference w:id="12"/>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15E5F563" w:rsidR="006B5BF7" w:rsidRPr="00964860" w:rsidRDefault="006B5BF7" w:rsidP="006B5BF7">
      <w:pPr>
        <w:pStyle w:val="Nadpisbezsl1-2"/>
      </w:pPr>
      <w:r w:rsidRPr="00010882">
        <w:rPr>
          <w:lang w:eastAsia="cs-CZ"/>
        </w:rPr>
        <w:t>Čestné prohlášení o splnění podmínek v </w:t>
      </w:r>
      <w:proofErr w:type="gramStart"/>
      <w:r w:rsidRPr="00010882">
        <w:rPr>
          <w:lang w:eastAsia="cs-CZ"/>
        </w:rPr>
        <w:t xml:space="preserve">souvislosti </w:t>
      </w:r>
      <w:r w:rsidR="00DB78E9">
        <w:rPr>
          <w:lang w:eastAsia="cs-CZ"/>
        </w:rPr>
        <w:t xml:space="preserve"> s</w:t>
      </w:r>
      <w:proofErr w:type="gramEnd"/>
      <w:r w:rsidR="00DB78E9">
        <w:rPr>
          <w:lang w:eastAsia="cs-CZ"/>
        </w:rPr>
        <w:t xml:space="preserve"> mezinárodními sankcemi</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3581F555" w:rsidR="006B5BF7" w:rsidRPr="00833899" w:rsidRDefault="006B5BF7" w:rsidP="006B5BF7">
      <w:pPr>
        <w:pStyle w:val="Textbezslovn"/>
        <w:ind w:left="0"/>
      </w:pPr>
      <w:r>
        <w:t>Obchodní firma / jméno a příjmení</w:t>
      </w:r>
      <w:r w:rsidRPr="00946FFC">
        <w:rPr>
          <w:rStyle w:val="Znakapoznpodarou"/>
        </w:rPr>
        <w:footnoteReference w:id="13"/>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6DA58823"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DA0FC8" w:rsidRPr="00DA0FC8">
        <w:rPr>
          <w:b/>
        </w:rPr>
        <w:t xml:space="preserve">„Rekonstrukce dopravny Dolní </w:t>
      </w:r>
      <w:proofErr w:type="spellStart"/>
      <w:r w:rsidR="00DA0FC8" w:rsidRPr="00DA0FC8">
        <w:rPr>
          <w:b/>
        </w:rPr>
        <w:t>Polubný</w:t>
      </w:r>
      <w:proofErr w:type="spellEnd"/>
      <w:r w:rsidR="00DA0FC8" w:rsidRPr="00DA0FC8">
        <w:rPr>
          <w:b/>
        </w:rPr>
        <w:t>“</w:t>
      </w:r>
      <w:r w:rsidRPr="00DF0EC8">
        <w:rPr>
          <w:rFonts w:eastAsia="Times New Roman" w:cs="Times New Roman"/>
          <w:lang w:eastAsia="cs-CZ"/>
        </w:rPr>
        <w:t>,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A6D0F04" w14:textId="0BB498CE" w:rsidR="00BE68D3" w:rsidRDefault="00BE68D3" w:rsidP="00BE68D3">
      <w:pPr>
        <w:pStyle w:val="Odstavecseseznamem"/>
        <w:numPr>
          <w:ilvl w:val="0"/>
          <w:numId w:val="35"/>
        </w:numPr>
        <w:spacing w:line="240" w:lineRule="auto"/>
        <w:jc w:val="both"/>
        <w:rPr>
          <w:rFonts w:eastAsia="Calibri" w:cs="Times New Roman"/>
        </w:rPr>
      </w:pPr>
      <w:r>
        <w:rPr>
          <w:rFonts w:eastAsia="Calibri" w:cs="Times New Roman"/>
        </w:rPr>
        <w:t>on sám jakožto</w:t>
      </w:r>
      <w:r w:rsidR="003A545F">
        <w:rPr>
          <w:rFonts w:eastAsia="Calibri" w:cs="Times New Roman"/>
        </w:rPr>
        <w:t xml:space="preserve"> dodavatel</w:t>
      </w:r>
      <w:r w:rsidRPr="00BE68D3">
        <w:rPr>
          <w:rFonts w:eastAsia="Calibri" w:cs="Times New Roman"/>
        </w:rPr>
        <w:t xml:space="preserve">, ani jeho poddodavatelé, </w:t>
      </w:r>
      <w:r w:rsidRPr="00905326">
        <w:rPr>
          <w:rFonts w:eastAsia="Calibri" w:cs="Times New Roman"/>
          <w:b/>
        </w:rPr>
        <w:t>nejsou</w:t>
      </w:r>
      <w:r w:rsidRPr="00BE68D3">
        <w:rPr>
          <w:rFonts w:eastAsia="Calibri" w:cs="Times New Roman"/>
        </w:rPr>
        <w:t xml:space="preserve"> osobami, na něž se vztahuje zákaz zadání veřejné zakázky ve smyslu § 48a</w:t>
      </w:r>
      <w:r w:rsidR="00D048E2" w:rsidRPr="00D048E2">
        <w:rPr>
          <w:rFonts w:eastAsia="Times New Roman" w:cs="Times New Roman"/>
          <w:lang w:eastAsia="cs-CZ"/>
        </w:rPr>
        <w:t xml:space="preserve"> </w:t>
      </w:r>
      <w:r w:rsidR="00D048E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B3ADB91" w14:textId="77777777" w:rsidR="00BE68D3" w:rsidRPr="00BE68D3" w:rsidRDefault="00BE68D3" w:rsidP="00BE68D3">
      <w:pPr>
        <w:pStyle w:val="Odstavecseseznamem"/>
        <w:spacing w:line="240" w:lineRule="auto"/>
        <w:jc w:val="both"/>
        <w:rPr>
          <w:rFonts w:eastAsia="Calibri" w:cs="Times New Roman"/>
        </w:rPr>
      </w:pPr>
    </w:p>
    <w:p w14:paraId="6613DD85" w14:textId="5501A03C" w:rsidR="006B5BF7"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73B1E97F" w:rsidR="006B5BF7" w:rsidRPr="007F769F"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D048E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D048E2">
        <w:t xml:space="preserve"> </w:t>
      </w:r>
      <w:r w:rsidR="00D4247C">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D4247C">
        <w:t xml:space="preserve"> </w:t>
      </w:r>
      <w:r>
        <w:t>(</w:t>
      </w:r>
      <w:r w:rsidRPr="002904AF">
        <w:rPr>
          <w:b/>
        </w:rPr>
        <w:t>tzv. sankční seznamy</w:t>
      </w:r>
      <w:r>
        <w:t>)</w:t>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54A0810E" w14:textId="1F05D895" w:rsidR="00964860" w:rsidRDefault="006B5BF7" w:rsidP="006B5BF7">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bookmarkEnd w:id="1"/>
      <w:bookmarkEnd w:id="2"/>
      <w:bookmarkEnd w:id="3"/>
      <w:bookmarkEnd w:id="4"/>
    </w:p>
    <w:sectPr w:rsidR="00964860" w:rsidSect="00ED6360">
      <w:headerReference w:type="default" r:id="rId27"/>
      <w:footerReference w:type="default" r:id="rId28"/>
      <w:headerReference w:type="first" r:id="rId29"/>
      <w:footerReference w:type="first" r:id="rId3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82C5B36" w14:textId="77777777" w:rsidR="00587EF0" w:rsidRDefault="00587EF0" w:rsidP="00962258">
      <w:pPr>
        <w:spacing w:after="0" w:line="240" w:lineRule="auto"/>
      </w:pPr>
      <w:r>
        <w:separator/>
      </w:r>
    </w:p>
  </w:endnote>
  <w:endnote w:type="continuationSeparator" w:id="0">
    <w:p w14:paraId="4B9C6485" w14:textId="77777777" w:rsidR="00587EF0" w:rsidRDefault="00587EF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F16F36" w:rsidRPr="009716A2" w14:paraId="5CDE79BC" w14:textId="77777777" w:rsidTr="00EB46E5">
      <w:tc>
        <w:tcPr>
          <w:tcW w:w="1361" w:type="dxa"/>
          <w:tcMar>
            <w:left w:w="0" w:type="dxa"/>
            <w:right w:w="0" w:type="dxa"/>
          </w:tcMar>
          <w:vAlign w:val="bottom"/>
        </w:tcPr>
        <w:p w14:paraId="3DE5EB8F" w14:textId="32D59244" w:rsidR="00F16F36" w:rsidRPr="00B8518B" w:rsidRDefault="00F16F36"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87336">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F87336">
            <w:rPr>
              <w:rStyle w:val="slostrnky"/>
              <w:noProof/>
            </w:rPr>
            <w:t>45</w:t>
          </w:r>
          <w:r w:rsidRPr="00B8518B">
            <w:rPr>
              <w:rStyle w:val="slostrnky"/>
            </w:rPr>
            <w:fldChar w:fldCharType="end"/>
          </w:r>
        </w:p>
      </w:tc>
      <w:tc>
        <w:tcPr>
          <w:tcW w:w="284" w:type="dxa"/>
          <w:shd w:val="clear" w:color="auto" w:fill="auto"/>
          <w:tcMar>
            <w:left w:w="0" w:type="dxa"/>
            <w:right w:w="0" w:type="dxa"/>
          </w:tcMar>
        </w:tcPr>
        <w:p w14:paraId="388A8FC9" w14:textId="77777777" w:rsidR="00F16F36" w:rsidRDefault="00F16F36" w:rsidP="00B8518B">
          <w:pPr>
            <w:pStyle w:val="Zpat"/>
          </w:pPr>
        </w:p>
      </w:tc>
      <w:tc>
        <w:tcPr>
          <w:tcW w:w="425" w:type="dxa"/>
          <w:shd w:val="clear" w:color="auto" w:fill="auto"/>
          <w:tcMar>
            <w:left w:w="0" w:type="dxa"/>
            <w:right w:w="0" w:type="dxa"/>
          </w:tcMar>
        </w:tcPr>
        <w:p w14:paraId="36BAECC2" w14:textId="77777777" w:rsidR="00F16F36" w:rsidRDefault="00F16F36" w:rsidP="00B8518B">
          <w:pPr>
            <w:pStyle w:val="Zpat"/>
          </w:pPr>
        </w:p>
      </w:tc>
      <w:tc>
        <w:tcPr>
          <w:tcW w:w="8505" w:type="dxa"/>
        </w:tcPr>
        <w:p w14:paraId="3C19A70B" w14:textId="721E8730" w:rsidR="00F16F36" w:rsidRPr="009716A2" w:rsidRDefault="00F16F36" w:rsidP="00EB46E5">
          <w:pPr>
            <w:pStyle w:val="Zpat0"/>
          </w:pPr>
          <w:r w:rsidRPr="009716A2">
            <w:t xml:space="preserve">„Rekonstrukce dopravny Dolní </w:t>
          </w:r>
          <w:proofErr w:type="spellStart"/>
          <w:r w:rsidRPr="009716A2">
            <w:t>Polubný</w:t>
          </w:r>
          <w:proofErr w:type="spellEnd"/>
          <w:r w:rsidRPr="009716A2">
            <w:t>“</w:t>
          </w:r>
        </w:p>
        <w:p w14:paraId="3F2A1F4C" w14:textId="77777777" w:rsidR="00F16F36" w:rsidRPr="009716A2" w:rsidRDefault="00F16F36" w:rsidP="00EB46E5">
          <w:pPr>
            <w:pStyle w:val="Zpat0"/>
          </w:pPr>
          <w:r w:rsidRPr="009716A2">
            <w:t xml:space="preserve">Díl 1 – </w:t>
          </w:r>
          <w:r w:rsidRPr="009716A2">
            <w:rPr>
              <w:caps/>
            </w:rPr>
            <w:t>Požadavky a podmínky pro zpracování nabídky</w:t>
          </w:r>
        </w:p>
        <w:p w14:paraId="4DFF7954" w14:textId="77777777" w:rsidR="00F16F36" w:rsidRPr="009716A2" w:rsidRDefault="00F16F36" w:rsidP="0035531B">
          <w:pPr>
            <w:pStyle w:val="Zpat0"/>
          </w:pPr>
          <w:r w:rsidRPr="009716A2">
            <w:t xml:space="preserve">Část 2 – </w:t>
          </w:r>
          <w:r w:rsidRPr="009716A2">
            <w:rPr>
              <w:caps/>
            </w:rPr>
            <w:t>Pokyny pro dodavatele</w:t>
          </w:r>
          <w:r w:rsidRPr="009716A2">
            <w:t xml:space="preserve"> – Zhotovení stavby</w:t>
          </w:r>
        </w:p>
      </w:tc>
    </w:tr>
  </w:tbl>
  <w:p w14:paraId="5DF1028D" w14:textId="77777777" w:rsidR="00F16F36" w:rsidRPr="00B8518B" w:rsidRDefault="00F16F36"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D40692" w14:textId="77777777" w:rsidR="00F16F36" w:rsidRPr="00B8518B" w:rsidRDefault="00F16F36" w:rsidP="00460660">
    <w:pPr>
      <w:pStyle w:val="Zpat"/>
      <w:rPr>
        <w:sz w:val="2"/>
        <w:szCs w:val="2"/>
      </w:rPr>
    </w:pPr>
  </w:p>
  <w:p w14:paraId="580CEFC5" w14:textId="6F459D5C" w:rsidR="00F16F36" w:rsidRPr="00460660" w:rsidRDefault="00F16F36">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8E063A" w14:textId="77777777" w:rsidR="00587EF0" w:rsidRDefault="00587EF0" w:rsidP="00962258">
      <w:pPr>
        <w:spacing w:after="0" w:line="240" w:lineRule="auto"/>
      </w:pPr>
      <w:r>
        <w:separator/>
      </w:r>
    </w:p>
  </w:footnote>
  <w:footnote w:type="continuationSeparator" w:id="0">
    <w:p w14:paraId="619E4049" w14:textId="77777777" w:rsidR="00587EF0" w:rsidRDefault="00587EF0" w:rsidP="00962258">
      <w:pPr>
        <w:spacing w:after="0" w:line="240" w:lineRule="auto"/>
      </w:pPr>
      <w:r>
        <w:continuationSeparator/>
      </w:r>
    </w:p>
  </w:footnote>
  <w:footnote w:id="1">
    <w:p w14:paraId="01FEDBCB" w14:textId="77777777" w:rsidR="00F16F36" w:rsidRDefault="00F16F36">
      <w:pPr>
        <w:pStyle w:val="Textpoznpodarou"/>
      </w:pPr>
      <w:r w:rsidRPr="00946FFC">
        <w:rPr>
          <w:rStyle w:val="Znakapoznpodarou"/>
        </w:rPr>
        <w:footnoteRef/>
      </w:r>
      <w:r>
        <w:t xml:space="preserve"> </w:t>
      </w:r>
      <w:r w:rsidRPr="002C04EE">
        <w:t>Zákon č. 563/1991 Sb., o účetnictví, ve znění pozdějších předpisů.</w:t>
      </w:r>
    </w:p>
  </w:footnote>
  <w:footnote w:id="2">
    <w:p w14:paraId="2942A755" w14:textId="39CB9D35" w:rsidR="00F16F36" w:rsidRDefault="00F16F36" w:rsidP="00AD1771">
      <w:pPr>
        <w:pStyle w:val="Textpoznpodarou"/>
        <w:jc w:val="both"/>
      </w:pPr>
      <w:r w:rsidRPr="00946FFC">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 xml:space="preserve">hodnotě zakázky jako celku </w:t>
      </w:r>
      <w:r>
        <w:t xml:space="preserve">(je-li požadována) </w:t>
      </w:r>
      <w:r w:rsidRPr="002C04EE">
        <w:t>i ve vztahu</w:t>
      </w:r>
      <w:r>
        <w:t xml:space="preserve"> k </w:t>
      </w:r>
      <w:r w:rsidRPr="002C04EE">
        <w:t>dalším požadavkům, jako např. délce traťového úseku. Pozn. pouze ilustrativní vysvětlení.</w:t>
      </w:r>
    </w:p>
  </w:footnote>
  <w:footnote w:id="3">
    <w:p w14:paraId="7D1A1E47" w14:textId="163223AB" w:rsidR="00F16F36" w:rsidRDefault="00F16F36" w:rsidP="00AD1771">
      <w:pPr>
        <w:pStyle w:val="Textpoznpodarou"/>
        <w:jc w:val="both"/>
      </w:pPr>
      <w:r w:rsidRPr="00946FFC">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w:t>
      </w:r>
      <w:r>
        <w:t xml:space="preserve"> (je-li požadována)</w:t>
      </w:r>
      <w:r w:rsidRPr="00930B79">
        <w:t>. Pozn. pouze ilustrativní vysvětlení, pokud je přípustnost sčítání v čl. 9.3 těchto Pokynů výslovně uvedena.</w:t>
      </w:r>
    </w:p>
  </w:footnote>
  <w:footnote w:id="4">
    <w:p w14:paraId="36D56A06" w14:textId="0A9DB3AA" w:rsidR="00F16F36" w:rsidRDefault="00F16F36" w:rsidP="006B5BF7">
      <w:pPr>
        <w:pStyle w:val="Textpoznpodarou"/>
        <w:jc w:val="both"/>
      </w:pPr>
      <w:r w:rsidRPr="00946FFC">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5">
    <w:p w14:paraId="34513A14" w14:textId="77777777" w:rsidR="00F16F36" w:rsidRPr="00EB54C9" w:rsidRDefault="00F16F36" w:rsidP="006B5BF7">
      <w:pPr>
        <w:pStyle w:val="Textpoznpodarou"/>
        <w:jc w:val="both"/>
        <w:rPr>
          <w:szCs w:val="14"/>
        </w:rPr>
      </w:pPr>
      <w:r w:rsidRPr="00946FFC">
        <w:rPr>
          <w:rStyle w:val="Znakapoznpodarou"/>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6">
    <w:p w14:paraId="37DD9BC1" w14:textId="77777777" w:rsidR="00F16F36" w:rsidRDefault="00F16F36" w:rsidP="00D05C61">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7">
    <w:p w14:paraId="01FB2D70" w14:textId="77777777" w:rsidR="00F16F36" w:rsidRDefault="00F16F36" w:rsidP="00D05C61">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8">
    <w:p w14:paraId="6E0875B0" w14:textId="77777777" w:rsidR="00F16F36" w:rsidRDefault="00F16F36">
      <w:pPr>
        <w:pStyle w:val="Textpoznpodarou"/>
      </w:pPr>
      <w:r w:rsidRPr="00946FFC">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9">
    <w:p w14:paraId="5597D05B" w14:textId="77777777" w:rsidR="00F16F36" w:rsidRDefault="00F16F36">
      <w:pPr>
        <w:pStyle w:val="Textpoznpodarou"/>
      </w:pPr>
      <w:r w:rsidRPr="00946FFC">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0">
    <w:p w14:paraId="3C2110CB" w14:textId="77777777" w:rsidR="00F16F36" w:rsidRDefault="00F16F36">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11">
    <w:p w14:paraId="5B8E1E80" w14:textId="77777777" w:rsidR="00F16F36" w:rsidRDefault="00F16F36">
      <w:pPr>
        <w:pStyle w:val="Textpoznpodarou"/>
      </w:pPr>
      <w:r w:rsidRPr="00946FFC">
        <w:rPr>
          <w:rStyle w:val="Znakapoznpodarou"/>
        </w:rPr>
        <w:footnoteRef/>
      </w:r>
      <w:r>
        <w:t xml:space="preserve"> </w:t>
      </w:r>
      <w:r w:rsidRPr="00307641">
        <w:t>Identifikační údaje doplní dodavatel dle skutečnosti, zda se jedná o fyzickou či právnickou osobu.</w:t>
      </w:r>
    </w:p>
  </w:footnote>
  <w:footnote w:id="12">
    <w:p w14:paraId="7634FDC5" w14:textId="77777777" w:rsidR="00F16F36" w:rsidRDefault="00F16F36">
      <w:pPr>
        <w:pStyle w:val="Textpoznpodarou"/>
      </w:pPr>
      <w:r w:rsidRPr="00946FFC">
        <w:rPr>
          <w:rStyle w:val="Znakapoznpodarou"/>
        </w:rPr>
        <w:footnoteRef/>
      </w:r>
      <w:r>
        <w:t xml:space="preserve"> </w:t>
      </w:r>
      <w:r w:rsidRPr="007E2234">
        <w:t>Identifikační údaje doplní dodavatel dle skutečnosti, zda se jedná o fyzickou či právnickou osobu.</w:t>
      </w:r>
    </w:p>
    <w:p w14:paraId="69F876A2" w14:textId="5A90C57F" w:rsidR="00F16F36" w:rsidRDefault="00F16F36">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3">
    <w:p w14:paraId="06F19EAF" w14:textId="77777777" w:rsidR="00F16F36" w:rsidRDefault="00F16F36" w:rsidP="006B5BF7">
      <w:pPr>
        <w:pStyle w:val="Textpoznpodarou"/>
      </w:pPr>
      <w:r w:rsidRPr="00946FFC">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F16F36" w14:paraId="252031F4" w14:textId="77777777" w:rsidTr="00C02D0A">
      <w:trPr>
        <w:trHeight w:hRule="exact" w:val="454"/>
      </w:trPr>
      <w:tc>
        <w:tcPr>
          <w:tcW w:w="1361" w:type="dxa"/>
          <w:tcMar>
            <w:top w:w="57" w:type="dxa"/>
            <w:left w:w="0" w:type="dxa"/>
            <w:right w:w="0" w:type="dxa"/>
          </w:tcMar>
        </w:tcPr>
        <w:p w14:paraId="2B9DCF35" w14:textId="77777777" w:rsidR="00F16F36" w:rsidRPr="00B8518B" w:rsidRDefault="00F16F36" w:rsidP="00523EA7">
          <w:pPr>
            <w:pStyle w:val="Zpat"/>
            <w:rPr>
              <w:rStyle w:val="slostrnky"/>
            </w:rPr>
          </w:pPr>
        </w:p>
      </w:tc>
      <w:tc>
        <w:tcPr>
          <w:tcW w:w="3458" w:type="dxa"/>
          <w:shd w:val="clear" w:color="auto" w:fill="auto"/>
          <w:tcMar>
            <w:top w:w="57" w:type="dxa"/>
            <w:left w:w="0" w:type="dxa"/>
            <w:right w:w="0" w:type="dxa"/>
          </w:tcMar>
        </w:tcPr>
        <w:p w14:paraId="6022F9D2" w14:textId="77777777" w:rsidR="00F16F36" w:rsidRDefault="00F16F36" w:rsidP="00523EA7">
          <w:pPr>
            <w:pStyle w:val="Zpat"/>
          </w:pPr>
        </w:p>
      </w:tc>
      <w:tc>
        <w:tcPr>
          <w:tcW w:w="5698" w:type="dxa"/>
          <w:shd w:val="clear" w:color="auto" w:fill="auto"/>
          <w:tcMar>
            <w:top w:w="57" w:type="dxa"/>
            <w:left w:w="0" w:type="dxa"/>
            <w:right w:w="0" w:type="dxa"/>
          </w:tcMar>
        </w:tcPr>
        <w:p w14:paraId="38D6D7C3" w14:textId="77777777" w:rsidR="00F16F36" w:rsidRPr="00D6163D" w:rsidRDefault="00F16F36" w:rsidP="00D6163D">
          <w:pPr>
            <w:pStyle w:val="Druhdokumentu"/>
          </w:pPr>
        </w:p>
      </w:tc>
    </w:tr>
  </w:tbl>
  <w:p w14:paraId="5F291682" w14:textId="77777777" w:rsidR="00F16F36" w:rsidRPr="00D6163D" w:rsidRDefault="00F16F3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16F36" w14:paraId="65AA8071" w14:textId="77777777" w:rsidTr="00B22106">
      <w:trPr>
        <w:trHeight w:hRule="exact" w:val="936"/>
      </w:trPr>
      <w:tc>
        <w:tcPr>
          <w:tcW w:w="1361" w:type="dxa"/>
          <w:tcMar>
            <w:left w:w="0" w:type="dxa"/>
            <w:right w:w="0" w:type="dxa"/>
          </w:tcMar>
        </w:tcPr>
        <w:p w14:paraId="34CA8588" w14:textId="77777777" w:rsidR="00F16F36" w:rsidRPr="00B8518B" w:rsidRDefault="00F16F36" w:rsidP="00FC6389">
          <w:pPr>
            <w:pStyle w:val="Zpat"/>
            <w:rPr>
              <w:rStyle w:val="slostrnky"/>
            </w:rPr>
          </w:pPr>
        </w:p>
      </w:tc>
      <w:tc>
        <w:tcPr>
          <w:tcW w:w="3458" w:type="dxa"/>
          <w:shd w:val="clear" w:color="auto" w:fill="auto"/>
          <w:tcMar>
            <w:left w:w="0" w:type="dxa"/>
            <w:right w:w="0" w:type="dxa"/>
          </w:tcMar>
        </w:tcPr>
        <w:p w14:paraId="58717F5C" w14:textId="77777777" w:rsidR="00F16F36" w:rsidRDefault="00F16F36" w:rsidP="00FC6389">
          <w:pPr>
            <w:pStyle w:val="Zpat"/>
          </w:pPr>
        </w:p>
      </w:tc>
      <w:tc>
        <w:tcPr>
          <w:tcW w:w="5756" w:type="dxa"/>
          <w:shd w:val="clear" w:color="auto" w:fill="auto"/>
          <w:tcMar>
            <w:left w:w="0" w:type="dxa"/>
            <w:right w:w="0" w:type="dxa"/>
          </w:tcMar>
        </w:tcPr>
        <w:p w14:paraId="152FCBCF" w14:textId="77777777" w:rsidR="00F16F36" w:rsidRPr="00D6163D" w:rsidRDefault="00F16F36" w:rsidP="00FC6389">
          <w:pPr>
            <w:pStyle w:val="Druhdokumentu"/>
          </w:pPr>
        </w:p>
      </w:tc>
    </w:tr>
    <w:tr w:rsidR="00F16F36" w14:paraId="42490C1C" w14:textId="77777777" w:rsidTr="00B22106">
      <w:trPr>
        <w:trHeight w:hRule="exact" w:val="936"/>
      </w:trPr>
      <w:tc>
        <w:tcPr>
          <w:tcW w:w="1361" w:type="dxa"/>
          <w:tcMar>
            <w:left w:w="0" w:type="dxa"/>
            <w:right w:w="0" w:type="dxa"/>
          </w:tcMar>
        </w:tcPr>
        <w:p w14:paraId="590E4A63" w14:textId="77777777" w:rsidR="00F16F36" w:rsidRPr="00B8518B" w:rsidRDefault="00F16F36" w:rsidP="00FC6389">
          <w:pPr>
            <w:pStyle w:val="Zpat"/>
            <w:rPr>
              <w:rStyle w:val="slostrnky"/>
            </w:rPr>
          </w:pPr>
        </w:p>
      </w:tc>
      <w:tc>
        <w:tcPr>
          <w:tcW w:w="3458" w:type="dxa"/>
          <w:shd w:val="clear" w:color="auto" w:fill="auto"/>
          <w:tcMar>
            <w:left w:w="0" w:type="dxa"/>
            <w:right w:w="0" w:type="dxa"/>
          </w:tcMar>
        </w:tcPr>
        <w:p w14:paraId="1448A1EB" w14:textId="77777777" w:rsidR="00F16F36" w:rsidRDefault="00F16F36" w:rsidP="00FC6389">
          <w:pPr>
            <w:pStyle w:val="Zpat"/>
          </w:pPr>
        </w:p>
      </w:tc>
      <w:tc>
        <w:tcPr>
          <w:tcW w:w="5756" w:type="dxa"/>
          <w:shd w:val="clear" w:color="auto" w:fill="auto"/>
          <w:tcMar>
            <w:left w:w="0" w:type="dxa"/>
            <w:right w:w="0" w:type="dxa"/>
          </w:tcMar>
        </w:tcPr>
        <w:p w14:paraId="417861B4" w14:textId="77777777" w:rsidR="00F16F36" w:rsidRPr="00D6163D" w:rsidRDefault="00F16F36" w:rsidP="00FC6389">
          <w:pPr>
            <w:pStyle w:val="Druhdokumentu"/>
          </w:pPr>
        </w:p>
      </w:tc>
    </w:tr>
  </w:tbl>
  <w:p w14:paraId="07626039" w14:textId="77777777" w:rsidR="00F16F36" w:rsidRPr="00D6163D" w:rsidRDefault="00F16F36"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F16F36" w:rsidRPr="00460660" w:rsidRDefault="00F16F36">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E94A69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8E7367E"/>
    <w:multiLevelType w:val="hybridMultilevel"/>
    <w:tmpl w:val="0E9A78CE"/>
    <w:lvl w:ilvl="0" w:tplc="04050017">
      <w:start w:val="1"/>
      <w:numFmt w:val="lowerLetter"/>
      <w:lvlText w:val="%1)"/>
      <w:lvlJc w:val="left"/>
      <w:pPr>
        <w:ind w:left="1097" w:hanging="360"/>
      </w:pPr>
    </w:lvl>
    <w:lvl w:ilvl="1" w:tplc="04050019">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0" w15:restartNumberingAfterBreak="0">
    <w:nsid w:val="48D26E6A"/>
    <w:multiLevelType w:val="hybridMultilevel"/>
    <w:tmpl w:val="2F0077AA"/>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1"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74070991"/>
    <w:multiLevelType w:val="multilevel"/>
    <w:tmpl w:val="CABE99FC"/>
    <w:numStyleLink w:val="ListNumbermultilevel"/>
  </w:abstractNum>
  <w:abstractNum w:abstractNumId="15"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184635156">
    <w:abstractNumId w:val="4"/>
  </w:num>
  <w:num w:numId="2" w16cid:durableId="1179848635">
    <w:abstractNumId w:val="1"/>
  </w:num>
  <w:num w:numId="3" w16cid:durableId="1794712433">
    <w:abstractNumId w:val="14"/>
  </w:num>
  <w:num w:numId="4" w16cid:durableId="2037269177">
    <w:abstractNumId w:val="3"/>
  </w:num>
  <w:num w:numId="5" w16cid:durableId="634676963">
    <w:abstractNumId w:val="0"/>
  </w:num>
  <w:num w:numId="6" w16cid:durableId="1838492090">
    <w:abstractNumId w:val="6"/>
  </w:num>
  <w:num w:numId="7" w16cid:durableId="1465852542">
    <w:abstractNumId w:val="12"/>
  </w:num>
  <w:num w:numId="8" w16cid:durableId="932906638">
    <w:abstractNumId w:val="8"/>
  </w:num>
  <w:num w:numId="9" w16cid:durableId="1713143418">
    <w:abstractNumId w:val="16"/>
  </w:num>
  <w:num w:numId="10" w16cid:durableId="2025158417">
    <w:abstractNumId w:val="13"/>
  </w:num>
  <w:num w:numId="11" w16cid:durableId="211936917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97904279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1048079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4211498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8054749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57032424">
    <w:abstractNumId w:val="11"/>
  </w:num>
  <w:num w:numId="17" w16cid:durableId="75131228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4475307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2095178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4936698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780413722">
    <w:abstractNumId w:val="12"/>
  </w:num>
  <w:num w:numId="22" w16cid:durableId="2002125115">
    <w:abstractNumId w:val="12"/>
  </w:num>
  <w:num w:numId="23" w16cid:durableId="2112895435">
    <w:abstractNumId w:val="8"/>
  </w:num>
  <w:num w:numId="24" w16cid:durableId="1823890940">
    <w:abstractNumId w:val="0"/>
  </w:num>
  <w:num w:numId="25" w16cid:durableId="121191686">
    <w:abstractNumId w:val="8"/>
  </w:num>
  <w:num w:numId="26" w16cid:durableId="766265804">
    <w:abstractNumId w:val="0"/>
  </w:num>
  <w:num w:numId="27" w16cid:durableId="1566141504">
    <w:abstractNumId w:val="0"/>
  </w:num>
  <w:num w:numId="28" w16cid:durableId="1247305399">
    <w:abstractNumId w:val="8"/>
  </w:num>
  <w:num w:numId="29" w16cid:durableId="1023939467">
    <w:abstractNumId w:val="0"/>
  </w:num>
  <w:num w:numId="30" w16cid:durableId="1688605305">
    <w:abstractNumId w:val="8"/>
  </w:num>
  <w:num w:numId="31" w16cid:durableId="196503843">
    <w:abstractNumId w:val="8"/>
  </w:num>
  <w:num w:numId="32" w16cid:durableId="718280602">
    <w:abstractNumId w:val="8"/>
  </w:num>
  <w:num w:numId="33" w16cid:durableId="619386652">
    <w:abstractNumId w:val="0"/>
  </w:num>
  <w:num w:numId="34" w16cid:durableId="171263604">
    <w:abstractNumId w:val="15"/>
  </w:num>
  <w:num w:numId="35" w16cid:durableId="1140341415">
    <w:abstractNumId w:val="5"/>
  </w:num>
  <w:num w:numId="36" w16cid:durableId="756288373">
    <w:abstractNumId w:val="8"/>
  </w:num>
  <w:num w:numId="37" w16cid:durableId="580719737">
    <w:abstractNumId w:val="7"/>
  </w:num>
  <w:num w:numId="38" w16cid:durableId="2021347132">
    <w:abstractNumId w:val="8"/>
  </w:num>
  <w:num w:numId="39" w16cid:durableId="1954246382">
    <w:abstractNumId w:val="2"/>
  </w:num>
  <w:num w:numId="40" w16cid:durableId="1996570647">
    <w:abstractNumId w:val="8"/>
  </w:num>
  <w:num w:numId="41" w16cid:durableId="436368388">
    <w:abstractNumId w:val="8"/>
  </w:num>
  <w:num w:numId="42" w16cid:durableId="2034767512">
    <w:abstractNumId w:val="8"/>
  </w:num>
  <w:num w:numId="43" w16cid:durableId="996108867">
    <w:abstractNumId w:val="9"/>
  </w:num>
  <w:num w:numId="44" w16cid:durableId="1295984726">
    <w:abstractNumId w:val="1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6A0"/>
    <w:rsid w:val="00002C33"/>
    <w:rsid w:val="000049B4"/>
    <w:rsid w:val="00006798"/>
    <w:rsid w:val="00006C83"/>
    <w:rsid w:val="00014412"/>
    <w:rsid w:val="0001629D"/>
    <w:rsid w:val="00016BE5"/>
    <w:rsid w:val="000174E8"/>
    <w:rsid w:val="00017F3C"/>
    <w:rsid w:val="00020D8C"/>
    <w:rsid w:val="00021217"/>
    <w:rsid w:val="00024A00"/>
    <w:rsid w:val="00025755"/>
    <w:rsid w:val="000266C3"/>
    <w:rsid w:val="000271BB"/>
    <w:rsid w:val="00031AAB"/>
    <w:rsid w:val="000322BB"/>
    <w:rsid w:val="000329A9"/>
    <w:rsid w:val="000338E9"/>
    <w:rsid w:val="00034466"/>
    <w:rsid w:val="00034CB1"/>
    <w:rsid w:val="00036309"/>
    <w:rsid w:val="0004040D"/>
    <w:rsid w:val="0004058B"/>
    <w:rsid w:val="000415F1"/>
    <w:rsid w:val="00041EC8"/>
    <w:rsid w:val="00044409"/>
    <w:rsid w:val="00044BD0"/>
    <w:rsid w:val="000466BC"/>
    <w:rsid w:val="000546D4"/>
    <w:rsid w:val="000563B4"/>
    <w:rsid w:val="00056C26"/>
    <w:rsid w:val="000572D1"/>
    <w:rsid w:val="00057CE9"/>
    <w:rsid w:val="00062500"/>
    <w:rsid w:val="0006499F"/>
    <w:rsid w:val="0006588D"/>
    <w:rsid w:val="00065F32"/>
    <w:rsid w:val="00067A5E"/>
    <w:rsid w:val="00067EE3"/>
    <w:rsid w:val="000719BB"/>
    <w:rsid w:val="000723EF"/>
    <w:rsid w:val="00072A65"/>
    <w:rsid w:val="00072C1E"/>
    <w:rsid w:val="0007330F"/>
    <w:rsid w:val="00074D42"/>
    <w:rsid w:val="000752D9"/>
    <w:rsid w:val="0007720E"/>
    <w:rsid w:val="00081279"/>
    <w:rsid w:val="000839DD"/>
    <w:rsid w:val="00083BAF"/>
    <w:rsid w:val="000847E9"/>
    <w:rsid w:val="00085CFB"/>
    <w:rsid w:val="000862E2"/>
    <w:rsid w:val="00086B3A"/>
    <w:rsid w:val="00090C69"/>
    <w:rsid w:val="00091644"/>
    <w:rsid w:val="00091ACF"/>
    <w:rsid w:val="00092CC9"/>
    <w:rsid w:val="0009544E"/>
    <w:rsid w:val="00095A11"/>
    <w:rsid w:val="00097826"/>
    <w:rsid w:val="00097D92"/>
    <w:rsid w:val="000A1533"/>
    <w:rsid w:val="000A2EAF"/>
    <w:rsid w:val="000A389A"/>
    <w:rsid w:val="000A759B"/>
    <w:rsid w:val="000A7A9C"/>
    <w:rsid w:val="000B1921"/>
    <w:rsid w:val="000B2457"/>
    <w:rsid w:val="000B3952"/>
    <w:rsid w:val="000B4126"/>
    <w:rsid w:val="000B44CF"/>
    <w:rsid w:val="000B4EB8"/>
    <w:rsid w:val="000B64E0"/>
    <w:rsid w:val="000B7D78"/>
    <w:rsid w:val="000B7DCD"/>
    <w:rsid w:val="000C124A"/>
    <w:rsid w:val="000C2107"/>
    <w:rsid w:val="000C41F2"/>
    <w:rsid w:val="000C72CF"/>
    <w:rsid w:val="000D22C4"/>
    <w:rsid w:val="000D27D1"/>
    <w:rsid w:val="000D3030"/>
    <w:rsid w:val="000D57D5"/>
    <w:rsid w:val="000D5E72"/>
    <w:rsid w:val="000E1A7F"/>
    <w:rsid w:val="000E56E5"/>
    <w:rsid w:val="000E5A23"/>
    <w:rsid w:val="000E63E1"/>
    <w:rsid w:val="000E7773"/>
    <w:rsid w:val="000F26EF"/>
    <w:rsid w:val="000F3ACB"/>
    <w:rsid w:val="000F485A"/>
    <w:rsid w:val="000F64B0"/>
    <w:rsid w:val="001006E6"/>
    <w:rsid w:val="00104950"/>
    <w:rsid w:val="00106A0E"/>
    <w:rsid w:val="001078D8"/>
    <w:rsid w:val="0011040C"/>
    <w:rsid w:val="00112864"/>
    <w:rsid w:val="00114472"/>
    <w:rsid w:val="00114988"/>
    <w:rsid w:val="00115069"/>
    <w:rsid w:val="001150F2"/>
    <w:rsid w:val="00115DD3"/>
    <w:rsid w:val="00120193"/>
    <w:rsid w:val="001218B6"/>
    <w:rsid w:val="0012256A"/>
    <w:rsid w:val="001225F5"/>
    <w:rsid w:val="00124709"/>
    <w:rsid w:val="001258A6"/>
    <w:rsid w:val="00125AF7"/>
    <w:rsid w:val="00125F62"/>
    <w:rsid w:val="00126F6C"/>
    <w:rsid w:val="00127F71"/>
    <w:rsid w:val="00131056"/>
    <w:rsid w:val="001310EA"/>
    <w:rsid w:val="001317FE"/>
    <w:rsid w:val="00132101"/>
    <w:rsid w:val="001326E8"/>
    <w:rsid w:val="00133DEB"/>
    <w:rsid w:val="00140575"/>
    <w:rsid w:val="00142F36"/>
    <w:rsid w:val="00143B89"/>
    <w:rsid w:val="001441BF"/>
    <w:rsid w:val="00146BCB"/>
    <w:rsid w:val="00151AAB"/>
    <w:rsid w:val="0015452E"/>
    <w:rsid w:val="00154BE2"/>
    <w:rsid w:val="0015513C"/>
    <w:rsid w:val="00156037"/>
    <w:rsid w:val="0016248C"/>
    <w:rsid w:val="00162EDC"/>
    <w:rsid w:val="00164488"/>
    <w:rsid w:val="001656A2"/>
    <w:rsid w:val="0016681F"/>
    <w:rsid w:val="00167788"/>
    <w:rsid w:val="00170EC5"/>
    <w:rsid w:val="001720A6"/>
    <w:rsid w:val="001722FA"/>
    <w:rsid w:val="00173992"/>
    <w:rsid w:val="001747C1"/>
    <w:rsid w:val="00175425"/>
    <w:rsid w:val="00175FBF"/>
    <w:rsid w:val="0017748F"/>
    <w:rsid w:val="00177B82"/>
    <w:rsid w:val="00177D6B"/>
    <w:rsid w:val="00177EED"/>
    <w:rsid w:val="00182EAB"/>
    <w:rsid w:val="001842EA"/>
    <w:rsid w:val="001855D7"/>
    <w:rsid w:val="00186DA4"/>
    <w:rsid w:val="00191F90"/>
    <w:rsid w:val="001927BE"/>
    <w:rsid w:val="001932A3"/>
    <w:rsid w:val="00193D8F"/>
    <w:rsid w:val="00194789"/>
    <w:rsid w:val="00194B68"/>
    <w:rsid w:val="001950C2"/>
    <w:rsid w:val="001966EA"/>
    <w:rsid w:val="00197CF8"/>
    <w:rsid w:val="001A0918"/>
    <w:rsid w:val="001A0C14"/>
    <w:rsid w:val="001A51F5"/>
    <w:rsid w:val="001B0E9E"/>
    <w:rsid w:val="001B0F02"/>
    <w:rsid w:val="001B102A"/>
    <w:rsid w:val="001B23A1"/>
    <w:rsid w:val="001B2585"/>
    <w:rsid w:val="001B2FAE"/>
    <w:rsid w:val="001B36CB"/>
    <w:rsid w:val="001B4E74"/>
    <w:rsid w:val="001B4F39"/>
    <w:rsid w:val="001B5EED"/>
    <w:rsid w:val="001B707E"/>
    <w:rsid w:val="001C0A9B"/>
    <w:rsid w:val="001C2033"/>
    <w:rsid w:val="001C22AD"/>
    <w:rsid w:val="001C232C"/>
    <w:rsid w:val="001C2E0F"/>
    <w:rsid w:val="001C3310"/>
    <w:rsid w:val="001C4B3B"/>
    <w:rsid w:val="001C4F29"/>
    <w:rsid w:val="001C50A8"/>
    <w:rsid w:val="001C645F"/>
    <w:rsid w:val="001D0B82"/>
    <w:rsid w:val="001D1CEC"/>
    <w:rsid w:val="001D28FD"/>
    <w:rsid w:val="001E17EE"/>
    <w:rsid w:val="001E40AE"/>
    <w:rsid w:val="001E44C5"/>
    <w:rsid w:val="001E57B9"/>
    <w:rsid w:val="001E61F5"/>
    <w:rsid w:val="001E651D"/>
    <w:rsid w:val="001E678E"/>
    <w:rsid w:val="001E6A4A"/>
    <w:rsid w:val="001E7845"/>
    <w:rsid w:val="001F0356"/>
    <w:rsid w:val="001F4369"/>
    <w:rsid w:val="002028F8"/>
    <w:rsid w:val="002037E4"/>
    <w:rsid w:val="002071BB"/>
    <w:rsid w:val="002072FA"/>
    <w:rsid w:val="00207DF5"/>
    <w:rsid w:val="002172B0"/>
    <w:rsid w:val="00217A21"/>
    <w:rsid w:val="00223DAF"/>
    <w:rsid w:val="00224981"/>
    <w:rsid w:val="002260E8"/>
    <w:rsid w:val="00226F37"/>
    <w:rsid w:val="00227BC8"/>
    <w:rsid w:val="00227EE7"/>
    <w:rsid w:val="00233A53"/>
    <w:rsid w:val="00240B81"/>
    <w:rsid w:val="00240D55"/>
    <w:rsid w:val="00242AF8"/>
    <w:rsid w:val="00242D08"/>
    <w:rsid w:val="00246BE1"/>
    <w:rsid w:val="00247D01"/>
    <w:rsid w:val="00250254"/>
    <w:rsid w:val="0025030F"/>
    <w:rsid w:val="002531F5"/>
    <w:rsid w:val="00253538"/>
    <w:rsid w:val="00253C39"/>
    <w:rsid w:val="00255821"/>
    <w:rsid w:val="00260E94"/>
    <w:rsid w:val="00261A5B"/>
    <w:rsid w:val="00262E5B"/>
    <w:rsid w:val="0026385B"/>
    <w:rsid w:val="002641D2"/>
    <w:rsid w:val="00265B91"/>
    <w:rsid w:val="0026602F"/>
    <w:rsid w:val="00266378"/>
    <w:rsid w:val="0026731A"/>
    <w:rsid w:val="00272A15"/>
    <w:rsid w:val="0027375B"/>
    <w:rsid w:val="00276AFE"/>
    <w:rsid w:val="00281F1B"/>
    <w:rsid w:val="00283649"/>
    <w:rsid w:val="002924B8"/>
    <w:rsid w:val="002925E7"/>
    <w:rsid w:val="00292826"/>
    <w:rsid w:val="00292913"/>
    <w:rsid w:val="00293005"/>
    <w:rsid w:val="00293D72"/>
    <w:rsid w:val="00295080"/>
    <w:rsid w:val="002953FB"/>
    <w:rsid w:val="002A0897"/>
    <w:rsid w:val="002A10F6"/>
    <w:rsid w:val="002A264D"/>
    <w:rsid w:val="002A30C7"/>
    <w:rsid w:val="002A32B1"/>
    <w:rsid w:val="002A3B57"/>
    <w:rsid w:val="002A3D86"/>
    <w:rsid w:val="002A3FFD"/>
    <w:rsid w:val="002A45F8"/>
    <w:rsid w:val="002A57AA"/>
    <w:rsid w:val="002A5D67"/>
    <w:rsid w:val="002A6820"/>
    <w:rsid w:val="002A7859"/>
    <w:rsid w:val="002B01D6"/>
    <w:rsid w:val="002B0B9A"/>
    <w:rsid w:val="002B0E4A"/>
    <w:rsid w:val="002B2A0B"/>
    <w:rsid w:val="002B4D14"/>
    <w:rsid w:val="002C04EE"/>
    <w:rsid w:val="002C2DB6"/>
    <w:rsid w:val="002C31BF"/>
    <w:rsid w:val="002C4A72"/>
    <w:rsid w:val="002C5865"/>
    <w:rsid w:val="002C5E46"/>
    <w:rsid w:val="002C674B"/>
    <w:rsid w:val="002D0BAF"/>
    <w:rsid w:val="002D215C"/>
    <w:rsid w:val="002D2B9F"/>
    <w:rsid w:val="002D3364"/>
    <w:rsid w:val="002D3438"/>
    <w:rsid w:val="002D35C5"/>
    <w:rsid w:val="002D4198"/>
    <w:rsid w:val="002D6148"/>
    <w:rsid w:val="002D67BB"/>
    <w:rsid w:val="002D6E2A"/>
    <w:rsid w:val="002D7549"/>
    <w:rsid w:val="002D7FD6"/>
    <w:rsid w:val="002E02AC"/>
    <w:rsid w:val="002E0CD7"/>
    <w:rsid w:val="002E0CFB"/>
    <w:rsid w:val="002E1EF3"/>
    <w:rsid w:val="002E23B8"/>
    <w:rsid w:val="002E2494"/>
    <w:rsid w:val="002E3EB1"/>
    <w:rsid w:val="002E59CD"/>
    <w:rsid w:val="002E5A5C"/>
    <w:rsid w:val="002E5C7B"/>
    <w:rsid w:val="002E6A11"/>
    <w:rsid w:val="002E6EE1"/>
    <w:rsid w:val="002E722A"/>
    <w:rsid w:val="002E78A5"/>
    <w:rsid w:val="002F0EED"/>
    <w:rsid w:val="002F4333"/>
    <w:rsid w:val="002F4B2A"/>
    <w:rsid w:val="002F6135"/>
    <w:rsid w:val="002F6BE4"/>
    <w:rsid w:val="003004CC"/>
    <w:rsid w:val="00304E1F"/>
    <w:rsid w:val="0030556D"/>
    <w:rsid w:val="00307641"/>
    <w:rsid w:val="003106D0"/>
    <w:rsid w:val="00311F11"/>
    <w:rsid w:val="00313A89"/>
    <w:rsid w:val="00313E02"/>
    <w:rsid w:val="00316224"/>
    <w:rsid w:val="0031722E"/>
    <w:rsid w:val="00317DA0"/>
    <w:rsid w:val="00321CF3"/>
    <w:rsid w:val="00324264"/>
    <w:rsid w:val="00325A21"/>
    <w:rsid w:val="00325FF5"/>
    <w:rsid w:val="00326D09"/>
    <w:rsid w:val="00327EEF"/>
    <w:rsid w:val="00327F28"/>
    <w:rsid w:val="0033239F"/>
    <w:rsid w:val="00332E6D"/>
    <w:rsid w:val="003332F5"/>
    <w:rsid w:val="003339FF"/>
    <w:rsid w:val="00333C1C"/>
    <w:rsid w:val="00335975"/>
    <w:rsid w:val="00337694"/>
    <w:rsid w:val="0033797B"/>
    <w:rsid w:val="0034274B"/>
    <w:rsid w:val="0034333E"/>
    <w:rsid w:val="00343EBF"/>
    <w:rsid w:val="00344144"/>
    <w:rsid w:val="00346B6B"/>
    <w:rsid w:val="00347146"/>
    <w:rsid w:val="0034719F"/>
    <w:rsid w:val="003508E4"/>
    <w:rsid w:val="00350A35"/>
    <w:rsid w:val="00351974"/>
    <w:rsid w:val="00353C9A"/>
    <w:rsid w:val="0035410B"/>
    <w:rsid w:val="0035531B"/>
    <w:rsid w:val="00356B56"/>
    <w:rsid w:val="003571D8"/>
    <w:rsid w:val="00357BC6"/>
    <w:rsid w:val="00360E4F"/>
    <w:rsid w:val="00361422"/>
    <w:rsid w:val="003617BA"/>
    <w:rsid w:val="0036288F"/>
    <w:rsid w:val="003658CE"/>
    <w:rsid w:val="00367E56"/>
    <w:rsid w:val="00367EF6"/>
    <w:rsid w:val="00370F1F"/>
    <w:rsid w:val="003717A3"/>
    <w:rsid w:val="003719BB"/>
    <w:rsid w:val="00372C06"/>
    <w:rsid w:val="003734AD"/>
    <w:rsid w:val="0037442C"/>
    <w:rsid w:val="0037545D"/>
    <w:rsid w:val="00376402"/>
    <w:rsid w:val="00382D08"/>
    <w:rsid w:val="003849FA"/>
    <w:rsid w:val="0038653A"/>
    <w:rsid w:val="00386FF1"/>
    <w:rsid w:val="00387A23"/>
    <w:rsid w:val="003901ED"/>
    <w:rsid w:val="00392EB6"/>
    <w:rsid w:val="00394D03"/>
    <w:rsid w:val="003956C6"/>
    <w:rsid w:val="00396CF6"/>
    <w:rsid w:val="00397AEE"/>
    <w:rsid w:val="00397F6E"/>
    <w:rsid w:val="003A0F79"/>
    <w:rsid w:val="003A2685"/>
    <w:rsid w:val="003A4513"/>
    <w:rsid w:val="003A51D3"/>
    <w:rsid w:val="003A545F"/>
    <w:rsid w:val="003A6B2C"/>
    <w:rsid w:val="003B0B71"/>
    <w:rsid w:val="003B1DB6"/>
    <w:rsid w:val="003B6EF6"/>
    <w:rsid w:val="003B7C2B"/>
    <w:rsid w:val="003C0BF5"/>
    <w:rsid w:val="003C33F2"/>
    <w:rsid w:val="003C39DB"/>
    <w:rsid w:val="003C4EAE"/>
    <w:rsid w:val="003C4F24"/>
    <w:rsid w:val="003C5943"/>
    <w:rsid w:val="003C6220"/>
    <w:rsid w:val="003C6721"/>
    <w:rsid w:val="003D1280"/>
    <w:rsid w:val="003D5DEF"/>
    <w:rsid w:val="003D756E"/>
    <w:rsid w:val="003D7A13"/>
    <w:rsid w:val="003E29D4"/>
    <w:rsid w:val="003E3815"/>
    <w:rsid w:val="003E3CE3"/>
    <w:rsid w:val="003E420D"/>
    <w:rsid w:val="003E459C"/>
    <w:rsid w:val="003E4C13"/>
    <w:rsid w:val="003E4D35"/>
    <w:rsid w:val="003E6298"/>
    <w:rsid w:val="003E6AFD"/>
    <w:rsid w:val="003E6B86"/>
    <w:rsid w:val="003E79F5"/>
    <w:rsid w:val="003F0085"/>
    <w:rsid w:val="003F0707"/>
    <w:rsid w:val="003F1CFD"/>
    <w:rsid w:val="003F2EE3"/>
    <w:rsid w:val="003F3F0B"/>
    <w:rsid w:val="003F4D5A"/>
    <w:rsid w:val="00401808"/>
    <w:rsid w:val="004028EF"/>
    <w:rsid w:val="0040352D"/>
    <w:rsid w:val="004038BA"/>
    <w:rsid w:val="004039B9"/>
    <w:rsid w:val="00404264"/>
    <w:rsid w:val="004046F5"/>
    <w:rsid w:val="00404BA2"/>
    <w:rsid w:val="004078F3"/>
    <w:rsid w:val="00413F8C"/>
    <w:rsid w:val="00416E9C"/>
    <w:rsid w:val="00417206"/>
    <w:rsid w:val="0042036E"/>
    <w:rsid w:val="00427794"/>
    <w:rsid w:val="004304A9"/>
    <w:rsid w:val="00430EE4"/>
    <w:rsid w:val="00433AD5"/>
    <w:rsid w:val="00434583"/>
    <w:rsid w:val="004352C0"/>
    <w:rsid w:val="00440CDA"/>
    <w:rsid w:val="004420EE"/>
    <w:rsid w:val="0044335D"/>
    <w:rsid w:val="004459EF"/>
    <w:rsid w:val="004470F1"/>
    <w:rsid w:val="00450F07"/>
    <w:rsid w:val="00451CA0"/>
    <w:rsid w:val="004525D5"/>
    <w:rsid w:val="00452F69"/>
    <w:rsid w:val="00453CD3"/>
    <w:rsid w:val="00454716"/>
    <w:rsid w:val="00454BB9"/>
    <w:rsid w:val="00454F86"/>
    <w:rsid w:val="00454F9C"/>
    <w:rsid w:val="00456597"/>
    <w:rsid w:val="00456620"/>
    <w:rsid w:val="00457168"/>
    <w:rsid w:val="00460660"/>
    <w:rsid w:val="00464BA9"/>
    <w:rsid w:val="004679D1"/>
    <w:rsid w:val="00471BE0"/>
    <w:rsid w:val="00472C13"/>
    <w:rsid w:val="00473B42"/>
    <w:rsid w:val="00474C08"/>
    <w:rsid w:val="00474DD1"/>
    <w:rsid w:val="00474F4D"/>
    <w:rsid w:val="004764A9"/>
    <w:rsid w:val="00476957"/>
    <w:rsid w:val="004806B9"/>
    <w:rsid w:val="0048078A"/>
    <w:rsid w:val="00483969"/>
    <w:rsid w:val="00483B08"/>
    <w:rsid w:val="0048486A"/>
    <w:rsid w:val="00485EB7"/>
    <w:rsid w:val="00486107"/>
    <w:rsid w:val="00487D41"/>
    <w:rsid w:val="004911B2"/>
    <w:rsid w:val="00491827"/>
    <w:rsid w:val="00492C5B"/>
    <w:rsid w:val="004948D1"/>
    <w:rsid w:val="004955D1"/>
    <w:rsid w:val="004A0575"/>
    <w:rsid w:val="004A18D3"/>
    <w:rsid w:val="004A5F32"/>
    <w:rsid w:val="004B1A5C"/>
    <w:rsid w:val="004B2C03"/>
    <w:rsid w:val="004B34E9"/>
    <w:rsid w:val="004B4177"/>
    <w:rsid w:val="004C10A0"/>
    <w:rsid w:val="004C2050"/>
    <w:rsid w:val="004C4399"/>
    <w:rsid w:val="004C5D5D"/>
    <w:rsid w:val="004C6303"/>
    <w:rsid w:val="004C6480"/>
    <w:rsid w:val="004C709B"/>
    <w:rsid w:val="004C787C"/>
    <w:rsid w:val="004D294E"/>
    <w:rsid w:val="004D45CB"/>
    <w:rsid w:val="004D5285"/>
    <w:rsid w:val="004D6E4C"/>
    <w:rsid w:val="004D7A88"/>
    <w:rsid w:val="004E085F"/>
    <w:rsid w:val="004E1477"/>
    <w:rsid w:val="004E4C8F"/>
    <w:rsid w:val="004E7314"/>
    <w:rsid w:val="004E765C"/>
    <w:rsid w:val="004E7A1F"/>
    <w:rsid w:val="004F1D17"/>
    <w:rsid w:val="004F23F8"/>
    <w:rsid w:val="004F2D61"/>
    <w:rsid w:val="004F4597"/>
    <w:rsid w:val="004F4B9B"/>
    <w:rsid w:val="004F4FE0"/>
    <w:rsid w:val="004F5519"/>
    <w:rsid w:val="0050002D"/>
    <w:rsid w:val="00501B32"/>
    <w:rsid w:val="00503F3E"/>
    <w:rsid w:val="0050666E"/>
    <w:rsid w:val="0050685B"/>
    <w:rsid w:val="0050776A"/>
    <w:rsid w:val="00510000"/>
    <w:rsid w:val="00511AB9"/>
    <w:rsid w:val="00514105"/>
    <w:rsid w:val="00515634"/>
    <w:rsid w:val="00515B63"/>
    <w:rsid w:val="00517640"/>
    <w:rsid w:val="005210B3"/>
    <w:rsid w:val="0052201D"/>
    <w:rsid w:val="00523096"/>
    <w:rsid w:val="00523BB5"/>
    <w:rsid w:val="00523EA7"/>
    <w:rsid w:val="00525CE5"/>
    <w:rsid w:val="0052625F"/>
    <w:rsid w:val="00527582"/>
    <w:rsid w:val="005277C1"/>
    <w:rsid w:val="005313E2"/>
    <w:rsid w:val="00531F09"/>
    <w:rsid w:val="00533804"/>
    <w:rsid w:val="00533EF2"/>
    <w:rsid w:val="00537562"/>
    <w:rsid w:val="00537E03"/>
    <w:rsid w:val="005406EB"/>
    <w:rsid w:val="00540C01"/>
    <w:rsid w:val="005425D8"/>
    <w:rsid w:val="0054279B"/>
    <w:rsid w:val="00542AEE"/>
    <w:rsid w:val="005434A6"/>
    <w:rsid w:val="005459EB"/>
    <w:rsid w:val="00545EC0"/>
    <w:rsid w:val="005475F4"/>
    <w:rsid w:val="00547B00"/>
    <w:rsid w:val="00547BFE"/>
    <w:rsid w:val="00550DB1"/>
    <w:rsid w:val="00551338"/>
    <w:rsid w:val="00552763"/>
    <w:rsid w:val="0055290D"/>
    <w:rsid w:val="00552BAB"/>
    <w:rsid w:val="00553375"/>
    <w:rsid w:val="00555884"/>
    <w:rsid w:val="0056280C"/>
    <w:rsid w:val="00564739"/>
    <w:rsid w:val="00564DDD"/>
    <w:rsid w:val="005674E4"/>
    <w:rsid w:val="005736B7"/>
    <w:rsid w:val="00573B6D"/>
    <w:rsid w:val="00574274"/>
    <w:rsid w:val="00575E5A"/>
    <w:rsid w:val="00577A3C"/>
    <w:rsid w:val="00580245"/>
    <w:rsid w:val="005833A7"/>
    <w:rsid w:val="005833EB"/>
    <w:rsid w:val="0058449A"/>
    <w:rsid w:val="0058454D"/>
    <w:rsid w:val="005846C0"/>
    <w:rsid w:val="0058554C"/>
    <w:rsid w:val="00585C65"/>
    <w:rsid w:val="00585F88"/>
    <w:rsid w:val="00587EF0"/>
    <w:rsid w:val="005959FD"/>
    <w:rsid w:val="005A1305"/>
    <w:rsid w:val="005A1F44"/>
    <w:rsid w:val="005A3D2F"/>
    <w:rsid w:val="005A4A21"/>
    <w:rsid w:val="005A7B5D"/>
    <w:rsid w:val="005B1FD3"/>
    <w:rsid w:val="005B518E"/>
    <w:rsid w:val="005B5580"/>
    <w:rsid w:val="005C180B"/>
    <w:rsid w:val="005C3856"/>
    <w:rsid w:val="005D0016"/>
    <w:rsid w:val="005D0FBB"/>
    <w:rsid w:val="005D1C0B"/>
    <w:rsid w:val="005D3C39"/>
    <w:rsid w:val="005D3E6A"/>
    <w:rsid w:val="005D5A9A"/>
    <w:rsid w:val="005D6606"/>
    <w:rsid w:val="005D72F9"/>
    <w:rsid w:val="005E0F85"/>
    <w:rsid w:val="005E10C4"/>
    <w:rsid w:val="005E147E"/>
    <w:rsid w:val="005E3D28"/>
    <w:rsid w:val="005E4B16"/>
    <w:rsid w:val="005E54D4"/>
    <w:rsid w:val="005E54F3"/>
    <w:rsid w:val="005E63C0"/>
    <w:rsid w:val="005F34EC"/>
    <w:rsid w:val="005F365C"/>
    <w:rsid w:val="005F6246"/>
    <w:rsid w:val="0060115D"/>
    <w:rsid w:val="00601A8C"/>
    <w:rsid w:val="00601EB0"/>
    <w:rsid w:val="00602BF1"/>
    <w:rsid w:val="00602CB4"/>
    <w:rsid w:val="0060313F"/>
    <w:rsid w:val="00604592"/>
    <w:rsid w:val="00604CB4"/>
    <w:rsid w:val="0060609A"/>
    <w:rsid w:val="0061068E"/>
    <w:rsid w:val="00610698"/>
    <w:rsid w:val="006107F6"/>
    <w:rsid w:val="00611229"/>
    <w:rsid w:val="006115D3"/>
    <w:rsid w:val="00611872"/>
    <w:rsid w:val="00614471"/>
    <w:rsid w:val="0061450A"/>
    <w:rsid w:val="006146A5"/>
    <w:rsid w:val="006166EF"/>
    <w:rsid w:val="00620402"/>
    <w:rsid w:val="00621B8E"/>
    <w:rsid w:val="00624667"/>
    <w:rsid w:val="00625143"/>
    <w:rsid w:val="00625493"/>
    <w:rsid w:val="0062553C"/>
    <w:rsid w:val="006279CD"/>
    <w:rsid w:val="006310F5"/>
    <w:rsid w:val="006323A4"/>
    <w:rsid w:val="0063462D"/>
    <w:rsid w:val="006350D8"/>
    <w:rsid w:val="00636981"/>
    <w:rsid w:val="00636F45"/>
    <w:rsid w:val="006378F7"/>
    <w:rsid w:val="00640B30"/>
    <w:rsid w:val="0064190C"/>
    <w:rsid w:val="00642637"/>
    <w:rsid w:val="0064514C"/>
    <w:rsid w:val="00647A08"/>
    <w:rsid w:val="0065142B"/>
    <w:rsid w:val="00652AA6"/>
    <w:rsid w:val="00655976"/>
    <w:rsid w:val="00655E4D"/>
    <w:rsid w:val="0065610E"/>
    <w:rsid w:val="006574B5"/>
    <w:rsid w:val="00660AD3"/>
    <w:rsid w:val="006629C0"/>
    <w:rsid w:val="006630EB"/>
    <w:rsid w:val="00663FA4"/>
    <w:rsid w:val="006643AE"/>
    <w:rsid w:val="0066471D"/>
    <w:rsid w:val="00673CDA"/>
    <w:rsid w:val="0067490D"/>
    <w:rsid w:val="00674E23"/>
    <w:rsid w:val="00675773"/>
    <w:rsid w:val="006776B6"/>
    <w:rsid w:val="00681CB3"/>
    <w:rsid w:val="00683213"/>
    <w:rsid w:val="00687CAF"/>
    <w:rsid w:val="00687D83"/>
    <w:rsid w:val="00691E7D"/>
    <w:rsid w:val="00692012"/>
    <w:rsid w:val="00692E3A"/>
    <w:rsid w:val="00693150"/>
    <w:rsid w:val="00694B0D"/>
    <w:rsid w:val="00695997"/>
    <w:rsid w:val="00695EA6"/>
    <w:rsid w:val="006A2743"/>
    <w:rsid w:val="006A5570"/>
    <w:rsid w:val="006A689C"/>
    <w:rsid w:val="006A6CFA"/>
    <w:rsid w:val="006A6ED2"/>
    <w:rsid w:val="006B0E0C"/>
    <w:rsid w:val="006B3030"/>
    <w:rsid w:val="006B3D79"/>
    <w:rsid w:val="006B573D"/>
    <w:rsid w:val="006B5BF7"/>
    <w:rsid w:val="006B6FE4"/>
    <w:rsid w:val="006B7D93"/>
    <w:rsid w:val="006C1ECA"/>
    <w:rsid w:val="006C2343"/>
    <w:rsid w:val="006C442A"/>
    <w:rsid w:val="006C4639"/>
    <w:rsid w:val="006D4276"/>
    <w:rsid w:val="006E0578"/>
    <w:rsid w:val="006E0B47"/>
    <w:rsid w:val="006E0F98"/>
    <w:rsid w:val="006E1025"/>
    <w:rsid w:val="006E2FB1"/>
    <w:rsid w:val="006E314D"/>
    <w:rsid w:val="006E6E68"/>
    <w:rsid w:val="006E7459"/>
    <w:rsid w:val="006F13A7"/>
    <w:rsid w:val="006F25FB"/>
    <w:rsid w:val="006F3435"/>
    <w:rsid w:val="006F3937"/>
    <w:rsid w:val="006F6616"/>
    <w:rsid w:val="006F6B09"/>
    <w:rsid w:val="006F7572"/>
    <w:rsid w:val="0070050D"/>
    <w:rsid w:val="0070255F"/>
    <w:rsid w:val="007038DC"/>
    <w:rsid w:val="00704DE5"/>
    <w:rsid w:val="007066BA"/>
    <w:rsid w:val="00706F4C"/>
    <w:rsid w:val="0070752A"/>
    <w:rsid w:val="00710027"/>
    <w:rsid w:val="00710472"/>
    <w:rsid w:val="00710723"/>
    <w:rsid w:val="00712607"/>
    <w:rsid w:val="0071267D"/>
    <w:rsid w:val="00713347"/>
    <w:rsid w:val="00713354"/>
    <w:rsid w:val="007134F3"/>
    <w:rsid w:val="007166A1"/>
    <w:rsid w:val="007206EB"/>
    <w:rsid w:val="007210C2"/>
    <w:rsid w:val="007215BA"/>
    <w:rsid w:val="00722936"/>
    <w:rsid w:val="00723ED1"/>
    <w:rsid w:val="00727ABC"/>
    <w:rsid w:val="007356BD"/>
    <w:rsid w:val="007367A2"/>
    <w:rsid w:val="00736AF2"/>
    <w:rsid w:val="00740AF5"/>
    <w:rsid w:val="007411C8"/>
    <w:rsid w:val="007426DF"/>
    <w:rsid w:val="007433C7"/>
    <w:rsid w:val="00743525"/>
    <w:rsid w:val="00744F6A"/>
    <w:rsid w:val="00745555"/>
    <w:rsid w:val="00745D0A"/>
    <w:rsid w:val="007504E0"/>
    <w:rsid w:val="00751CF8"/>
    <w:rsid w:val="0075303B"/>
    <w:rsid w:val="007541A2"/>
    <w:rsid w:val="00755818"/>
    <w:rsid w:val="00756953"/>
    <w:rsid w:val="007569E5"/>
    <w:rsid w:val="00756F68"/>
    <w:rsid w:val="007577E8"/>
    <w:rsid w:val="00760FEE"/>
    <w:rsid w:val="00761FE3"/>
    <w:rsid w:val="0076286B"/>
    <w:rsid w:val="00766846"/>
    <w:rsid w:val="0076790E"/>
    <w:rsid w:val="00767D32"/>
    <w:rsid w:val="00770614"/>
    <w:rsid w:val="007725AD"/>
    <w:rsid w:val="00772A62"/>
    <w:rsid w:val="00773DC0"/>
    <w:rsid w:val="0077673A"/>
    <w:rsid w:val="00777861"/>
    <w:rsid w:val="0078239A"/>
    <w:rsid w:val="0078309A"/>
    <w:rsid w:val="007846E1"/>
    <w:rsid w:val="007847D6"/>
    <w:rsid w:val="00784A34"/>
    <w:rsid w:val="007872C7"/>
    <w:rsid w:val="00787691"/>
    <w:rsid w:val="00787A30"/>
    <w:rsid w:val="007916D2"/>
    <w:rsid w:val="00791E85"/>
    <w:rsid w:val="00794021"/>
    <w:rsid w:val="00794223"/>
    <w:rsid w:val="00795989"/>
    <w:rsid w:val="00796DC1"/>
    <w:rsid w:val="007A0FFE"/>
    <w:rsid w:val="007A2107"/>
    <w:rsid w:val="007A2814"/>
    <w:rsid w:val="007A3BD6"/>
    <w:rsid w:val="007A5172"/>
    <w:rsid w:val="007A67A0"/>
    <w:rsid w:val="007A7B5D"/>
    <w:rsid w:val="007B1E1B"/>
    <w:rsid w:val="007B3576"/>
    <w:rsid w:val="007B570C"/>
    <w:rsid w:val="007B7B96"/>
    <w:rsid w:val="007B7F34"/>
    <w:rsid w:val="007C3744"/>
    <w:rsid w:val="007C422A"/>
    <w:rsid w:val="007C4414"/>
    <w:rsid w:val="007D313E"/>
    <w:rsid w:val="007D323B"/>
    <w:rsid w:val="007D3806"/>
    <w:rsid w:val="007D382D"/>
    <w:rsid w:val="007D4A4B"/>
    <w:rsid w:val="007D5A8D"/>
    <w:rsid w:val="007D6562"/>
    <w:rsid w:val="007E0287"/>
    <w:rsid w:val="007E0F08"/>
    <w:rsid w:val="007E2234"/>
    <w:rsid w:val="007E4A6E"/>
    <w:rsid w:val="007E6F57"/>
    <w:rsid w:val="007F0C13"/>
    <w:rsid w:val="007F15FF"/>
    <w:rsid w:val="007F1C8D"/>
    <w:rsid w:val="007F2D65"/>
    <w:rsid w:val="007F3581"/>
    <w:rsid w:val="007F40AE"/>
    <w:rsid w:val="007F56A7"/>
    <w:rsid w:val="0080031C"/>
    <w:rsid w:val="00800851"/>
    <w:rsid w:val="008014DD"/>
    <w:rsid w:val="00802A02"/>
    <w:rsid w:val="00803601"/>
    <w:rsid w:val="008043EF"/>
    <w:rsid w:val="00804D44"/>
    <w:rsid w:val="00805477"/>
    <w:rsid w:val="00806D5A"/>
    <w:rsid w:val="00807C89"/>
    <w:rsid w:val="00807DD0"/>
    <w:rsid w:val="008118F4"/>
    <w:rsid w:val="008141A9"/>
    <w:rsid w:val="00814630"/>
    <w:rsid w:val="00815605"/>
    <w:rsid w:val="00815A58"/>
    <w:rsid w:val="00815C1B"/>
    <w:rsid w:val="00815F1A"/>
    <w:rsid w:val="00817C06"/>
    <w:rsid w:val="00821D01"/>
    <w:rsid w:val="00822B88"/>
    <w:rsid w:val="00823304"/>
    <w:rsid w:val="008268B7"/>
    <w:rsid w:val="00826B7B"/>
    <w:rsid w:val="00827819"/>
    <w:rsid w:val="0083096F"/>
    <w:rsid w:val="00830AE0"/>
    <w:rsid w:val="0083127A"/>
    <w:rsid w:val="00831DE9"/>
    <w:rsid w:val="00832D54"/>
    <w:rsid w:val="00833899"/>
    <w:rsid w:val="00836093"/>
    <w:rsid w:val="00841BE9"/>
    <w:rsid w:val="0084414D"/>
    <w:rsid w:val="0084440D"/>
    <w:rsid w:val="0084582C"/>
    <w:rsid w:val="00845C50"/>
    <w:rsid w:val="00846113"/>
    <w:rsid w:val="00846789"/>
    <w:rsid w:val="00846BD5"/>
    <w:rsid w:val="008569A3"/>
    <w:rsid w:val="008578B0"/>
    <w:rsid w:val="00857C45"/>
    <w:rsid w:val="00860F8B"/>
    <w:rsid w:val="008625ED"/>
    <w:rsid w:val="0086570D"/>
    <w:rsid w:val="008668F2"/>
    <w:rsid w:val="00867074"/>
    <w:rsid w:val="0086714F"/>
    <w:rsid w:val="00867239"/>
    <w:rsid w:val="00872044"/>
    <w:rsid w:val="008735B2"/>
    <w:rsid w:val="008756F5"/>
    <w:rsid w:val="0087580E"/>
    <w:rsid w:val="00876D73"/>
    <w:rsid w:val="00877ABA"/>
    <w:rsid w:val="00881268"/>
    <w:rsid w:val="00881CCA"/>
    <w:rsid w:val="00885926"/>
    <w:rsid w:val="00885D84"/>
    <w:rsid w:val="00887491"/>
    <w:rsid w:val="00887F36"/>
    <w:rsid w:val="00890091"/>
    <w:rsid w:val="00890916"/>
    <w:rsid w:val="00891808"/>
    <w:rsid w:val="00891DA0"/>
    <w:rsid w:val="00894714"/>
    <w:rsid w:val="00896787"/>
    <w:rsid w:val="008A05B6"/>
    <w:rsid w:val="008A0DC8"/>
    <w:rsid w:val="008A1B8C"/>
    <w:rsid w:val="008A3568"/>
    <w:rsid w:val="008A5810"/>
    <w:rsid w:val="008A6217"/>
    <w:rsid w:val="008B2021"/>
    <w:rsid w:val="008B35D1"/>
    <w:rsid w:val="008B53FB"/>
    <w:rsid w:val="008C0335"/>
    <w:rsid w:val="008C3E6F"/>
    <w:rsid w:val="008C50F3"/>
    <w:rsid w:val="008C65BC"/>
    <w:rsid w:val="008C7EFE"/>
    <w:rsid w:val="008D03B9"/>
    <w:rsid w:val="008D1730"/>
    <w:rsid w:val="008D30C7"/>
    <w:rsid w:val="008D30F9"/>
    <w:rsid w:val="008D399C"/>
    <w:rsid w:val="008D4570"/>
    <w:rsid w:val="008D4E49"/>
    <w:rsid w:val="008D552B"/>
    <w:rsid w:val="008D7865"/>
    <w:rsid w:val="008E0D23"/>
    <w:rsid w:val="008E0EFC"/>
    <w:rsid w:val="008E1138"/>
    <w:rsid w:val="008E14FB"/>
    <w:rsid w:val="008E339D"/>
    <w:rsid w:val="008E454C"/>
    <w:rsid w:val="008E45DF"/>
    <w:rsid w:val="008E57E8"/>
    <w:rsid w:val="008E5DD8"/>
    <w:rsid w:val="008E7191"/>
    <w:rsid w:val="008E7731"/>
    <w:rsid w:val="008E7D02"/>
    <w:rsid w:val="008E7FE0"/>
    <w:rsid w:val="008F08B6"/>
    <w:rsid w:val="008F1493"/>
    <w:rsid w:val="008F18D6"/>
    <w:rsid w:val="008F1DFC"/>
    <w:rsid w:val="008F2C9B"/>
    <w:rsid w:val="008F3865"/>
    <w:rsid w:val="008F4655"/>
    <w:rsid w:val="008F797B"/>
    <w:rsid w:val="00901536"/>
    <w:rsid w:val="00901E8E"/>
    <w:rsid w:val="0090228B"/>
    <w:rsid w:val="00904360"/>
    <w:rsid w:val="00904780"/>
    <w:rsid w:val="00905326"/>
    <w:rsid w:val="0090635B"/>
    <w:rsid w:val="00906665"/>
    <w:rsid w:val="009067B5"/>
    <w:rsid w:val="0091001C"/>
    <w:rsid w:val="009100A5"/>
    <w:rsid w:val="00911567"/>
    <w:rsid w:val="00911D10"/>
    <w:rsid w:val="00912983"/>
    <w:rsid w:val="00913AFF"/>
    <w:rsid w:val="00914E99"/>
    <w:rsid w:val="00915962"/>
    <w:rsid w:val="009168E5"/>
    <w:rsid w:val="00917257"/>
    <w:rsid w:val="009174DA"/>
    <w:rsid w:val="00920DEB"/>
    <w:rsid w:val="00922385"/>
    <w:rsid w:val="009223DF"/>
    <w:rsid w:val="00923CE9"/>
    <w:rsid w:val="00924FA3"/>
    <w:rsid w:val="00930B79"/>
    <w:rsid w:val="00930FC5"/>
    <w:rsid w:val="00931962"/>
    <w:rsid w:val="00933C75"/>
    <w:rsid w:val="00936091"/>
    <w:rsid w:val="00936AF4"/>
    <w:rsid w:val="00940675"/>
    <w:rsid w:val="00940AD5"/>
    <w:rsid w:val="00940D8A"/>
    <w:rsid w:val="0094130E"/>
    <w:rsid w:val="009431D9"/>
    <w:rsid w:val="00945C06"/>
    <w:rsid w:val="00946FFC"/>
    <w:rsid w:val="00950120"/>
    <w:rsid w:val="009506C2"/>
    <w:rsid w:val="00951710"/>
    <w:rsid w:val="0095251B"/>
    <w:rsid w:val="0095457C"/>
    <w:rsid w:val="00954693"/>
    <w:rsid w:val="00956D01"/>
    <w:rsid w:val="00960EC0"/>
    <w:rsid w:val="00962223"/>
    <w:rsid w:val="00962258"/>
    <w:rsid w:val="00962D3D"/>
    <w:rsid w:val="00964860"/>
    <w:rsid w:val="009657CD"/>
    <w:rsid w:val="009677CF"/>
    <w:rsid w:val="009678B7"/>
    <w:rsid w:val="00970C15"/>
    <w:rsid w:val="009716A2"/>
    <w:rsid w:val="00971B34"/>
    <w:rsid w:val="009735A3"/>
    <w:rsid w:val="0097698E"/>
    <w:rsid w:val="00977F79"/>
    <w:rsid w:val="00980373"/>
    <w:rsid w:val="00990AF0"/>
    <w:rsid w:val="00990C2D"/>
    <w:rsid w:val="00990C4D"/>
    <w:rsid w:val="00992651"/>
    <w:rsid w:val="00992D9C"/>
    <w:rsid w:val="009931FD"/>
    <w:rsid w:val="00996409"/>
    <w:rsid w:val="00996627"/>
    <w:rsid w:val="00996CB8"/>
    <w:rsid w:val="009978AE"/>
    <w:rsid w:val="009A1C30"/>
    <w:rsid w:val="009A5206"/>
    <w:rsid w:val="009B2160"/>
    <w:rsid w:val="009B2776"/>
    <w:rsid w:val="009B2943"/>
    <w:rsid w:val="009B2E97"/>
    <w:rsid w:val="009B5146"/>
    <w:rsid w:val="009B6631"/>
    <w:rsid w:val="009C0F4D"/>
    <w:rsid w:val="009C16B6"/>
    <w:rsid w:val="009C18B0"/>
    <w:rsid w:val="009C239A"/>
    <w:rsid w:val="009C25BA"/>
    <w:rsid w:val="009C3AE1"/>
    <w:rsid w:val="009C418E"/>
    <w:rsid w:val="009C442C"/>
    <w:rsid w:val="009C56A2"/>
    <w:rsid w:val="009C5701"/>
    <w:rsid w:val="009C583E"/>
    <w:rsid w:val="009D0E54"/>
    <w:rsid w:val="009D20A1"/>
    <w:rsid w:val="009D2D18"/>
    <w:rsid w:val="009D2EAA"/>
    <w:rsid w:val="009D5C5A"/>
    <w:rsid w:val="009D798A"/>
    <w:rsid w:val="009D7DE7"/>
    <w:rsid w:val="009E07F4"/>
    <w:rsid w:val="009E18F5"/>
    <w:rsid w:val="009E48CE"/>
    <w:rsid w:val="009E4D50"/>
    <w:rsid w:val="009E7F82"/>
    <w:rsid w:val="009E7FB7"/>
    <w:rsid w:val="009F0C47"/>
    <w:rsid w:val="009F0CF5"/>
    <w:rsid w:val="009F152F"/>
    <w:rsid w:val="009F2077"/>
    <w:rsid w:val="009F2655"/>
    <w:rsid w:val="009F309B"/>
    <w:rsid w:val="009F392E"/>
    <w:rsid w:val="009F53C5"/>
    <w:rsid w:val="009F56D8"/>
    <w:rsid w:val="009F72D4"/>
    <w:rsid w:val="009F794A"/>
    <w:rsid w:val="009F7D82"/>
    <w:rsid w:val="00A01696"/>
    <w:rsid w:val="00A02D7C"/>
    <w:rsid w:val="00A04F28"/>
    <w:rsid w:val="00A05420"/>
    <w:rsid w:val="00A06472"/>
    <w:rsid w:val="00A0740E"/>
    <w:rsid w:val="00A12463"/>
    <w:rsid w:val="00A13395"/>
    <w:rsid w:val="00A17B9E"/>
    <w:rsid w:val="00A2065C"/>
    <w:rsid w:val="00A2340C"/>
    <w:rsid w:val="00A25666"/>
    <w:rsid w:val="00A26CBA"/>
    <w:rsid w:val="00A331C1"/>
    <w:rsid w:val="00A3332D"/>
    <w:rsid w:val="00A34FE3"/>
    <w:rsid w:val="00A35872"/>
    <w:rsid w:val="00A3626D"/>
    <w:rsid w:val="00A362F2"/>
    <w:rsid w:val="00A40398"/>
    <w:rsid w:val="00A4050F"/>
    <w:rsid w:val="00A451B6"/>
    <w:rsid w:val="00A4543D"/>
    <w:rsid w:val="00A45BE9"/>
    <w:rsid w:val="00A479E2"/>
    <w:rsid w:val="00A50641"/>
    <w:rsid w:val="00A515CE"/>
    <w:rsid w:val="00A51626"/>
    <w:rsid w:val="00A52DE1"/>
    <w:rsid w:val="00A530BF"/>
    <w:rsid w:val="00A53527"/>
    <w:rsid w:val="00A571CA"/>
    <w:rsid w:val="00A57E8D"/>
    <w:rsid w:val="00A6177B"/>
    <w:rsid w:val="00A6228C"/>
    <w:rsid w:val="00A635F9"/>
    <w:rsid w:val="00A66136"/>
    <w:rsid w:val="00A6737A"/>
    <w:rsid w:val="00A704CC"/>
    <w:rsid w:val="00A70D27"/>
    <w:rsid w:val="00A71189"/>
    <w:rsid w:val="00A72842"/>
    <w:rsid w:val="00A7364A"/>
    <w:rsid w:val="00A73812"/>
    <w:rsid w:val="00A7451A"/>
    <w:rsid w:val="00A74DCC"/>
    <w:rsid w:val="00A752DC"/>
    <w:rsid w:val="00A753ED"/>
    <w:rsid w:val="00A77512"/>
    <w:rsid w:val="00A77695"/>
    <w:rsid w:val="00A82AE5"/>
    <w:rsid w:val="00A83FCE"/>
    <w:rsid w:val="00A849D4"/>
    <w:rsid w:val="00A84F5F"/>
    <w:rsid w:val="00A8513E"/>
    <w:rsid w:val="00A85D4F"/>
    <w:rsid w:val="00A867A6"/>
    <w:rsid w:val="00A87984"/>
    <w:rsid w:val="00A92680"/>
    <w:rsid w:val="00A929C3"/>
    <w:rsid w:val="00A93949"/>
    <w:rsid w:val="00A94456"/>
    <w:rsid w:val="00A94C2F"/>
    <w:rsid w:val="00A954BC"/>
    <w:rsid w:val="00A95C0A"/>
    <w:rsid w:val="00AA0620"/>
    <w:rsid w:val="00AA13C8"/>
    <w:rsid w:val="00AA3179"/>
    <w:rsid w:val="00AA3E17"/>
    <w:rsid w:val="00AA4C79"/>
    <w:rsid w:val="00AA4CBB"/>
    <w:rsid w:val="00AA576A"/>
    <w:rsid w:val="00AA65FA"/>
    <w:rsid w:val="00AA7351"/>
    <w:rsid w:val="00AA7A36"/>
    <w:rsid w:val="00AA7AD2"/>
    <w:rsid w:val="00AB1063"/>
    <w:rsid w:val="00AB2EAA"/>
    <w:rsid w:val="00AB58B7"/>
    <w:rsid w:val="00AB7A51"/>
    <w:rsid w:val="00AC01E9"/>
    <w:rsid w:val="00AC0FDE"/>
    <w:rsid w:val="00AC1CEF"/>
    <w:rsid w:val="00AC39F9"/>
    <w:rsid w:val="00AC48E5"/>
    <w:rsid w:val="00AC5FC7"/>
    <w:rsid w:val="00AD056F"/>
    <w:rsid w:val="00AD0C7B"/>
    <w:rsid w:val="00AD1771"/>
    <w:rsid w:val="00AD1786"/>
    <w:rsid w:val="00AD2237"/>
    <w:rsid w:val="00AD2564"/>
    <w:rsid w:val="00AD2CE9"/>
    <w:rsid w:val="00AD339A"/>
    <w:rsid w:val="00AD5F1A"/>
    <w:rsid w:val="00AD6731"/>
    <w:rsid w:val="00AD6E8C"/>
    <w:rsid w:val="00AD6F68"/>
    <w:rsid w:val="00AD792A"/>
    <w:rsid w:val="00AE004A"/>
    <w:rsid w:val="00AE07D1"/>
    <w:rsid w:val="00AE1D4A"/>
    <w:rsid w:val="00AE3BB4"/>
    <w:rsid w:val="00AE5F21"/>
    <w:rsid w:val="00AE6366"/>
    <w:rsid w:val="00AF04BF"/>
    <w:rsid w:val="00AF0B01"/>
    <w:rsid w:val="00AF37B2"/>
    <w:rsid w:val="00AF40D8"/>
    <w:rsid w:val="00AF73C4"/>
    <w:rsid w:val="00B008D5"/>
    <w:rsid w:val="00B02F73"/>
    <w:rsid w:val="00B04165"/>
    <w:rsid w:val="00B0559B"/>
    <w:rsid w:val="00B0619F"/>
    <w:rsid w:val="00B10E1A"/>
    <w:rsid w:val="00B116BA"/>
    <w:rsid w:val="00B118B5"/>
    <w:rsid w:val="00B13A26"/>
    <w:rsid w:val="00B1425B"/>
    <w:rsid w:val="00B14F59"/>
    <w:rsid w:val="00B15D0D"/>
    <w:rsid w:val="00B16488"/>
    <w:rsid w:val="00B17934"/>
    <w:rsid w:val="00B17C43"/>
    <w:rsid w:val="00B22106"/>
    <w:rsid w:val="00B24B97"/>
    <w:rsid w:val="00B35E89"/>
    <w:rsid w:val="00B370A2"/>
    <w:rsid w:val="00B37595"/>
    <w:rsid w:val="00B4151E"/>
    <w:rsid w:val="00B41DEB"/>
    <w:rsid w:val="00B429CF"/>
    <w:rsid w:val="00B448FF"/>
    <w:rsid w:val="00B4599F"/>
    <w:rsid w:val="00B45F53"/>
    <w:rsid w:val="00B46A1E"/>
    <w:rsid w:val="00B47984"/>
    <w:rsid w:val="00B50C25"/>
    <w:rsid w:val="00B5357B"/>
    <w:rsid w:val="00B535E1"/>
    <w:rsid w:val="00B5431A"/>
    <w:rsid w:val="00B55F59"/>
    <w:rsid w:val="00B57E80"/>
    <w:rsid w:val="00B60046"/>
    <w:rsid w:val="00B61530"/>
    <w:rsid w:val="00B61964"/>
    <w:rsid w:val="00B62224"/>
    <w:rsid w:val="00B6429F"/>
    <w:rsid w:val="00B645BC"/>
    <w:rsid w:val="00B645ED"/>
    <w:rsid w:val="00B66865"/>
    <w:rsid w:val="00B66DC1"/>
    <w:rsid w:val="00B67D9E"/>
    <w:rsid w:val="00B70267"/>
    <w:rsid w:val="00B74D54"/>
    <w:rsid w:val="00B75EE1"/>
    <w:rsid w:val="00B77481"/>
    <w:rsid w:val="00B77C6D"/>
    <w:rsid w:val="00B8044B"/>
    <w:rsid w:val="00B80E53"/>
    <w:rsid w:val="00B80FA4"/>
    <w:rsid w:val="00B82A36"/>
    <w:rsid w:val="00B83A53"/>
    <w:rsid w:val="00B83F2F"/>
    <w:rsid w:val="00B8518B"/>
    <w:rsid w:val="00B866D9"/>
    <w:rsid w:val="00B86A88"/>
    <w:rsid w:val="00B87679"/>
    <w:rsid w:val="00B91757"/>
    <w:rsid w:val="00B920B5"/>
    <w:rsid w:val="00B9372F"/>
    <w:rsid w:val="00B97CC3"/>
    <w:rsid w:val="00BA1E9D"/>
    <w:rsid w:val="00BA31A7"/>
    <w:rsid w:val="00BA34A5"/>
    <w:rsid w:val="00BA5A03"/>
    <w:rsid w:val="00BA5C5E"/>
    <w:rsid w:val="00BA6576"/>
    <w:rsid w:val="00BB10BD"/>
    <w:rsid w:val="00BB3F86"/>
    <w:rsid w:val="00BB4AF2"/>
    <w:rsid w:val="00BB51D3"/>
    <w:rsid w:val="00BC06C4"/>
    <w:rsid w:val="00BC4A61"/>
    <w:rsid w:val="00BC56C3"/>
    <w:rsid w:val="00BC663E"/>
    <w:rsid w:val="00BC6D2B"/>
    <w:rsid w:val="00BD4556"/>
    <w:rsid w:val="00BD4D0B"/>
    <w:rsid w:val="00BD5C53"/>
    <w:rsid w:val="00BD6C63"/>
    <w:rsid w:val="00BD7E91"/>
    <w:rsid w:val="00BD7F0D"/>
    <w:rsid w:val="00BE028E"/>
    <w:rsid w:val="00BE3464"/>
    <w:rsid w:val="00BE414F"/>
    <w:rsid w:val="00BE49F4"/>
    <w:rsid w:val="00BE68D3"/>
    <w:rsid w:val="00BE6E67"/>
    <w:rsid w:val="00BF0966"/>
    <w:rsid w:val="00BF122F"/>
    <w:rsid w:val="00BF23E0"/>
    <w:rsid w:val="00BF4A13"/>
    <w:rsid w:val="00BF4CB0"/>
    <w:rsid w:val="00BF6325"/>
    <w:rsid w:val="00C02D0A"/>
    <w:rsid w:val="00C03A6E"/>
    <w:rsid w:val="00C0426C"/>
    <w:rsid w:val="00C05B9F"/>
    <w:rsid w:val="00C15241"/>
    <w:rsid w:val="00C1688F"/>
    <w:rsid w:val="00C17457"/>
    <w:rsid w:val="00C20128"/>
    <w:rsid w:val="00C20BBC"/>
    <w:rsid w:val="00C20E63"/>
    <w:rsid w:val="00C213C7"/>
    <w:rsid w:val="00C21CCE"/>
    <w:rsid w:val="00C222B3"/>
    <w:rsid w:val="00C226C0"/>
    <w:rsid w:val="00C2534C"/>
    <w:rsid w:val="00C273BA"/>
    <w:rsid w:val="00C274B4"/>
    <w:rsid w:val="00C30F06"/>
    <w:rsid w:val="00C31597"/>
    <w:rsid w:val="00C3406B"/>
    <w:rsid w:val="00C35479"/>
    <w:rsid w:val="00C3709A"/>
    <w:rsid w:val="00C41FD3"/>
    <w:rsid w:val="00C42FE6"/>
    <w:rsid w:val="00C4456C"/>
    <w:rsid w:val="00C44E79"/>
    <w:rsid w:val="00C44F6A"/>
    <w:rsid w:val="00C46544"/>
    <w:rsid w:val="00C468D6"/>
    <w:rsid w:val="00C478AC"/>
    <w:rsid w:val="00C5336C"/>
    <w:rsid w:val="00C53EBD"/>
    <w:rsid w:val="00C56D0C"/>
    <w:rsid w:val="00C57268"/>
    <w:rsid w:val="00C574FE"/>
    <w:rsid w:val="00C57FC6"/>
    <w:rsid w:val="00C6198E"/>
    <w:rsid w:val="00C66878"/>
    <w:rsid w:val="00C708EA"/>
    <w:rsid w:val="00C70C80"/>
    <w:rsid w:val="00C7216F"/>
    <w:rsid w:val="00C7411D"/>
    <w:rsid w:val="00C75051"/>
    <w:rsid w:val="00C7562E"/>
    <w:rsid w:val="00C75AC5"/>
    <w:rsid w:val="00C75F96"/>
    <w:rsid w:val="00C763CE"/>
    <w:rsid w:val="00C7745B"/>
    <w:rsid w:val="00C776E5"/>
    <w:rsid w:val="00C778A5"/>
    <w:rsid w:val="00C77A59"/>
    <w:rsid w:val="00C8580D"/>
    <w:rsid w:val="00C91FD8"/>
    <w:rsid w:val="00C92225"/>
    <w:rsid w:val="00C9327E"/>
    <w:rsid w:val="00C93433"/>
    <w:rsid w:val="00C95162"/>
    <w:rsid w:val="00C96932"/>
    <w:rsid w:val="00C97A5D"/>
    <w:rsid w:val="00CA164D"/>
    <w:rsid w:val="00CA2F1F"/>
    <w:rsid w:val="00CA3492"/>
    <w:rsid w:val="00CA7CB7"/>
    <w:rsid w:val="00CA7E4B"/>
    <w:rsid w:val="00CB21C4"/>
    <w:rsid w:val="00CB3151"/>
    <w:rsid w:val="00CB3658"/>
    <w:rsid w:val="00CB6A37"/>
    <w:rsid w:val="00CB7684"/>
    <w:rsid w:val="00CC080E"/>
    <w:rsid w:val="00CC31CF"/>
    <w:rsid w:val="00CC4380"/>
    <w:rsid w:val="00CC45B0"/>
    <w:rsid w:val="00CC7C8F"/>
    <w:rsid w:val="00CD1FC4"/>
    <w:rsid w:val="00CD5482"/>
    <w:rsid w:val="00CD65C1"/>
    <w:rsid w:val="00CE1135"/>
    <w:rsid w:val="00CE1D89"/>
    <w:rsid w:val="00CE22D6"/>
    <w:rsid w:val="00CE2AC2"/>
    <w:rsid w:val="00CE32AE"/>
    <w:rsid w:val="00CE3429"/>
    <w:rsid w:val="00CE3B9D"/>
    <w:rsid w:val="00CE5C49"/>
    <w:rsid w:val="00CE62A4"/>
    <w:rsid w:val="00CE791B"/>
    <w:rsid w:val="00CF112C"/>
    <w:rsid w:val="00CF4237"/>
    <w:rsid w:val="00CF680A"/>
    <w:rsid w:val="00CF681A"/>
    <w:rsid w:val="00CF7FCA"/>
    <w:rsid w:val="00D02170"/>
    <w:rsid w:val="00D034A0"/>
    <w:rsid w:val="00D03583"/>
    <w:rsid w:val="00D048E2"/>
    <w:rsid w:val="00D05C61"/>
    <w:rsid w:val="00D074AE"/>
    <w:rsid w:val="00D07E1E"/>
    <w:rsid w:val="00D10A2D"/>
    <w:rsid w:val="00D11937"/>
    <w:rsid w:val="00D12A67"/>
    <w:rsid w:val="00D139AC"/>
    <w:rsid w:val="00D141B5"/>
    <w:rsid w:val="00D145E1"/>
    <w:rsid w:val="00D147AF"/>
    <w:rsid w:val="00D14BAA"/>
    <w:rsid w:val="00D1672F"/>
    <w:rsid w:val="00D17BA6"/>
    <w:rsid w:val="00D21061"/>
    <w:rsid w:val="00D25B83"/>
    <w:rsid w:val="00D25DE4"/>
    <w:rsid w:val="00D30CCC"/>
    <w:rsid w:val="00D31334"/>
    <w:rsid w:val="00D31E39"/>
    <w:rsid w:val="00D35B68"/>
    <w:rsid w:val="00D365B0"/>
    <w:rsid w:val="00D37B14"/>
    <w:rsid w:val="00D37B7C"/>
    <w:rsid w:val="00D400E0"/>
    <w:rsid w:val="00D4108E"/>
    <w:rsid w:val="00D41517"/>
    <w:rsid w:val="00D4247C"/>
    <w:rsid w:val="00D44668"/>
    <w:rsid w:val="00D44B92"/>
    <w:rsid w:val="00D46DAF"/>
    <w:rsid w:val="00D46DDF"/>
    <w:rsid w:val="00D47CE7"/>
    <w:rsid w:val="00D50698"/>
    <w:rsid w:val="00D50879"/>
    <w:rsid w:val="00D523E7"/>
    <w:rsid w:val="00D5279A"/>
    <w:rsid w:val="00D529A2"/>
    <w:rsid w:val="00D57BFB"/>
    <w:rsid w:val="00D60552"/>
    <w:rsid w:val="00D6163D"/>
    <w:rsid w:val="00D6259C"/>
    <w:rsid w:val="00D63423"/>
    <w:rsid w:val="00D63BFB"/>
    <w:rsid w:val="00D64003"/>
    <w:rsid w:val="00D7297C"/>
    <w:rsid w:val="00D7451C"/>
    <w:rsid w:val="00D768E5"/>
    <w:rsid w:val="00D76F4E"/>
    <w:rsid w:val="00D77B10"/>
    <w:rsid w:val="00D80D98"/>
    <w:rsid w:val="00D82449"/>
    <w:rsid w:val="00D831A3"/>
    <w:rsid w:val="00D83CBD"/>
    <w:rsid w:val="00D84B47"/>
    <w:rsid w:val="00D86B83"/>
    <w:rsid w:val="00D87974"/>
    <w:rsid w:val="00D87A61"/>
    <w:rsid w:val="00D87F41"/>
    <w:rsid w:val="00D91557"/>
    <w:rsid w:val="00D919BB"/>
    <w:rsid w:val="00D92A0B"/>
    <w:rsid w:val="00D939CE"/>
    <w:rsid w:val="00D96121"/>
    <w:rsid w:val="00D97197"/>
    <w:rsid w:val="00D97B35"/>
    <w:rsid w:val="00D97BE3"/>
    <w:rsid w:val="00DA0EA3"/>
    <w:rsid w:val="00DA0FC8"/>
    <w:rsid w:val="00DA11F7"/>
    <w:rsid w:val="00DA24C4"/>
    <w:rsid w:val="00DA3711"/>
    <w:rsid w:val="00DA64CD"/>
    <w:rsid w:val="00DA6BA5"/>
    <w:rsid w:val="00DB18F1"/>
    <w:rsid w:val="00DB1DCD"/>
    <w:rsid w:val="00DB49D3"/>
    <w:rsid w:val="00DB619A"/>
    <w:rsid w:val="00DB78E9"/>
    <w:rsid w:val="00DC0FB4"/>
    <w:rsid w:val="00DC14E1"/>
    <w:rsid w:val="00DC2718"/>
    <w:rsid w:val="00DC3CA2"/>
    <w:rsid w:val="00DC4A2B"/>
    <w:rsid w:val="00DC4DDB"/>
    <w:rsid w:val="00DC6ED4"/>
    <w:rsid w:val="00DD2426"/>
    <w:rsid w:val="00DD46F3"/>
    <w:rsid w:val="00DD546A"/>
    <w:rsid w:val="00DD5626"/>
    <w:rsid w:val="00DD7852"/>
    <w:rsid w:val="00DE3E93"/>
    <w:rsid w:val="00DE51A5"/>
    <w:rsid w:val="00DE56F2"/>
    <w:rsid w:val="00DE57AC"/>
    <w:rsid w:val="00DE5ED5"/>
    <w:rsid w:val="00DE6A35"/>
    <w:rsid w:val="00DF0D8A"/>
    <w:rsid w:val="00DF116D"/>
    <w:rsid w:val="00DF2592"/>
    <w:rsid w:val="00DF2782"/>
    <w:rsid w:val="00DF278F"/>
    <w:rsid w:val="00DF288F"/>
    <w:rsid w:val="00E0116C"/>
    <w:rsid w:val="00E01EA1"/>
    <w:rsid w:val="00E02C82"/>
    <w:rsid w:val="00E042B4"/>
    <w:rsid w:val="00E04FB7"/>
    <w:rsid w:val="00E0558F"/>
    <w:rsid w:val="00E05DD1"/>
    <w:rsid w:val="00E05EC6"/>
    <w:rsid w:val="00E0614E"/>
    <w:rsid w:val="00E07490"/>
    <w:rsid w:val="00E11ACD"/>
    <w:rsid w:val="00E121A6"/>
    <w:rsid w:val="00E1257B"/>
    <w:rsid w:val="00E1401B"/>
    <w:rsid w:val="00E14B75"/>
    <w:rsid w:val="00E16FF7"/>
    <w:rsid w:val="00E17252"/>
    <w:rsid w:val="00E20968"/>
    <w:rsid w:val="00E21F92"/>
    <w:rsid w:val="00E22C30"/>
    <w:rsid w:val="00E23430"/>
    <w:rsid w:val="00E2443E"/>
    <w:rsid w:val="00E25DBD"/>
    <w:rsid w:val="00E26D68"/>
    <w:rsid w:val="00E3047E"/>
    <w:rsid w:val="00E30642"/>
    <w:rsid w:val="00E32D44"/>
    <w:rsid w:val="00E3475A"/>
    <w:rsid w:val="00E35AFB"/>
    <w:rsid w:val="00E377A7"/>
    <w:rsid w:val="00E4170A"/>
    <w:rsid w:val="00E4197C"/>
    <w:rsid w:val="00E42D7E"/>
    <w:rsid w:val="00E437B0"/>
    <w:rsid w:val="00E44045"/>
    <w:rsid w:val="00E44AE0"/>
    <w:rsid w:val="00E4520D"/>
    <w:rsid w:val="00E470A7"/>
    <w:rsid w:val="00E4784F"/>
    <w:rsid w:val="00E523B9"/>
    <w:rsid w:val="00E52649"/>
    <w:rsid w:val="00E5375F"/>
    <w:rsid w:val="00E54128"/>
    <w:rsid w:val="00E54737"/>
    <w:rsid w:val="00E5555C"/>
    <w:rsid w:val="00E60B4C"/>
    <w:rsid w:val="00E618C4"/>
    <w:rsid w:val="00E628BC"/>
    <w:rsid w:val="00E665C3"/>
    <w:rsid w:val="00E66E9E"/>
    <w:rsid w:val="00E71A82"/>
    <w:rsid w:val="00E7218A"/>
    <w:rsid w:val="00E73EEC"/>
    <w:rsid w:val="00E74868"/>
    <w:rsid w:val="00E84963"/>
    <w:rsid w:val="00E85DF4"/>
    <w:rsid w:val="00E86144"/>
    <w:rsid w:val="00E878EE"/>
    <w:rsid w:val="00E911EA"/>
    <w:rsid w:val="00E931D3"/>
    <w:rsid w:val="00E96957"/>
    <w:rsid w:val="00E96A27"/>
    <w:rsid w:val="00E97822"/>
    <w:rsid w:val="00E97E22"/>
    <w:rsid w:val="00EA0A81"/>
    <w:rsid w:val="00EA18ED"/>
    <w:rsid w:val="00EA26C4"/>
    <w:rsid w:val="00EA4E6E"/>
    <w:rsid w:val="00EA6CE6"/>
    <w:rsid w:val="00EA6EC7"/>
    <w:rsid w:val="00EB0647"/>
    <w:rsid w:val="00EB104F"/>
    <w:rsid w:val="00EB15FC"/>
    <w:rsid w:val="00EB2BC2"/>
    <w:rsid w:val="00EB2EF4"/>
    <w:rsid w:val="00EB3ED5"/>
    <w:rsid w:val="00EB464C"/>
    <w:rsid w:val="00EB46E5"/>
    <w:rsid w:val="00EB5D4D"/>
    <w:rsid w:val="00EB756A"/>
    <w:rsid w:val="00EC10AE"/>
    <w:rsid w:val="00EC68A2"/>
    <w:rsid w:val="00ED023E"/>
    <w:rsid w:val="00ED0703"/>
    <w:rsid w:val="00ED14BD"/>
    <w:rsid w:val="00ED1777"/>
    <w:rsid w:val="00ED4418"/>
    <w:rsid w:val="00ED6360"/>
    <w:rsid w:val="00ED78D2"/>
    <w:rsid w:val="00EE0BBE"/>
    <w:rsid w:val="00EE2244"/>
    <w:rsid w:val="00EE2BAC"/>
    <w:rsid w:val="00EE3C5F"/>
    <w:rsid w:val="00EE582C"/>
    <w:rsid w:val="00EE5FE5"/>
    <w:rsid w:val="00EE7882"/>
    <w:rsid w:val="00EF0077"/>
    <w:rsid w:val="00EF048F"/>
    <w:rsid w:val="00EF3CB1"/>
    <w:rsid w:val="00EF66B9"/>
    <w:rsid w:val="00EF6CDE"/>
    <w:rsid w:val="00F012C4"/>
    <w:rsid w:val="00F016C7"/>
    <w:rsid w:val="00F04FB2"/>
    <w:rsid w:val="00F05A27"/>
    <w:rsid w:val="00F06156"/>
    <w:rsid w:val="00F1012C"/>
    <w:rsid w:val="00F12DEC"/>
    <w:rsid w:val="00F1359A"/>
    <w:rsid w:val="00F14363"/>
    <w:rsid w:val="00F1664F"/>
    <w:rsid w:val="00F16F36"/>
    <w:rsid w:val="00F1715C"/>
    <w:rsid w:val="00F17A4F"/>
    <w:rsid w:val="00F17E8A"/>
    <w:rsid w:val="00F20760"/>
    <w:rsid w:val="00F20DE3"/>
    <w:rsid w:val="00F218CF"/>
    <w:rsid w:val="00F21FAD"/>
    <w:rsid w:val="00F23305"/>
    <w:rsid w:val="00F233B6"/>
    <w:rsid w:val="00F23A81"/>
    <w:rsid w:val="00F26A6C"/>
    <w:rsid w:val="00F310F8"/>
    <w:rsid w:val="00F31939"/>
    <w:rsid w:val="00F3437C"/>
    <w:rsid w:val="00F353AE"/>
    <w:rsid w:val="00F35939"/>
    <w:rsid w:val="00F360AB"/>
    <w:rsid w:val="00F37A59"/>
    <w:rsid w:val="00F404A5"/>
    <w:rsid w:val="00F40CD5"/>
    <w:rsid w:val="00F423D1"/>
    <w:rsid w:val="00F4371B"/>
    <w:rsid w:val="00F44AC3"/>
    <w:rsid w:val="00F45607"/>
    <w:rsid w:val="00F45B1E"/>
    <w:rsid w:val="00F46000"/>
    <w:rsid w:val="00F46329"/>
    <w:rsid w:val="00F46506"/>
    <w:rsid w:val="00F4722B"/>
    <w:rsid w:val="00F472DF"/>
    <w:rsid w:val="00F478E7"/>
    <w:rsid w:val="00F518C0"/>
    <w:rsid w:val="00F54432"/>
    <w:rsid w:val="00F5516A"/>
    <w:rsid w:val="00F569C6"/>
    <w:rsid w:val="00F60757"/>
    <w:rsid w:val="00F64A4A"/>
    <w:rsid w:val="00F659EB"/>
    <w:rsid w:val="00F7345A"/>
    <w:rsid w:val="00F74C1E"/>
    <w:rsid w:val="00F757ED"/>
    <w:rsid w:val="00F850FD"/>
    <w:rsid w:val="00F85181"/>
    <w:rsid w:val="00F857C0"/>
    <w:rsid w:val="00F86BA6"/>
    <w:rsid w:val="00F87336"/>
    <w:rsid w:val="00F9156D"/>
    <w:rsid w:val="00F93E20"/>
    <w:rsid w:val="00F9575E"/>
    <w:rsid w:val="00F979A3"/>
    <w:rsid w:val="00FA299C"/>
    <w:rsid w:val="00FA727F"/>
    <w:rsid w:val="00FA7FD7"/>
    <w:rsid w:val="00FB1135"/>
    <w:rsid w:val="00FB135C"/>
    <w:rsid w:val="00FB4067"/>
    <w:rsid w:val="00FB52B3"/>
    <w:rsid w:val="00FB6342"/>
    <w:rsid w:val="00FC169F"/>
    <w:rsid w:val="00FC2E30"/>
    <w:rsid w:val="00FC6389"/>
    <w:rsid w:val="00FD0011"/>
    <w:rsid w:val="00FD2944"/>
    <w:rsid w:val="00FD7140"/>
    <w:rsid w:val="00FE149B"/>
    <w:rsid w:val="00FE4333"/>
    <w:rsid w:val="00FE6AEC"/>
    <w:rsid w:val="00FE70AE"/>
    <w:rsid w:val="00FF0382"/>
    <w:rsid w:val="00FF1A83"/>
    <w:rsid w:val="00FF2275"/>
    <w:rsid w:val="00FF2A62"/>
    <w:rsid w:val="00FF3C0D"/>
    <w:rsid w:val="00FF5E2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character" w:styleId="Odkaznavysvtlivky">
    <w:name w:val="endnote reference"/>
    <w:basedOn w:val="Standardnpsmoodstavce"/>
    <w:uiPriority w:val="99"/>
    <w:semiHidden/>
    <w:unhideWhenUsed/>
    <w:rsid w:val="00946FFC"/>
    <w:rPr>
      <w:vertAlign w:val="superscript"/>
    </w:rPr>
  </w:style>
  <w:style w:type="character" w:customStyle="1" w:styleId="Tun">
    <w:name w:val="_Tučně"/>
    <w:basedOn w:val="Standardnpsmoodstavce"/>
    <w:qFormat/>
    <w:rsid w:val="00946FFC"/>
    <w:rPr>
      <w:b/>
    </w:rPr>
  </w:style>
  <w:style w:type="character" w:customStyle="1" w:styleId="normaltextrun">
    <w:name w:val="normaltextrun"/>
    <w:basedOn w:val="Standardnpsmoodstavce"/>
    <w:rsid w:val="00D4247C"/>
  </w:style>
  <w:style w:type="character" w:customStyle="1" w:styleId="Odstavec1-1aChar">
    <w:name w:val="_Odstavec_1-1_a) Char"/>
    <w:basedOn w:val="Standardnpsmoodstavce"/>
    <w:link w:val="Odstavec1-1a"/>
    <w:locked/>
    <w:rsid w:val="000B24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7915820">
      <w:bodyDiv w:val="1"/>
      <w:marLeft w:val="0"/>
      <w:marRight w:val="0"/>
      <w:marTop w:val="0"/>
      <w:marBottom w:val="0"/>
      <w:divBdr>
        <w:top w:val="none" w:sz="0" w:space="0" w:color="auto"/>
        <w:left w:val="none" w:sz="0" w:space="0" w:color="auto"/>
        <w:bottom w:val="none" w:sz="0" w:space="0" w:color="auto"/>
        <w:right w:val="none" w:sz="0" w:space="0" w:color="auto"/>
      </w:divBdr>
    </w:div>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www.spravazeleznic.cz/" TargetMode="Externa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yperlink" Target="http://www.mdcr.cz/cs/Drazni_doprava/Seznam_pravnickych_osob/"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www.tudc.cz/" TargetMode="External"/><Relationship Id="rId25" Type="http://schemas.openxmlformats.org/officeDocument/2006/relationships/hyperlink" Target="https://xdc.spravazeleznic.cz" TargetMode="Externa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pravazeleznic.cz/"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xdc.spravazeleznic.cz"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zakazky.spravazeleznic.cz/manual.html"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eader" Target="header1.xml"/><Relationship Id="rId30" Type="http://schemas.openxmlformats.org/officeDocument/2006/relationships/footer" Target="footer2.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1120C17669EC2E40918EAA89112405B2" ma:contentTypeVersion="10" ma:contentTypeDescription="Vytvoří nový dokument" ma:contentTypeScope="" ma:versionID="1dd266fc57d40ee878dee741e997c560">
  <xsd:schema xmlns:xsd="http://www.w3.org/2001/XMLSchema" xmlns:xs="http://www.w3.org/2001/XMLSchema" xmlns:p="http://schemas.microsoft.com/office/2006/metadata/properties" xmlns:ns3="65a05e30-5124-4316-a003-f70f48959144" targetNamespace="http://schemas.microsoft.com/office/2006/metadata/properties" ma:root="true" ma:fieldsID="b793488b266a86e604a5196795f629f4" ns3:_="">
    <xsd:import namespace="65a05e30-5124-4316-a003-f70f48959144"/>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ystem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5a05e30-5124-4316-a003-f70f489591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ystemTags" ma:index="11" nillable="true" ma:displayName="MediaServiceSystemTags" ma:hidden="true" ma:internalName="MediaServiceSystemTags" ma:readOnly="true">
      <xsd:simpleType>
        <xsd:restriction base="dms:Note"/>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87313B-ABC9-443A-8E92-DF9571FF3E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5a05e30-5124-4316-a003-f70f489591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D257693A-F03D-4EEE-A862-7B4C0E6C2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26</TotalTime>
  <Pages>45</Pages>
  <Words>19686</Words>
  <Characters>116148</Characters>
  <Application>Microsoft Office Word</Application>
  <DocSecurity>0</DocSecurity>
  <Lines>967</Lines>
  <Paragraphs>271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135563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Jungová Kateřina</cp:lastModifiedBy>
  <cp:revision>7</cp:revision>
  <cp:lastPrinted>2024-08-02T11:03:00Z</cp:lastPrinted>
  <dcterms:created xsi:type="dcterms:W3CDTF">2024-08-01T10:25:00Z</dcterms:created>
  <dcterms:modified xsi:type="dcterms:W3CDTF">2024-08-02T11:03:00Z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0x0101001120C17669EC2E40918EAA89112405B2</vt:lpwstr>
  </property>
</Properties>
</file>