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D450F" w14:textId="72CEEFF8" w:rsidR="009B6D48" w:rsidRPr="00F37C5A" w:rsidRDefault="002845DF" w:rsidP="009B6D48">
      <w:bookmarkStart w:id="0" w:name="_Toc157504217"/>
      <w:r w:rsidRPr="00F37C5A">
        <w:t xml:space="preserve">Příloha </w:t>
      </w:r>
      <w:r w:rsidR="009B6D48" w:rsidRPr="00F37C5A">
        <w:t xml:space="preserve">č. </w:t>
      </w:r>
      <w:r w:rsidR="00080914">
        <w:t>2</w:t>
      </w:r>
      <w:r w:rsidR="009B6D48" w:rsidRPr="00F37C5A">
        <w:t xml:space="preserve"> </w:t>
      </w:r>
      <w:r w:rsidR="00080914">
        <w:t>Smlouvy</w:t>
      </w:r>
      <w:r w:rsidR="003D3144">
        <w:t xml:space="preserve"> –</w:t>
      </w:r>
      <w:r w:rsidR="00DA4FFE">
        <w:t xml:space="preserve"> </w:t>
      </w:r>
      <w:r w:rsidR="003D3144">
        <w:t>Cena Plnění</w:t>
      </w:r>
    </w:p>
    <w:bookmarkEnd w:id="0"/>
    <w:p w14:paraId="5D1D0490" w14:textId="77777777" w:rsidR="005E71DC" w:rsidRDefault="005E71DC" w:rsidP="005E71DC">
      <w:pPr>
        <w:pStyle w:val="Nadpis2"/>
      </w:pPr>
      <w:r w:rsidRPr="00F37C5A">
        <w:t>Ceník</w:t>
      </w:r>
      <w:bookmarkStart w:id="1" w:name="_Toc157504218"/>
      <w:bookmarkEnd w:id="1"/>
    </w:p>
    <w:p w14:paraId="56805431" w14:textId="5DABB068" w:rsidR="00567C5F" w:rsidRDefault="00F7442C" w:rsidP="005E71DC">
      <w:pPr>
        <w:keepNext/>
        <w:rPr>
          <w:rStyle w:val="Siln"/>
          <w:highlight w:val="yellow"/>
        </w:rPr>
      </w:pPr>
      <w:r>
        <w:rPr>
          <w:noProof/>
        </w:rPr>
        <w:object w:dxaOrig="1440" w:dyaOrig="1440" w14:anchorId="4BE317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638pt;height:352.55pt;z-index:251659264;mso-position-horizontal:left;mso-position-horizontal-relative:text;mso-position-vertical-relative:text">
            <v:imagedata r:id="rId9" o:title=""/>
            <w10:wrap type="square" side="right"/>
          </v:shape>
          <o:OLEObject Type="Embed" ProgID="Excel.Sheet.12" ShapeID="_x0000_s1027" DrawAspect="Content" ObjectID="_1784464453" r:id="rId10"/>
        </w:object>
      </w:r>
    </w:p>
    <w:p w14:paraId="376772FB" w14:textId="77777777" w:rsidR="00567C5F" w:rsidRPr="00567C5F" w:rsidRDefault="00567C5F" w:rsidP="00567C5F">
      <w:pPr>
        <w:rPr>
          <w:rFonts w:asciiTheme="minorHAnsi" w:hAnsiTheme="minorHAnsi"/>
          <w:highlight w:val="yellow"/>
        </w:rPr>
      </w:pPr>
    </w:p>
    <w:p w14:paraId="638FC178" w14:textId="77777777" w:rsidR="00567C5F" w:rsidRPr="00567C5F" w:rsidRDefault="00567C5F" w:rsidP="00567C5F">
      <w:pPr>
        <w:rPr>
          <w:rFonts w:asciiTheme="minorHAnsi" w:hAnsiTheme="minorHAnsi"/>
          <w:highlight w:val="yellow"/>
        </w:rPr>
      </w:pPr>
    </w:p>
    <w:p w14:paraId="1E9B71D5" w14:textId="1CFDF44F" w:rsidR="00567C5F" w:rsidRDefault="00567C5F" w:rsidP="005E71DC">
      <w:pPr>
        <w:keepNext/>
        <w:rPr>
          <w:rStyle w:val="Siln"/>
          <w:highlight w:val="yellow"/>
        </w:rPr>
      </w:pPr>
    </w:p>
    <w:p w14:paraId="55923AC3" w14:textId="77777777" w:rsidR="005E71DC" w:rsidRDefault="00567C5F" w:rsidP="005E71DC">
      <w:pPr>
        <w:keepNext/>
        <w:rPr>
          <w:rStyle w:val="Siln"/>
          <w:highlight w:val="yellow"/>
        </w:rPr>
      </w:pPr>
      <w:r>
        <w:rPr>
          <w:rStyle w:val="Siln"/>
          <w:highlight w:val="yellow"/>
        </w:rPr>
        <w:br w:type="textWrapping" w:clear="all"/>
      </w:r>
    </w:p>
    <w:p w14:paraId="36FBD763" w14:textId="77777777" w:rsidR="003727EC" w:rsidRDefault="003727EC" w:rsidP="00F37C5A"/>
    <w:sectPr w:rsidR="003727EC" w:rsidSect="00F37C5A"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33B660" w14:textId="77777777" w:rsidR="00F45982" w:rsidRDefault="00F45982" w:rsidP="00E83903">
      <w:pPr>
        <w:spacing w:before="0" w:after="0" w:line="240" w:lineRule="auto"/>
      </w:pPr>
      <w:r>
        <w:separator/>
      </w:r>
    </w:p>
  </w:endnote>
  <w:endnote w:type="continuationSeparator" w:id="0">
    <w:p w14:paraId="0105CA15" w14:textId="77777777" w:rsidR="00F45982" w:rsidRDefault="00F45982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310C1" w14:textId="77777777" w:rsidR="00F45982" w:rsidRDefault="00F45982" w:rsidP="00E83903">
      <w:pPr>
        <w:spacing w:before="0" w:after="0" w:line="240" w:lineRule="auto"/>
      </w:pPr>
      <w:r>
        <w:separator/>
      </w:r>
    </w:p>
  </w:footnote>
  <w:footnote w:type="continuationSeparator" w:id="0">
    <w:p w14:paraId="708260F1" w14:textId="77777777" w:rsidR="00F45982" w:rsidRDefault="00F45982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80914"/>
    <w:rsid w:val="00127826"/>
    <w:rsid w:val="0015391F"/>
    <w:rsid w:val="0015562A"/>
    <w:rsid w:val="00222859"/>
    <w:rsid w:val="002845DF"/>
    <w:rsid w:val="0029752F"/>
    <w:rsid w:val="0033764F"/>
    <w:rsid w:val="003727EC"/>
    <w:rsid w:val="003A5D07"/>
    <w:rsid w:val="003D3144"/>
    <w:rsid w:val="004A4831"/>
    <w:rsid w:val="004B7421"/>
    <w:rsid w:val="00525060"/>
    <w:rsid w:val="00567C5F"/>
    <w:rsid w:val="005D4286"/>
    <w:rsid w:val="005E71DC"/>
    <w:rsid w:val="00645D2F"/>
    <w:rsid w:val="007D55B4"/>
    <w:rsid w:val="0080301E"/>
    <w:rsid w:val="008F34F0"/>
    <w:rsid w:val="00996966"/>
    <w:rsid w:val="009B6D48"/>
    <w:rsid w:val="009C43E3"/>
    <w:rsid w:val="00BF6A6B"/>
    <w:rsid w:val="00C01E3E"/>
    <w:rsid w:val="00C85E80"/>
    <w:rsid w:val="00CC5E93"/>
    <w:rsid w:val="00CC7607"/>
    <w:rsid w:val="00D71438"/>
    <w:rsid w:val="00DA4FFE"/>
    <w:rsid w:val="00E83903"/>
    <w:rsid w:val="00F036AF"/>
    <w:rsid w:val="00F37C5A"/>
    <w:rsid w:val="00F45982"/>
    <w:rsid w:val="00F7442C"/>
    <w:rsid w:val="00FD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Kopecká Michaela, Bc.</cp:lastModifiedBy>
  <cp:revision>14</cp:revision>
  <cp:lastPrinted>2024-06-20T08:18:00Z</cp:lastPrinted>
  <dcterms:created xsi:type="dcterms:W3CDTF">2024-06-07T16:52:00Z</dcterms:created>
  <dcterms:modified xsi:type="dcterms:W3CDTF">2024-08-06T13:48:00Z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