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EBE3718" w:rsidR="00F862D6" w:rsidRPr="003E6B9A" w:rsidRDefault="00BC1659" w:rsidP="00781DE9">
            <w:r w:rsidRPr="00BC1659">
              <w:rPr>
                <w:rFonts w:ascii="Helvetica" w:hAnsi="Helvetica"/>
              </w:rPr>
              <w:t>8866/2024-SŽ-SSV-Ú3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965B99" w:rsidRDefault="00F862D6" w:rsidP="0077673A">
            <w:r w:rsidRPr="00965B99">
              <w:t>Listů/příloh</w:t>
            </w:r>
          </w:p>
        </w:tc>
        <w:tc>
          <w:tcPr>
            <w:tcW w:w="2552" w:type="dxa"/>
          </w:tcPr>
          <w:p w14:paraId="333CD487" w14:textId="6E9A70A0" w:rsidR="00F862D6" w:rsidRPr="00965B99" w:rsidRDefault="00965B99" w:rsidP="00CC1E2B">
            <w:r w:rsidRPr="00965B99">
              <w:t>2</w:t>
            </w:r>
            <w:r w:rsidR="003E6B9A" w:rsidRPr="00965B99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550A7EEF" w:rsidR="00F862D6" w:rsidRPr="003E6B9A" w:rsidRDefault="00C67604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216705C" w:rsidR="009A7568" w:rsidRPr="003E6B9A" w:rsidRDefault="00BC1659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7A61C8B2" w:rsidR="009A7568" w:rsidRPr="003E6B9A" w:rsidRDefault="00965B99" w:rsidP="006104F6">
            <w:hyperlink r:id="rId11" w:history="1">
              <w:r w:rsidR="00BC1659" w:rsidRPr="000469F3">
                <w:rPr>
                  <w:rStyle w:val="Hypertextovodkaz"/>
                </w:rPr>
                <w:t>Prerovska@spravazeleznic.cz</w:t>
              </w:r>
            </w:hyperlink>
            <w:r w:rsidR="00BC1659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506749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65B99">
              <w:rPr>
                <w:noProof/>
              </w:rPr>
              <w:t>16.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C1CF81A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BC1659">
        <w:rPr>
          <w:rFonts w:eastAsia="Times New Roman" w:cs="Times New Roman"/>
          <w:lang w:eastAsia="cs-CZ"/>
        </w:rPr>
        <w:t>2</w:t>
      </w:r>
    </w:p>
    <w:p w14:paraId="25C6ADAC" w14:textId="2423CC2E" w:rsidR="00CB7B5A" w:rsidRDefault="00CB7B5A" w:rsidP="000D1B29">
      <w:pPr>
        <w:spacing w:after="0" w:line="240" w:lineRule="auto"/>
        <w:ind w:left="709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0D1B29" w:rsidRPr="000D1B29">
        <w:rPr>
          <w:rFonts w:eastAsia="Calibri" w:cs="Times New Roman"/>
          <w:b/>
          <w:bCs/>
          <w:lang w:eastAsia="cs-CZ"/>
        </w:rPr>
        <w:t xml:space="preserve">„Modernizace trati Hradec Králové – Pardubice – Chrudim, 2.stavba, </w:t>
      </w:r>
      <w:proofErr w:type="spellStart"/>
      <w:r w:rsidR="000D1B29" w:rsidRPr="000D1B29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0D1B29" w:rsidRPr="000D1B29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0D1B29" w:rsidRPr="000D1B29">
        <w:rPr>
          <w:rFonts w:eastAsia="Calibri" w:cs="Times New Roman"/>
          <w:b/>
          <w:bCs/>
          <w:lang w:eastAsia="cs-CZ"/>
        </w:rPr>
        <w:t>hl.n</w:t>
      </w:r>
      <w:proofErr w:type="spellEnd"/>
      <w:r w:rsidR="000D1B29" w:rsidRPr="000D1B29">
        <w:rPr>
          <w:rFonts w:eastAsia="Calibri" w:cs="Times New Roman"/>
          <w:b/>
          <w:bCs/>
          <w:lang w:eastAsia="cs-CZ"/>
        </w:rPr>
        <w:t>.“, SO 22-78-06 ŽST Hradec Králové hl. n., demolice objektu skladu p.č.st. 231/1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61922DA" w14:textId="77777777" w:rsidR="00781DE9" w:rsidRDefault="00781DE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DD51AC8" w14:textId="77777777" w:rsidR="00BC1659" w:rsidRPr="00BD5319" w:rsidRDefault="00BC165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0FE1D739" w14:textId="77777777" w:rsidR="00BC1659" w:rsidRPr="00BC1659" w:rsidRDefault="00BC1659" w:rsidP="00BC165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C1659">
        <w:rPr>
          <w:rFonts w:eastAsia="Calibri" w:cs="Times New Roman"/>
          <w:bCs/>
          <w:lang w:eastAsia="cs-CZ"/>
        </w:rPr>
        <w:t>Z poskytnuté PD není zcela zřejmé kde a jak má být ukončena demolice v návaznosti na navazující objekt rampy.</w:t>
      </w:r>
    </w:p>
    <w:p w14:paraId="002E726F" w14:textId="660A71C2" w:rsidR="00BD5319" w:rsidRPr="00BC1659" w:rsidRDefault="00BC1659" w:rsidP="00BC165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C1659">
        <w:rPr>
          <w:rFonts w:eastAsia="Calibri" w:cs="Times New Roman"/>
          <w:bCs/>
          <w:lang w:eastAsia="cs-CZ"/>
        </w:rPr>
        <w:t>Žádáme o upřesnění.</w:t>
      </w:r>
    </w:p>
    <w:p w14:paraId="5714F1EA" w14:textId="77777777" w:rsidR="00BC1659" w:rsidRPr="00BD5319" w:rsidRDefault="00BC1659" w:rsidP="00BC16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305EDFDF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D5CB8C2" w14:textId="52FF6330" w:rsidR="00E603F1" w:rsidRPr="00965B99" w:rsidRDefault="00B37213" w:rsidP="00965B9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5B99">
        <w:rPr>
          <w:rFonts w:eastAsia="Calibri" w:cs="Times New Roman"/>
          <w:bCs/>
          <w:lang w:eastAsia="cs-CZ"/>
        </w:rPr>
        <w:t xml:space="preserve">Pro upřesnění rozhraní demolice objektu SO 22-78-06 a navazujícího objektu rampy SO 22-12-11.2 </w:t>
      </w:r>
      <w:r w:rsidR="0076679D" w:rsidRPr="00965B99">
        <w:rPr>
          <w:rFonts w:eastAsia="Calibri" w:cs="Times New Roman"/>
          <w:bCs/>
          <w:lang w:eastAsia="cs-CZ"/>
        </w:rPr>
        <w:t xml:space="preserve">zadavatel přikládá </w:t>
      </w:r>
      <w:r w:rsidRPr="00965B99">
        <w:rPr>
          <w:rFonts w:eastAsia="Calibri" w:cs="Times New Roman"/>
          <w:bCs/>
          <w:lang w:eastAsia="cs-CZ"/>
        </w:rPr>
        <w:t>přehledné schéma</w:t>
      </w:r>
      <w:r w:rsidR="00BA0ED2" w:rsidRPr="00965B99">
        <w:rPr>
          <w:rFonts w:eastAsia="Calibri" w:cs="Times New Roman"/>
          <w:bCs/>
          <w:lang w:eastAsia="cs-CZ"/>
        </w:rPr>
        <w:t>.</w:t>
      </w:r>
    </w:p>
    <w:p w14:paraId="3928A020" w14:textId="77777777" w:rsidR="00E603F1" w:rsidRDefault="00E603F1" w:rsidP="00E603F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8D1315B" w14:textId="00A81A05" w:rsidR="00FE474A" w:rsidRDefault="004B474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noProof/>
          <w:color w:val="FF0000"/>
          <w:lang w:eastAsia="cs-CZ"/>
        </w:rPr>
        <w:drawing>
          <wp:inline distT="0" distB="0" distL="0" distR="0" wp14:anchorId="15F86330" wp14:editId="170D9F61">
            <wp:extent cx="5523230" cy="2383790"/>
            <wp:effectExtent l="0" t="0" r="1270" b="0"/>
            <wp:docPr id="53292038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2383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BDCFB0" w14:textId="77777777" w:rsidR="00B37213" w:rsidRDefault="00B37213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1910C7A" w14:textId="0A8C04C0" w:rsidR="00FE474A" w:rsidRPr="00965B99" w:rsidRDefault="00BA0ED2" w:rsidP="00965B9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5B99">
        <w:rPr>
          <w:rFonts w:eastAsia="Calibri" w:cs="Times New Roman"/>
          <w:bCs/>
          <w:lang w:eastAsia="cs-CZ"/>
        </w:rPr>
        <w:t xml:space="preserve">SO 22-12-11.2 je součástí stavby „Modernizace trati Hradec Králové – Pardubice – Chrudim, 2.stavba, </w:t>
      </w:r>
      <w:proofErr w:type="spellStart"/>
      <w:r w:rsidRPr="00965B99">
        <w:rPr>
          <w:rFonts w:eastAsia="Calibri" w:cs="Times New Roman"/>
          <w:bCs/>
          <w:lang w:eastAsia="cs-CZ"/>
        </w:rPr>
        <w:t>zdvoukolejnění</w:t>
      </w:r>
      <w:proofErr w:type="spellEnd"/>
      <w:r w:rsidRPr="00965B99">
        <w:rPr>
          <w:rFonts w:eastAsia="Calibri" w:cs="Times New Roman"/>
          <w:bCs/>
          <w:lang w:eastAsia="cs-CZ"/>
        </w:rPr>
        <w:t xml:space="preserve"> Opatovice nad Labem-Hradec Králové, 1.etapa ŽST Hradec Králové </w:t>
      </w:r>
      <w:proofErr w:type="spellStart"/>
      <w:r w:rsidRPr="00965B99">
        <w:rPr>
          <w:rFonts w:eastAsia="Calibri" w:cs="Times New Roman"/>
          <w:bCs/>
          <w:lang w:eastAsia="cs-CZ"/>
        </w:rPr>
        <w:t>hl.n</w:t>
      </w:r>
      <w:proofErr w:type="spellEnd"/>
      <w:r w:rsidRPr="00965B99">
        <w:rPr>
          <w:rFonts w:eastAsia="Calibri" w:cs="Times New Roman"/>
          <w:bCs/>
          <w:lang w:eastAsia="cs-CZ"/>
        </w:rPr>
        <w:t>.“</w:t>
      </w:r>
    </w:p>
    <w:p w14:paraId="53FDCAD4" w14:textId="77777777" w:rsidR="004B4749" w:rsidRDefault="004B474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424F63A" w14:textId="77777777" w:rsidR="004B4749" w:rsidRDefault="004B474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6DD5E70" w14:textId="77777777" w:rsidR="004B4749" w:rsidRDefault="004B474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32801E2" w14:textId="77777777" w:rsidR="00FE474A" w:rsidRPr="00391603" w:rsidRDefault="00FE474A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965B9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14D1C3F" w14:textId="338BC867" w:rsidR="007F626E" w:rsidRPr="00BD5319" w:rsidRDefault="00664163" w:rsidP="00965B9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 xml:space="preserve">změny/doplnění zadávací </w:t>
      </w:r>
    </w:p>
    <w:p w14:paraId="02A0CE7D" w14:textId="5CF67683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0B7A5DC4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="004B4749">
        <w:rPr>
          <w:rFonts w:eastAsia="Calibri" w:cs="Times New Roman"/>
          <w:bCs/>
          <w:noProof/>
          <w:lang w:eastAsia="cs-CZ"/>
        </w:rPr>
        <w:t> </w:t>
      </w:r>
      <w:r w:rsidR="004B4749">
        <w:rPr>
          <w:rFonts w:eastAsia="Calibri" w:cs="Times New Roman"/>
          <w:bCs/>
          <w:noProof/>
          <w:lang w:eastAsia="cs-CZ"/>
        </w:rPr>
        <w:t> </w:t>
      </w:r>
      <w:r w:rsidR="004B4749">
        <w:rPr>
          <w:rFonts w:eastAsia="Calibri" w:cs="Times New Roman"/>
          <w:bCs/>
          <w:noProof/>
          <w:lang w:eastAsia="cs-CZ"/>
        </w:rPr>
        <w:t> </w:t>
      </w:r>
      <w:r w:rsidR="004B4749">
        <w:rPr>
          <w:rFonts w:eastAsia="Calibri" w:cs="Times New Roman"/>
          <w:bCs/>
          <w:noProof/>
          <w:lang w:eastAsia="cs-CZ"/>
        </w:rPr>
        <w:t> </w:t>
      </w:r>
      <w:r w:rsidR="004B4749">
        <w:rPr>
          <w:rFonts w:eastAsia="Calibri" w:cs="Times New Roman"/>
          <w:bCs/>
          <w:noProof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80335CC" w:rsidR="00664163" w:rsidRPr="00965B9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5B99">
        <w:rPr>
          <w:rFonts w:eastAsia="Calibri" w:cs="Times New Roman"/>
          <w:lang w:eastAsia="cs-CZ"/>
        </w:rPr>
        <w:t xml:space="preserve">V Olomouci dne </w:t>
      </w:r>
      <w:r w:rsidR="00965B99">
        <w:rPr>
          <w:rFonts w:eastAsia="Calibri" w:cs="Times New Roman"/>
          <w:lang w:eastAsia="cs-CZ"/>
        </w:rPr>
        <w:t>16. 8. 2024</w:t>
      </w:r>
    </w:p>
    <w:p w14:paraId="6F75BA64" w14:textId="77777777" w:rsidR="00664163" w:rsidRPr="00965B9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65B9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65B9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965B9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65B9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65B9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65B99">
        <w:rPr>
          <w:rFonts w:eastAsia="Times New Roman" w:cs="Times New Roman"/>
          <w:b/>
          <w:bCs/>
          <w:lang w:eastAsia="cs-CZ"/>
        </w:rPr>
        <w:t>Ing. Miroslav Bocák</w:t>
      </w:r>
      <w:r w:rsidRPr="00965B9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65B9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65B99">
        <w:rPr>
          <w:rFonts w:eastAsia="Times New Roman" w:cs="Times New Roman"/>
          <w:lang w:eastAsia="cs-CZ"/>
        </w:rPr>
        <w:t>ředitel organizační jednotky</w:t>
      </w:r>
      <w:r w:rsidRPr="00965B99">
        <w:rPr>
          <w:rFonts w:eastAsia="Times New Roman" w:cs="Times New Roman"/>
          <w:lang w:eastAsia="cs-CZ"/>
        </w:rPr>
        <w:tab/>
      </w:r>
    </w:p>
    <w:p w14:paraId="5DEDC136" w14:textId="77777777" w:rsidR="00664163" w:rsidRPr="00965B9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65B9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65B99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5C259" w14:textId="77777777" w:rsidR="00F4604A" w:rsidRDefault="00F4604A" w:rsidP="00962258">
      <w:pPr>
        <w:spacing w:after="0" w:line="240" w:lineRule="auto"/>
      </w:pPr>
      <w:r>
        <w:separator/>
      </w:r>
    </w:p>
  </w:endnote>
  <w:endnote w:type="continuationSeparator" w:id="0">
    <w:p w14:paraId="0EC8AA1C" w14:textId="77777777" w:rsidR="00F4604A" w:rsidRDefault="00F460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F06BE" w14:textId="77777777" w:rsidR="003B5A52" w:rsidRDefault="003B5A5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44F595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67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67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AB54D4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67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67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46F83" w14:textId="77777777" w:rsidR="00F4604A" w:rsidRDefault="00F4604A" w:rsidP="00962258">
      <w:pPr>
        <w:spacing w:after="0" w:line="240" w:lineRule="auto"/>
      </w:pPr>
      <w:r>
        <w:separator/>
      </w:r>
    </w:p>
  </w:footnote>
  <w:footnote w:type="continuationSeparator" w:id="0">
    <w:p w14:paraId="12F91A53" w14:textId="77777777" w:rsidR="00F4604A" w:rsidRDefault="00F460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111D0" w14:textId="77777777" w:rsidR="003B5A52" w:rsidRDefault="003B5A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524250609">
    <w:abstractNumId w:val="2"/>
  </w:num>
  <w:num w:numId="2" w16cid:durableId="516848069">
    <w:abstractNumId w:val="1"/>
  </w:num>
  <w:num w:numId="3" w16cid:durableId="1629580847">
    <w:abstractNumId w:val="3"/>
  </w:num>
  <w:num w:numId="4" w16cid:durableId="2103640578">
    <w:abstractNumId w:val="6"/>
  </w:num>
  <w:num w:numId="5" w16cid:durableId="683895758">
    <w:abstractNumId w:val="0"/>
  </w:num>
  <w:num w:numId="6" w16cid:durableId="1228034760">
    <w:abstractNumId w:val="5"/>
  </w:num>
  <w:num w:numId="7" w16cid:durableId="195856275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6116"/>
    <w:rsid w:val="00072C1E"/>
    <w:rsid w:val="000B3A82"/>
    <w:rsid w:val="000B6C7E"/>
    <w:rsid w:val="000B7907"/>
    <w:rsid w:val="000C0429"/>
    <w:rsid w:val="000C1B1C"/>
    <w:rsid w:val="000C357A"/>
    <w:rsid w:val="000C45E8"/>
    <w:rsid w:val="000D1B29"/>
    <w:rsid w:val="00114472"/>
    <w:rsid w:val="001267E4"/>
    <w:rsid w:val="00170EC5"/>
    <w:rsid w:val="001747C1"/>
    <w:rsid w:val="0018596A"/>
    <w:rsid w:val="001B69C2"/>
    <w:rsid w:val="001C4DA0"/>
    <w:rsid w:val="00207DF5"/>
    <w:rsid w:val="00264CFD"/>
    <w:rsid w:val="00267369"/>
    <w:rsid w:val="0026785D"/>
    <w:rsid w:val="00273CE2"/>
    <w:rsid w:val="00296D39"/>
    <w:rsid w:val="002A59FE"/>
    <w:rsid w:val="002B77A3"/>
    <w:rsid w:val="002C31BF"/>
    <w:rsid w:val="002E0CD7"/>
    <w:rsid w:val="002F026B"/>
    <w:rsid w:val="00335122"/>
    <w:rsid w:val="00335732"/>
    <w:rsid w:val="00357BC6"/>
    <w:rsid w:val="0037111D"/>
    <w:rsid w:val="003756B9"/>
    <w:rsid w:val="00391603"/>
    <w:rsid w:val="003956C6"/>
    <w:rsid w:val="003B5A52"/>
    <w:rsid w:val="003E6B9A"/>
    <w:rsid w:val="003E75CE"/>
    <w:rsid w:val="0041380F"/>
    <w:rsid w:val="00450F07"/>
    <w:rsid w:val="00453CD3"/>
    <w:rsid w:val="00455BC7"/>
    <w:rsid w:val="00460660"/>
    <w:rsid w:val="00460CCB"/>
    <w:rsid w:val="00471399"/>
    <w:rsid w:val="00477370"/>
    <w:rsid w:val="00486107"/>
    <w:rsid w:val="00491827"/>
    <w:rsid w:val="004926B0"/>
    <w:rsid w:val="004A0F75"/>
    <w:rsid w:val="004A2255"/>
    <w:rsid w:val="004A7C69"/>
    <w:rsid w:val="004B474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083F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211E1"/>
    <w:rsid w:val="006247D9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02F7E"/>
    <w:rsid w:val="00710723"/>
    <w:rsid w:val="00712ED1"/>
    <w:rsid w:val="00723ED1"/>
    <w:rsid w:val="00735ED4"/>
    <w:rsid w:val="0073645D"/>
    <w:rsid w:val="00743525"/>
    <w:rsid w:val="007531A0"/>
    <w:rsid w:val="00753DC9"/>
    <w:rsid w:val="0076286B"/>
    <w:rsid w:val="00764595"/>
    <w:rsid w:val="0076679D"/>
    <w:rsid w:val="00766846"/>
    <w:rsid w:val="0077673A"/>
    <w:rsid w:val="00781DE9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B765D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4552"/>
    <w:rsid w:val="00965B99"/>
    <w:rsid w:val="009678B7"/>
    <w:rsid w:val="009737EB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E70B1"/>
    <w:rsid w:val="009F392E"/>
    <w:rsid w:val="00A44328"/>
    <w:rsid w:val="00A6177B"/>
    <w:rsid w:val="00A66136"/>
    <w:rsid w:val="00A943B5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37213"/>
    <w:rsid w:val="00B45E9E"/>
    <w:rsid w:val="00B55F9C"/>
    <w:rsid w:val="00B75EE1"/>
    <w:rsid w:val="00B77481"/>
    <w:rsid w:val="00B8518B"/>
    <w:rsid w:val="00B8689B"/>
    <w:rsid w:val="00BA0ED2"/>
    <w:rsid w:val="00BB3740"/>
    <w:rsid w:val="00BC1659"/>
    <w:rsid w:val="00BD5319"/>
    <w:rsid w:val="00BD7E91"/>
    <w:rsid w:val="00BF374D"/>
    <w:rsid w:val="00BF6D48"/>
    <w:rsid w:val="00C02D0A"/>
    <w:rsid w:val="00C03A6E"/>
    <w:rsid w:val="00C231F1"/>
    <w:rsid w:val="00C30759"/>
    <w:rsid w:val="00C44F6A"/>
    <w:rsid w:val="00C67604"/>
    <w:rsid w:val="00C727E5"/>
    <w:rsid w:val="00C8207D"/>
    <w:rsid w:val="00CB7B5A"/>
    <w:rsid w:val="00CC1E2B"/>
    <w:rsid w:val="00CD1FC4"/>
    <w:rsid w:val="00CE371D"/>
    <w:rsid w:val="00D02A4D"/>
    <w:rsid w:val="00D21061"/>
    <w:rsid w:val="00D21C92"/>
    <w:rsid w:val="00D316A7"/>
    <w:rsid w:val="00D4108E"/>
    <w:rsid w:val="00D43E51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603F1"/>
    <w:rsid w:val="00E824F1"/>
    <w:rsid w:val="00E83222"/>
    <w:rsid w:val="00E900C2"/>
    <w:rsid w:val="00E90E1D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4604A"/>
    <w:rsid w:val="00F64786"/>
    <w:rsid w:val="00F659EB"/>
    <w:rsid w:val="00F804A7"/>
    <w:rsid w:val="00F862D6"/>
    <w:rsid w:val="00F86BA6"/>
    <w:rsid w:val="00FA220A"/>
    <w:rsid w:val="00FC3C36"/>
    <w:rsid w:val="00FC4B86"/>
    <w:rsid w:val="00FC6389"/>
    <w:rsid w:val="00FD2F51"/>
    <w:rsid w:val="00FE3455"/>
    <w:rsid w:val="00FE474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C16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C7D5F-4011-405D-8C97-809B8C8F92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2</Pages>
  <Words>261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2024-08-16T06:29:00Z</dcterms:created>
  <dcterms:modified xsi:type="dcterms:W3CDTF">2024-08-16T06:29:00Z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