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649BDED6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95212A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426C2A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426C2A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426C2A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426C2A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426C2A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426C2A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426C2A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426C2A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426C2A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426C2A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4B52A229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  <w:r w:rsidR="00F858EA">
              <w:rPr>
                <w:rFonts w:cstheme="minorHAnsi"/>
              </w:rPr>
              <w:t xml:space="preserve"> </w:t>
            </w:r>
            <w:r w:rsidR="00A94FD9">
              <w:rPr>
                <w:rFonts w:cstheme="minorHAnsi"/>
              </w:rPr>
              <w:t>(včetně hodnoty zakázky)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426C2A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FFD6C" w14:textId="77777777" w:rsidR="006162E1" w:rsidRDefault="006162E1" w:rsidP="00962258">
      <w:pPr>
        <w:spacing w:after="0" w:line="240" w:lineRule="auto"/>
      </w:pPr>
      <w:r>
        <w:separator/>
      </w:r>
    </w:p>
  </w:endnote>
  <w:endnote w:type="continuationSeparator" w:id="0">
    <w:p w14:paraId="5668E24A" w14:textId="77777777" w:rsidR="006162E1" w:rsidRDefault="006162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BEC8B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6410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108E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F615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A5C0F" w14:textId="77777777" w:rsidR="006162E1" w:rsidRDefault="006162E1" w:rsidP="00962258">
      <w:pPr>
        <w:spacing w:after="0" w:line="240" w:lineRule="auto"/>
      </w:pPr>
      <w:r>
        <w:separator/>
      </w:r>
    </w:p>
  </w:footnote>
  <w:footnote w:type="continuationSeparator" w:id="0">
    <w:p w14:paraId="661CFC49" w14:textId="77777777" w:rsidR="006162E1" w:rsidRDefault="006162E1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37D97"/>
    <w:rsid w:val="00256810"/>
    <w:rsid w:val="002645FF"/>
    <w:rsid w:val="00280E07"/>
    <w:rsid w:val="002A0C0D"/>
    <w:rsid w:val="002A5133"/>
    <w:rsid w:val="002B7C8F"/>
    <w:rsid w:val="002C31BF"/>
    <w:rsid w:val="002D08B1"/>
    <w:rsid w:val="002E0CD7"/>
    <w:rsid w:val="00341DCF"/>
    <w:rsid w:val="00357BC6"/>
    <w:rsid w:val="0038302E"/>
    <w:rsid w:val="003924DB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162E1"/>
    <w:rsid w:val="00624394"/>
    <w:rsid w:val="00646955"/>
    <w:rsid w:val="00660AD3"/>
    <w:rsid w:val="00675FF6"/>
    <w:rsid w:val="00677B7F"/>
    <w:rsid w:val="0068120C"/>
    <w:rsid w:val="006923BA"/>
    <w:rsid w:val="006926E9"/>
    <w:rsid w:val="006945A1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0B57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5179E"/>
    <w:rsid w:val="0095212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4FD9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3633C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42A4F"/>
    <w:rsid w:val="00E43F00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58EA"/>
    <w:rsid w:val="00F86BA6"/>
    <w:rsid w:val="00F87004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324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6</cp:revision>
  <cp:lastPrinted>2020-07-15T06:29:00Z</cp:lastPrinted>
  <dcterms:created xsi:type="dcterms:W3CDTF">2024-06-14T11:38:00Z</dcterms:created>
  <dcterms:modified xsi:type="dcterms:W3CDTF">2024-07-10T10:39:00Z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