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88DFEB3" w:rsidR="00F862D6" w:rsidRPr="003E6B9A" w:rsidRDefault="00E31710" w:rsidP="0037111D">
            <w:r w:rsidRPr="00E31710">
              <w:rPr>
                <w:rFonts w:ascii="Helvetica" w:hAnsi="Helvetica"/>
              </w:rPr>
              <w:t>8661/2024-SŽ-SSV-Ú3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514BA96" w:rsidR="00F862D6" w:rsidRPr="003E6B9A" w:rsidRDefault="009F2719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F1AC0A4" w:rsidR="00F862D6" w:rsidRPr="003E6B9A" w:rsidRDefault="00E31710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10473BC4" w:rsidR="009A7568" w:rsidRPr="003E6B9A" w:rsidRDefault="00E31710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2C609C33" w:rsidR="009A7568" w:rsidRPr="003E6B9A" w:rsidRDefault="00E31710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77CCAA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F2719">
              <w:rPr>
                <w:noProof/>
              </w:rPr>
              <w:t>6.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357A8A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E31710">
        <w:rPr>
          <w:rFonts w:eastAsia="Times New Roman" w:cs="Times New Roman"/>
          <w:lang w:eastAsia="cs-CZ"/>
        </w:rPr>
        <w:t>1</w:t>
      </w:r>
    </w:p>
    <w:p w14:paraId="1C466933" w14:textId="31CB2FA7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E31710" w:rsidRPr="00E31710">
        <w:rPr>
          <w:rFonts w:eastAsia="Calibri" w:cs="Times New Roman"/>
          <w:b/>
          <w:lang w:eastAsia="cs-CZ"/>
        </w:rPr>
        <w:t xml:space="preserve">Rekonstrukce mostu v km 138,187 TÚ 1201 na trati </w:t>
      </w:r>
      <w:proofErr w:type="gramStart"/>
      <w:r w:rsidR="00E31710" w:rsidRPr="00E31710">
        <w:rPr>
          <w:rFonts w:eastAsia="Calibri" w:cs="Times New Roman"/>
          <w:b/>
          <w:lang w:eastAsia="cs-CZ"/>
        </w:rPr>
        <w:t>Znojmo - Okříšky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FBB682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C145A">
        <w:rPr>
          <w:rFonts w:eastAsia="Times New Roman" w:cs="Times New Roman"/>
          <w:lang w:eastAsia="cs-CZ"/>
        </w:rPr>
        <w:t xml:space="preserve">Zadavatel </w:t>
      </w:r>
      <w:r w:rsidRPr="004C145A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4C145A">
        <w:rPr>
          <w:rFonts w:eastAsia="Times New Roman" w:cs="Times New Roman"/>
          <w:lang w:eastAsia="cs-CZ"/>
        </w:rPr>
        <w:t xml:space="preserve"> </w:t>
      </w:r>
      <w:r w:rsidRPr="004C145A">
        <w:rPr>
          <w:rFonts w:eastAsia="Calibri" w:cs="Times New Roman"/>
          <w:lang w:eastAsia="cs-CZ"/>
        </w:rPr>
        <w:t>bez předchozí žádosti.</w:t>
      </w:r>
    </w:p>
    <w:p w14:paraId="068F08E6" w14:textId="77777777" w:rsidR="004C145A" w:rsidRDefault="004C14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02AD6B" w14:textId="7F381086" w:rsidR="004C145A" w:rsidRDefault="004C14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Zadavatel uveřejnil dne 6.8.2024 výše uvedenou zakázku na stavební práce. Lhůta pro podání nabídek byla stanovena do 21.8.2024 do 9:00 hod.</w:t>
      </w:r>
    </w:p>
    <w:p w14:paraId="177812FC" w14:textId="77777777" w:rsidR="00AD47C3" w:rsidRDefault="00AD47C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38225B" w14:textId="04CA6A43" w:rsidR="00AD47C3" w:rsidRPr="00AD47C3" w:rsidRDefault="00AD47C3" w:rsidP="00CB7B5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D47C3">
        <w:rPr>
          <w:rFonts w:eastAsia="Calibri" w:cs="Times New Roman"/>
          <w:b/>
          <w:bCs/>
          <w:lang w:eastAsia="cs-CZ"/>
        </w:rPr>
        <w:t xml:space="preserve">Zadavatel tímto prodlužuje lhůtu pro podání nabídek o další </w:t>
      </w:r>
      <w:r w:rsidR="00490087">
        <w:rPr>
          <w:rFonts w:eastAsia="Calibri" w:cs="Times New Roman"/>
          <w:b/>
          <w:bCs/>
          <w:lang w:eastAsia="cs-CZ"/>
        </w:rPr>
        <w:t>4</w:t>
      </w:r>
      <w:r w:rsidRPr="00AD47C3">
        <w:rPr>
          <w:rFonts w:eastAsia="Calibri" w:cs="Times New Roman"/>
          <w:b/>
          <w:bCs/>
          <w:lang w:eastAsia="cs-CZ"/>
        </w:rPr>
        <w:t xml:space="preserve"> pracovní dn</w:t>
      </w:r>
      <w:r w:rsidR="00490087">
        <w:rPr>
          <w:rFonts w:eastAsia="Calibri" w:cs="Times New Roman"/>
          <w:b/>
          <w:bCs/>
          <w:lang w:eastAsia="cs-CZ"/>
        </w:rPr>
        <w:t>y</w:t>
      </w:r>
      <w:r w:rsidRPr="00AD47C3">
        <w:rPr>
          <w:rFonts w:eastAsia="Calibri" w:cs="Times New Roman"/>
          <w:b/>
          <w:bCs/>
          <w:lang w:eastAsia="cs-CZ"/>
        </w:rPr>
        <w:t xml:space="preserve">, tj. do </w:t>
      </w:r>
      <w:r w:rsidR="009F2719">
        <w:rPr>
          <w:rFonts w:eastAsia="Calibri" w:cs="Times New Roman"/>
          <w:b/>
          <w:bCs/>
          <w:lang w:eastAsia="cs-CZ"/>
        </w:rPr>
        <w:t>27.8.2024 do 9:00 hod.</w:t>
      </w:r>
      <w:r w:rsidRPr="00AD47C3">
        <w:rPr>
          <w:rFonts w:eastAsia="Calibri" w:cs="Times New Roman"/>
          <w:b/>
          <w:bCs/>
          <w:lang w:eastAsia="cs-CZ"/>
        </w:rPr>
        <w:t xml:space="preserve">      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4DDB199" w14:textId="14EDB46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C3C1CD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9F2719">
        <w:rPr>
          <w:rFonts w:eastAsia="Calibri" w:cs="Times New Roman"/>
          <w:lang w:eastAsia="cs-CZ"/>
        </w:rPr>
        <w:t>6.8.2024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4FDF3B" w14:textId="77777777" w:rsidR="009F2719" w:rsidRPr="00CB7B5A" w:rsidRDefault="009F271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DD373" w14:textId="77777777" w:rsidR="00676DB2" w:rsidRDefault="00676DB2" w:rsidP="00962258">
      <w:pPr>
        <w:spacing w:after="0" w:line="240" w:lineRule="auto"/>
      </w:pPr>
      <w:r>
        <w:separator/>
      </w:r>
    </w:p>
  </w:endnote>
  <w:endnote w:type="continuationSeparator" w:id="0">
    <w:p w14:paraId="5410BD82" w14:textId="77777777" w:rsidR="00676DB2" w:rsidRDefault="00676D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B54BE" w14:textId="77777777" w:rsidR="00676DB2" w:rsidRDefault="00676DB2" w:rsidP="00962258">
      <w:pPr>
        <w:spacing w:after="0" w:line="240" w:lineRule="auto"/>
      </w:pPr>
      <w:r>
        <w:separator/>
      </w:r>
    </w:p>
  </w:footnote>
  <w:footnote w:type="continuationSeparator" w:id="0">
    <w:p w14:paraId="1C4D03F2" w14:textId="77777777" w:rsidR="00676DB2" w:rsidRDefault="00676D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A5C45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087"/>
    <w:rsid w:val="00490C88"/>
    <w:rsid w:val="00491827"/>
    <w:rsid w:val="004926B0"/>
    <w:rsid w:val="004A7C69"/>
    <w:rsid w:val="004C145A"/>
    <w:rsid w:val="004C4399"/>
    <w:rsid w:val="004C69ED"/>
    <w:rsid w:val="004C787C"/>
    <w:rsid w:val="004D518E"/>
    <w:rsid w:val="004F4B9B"/>
    <w:rsid w:val="00501654"/>
    <w:rsid w:val="00511AB9"/>
    <w:rsid w:val="00523EA7"/>
    <w:rsid w:val="0052607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52569"/>
    <w:rsid w:val="00660AD3"/>
    <w:rsid w:val="00676DB2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5A0A"/>
    <w:rsid w:val="0077673A"/>
    <w:rsid w:val="007846E1"/>
    <w:rsid w:val="007B570C"/>
    <w:rsid w:val="007D2006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44A0D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40E9"/>
    <w:rsid w:val="009E07F4"/>
    <w:rsid w:val="009F1E8E"/>
    <w:rsid w:val="009F2719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47C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2D86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31710"/>
    <w:rsid w:val="00E824F1"/>
    <w:rsid w:val="00EB104F"/>
    <w:rsid w:val="00EC03EC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180</Words>
  <Characters>1063</Characters>
  <Application>Microsoft Office Word</Application>
  <DocSecurity>4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2024-08-06T12:21:00Z</dcterms:created>
  <dcterms:modified xsi:type="dcterms:W3CDTF">2024-08-06T12:21:00Z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