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85CFCB3" w:rsidR="00F862D6" w:rsidRPr="003E6B9A" w:rsidRDefault="00B37BBE" w:rsidP="00B37BBE">
            <w:r w:rsidRPr="00B37BBE">
              <w:rPr>
                <w:rFonts w:ascii="Helvetica" w:hAnsi="Helvetica"/>
              </w:rPr>
              <w:t>8462/2024-SŽ-SSV-Ú3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E53024" w:rsidRDefault="00F862D6" w:rsidP="0077673A">
            <w:r w:rsidRPr="00E53024">
              <w:t>Listů/příloh</w:t>
            </w:r>
          </w:p>
        </w:tc>
        <w:tc>
          <w:tcPr>
            <w:tcW w:w="2552" w:type="dxa"/>
          </w:tcPr>
          <w:p w14:paraId="333CD487" w14:textId="6A62E58B" w:rsidR="00F862D6" w:rsidRPr="00E53024" w:rsidRDefault="00E53024" w:rsidP="00CC1E2B">
            <w:r>
              <w:t>2</w:t>
            </w:r>
            <w:r w:rsidR="003E6B9A" w:rsidRPr="00E53024">
              <w:t>/</w:t>
            </w:r>
            <w:r w:rsidR="00742F14" w:rsidRPr="00E53024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825675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598275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25675">
              <w:rPr>
                <w:noProof/>
              </w:rPr>
              <w:t>6.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D28951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37BBE">
        <w:rPr>
          <w:rFonts w:eastAsia="Times New Roman" w:cs="Times New Roman"/>
          <w:lang w:eastAsia="cs-CZ"/>
        </w:rPr>
        <w:t>8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7948A045" w14:textId="5A4208F5" w:rsidR="007250D1" w:rsidRPr="00825675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DE42EF5" w14:textId="77777777" w:rsidR="007250D1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C56FFB1" w14:textId="77777777" w:rsidR="00825675" w:rsidRPr="007250D1" w:rsidRDefault="00825675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2CCA8B83" w:rsidR="00BD5319" w:rsidRPr="007250D1" w:rsidRDefault="00BD5319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37BBE">
        <w:rPr>
          <w:rFonts w:asciiTheme="majorHAnsi" w:eastAsia="Calibri" w:hAnsiTheme="majorHAnsi" w:cs="Times New Roman"/>
          <w:b/>
          <w:lang w:eastAsia="cs-CZ"/>
        </w:rPr>
        <w:t>8</w:t>
      </w:r>
      <w:r w:rsidR="00C0314E">
        <w:rPr>
          <w:rFonts w:asciiTheme="majorHAnsi" w:eastAsia="Calibri" w:hAnsiTheme="majorHAnsi" w:cs="Times New Roman"/>
          <w:b/>
          <w:lang w:eastAsia="cs-CZ"/>
        </w:rPr>
        <w:t>0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03D3CA55" w14:textId="77777777" w:rsidR="00B37BBE" w:rsidRPr="00B37BBE" w:rsidRDefault="00B37BBE" w:rsidP="00B37BBE">
      <w:pPr>
        <w:spacing w:after="0"/>
        <w:rPr>
          <w:rFonts w:cs="Arial"/>
        </w:rPr>
      </w:pPr>
      <w:r w:rsidRPr="00B37BBE">
        <w:rPr>
          <w:rFonts w:cs="Arial"/>
        </w:rPr>
        <w:t xml:space="preserve">U objektu </w:t>
      </w:r>
      <w:r w:rsidRPr="00B37BBE">
        <w:rPr>
          <w:rFonts w:cs="Arial"/>
          <w:b/>
          <w:bCs/>
        </w:rPr>
        <w:t>SO 22-30-71</w:t>
      </w:r>
      <w:r w:rsidRPr="00B37BBE">
        <w:rPr>
          <w:rFonts w:cs="Arial"/>
        </w:rPr>
        <w:t xml:space="preserve"> má položka s kódem </w:t>
      </w:r>
      <w:r w:rsidRPr="00B37BBE">
        <w:rPr>
          <w:rFonts w:eastAsia="Times New Roman" w:cs="Arial"/>
          <w:lang w:eastAsia="cs-CZ"/>
        </w:rPr>
        <w:t>R015111 chybnou textaci:</w:t>
      </w:r>
    </w:p>
    <w:tbl>
      <w:tblPr>
        <w:tblW w:w="8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53"/>
        <w:gridCol w:w="960"/>
        <w:gridCol w:w="484"/>
        <w:gridCol w:w="5531"/>
        <w:gridCol w:w="754"/>
        <w:gridCol w:w="255"/>
      </w:tblGrid>
      <w:tr w:rsidR="00B37BBE" w:rsidRPr="00B37BBE" w14:paraId="1B72230C" w14:textId="77777777" w:rsidTr="00EB2813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5C9CF" w14:textId="77777777" w:rsidR="00B37BBE" w:rsidRPr="00B37BBE" w:rsidRDefault="00B37BBE" w:rsidP="00EB2813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7BBE">
              <w:rPr>
                <w:rFonts w:eastAsia="Times New Roman" w:cs="Arial"/>
                <w:lang w:eastAsia="cs-CZ"/>
              </w:rPr>
              <w:t>P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C0D79" w14:textId="77777777" w:rsidR="00B37BBE" w:rsidRPr="00B37BBE" w:rsidRDefault="00B37BBE" w:rsidP="00EB2813">
            <w:pPr>
              <w:spacing w:after="0" w:line="240" w:lineRule="auto"/>
              <w:ind w:hanging="153"/>
              <w:jc w:val="right"/>
              <w:rPr>
                <w:rFonts w:eastAsia="Times New Roman" w:cs="Arial"/>
                <w:lang w:eastAsia="cs-CZ"/>
              </w:rPr>
            </w:pPr>
            <w:r w:rsidRPr="00B37BBE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DBDC9" w14:textId="77777777" w:rsidR="00B37BBE" w:rsidRPr="00B37BBE" w:rsidRDefault="00B37BBE" w:rsidP="00EB2813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7BBE">
              <w:rPr>
                <w:rFonts w:eastAsia="Times New Roman" w:cs="Arial"/>
                <w:lang w:eastAsia="cs-CZ"/>
              </w:rPr>
              <w:t>R015111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6B843" w14:textId="77777777" w:rsidR="00B37BBE" w:rsidRPr="00B37BBE" w:rsidRDefault="00B37BBE" w:rsidP="00EB2813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7BBE">
              <w:rPr>
                <w:rFonts w:eastAsia="Times New Roman" w:cs="Arial"/>
                <w:lang w:eastAsia="cs-CZ"/>
              </w:rPr>
              <w:t>901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7C014" w14:textId="77777777" w:rsidR="00B37BBE" w:rsidRPr="00B37BBE" w:rsidRDefault="00B37BBE" w:rsidP="00EB2813">
            <w:pPr>
              <w:spacing w:after="0" w:line="240" w:lineRule="auto"/>
              <w:rPr>
                <w:rFonts w:eastAsia="Times New Roman" w:cs="Arial"/>
                <w:color w:val="FF0000"/>
                <w:lang w:eastAsia="cs-CZ"/>
              </w:rPr>
            </w:pPr>
            <w:r w:rsidRPr="00B37BBE">
              <w:rPr>
                <w:rFonts w:eastAsia="Times New Roman" w:cs="Arial"/>
                <w:color w:val="FF0000"/>
                <w:lang w:eastAsia="cs-CZ"/>
              </w:rPr>
              <w:t>NEOCEŇOVAT - POPLATKY ZA LIKVIDACI ODPADŮ NEKONTAMINOVANÝCH - 20 03 99 ODPAD PODOBNÝ KOMUNÁLNÍMU ODPADU VČETNĚ DOPRAVY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07BA8" w14:textId="77777777" w:rsidR="00B37BBE" w:rsidRPr="00B37BBE" w:rsidRDefault="00B37BBE" w:rsidP="00EB2813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7BBE">
              <w:rPr>
                <w:rFonts w:eastAsia="Times New Roman" w:cs="Arial"/>
                <w:lang w:eastAsia="cs-CZ"/>
              </w:rPr>
              <w:t>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4C54F" w14:textId="77777777" w:rsidR="00B37BBE" w:rsidRPr="00B37BBE" w:rsidRDefault="00B37BBE" w:rsidP="00EB2813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7BBE">
              <w:rPr>
                <w:rFonts w:eastAsia="Times New Roman" w:cs="Arial"/>
                <w:lang w:eastAsia="cs-CZ"/>
              </w:rPr>
              <w:t>2</w:t>
            </w:r>
          </w:p>
        </w:tc>
      </w:tr>
    </w:tbl>
    <w:p w14:paraId="588BB4DF" w14:textId="415F8C61" w:rsidR="003E3A14" w:rsidRPr="00E53024" w:rsidRDefault="00B37BBE" w:rsidP="00E53024">
      <w:pPr>
        <w:rPr>
          <w:rFonts w:asciiTheme="majorHAnsi" w:hAnsiTheme="majorHAnsi" w:cs="Arial"/>
        </w:rPr>
      </w:pPr>
      <w:r w:rsidRPr="00B37BBE">
        <w:rPr>
          <w:rFonts w:asciiTheme="majorHAnsi" w:hAnsiTheme="majorHAnsi" w:cs="Arial"/>
        </w:rPr>
        <w:t>Žádáme zadavatele o opravu.</w:t>
      </w:r>
    </w:p>
    <w:p w14:paraId="02A6A688" w14:textId="77777777" w:rsidR="003E3A14" w:rsidRPr="007250D1" w:rsidRDefault="003E3A14" w:rsidP="003E3A14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8F6148A" w14:textId="59981BBC" w:rsidR="00C22F9D" w:rsidRPr="00E53024" w:rsidRDefault="00C22F9D" w:rsidP="00C22F9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3024">
        <w:rPr>
          <w:rFonts w:eastAsia="Calibri" w:cs="Times New Roman"/>
          <w:bCs/>
          <w:lang w:eastAsia="cs-CZ"/>
        </w:rPr>
        <w:t>Byla opravena chybná textace položk</w:t>
      </w:r>
      <w:r w:rsidR="004203CC" w:rsidRPr="00E53024">
        <w:rPr>
          <w:rFonts w:eastAsia="Calibri" w:cs="Times New Roman"/>
          <w:bCs/>
          <w:lang w:eastAsia="cs-CZ"/>
        </w:rPr>
        <w:t>y</w:t>
      </w:r>
      <w:r w:rsidRPr="00E53024">
        <w:rPr>
          <w:rFonts w:eastAsia="Calibri" w:cs="Times New Roman"/>
          <w:bCs/>
          <w:lang w:eastAsia="cs-CZ"/>
        </w:rPr>
        <w:t xml:space="preserve"> odpadu R015111.</w:t>
      </w:r>
    </w:p>
    <w:p w14:paraId="637EB1AC" w14:textId="77777777" w:rsidR="00C22F9D" w:rsidRPr="00E53024" w:rsidRDefault="00C22F9D" w:rsidP="00C22F9D">
      <w:pPr>
        <w:spacing w:after="0" w:line="240" w:lineRule="auto"/>
        <w:rPr>
          <w:rFonts w:eastAsia="Calibri" w:cs="Times New Roman"/>
          <w:bCs/>
          <w:lang w:eastAsia="cs-CZ"/>
        </w:rPr>
      </w:pPr>
      <w:r w:rsidRPr="00E53024">
        <w:rPr>
          <w:rFonts w:eastAsia="Calibri" w:cs="Times New Roman"/>
          <w:bCs/>
          <w:lang w:eastAsia="cs-CZ"/>
        </w:rPr>
        <w:t>Položka R015111: NEOCEŇOVAT - LIKVIDACE ODPADŮ NEKONTAMINOVANÝCH – 17</w:t>
      </w:r>
      <w:r w:rsidRPr="00E53024">
        <w:rPr>
          <w:rFonts w:eastAsia="Calibri" w:cs="Times New Roman"/>
          <w:bCs/>
          <w:lang w:eastAsia="cs-CZ"/>
        </w:rPr>
        <w:noBreakHyphen/>
        <w:t xml:space="preserve"> 05 04  VYTĚŽENÉ ZEMINY A HORNINY - I. TŘÍDA TĚŽITELNOSTI, včetně dopravy.</w:t>
      </w:r>
    </w:p>
    <w:p w14:paraId="4E4F68E0" w14:textId="0E72EE87" w:rsidR="003E3A14" w:rsidRDefault="003E3A14" w:rsidP="003E3A1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DE1B31D" w14:textId="77777777" w:rsidR="003E3A14" w:rsidRPr="007250D1" w:rsidRDefault="003E3A14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71DDEFC" w14:textId="3A1BA9A9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t>Dotaz č. 81:</w:t>
      </w:r>
    </w:p>
    <w:p w14:paraId="1B9F6DA3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200D3E">
        <w:rPr>
          <w:rFonts w:asciiTheme="majorHAnsi" w:hAnsiTheme="majorHAnsi" w:cs="Arial"/>
          <w:color w:val="000000"/>
        </w:rPr>
        <w:t xml:space="preserve">V zadavatelem poskytnuté dokumentaci k objektu </w:t>
      </w:r>
      <w:r w:rsidRPr="00200D3E">
        <w:rPr>
          <w:rFonts w:asciiTheme="majorHAnsi" w:hAnsiTheme="majorHAnsi" w:cs="Arial"/>
          <w:b/>
          <w:bCs/>
        </w:rPr>
        <w:t>SO 22-10-01 ŽST Hradec Králové hl.n., železniční svršek</w:t>
      </w:r>
      <w:r w:rsidRPr="00200D3E">
        <w:rPr>
          <w:rFonts w:asciiTheme="majorHAnsi" w:hAnsiTheme="majorHAnsi" w:cs="Arial"/>
        </w:rPr>
        <w:t>, položka č. 34-R527371-KOLEJ 60 E2 DLOUHÉ PASY TEPELNĚ OPRACOVANÉ, ROZD. "U", BEZSTYKOVÁ, PR. BET. VÝHYBKOVÝ KRÁTKÝ, UP. PRUŽNÉ, výměra 91,975 m má ve specifikaci položky uvedené kolejnice jakosti R260.</w:t>
      </w:r>
    </w:p>
    <w:p w14:paraId="4E3DB45F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200D3E">
        <w:rPr>
          <w:rFonts w:asciiTheme="majorHAnsi" w:hAnsiTheme="majorHAnsi" w:cs="Arial"/>
          <w:color w:val="000000"/>
        </w:rPr>
        <w:t>Označení kolejnic „tepelně opracované“ v názvu položky představuje kolejnice jakosti R350HT.</w:t>
      </w:r>
    </w:p>
    <w:p w14:paraId="40EAA79C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200D3E">
        <w:rPr>
          <w:rFonts w:asciiTheme="majorHAnsi" w:hAnsiTheme="majorHAnsi" w:cs="Arial"/>
          <w:color w:val="000000"/>
        </w:rPr>
        <w:t>Žádáme zadavatele o upřesnění, jaká jakost kolejnic se má použít pro tuto položku, případně žádáme o opravu názvu položky.</w:t>
      </w:r>
    </w:p>
    <w:p w14:paraId="6ED3B863" w14:textId="77777777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B55AF97" w14:textId="77777777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13E16FD" w14:textId="269E6F77" w:rsidR="00200D3E" w:rsidRPr="00E53024" w:rsidRDefault="0063327C" w:rsidP="00200D3E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3024">
        <w:rPr>
          <w:rFonts w:asciiTheme="majorHAnsi" w:eastAsia="Calibri" w:hAnsiTheme="majorHAnsi" w:cs="Times New Roman"/>
          <w:bCs/>
          <w:lang w:eastAsia="cs-CZ"/>
        </w:rPr>
        <w:t>Zhotovitel bude uvažovat s jakostí kolejnic R260. Vložena nová položka č. 162 R523352, původní položka č. 34 smazána, výměra zůstává.</w:t>
      </w:r>
    </w:p>
    <w:p w14:paraId="5DB1BD7F" w14:textId="77777777" w:rsidR="001B65EC" w:rsidRPr="00200D3E" w:rsidRDefault="001B65EC" w:rsidP="00200D3E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E9F1902" w14:textId="77777777" w:rsidR="00825675" w:rsidRPr="00200D3E" w:rsidRDefault="00825675" w:rsidP="00200D3E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12020F2" w14:textId="1BF6CCA6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t>Dotaz č. 82:</w:t>
      </w:r>
    </w:p>
    <w:p w14:paraId="64C83B26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</w:rPr>
      </w:pPr>
      <w:r w:rsidRPr="00200D3E">
        <w:rPr>
          <w:rFonts w:asciiTheme="majorHAnsi" w:hAnsiTheme="majorHAnsi" w:cs="Arial"/>
          <w:color w:val="000000"/>
        </w:rPr>
        <w:t xml:space="preserve">V zadavatelem poskytnuté dokumentaci k objektu </w:t>
      </w:r>
      <w:r w:rsidRPr="00200D3E">
        <w:rPr>
          <w:rFonts w:asciiTheme="majorHAnsi" w:hAnsiTheme="majorHAnsi" w:cs="Arial"/>
          <w:b/>
          <w:bCs/>
        </w:rPr>
        <w:t>SO 22-10-01 ŽST Hradec Králové hl.n., železniční svršek</w:t>
      </w:r>
      <w:r w:rsidRPr="00200D3E">
        <w:rPr>
          <w:rFonts w:asciiTheme="majorHAnsi" w:hAnsiTheme="majorHAnsi" w:cs="Arial"/>
        </w:rPr>
        <w:t>, na položce č. 73-R536193-C (B) 60 1:11-300, PR. BET., UP. PRUŽNÉ - podpražcové podložky, výměra 2 ks, je nesprávně uvedené označení výhybek č. 88 a 101.</w:t>
      </w:r>
    </w:p>
    <w:p w14:paraId="2F964C15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200D3E">
        <w:rPr>
          <w:rFonts w:asciiTheme="majorHAnsi" w:hAnsiTheme="majorHAnsi" w:cs="Arial"/>
          <w:color w:val="000000"/>
        </w:rPr>
        <w:t>Vzhledem k tomu, že se jedná o jednoduché výhybky, žádáme zadavatele nahradit označení „C (B)“ za „J“.</w:t>
      </w:r>
    </w:p>
    <w:p w14:paraId="789CD61A" w14:textId="77777777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617F89E3" w14:textId="77777777" w:rsidR="00E53024" w:rsidRDefault="00E53024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3CE9CC1" w14:textId="0476ED70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7BFE7ADD" w14:textId="53D2B96A" w:rsidR="003E3A14" w:rsidRPr="00E53024" w:rsidRDefault="0063327C" w:rsidP="003E3A14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3024">
        <w:rPr>
          <w:rFonts w:asciiTheme="majorHAnsi" w:eastAsia="Calibri" w:hAnsiTheme="majorHAnsi" w:cs="Times New Roman"/>
          <w:bCs/>
          <w:lang w:eastAsia="cs-CZ"/>
        </w:rPr>
        <w:t>Ano, jedná se o jednoduché výhybky. Vložena nová R položka č. 163 R533193, původní položka č. 73 smazána, výměra zůstává.</w:t>
      </w:r>
    </w:p>
    <w:p w14:paraId="22926E1B" w14:textId="77777777" w:rsidR="00200D3E" w:rsidRPr="00200D3E" w:rsidRDefault="00200D3E" w:rsidP="00200D3E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D7BA4A6" w14:textId="77777777" w:rsid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E8F6BA1" w14:textId="61E30675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t>Dotaz č. 83:</w:t>
      </w:r>
    </w:p>
    <w:p w14:paraId="2E1E6CF2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200D3E">
        <w:rPr>
          <w:rFonts w:asciiTheme="majorHAnsi" w:hAnsiTheme="majorHAnsi" w:cs="Arial"/>
          <w:color w:val="000000"/>
        </w:rPr>
        <w:t xml:space="preserve">Žádáme zadavatele v poskytnutém soupisu prací o přesun </w:t>
      </w:r>
      <w:r w:rsidRPr="00200D3E">
        <w:rPr>
          <w:rFonts w:asciiTheme="majorHAnsi" w:hAnsiTheme="majorHAnsi" w:cs="Arial"/>
          <w:b/>
          <w:bCs/>
          <w:color w:val="000000"/>
        </w:rPr>
        <w:t>SO 00-14-01 Hradec Králové, výstroj a značení trati</w:t>
      </w:r>
      <w:r w:rsidRPr="00200D3E">
        <w:rPr>
          <w:rFonts w:asciiTheme="majorHAnsi" w:hAnsiTheme="majorHAnsi" w:cs="Arial"/>
          <w:color w:val="000000"/>
        </w:rPr>
        <w:t xml:space="preserve"> a </w:t>
      </w:r>
      <w:r w:rsidRPr="00200D3E">
        <w:rPr>
          <w:rFonts w:asciiTheme="majorHAnsi" w:hAnsiTheme="majorHAnsi" w:cs="Arial"/>
          <w:b/>
          <w:bCs/>
          <w:color w:val="000000"/>
        </w:rPr>
        <w:t>SO 22-10-23 ŽST HK hl. n. kolej RID záchytná kolejová vana</w:t>
      </w:r>
      <w:r w:rsidRPr="00200D3E">
        <w:rPr>
          <w:rFonts w:asciiTheme="majorHAnsi" w:hAnsiTheme="majorHAnsi" w:cs="Arial"/>
          <w:color w:val="000000"/>
        </w:rPr>
        <w:t xml:space="preserve">       z části D.2.1.1.1 Železniční spodek do části D.2.1.1.0 Železniční svršek.</w:t>
      </w:r>
    </w:p>
    <w:p w14:paraId="7F20B5CF" w14:textId="77777777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24EBBA7D" w14:textId="77777777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C96BEB5" w14:textId="5620026E" w:rsidR="003E3A14" w:rsidRPr="00E53024" w:rsidRDefault="004203CC" w:rsidP="003E3A14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3024">
        <w:rPr>
          <w:rFonts w:asciiTheme="majorHAnsi" w:eastAsia="Calibri" w:hAnsiTheme="majorHAnsi" w:cs="Times New Roman"/>
          <w:bCs/>
          <w:lang w:eastAsia="cs-CZ"/>
        </w:rPr>
        <w:t>SO 00-14-01 Hradec Králové, výstroj a značení trati a SO 22-10-23 ŽST HK hl. n. kolej RID záchytná kolejová vana byly přesunuty z části D.2.1.1.1 Železniční spodek do části D.2.1.1.0 Železniční svršek.</w:t>
      </w:r>
    </w:p>
    <w:p w14:paraId="708A9A20" w14:textId="77777777" w:rsidR="00200D3E" w:rsidRPr="00200D3E" w:rsidRDefault="00200D3E" w:rsidP="00200D3E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047C361" w14:textId="77777777" w:rsidR="00200D3E" w:rsidRPr="00200D3E" w:rsidRDefault="00200D3E" w:rsidP="00200D3E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C1F0D1F" w14:textId="75CC22B3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t>Dotaz č. 84:</w:t>
      </w:r>
    </w:p>
    <w:p w14:paraId="5D414EBD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200D3E">
        <w:rPr>
          <w:rFonts w:asciiTheme="majorHAnsi" w:hAnsiTheme="majorHAnsi"/>
        </w:rPr>
        <w:t>V poskytnuté ZD v části D.2.1.1.0 Železniční svršek jsou některé SO označené jinak než v soupisu prací.</w:t>
      </w:r>
    </w:p>
    <w:p w14:paraId="36C116F1" w14:textId="77777777" w:rsidR="00200D3E" w:rsidRPr="00200D3E" w:rsidRDefault="00200D3E" w:rsidP="00200D3E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200D3E">
        <w:rPr>
          <w:rFonts w:asciiTheme="majorHAnsi" w:hAnsiTheme="majorHAnsi" w:cs="Arial"/>
          <w:color w:val="000000"/>
        </w:rPr>
        <w:t>Žádáme zadavatele o sjednocení číslování SO v ZD i v soupisu prací.</w:t>
      </w:r>
    </w:p>
    <w:p w14:paraId="3E473089" w14:textId="77777777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C1DBC2E" w14:textId="77777777" w:rsidR="00200D3E" w:rsidRPr="00200D3E" w:rsidRDefault="00200D3E" w:rsidP="00200D3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200D3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CD1B3CF" w14:textId="01ACE893" w:rsidR="003E3A14" w:rsidRPr="00E53024" w:rsidRDefault="0063327C" w:rsidP="003E3A14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3024">
        <w:rPr>
          <w:rFonts w:asciiTheme="majorHAnsi" w:eastAsia="Calibri" w:hAnsiTheme="majorHAnsi" w:cs="Times New Roman"/>
          <w:bCs/>
          <w:lang w:eastAsia="cs-CZ"/>
        </w:rPr>
        <w:t>Vybrané stavební objekty byly vzhledem ke svému charakteru sdružovány do stavebních komplexů - SK (dle směrnice SŽ č. 11 - příloha P10). I nadále se však jedná o samostatné objekty, které mají v rámci soupisu prací samostatné soubory pro ocenění (XLSM). Seznam stavebních objektů, které jsou součástí daného stavebního komplexu je k dispozici v příloze 0_001 Seznam příloh v záhlaví tabulky.</w:t>
      </w:r>
    </w:p>
    <w:p w14:paraId="6E6472A7" w14:textId="77777777" w:rsidR="00200D3E" w:rsidRDefault="00200D3E" w:rsidP="00200D3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2E5B2F4" w14:textId="77777777" w:rsidR="00200D3E" w:rsidRDefault="00200D3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0E7A7AB" w14:textId="77777777" w:rsidR="00B37BBE" w:rsidRPr="00BD5319" w:rsidRDefault="00B37BBE" w:rsidP="00B37BBE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6F6ECA9" w14:textId="77777777" w:rsidR="00B37BBE" w:rsidRPr="00C87717" w:rsidRDefault="00B37BBE" w:rsidP="00E5302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71BEAA1" w14:textId="74D9A164" w:rsidR="00B37BBE" w:rsidRDefault="00B37BBE" w:rsidP="00B37BBE">
      <w:pPr>
        <w:spacing w:after="0" w:line="240" w:lineRule="auto"/>
        <w:rPr>
          <w:rFonts w:eastAsia="Times New Roman" w:cs="Times New Roman"/>
          <w:lang w:eastAsia="cs-CZ"/>
        </w:rPr>
      </w:pPr>
    </w:p>
    <w:p w14:paraId="4504F582" w14:textId="77777777" w:rsidR="00B37BBE" w:rsidRPr="00BD5319" w:rsidRDefault="00B37BBE" w:rsidP="00B37BBE">
      <w:pPr>
        <w:spacing w:after="0" w:line="240" w:lineRule="auto"/>
        <w:rPr>
          <w:rFonts w:eastAsia="Times New Roman" w:cs="Times New Roman"/>
          <w:lang w:eastAsia="cs-CZ"/>
        </w:rPr>
      </w:pPr>
    </w:p>
    <w:p w14:paraId="6A4B5FF4" w14:textId="77777777" w:rsidR="00B37BBE" w:rsidRPr="00BD5319" w:rsidRDefault="00B37BBE" w:rsidP="00B37BB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8AD0AC6" w14:textId="77777777" w:rsidR="00B37BBE" w:rsidRPr="00BD5319" w:rsidRDefault="00B37BBE" w:rsidP="00B37BBE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18346CA" w14:textId="77777777" w:rsidR="00B37BBE" w:rsidRPr="00BD5319" w:rsidRDefault="00B37BBE" w:rsidP="00B37BB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43F8CB3" w14:textId="5A432BB3" w:rsidR="00B37BBE" w:rsidRDefault="00B37BBE" w:rsidP="00B37BB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53024">
        <w:rPr>
          <w:rFonts w:eastAsia="Calibri" w:cs="Times New Roman"/>
          <w:b/>
          <w:bCs/>
          <w:lang w:eastAsia="cs-CZ"/>
        </w:rPr>
        <w:t>Příloha:</w:t>
      </w:r>
    </w:p>
    <w:p w14:paraId="694A5669" w14:textId="52E5B051" w:rsidR="00E53024" w:rsidRPr="00E53024" w:rsidRDefault="00E53024" w:rsidP="00B37BB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53024">
        <w:rPr>
          <w:rFonts w:eastAsia="Calibri" w:cs="Times New Roman"/>
          <w:lang w:eastAsia="cs-CZ"/>
        </w:rPr>
        <w:t>XDC_HK-Pardubice-Chrudim_20240806_ZM07</w:t>
      </w:r>
    </w:p>
    <w:p w14:paraId="23420CE4" w14:textId="6A63988A" w:rsidR="00E53024" w:rsidRPr="00E53024" w:rsidRDefault="00E53024" w:rsidP="00B37BB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53024">
        <w:rPr>
          <w:rFonts w:eastAsia="Calibri" w:cs="Times New Roman"/>
          <w:lang w:eastAsia="cs-CZ"/>
        </w:rPr>
        <w:t>XLS_HK-Pardubice-Chrudim_20240806_ZM07</w:t>
      </w:r>
    </w:p>
    <w:p w14:paraId="0505764A" w14:textId="77777777" w:rsidR="00B37BBE" w:rsidRPr="00BD5319" w:rsidRDefault="00B37BBE" w:rsidP="00B37BB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979E65" w14:textId="77777777" w:rsidR="00B37BBE" w:rsidRPr="00BD5319" w:rsidRDefault="00B37BBE" w:rsidP="00B37BB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9A852F" w14:textId="77777777" w:rsidR="00E53024" w:rsidRDefault="00E53024" w:rsidP="00B37BB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A4544A" w14:textId="3BB30DC8" w:rsidR="00B37BBE" w:rsidRPr="00BD5319" w:rsidRDefault="00B37BBE" w:rsidP="00B37BB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53024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825675">
        <w:rPr>
          <w:rFonts w:eastAsia="Calibri" w:cs="Times New Roman"/>
          <w:lang w:eastAsia="cs-CZ"/>
        </w:rPr>
        <w:t>6. 8. 2024</w:t>
      </w:r>
    </w:p>
    <w:p w14:paraId="62D9BA6D" w14:textId="77777777" w:rsidR="00B37BBE" w:rsidRPr="00BD5319" w:rsidRDefault="00B37BBE" w:rsidP="00B37BB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D1E1BB" w14:textId="77777777" w:rsidR="00B37BBE" w:rsidRDefault="00B37BBE" w:rsidP="00B37BBE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CD9F9E" w14:textId="77777777" w:rsidR="00B37BBE" w:rsidRDefault="00B37BBE" w:rsidP="00B37BBE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E7164B0" w14:textId="77777777" w:rsidR="00B37BBE" w:rsidRDefault="00B37BBE" w:rsidP="00B37BBE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0EE085E" w14:textId="77777777" w:rsidR="00B37BBE" w:rsidRPr="00E53024" w:rsidRDefault="00B37BBE" w:rsidP="00B37BB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53024">
        <w:rPr>
          <w:rFonts w:eastAsia="Times New Roman" w:cs="Times New Roman"/>
          <w:b/>
          <w:bCs/>
          <w:lang w:eastAsia="cs-CZ"/>
        </w:rPr>
        <w:t>Ing. Miroslav Bocák</w:t>
      </w:r>
      <w:r w:rsidRPr="00E53024">
        <w:rPr>
          <w:rFonts w:eastAsia="Times New Roman" w:cs="Times New Roman"/>
          <w:b/>
          <w:lang w:eastAsia="cs-CZ"/>
        </w:rPr>
        <w:t xml:space="preserve"> </w:t>
      </w:r>
    </w:p>
    <w:p w14:paraId="76C404CB" w14:textId="77777777" w:rsidR="00B37BBE" w:rsidRPr="00E53024" w:rsidRDefault="00B37BBE" w:rsidP="00B37BB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53024">
        <w:rPr>
          <w:rFonts w:eastAsia="Times New Roman" w:cs="Times New Roman"/>
          <w:lang w:eastAsia="cs-CZ"/>
        </w:rPr>
        <w:t>ředitel organizační jednotky</w:t>
      </w:r>
      <w:r w:rsidRPr="00E53024">
        <w:rPr>
          <w:rFonts w:eastAsia="Times New Roman" w:cs="Times New Roman"/>
          <w:lang w:eastAsia="cs-CZ"/>
        </w:rPr>
        <w:tab/>
      </w:r>
    </w:p>
    <w:p w14:paraId="58F8C952" w14:textId="77777777" w:rsidR="00B37BBE" w:rsidRPr="00E53024" w:rsidRDefault="00B37BBE" w:rsidP="00B37BB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53024">
        <w:rPr>
          <w:rFonts w:eastAsia="Times New Roman" w:cs="Times New Roman"/>
          <w:lang w:eastAsia="cs-CZ"/>
        </w:rPr>
        <w:t>Stavební správa východ</w:t>
      </w:r>
    </w:p>
    <w:p w14:paraId="5B502614" w14:textId="77777777" w:rsidR="00B37BBE" w:rsidRPr="00BD5319" w:rsidRDefault="00B37BBE" w:rsidP="00B37BBE">
      <w:pPr>
        <w:spacing w:after="0" w:line="240" w:lineRule="auto"/>
        <w:rPr>
          <w:rFonts w:eastAsia="Times New Roman" w:cs="Times New Roman"/>
          <w:lang w:eastAsia="cs-CZ"/>
        </w:rPr>
      </w:pPr>
      <w:r w:rsidRPr="00E53024">
        <w:rPr>
          <w:rFonts w:eastAsia="Times New Roman" w:cs="Times New Roman"/>
          <w:lang w:eastAsia="cs-CZ"/>
        </w:rPr>
        <w:t>Správa železnic, státní organizace</w:t>
      </w:r>
    </w:p>
    <w:p w14:paraId="2CD1BE8F" w14:textId="77777777" w:rsidR="00B37BBE" w:rsidRPr="00BD5319" w:rsidRDefault="00B37BBE" w:rsidP="00B37BBE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63D09" w14:textId="77777777" w:rsidR="00271284" w:rsidRDefault="00271284" w:rsidP="00962258">
      <w:pPr>
        <w:spacing w:after="0" w:line="240" w:lineRule="auto"/>
      </w:pPr>
      <w:r>
        <w:separator/>
      </w:r>
    </w:p>
  </w:endnote>
  <w:endnote w:type="continuationSeparator" w:id="0">
    <w:p w14:paraId="039EE5F6" w14:textId="77777777" w:rsidR="00271284" w:rsidRDefault="002712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C77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F5FEABE" w:rsidR="00094C77" w:rsidRPr="00B8518B" w:rsidRDefault="00094C7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454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454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094C77" w:rsidRDefault="00094C7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094C77" w:rsidRDefault="00094C77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094C77" w:rsidRDefault="00094C77" w:rsidP="00D831A3">
          <w:pPr>
            <w:pStyle w:val="Zpat"/>
          </w:pPr>
        </w:p>
      </w:tc>
    </w:tr>
  </w:tbl>
  <w:p w14:paraId="4B4C89F7" w14:textId="77777777" w:rsidR="00094C77" w:rsidRPr="00B8518B" w:rsidRDefault="00094C7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C77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89E55C1" w:rsidR="00094C77" w:rsidRPr="00B8518B" w:rsidRDefault="00094C7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45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454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094C77" w:rsidRDefault="00094C77" w:rsidP="00094C77">
          <w:pPr>
            <w:pStyle w:val="Zpat"/>
          </w:pPr>
          <w:r>
            <w:t>Správa železnic, státní organizace</w:t>
          </w:r>
        </w:p>
        <w:p w14:paraId="18A64E1B" w14:textId="77777777" w:rsidR="00094C77" w:rsidRDefault="00094C77" w:rsidP="00094C7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094C77" w:rsidRDefault="00094C77" w:rsidP="00094C77">
          <w:pPr>
            <w:pStyle w:val="Zpat"/>
          </w:pPr>
          <w:r>
            <w:t>Sídlo: Dlážděná 1003/7, 110 00 Praha 1</w:t>
          </w:r>
        </w:p>
        <w:p w14:paraId="447ED75A" w14:textId="77777777" w:rsidR="00094C77" w:rsidRDefault="00094C77" w:rsidP="00094C77">
          <w:pPr>
            <w:pStyle w:val="Zpat"/>
          </w:pPr>
          <w:r>
            <w:t>IČO: 709 94 234 DIČ: CZ 709 94 234</w:t>
          </w:r>
        </w:p>
        <w:p w14:paraId="51186120" w14:textId="77777777" w:rsidR="00094C77" w:rsidRDefault="00094C77" w:rsidP="00094C7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094C77" w:rsidRPr="00D84AC6" w:rsidRDefault="00094C77" w:rsidP="00094C7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094C77" w:rsidRPr="00D84AC6" w:rsidRDefault="00094C77" w:rsidP="00094C7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094C77" w:rsidRPr="00D84AC6" w:rsidRDefault="00094C77" w:rsidP="00094C7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094C77" w:rsidRDefault="00094C77" w:rsidP="00094C77">
          <w:pPr>
            <w:pStyle w:val="Zpat"/>
          </w:pPr>
        </w:p>
      </w:tc>
    </w:tr>
  </w:tbl>
  <w:p w14:paraId="50E20CCC" w14:textId="77777777" w:rsidR="00094C77" w:rsidRPr="00B8518B" w:rsidRDefault="00094C7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094C77" w:rsidRPr="00460660" w:rsidRDefault="00094C7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0EBAD" w14:textId="77777777" w:rsidR="00271284" w:rsidRDefault="00271284" w:rsidP="00962258">
      <w:pPr>
        <w:spacing w:after="0" w:line="240" w:lineRule="auto"/>
      </w:pPr>
      <w:r>
        <w:separator/>
      </w:r>
    </w:p>
  </w:footnote>
  <w:footnote w:type="continuationSeparator" w:id="0">
    <w:p w14:paraId="1BA337FE" w14:textId="77777777" w:rsidR="00271284" w:rsidRDefault="002712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C77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094C77" w:rsidRPr="00B8518B" w:rsidRDefault="00094C7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094C77" w:rsidRDefault="00094C7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094C77" w:rsidRPr="00D6163D" w:rsidRDefault="00094C77" w:rsidP="00D6163D">
          <w:pPr>
            <w:pStyle w:val="Druhdokumentu"/>
          </w:pPr>
        </w:p>
      </w:tc>
    </w:tr>
  </w:tbl>
  <w:p w14:paraId="755AA0FB" w14:textId="77777777" w:rsidR="00094C77" w:rsidRPr="00D6163D" w:rsidRDefault="00094C7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C77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094C77" w:rsidRPr="00B8518B" w:rsidRDefault="00094C7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094C77" w:rsidRDefault="00094C7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094C77" w:rsidRPr="00D6163D" w:rsidRDefault="00094C77" w:rsidP="00FC6389">
          <w:pPr>
            <w:pStyle w:val="Druhdokumentu"/>
          </w:pPr>
        </w:p>
      </w:tc>
    </w:tr>
    <w:tr w:rsidR="00094C77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094C77" w:rsidRPr="00B8518B" w:rsidRDefault="00094C7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094C77" w:rsidRDefault="00094C7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094C77" w:rsidRDefault="00094C77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094C77" w:rsidRPr="00D6163D" w:rsidRDefault="00094C77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094C77" w:rsidRPr="00460660" w:rsidRDefault="00094C7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BDD5826"/>
    <w:multiLevelType w:val="hybridMultilevel"/>
    <w:tmpl w:val="F982A1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3897DC6"/>
    <w:multiLevelType w:val="hybridMultilevel"/>
    <w:tmpl w:val="F982A1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22605688">
    <w:abstractNumId w:val="2"/>
  </w:num>
  <w:num w:numId="2" w16cid:durableId="1735010269">
    <w:abstractNumId w:val="1"/>
  </w:num>
  <w:num w:numId="3" w16cid:durableId="1511987192">
    <w:abstractNumId w:val="3"/>
  </w:num>
  <w:num w:numId="4" w16cid:durableId="149565405">
    <w:abstractNumId w:val="8"/>
  </w:num>
  <w:num w:numId="5" w16cid:durableId="1930042577">
    <w:abstractNumId w:val="0"/>
  </w:num>
  <w:num w:numId="6" w16cid:durableId="2006929833">
    <w:abstractNumId w:val="6"/>
  </w:num>
  <w:num w:numId="7" w16cid:durableId="1752922784">
    <w:abstractNumId w:val="5"/>
  </w:num>
  <w:num w:numId="8" w16cid:durableId="1464037673">
    <w:abstractNumId w:val="4"/>
  </w:num>
  <w:num w:numId="9" w16cid:durableId="191261328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24AA"/>
    <w:rsid w:val="00033432"/>
    <w:rsid w:val="000335CC"/>
    <w:rsid w:val="0003763A"/>
    <w:rsid w:val="00054AB1"/>
    <w:rsid w:val="00072C1E"/>
    <w:rsid w:val="00094C77"/>
    <w:rsid w:val="000B3A82"/>
    <w:rsid w:val="000B6C7E"/>
    <w:rsid w:val="000B7907"/>
    <w:rsid w:val="000C0429"/>
    <w:rsid w:val="000C45E8"/>
    <w:rsid w:val="000F4CA1"/>
    <w:rsid w:val="00107F2C"/>
    <w:rsid w:val="00114472"/>
    <w:rsid w:val="001349BD"/>
    <w:rsid w:val="001605D8"/>
    <w:rsid w:val="00170EC5"/>
    <w:rsid w:val="001747C1"/>
    <w:rsid w:val="0018596A"/>
    <w:rsid w:val="001977C5"/>
    <w:rsid w:val="001B5E40"/>
    <w:rsid w:val="001B65EC"/>
    <w:rsid w:val="001B69C2"/>
    <w:rsid w:val="001C4DA0"/>
    <w:rsid w:val="001F4F37"/>
    <w:rsid w:val="002003AC"/>
    <w:rsid w:val="00200D3E"/>
    <w:rsid w:val="00203BE7"/>
    <w:rsid w:val="00207DF5"/>
    <w:rsid w:val="002200FB"/>
    <w:rsid w:val="00241AF1"/>
    <w:rsid w:val="00250329"/>
    <w:rsid w:val="00250570"/>
    <w:rsid w:val="00267369"/>
    <w:rsid w:val="0026785D"/>
    <w:rsid w:val="00271284"/>
    <w:rsid w:val="00296D39"/>
    <w:rsid w:val="002A59FE"/>
    <w:rsid w:val="002B1F89"/>
    <w:rsid w:val="002C31BF"/>
    <w:rsid w:val="002C3242"/>
    <w:rsid w:val="002E0CD7"/>
    <w:rsid w:val="002F026B"/>
    <w:rsid w:val="00335122"/>
    <w:rsid w:val="00335732"/>
    <w:rsid w:val="00340EF8"/>
    <w:rsid w:val="00357BC6"/>
    <w:rsid w:val="00362987"/>
    <w:rsid w:val="0037111D"/>
    <w:rsid w:val="00371791"/>
    <w:rsid w:val="003756B9"/>
    <w:rsid w:val="003928C0"/>
    <w:rsid w:val="003956C6"/>
    <w:rsid w:val="003A3068"/>
    <w:rsid w:val="003D2473"/>
    <w:rsid w:val="003D7EE1"/>
    <w:rsid w:val="003E3A14"/>
    <w:rsid w:val="003E6B9A"/>
    <w:rsid w:val="003E75CE"/>
    <w:rsid w:val="00401CD1"/>
    <w:rsid w:val="0041380F"/>
    <w:rsid w:val="004203CC"/>
    <w:rsid w:val="00425793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33E6"/>
    <w:rsid w:val="004A7C69"/>
    <w:rsid w:val="004C4399"/>
    <w:rsid w:val="004C69ED"/>
    <w:rsid w:val="004C787C"/>
    <w:rsid w:val="004F4B9B"/>
    <w:rsid w:val="00501654"/>
    <w:rsid w:val="00507292"/>
    <w:rsid w:val="00511AB9"/>
    <w:rsid w:val="00511E70"/>
    <w:rsid w:val="00523EA7"/>
    <w:rsid w:val="00524916"/>
    <w:rsid w:val="0053430E"/>
    <w:rsid w:val="00542527"/>
    <w:rsid w:val="00551D1F"/>
    <w:rsid w:val="00553375"/>
    <w:rsid w:val="00553BF3"/>
    <w:rsid w:val="00556C3A"/>
    <w:rsid w:val="005644EF"/>
    <w:rsid w:val="005658A6"/>
    <w:rsid w:val="005720E7"/>
    <w:rsid w:val="005722BB"/>
    <w:rsid w:val="005736B7"/>
    <w:rsid w:val="005742CD"/>
    <w:rsid w:val="00575E5A"/>
    <w:rsid w:val="00584E2A"/>
    <w:rsid w:val="00596C7E"/>
    <w:rsid w:val="005A5F24"/>
    <w:rsid w:val="005A64E9"/>
    <w:rsid w:val="005A73C0"/>
    <w:rsid w:val="005B5EE9"/>
    <w:rsid w:val="006104F6"/>
    <w:rsid w:val="0061068E"/>
    <w:rsid w:val="00620CEA"/>
    <w:rsid w:val="00632AF9"/>
    <w:rsid w:val="0063327C"/>
    <w:rsid w:val="00633C5C"/>
    <w:rsid w:val="00660AD3"/>
    <w:rsid w:val="00664163"/>
    <w:rsid w:val="00666900"/>
    <w:rsid w:val="0067756B"/>
    <w:rsid w:val="00681D36"/>
    <w:rsid w:val="0068389D"/>
    <w:rsid w:val="006A5570"/>
    <w:rsid w:val="006A689C"/>
    <w:rsid w:val="006B1B77"/>
    <w:rsid w:val="006B3D79"/>
    <w:rsid w:val="006E0578"/>
    <w:rsid w:val="006E314D"/>
    <w:rsid w:val="006E7F06"/>
    <w:rsid w:val="00710723"/>
    <w:rsid w:val="00712ED1"/>
    <w:rsid w:val="00723ED1"/>
    <w:rsid w:val="00724643"/>
    <w:rsid w:val="007250D1"/>
    <w:rsid w:val="00735ED4"/>
    <w:rsid w:val="00742F14"/>
    <w:rsid w:val="00743525"/>
    <w:rsid w:val="007531A0"/>
    <w:rsid w:val="00760984"/>
    <w:rsid w:val="0076286B"/>
    <w:rsid w:val="00764595"/>
    <w:rsid w:val="00766384"/>
    <w:rsid w:val="00766846"/>
    <w:rsid w:val="0077673A"/>
    <w:rsid w:val="007846E1"/>
    <w:rsid w:val="00792F44"/>
    <w:rsid w:val="007A269E"/>
    <w:rsid w:val="007B28DE"/>
    <w:rsid w:val="007B570C"/>
    <w:rsid w:val="007C1D33"/>
    <w:rsid w:val="007E1E58"/>
    <w:rsid w:val="007E3AC1"/>
    <w:rsid w:val="007E4A6E"/>
    <w:rsid w:val="007F2434"/>
    <w:rsid w:val="007F56A7"/>
    <w:rsid w:val="007F626E"/>
    <w:rsid w:val="00807DD0"/>
    <w:rsid w:val="00813F11"/>
    <w:rsid w:val="0082555C"/>
    <w:rsid w:val="00825675"/>
    <w:rsid w:val="00847A8A"/>
    <w:rsid w:val="00865779"/>
    <w:rsid w:val="008841FB"/>
    <w:rsid w:val="0088472C"/>
    <w:rsid w:val="00891334"/>
    <w:rsid w:val="00892313"/>
    <w:rsid w:val="00892631"/>
    <w:rsid w:val="008A3568"/>
    <w:rsid w:val="008A45E7"/>
    <w:rsid w:val="008D03B9"/>
    <w:rsid w:val="008D3318"/>
    <w:rsid w:val="008E7ED1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6FB8"/>
    <w:rsid w:val="00992D9C"/>
    <w:rsid w:val="00996CB8"/>
    <w:rsid w:val="009A7568"/>
    <w:rsid w:val="009B2E97"/>
    <w:rsid w:val="009B3C69"/>
    <w:rsid w:val="009B72CC"/>
    <w:rsid w:val="009C6B29"/>
    <w:rsid w:val="009C7B39"/>
    <w:rsid w:val="009E04F8"/>
    <w:rsid w:val="009E07F4"/>
    <w:rsid w:val="009E3F7A"/>
    <w:rsid w:val="009F392E"/>
    <w:rsid w:val="009F742C"/>
    <w:rsid w:val="00A13380"/>
    <w:rsid w:val="00A26300"/>
    <w:rsid w:val="00A41727"/>
    <w:rsid w:val="00A44328"/>
    <w:rsid w:val="00A6177B"/>
    <w:rsid w:val="00A66136"/>
    <w:rsid w:val="00A84547"/>
    <w:rsid w:val="00AA4CBB"/>
    <w:rsid w:val="00AA65FA"/>
    <w:rsid w:val="00AA7351"/>
    <w:rsid w:val="00AB4BF3"/>
    <w:rsid w:val="00AC3BD9"/>
    <w:rsid w:val="00AD056F"/>
    <w:rsid w:val="00AD2773"/>
    <w:rsid w:val="00AD6731"/>
    <w:rsid w:val="00AE1DDE"/>
    <w:rsid w:val="00AE4811"/>
    <w:rsid w:val="00B15B5E"/>
    <w:rsid w:val="00B15D0D"/>
    <w:rsid w:val="00B23CA3"/>
    <w:rsid w:val="00B3491A"/>
    <w:rsid w:val="00B37BBE"/>
    <w:rsid w:val="00B45E9E"/>
    <w:rsid w:val="00B55F9C"/>
    <w:rsid w:val="00B75EE1"/>
    <w:rsid w:val="00B77481"/>
    <w:rsid w:val="00B8518B"/>
    <w:rsid w:val="00BB3321"/>
    <w:rsid w:val="00BB3740"/>
    <w:rsid w:val="00BC0D42"/>
    <w:rsid w:val="00BD5319"/>
    <w:rsid w:val="00BD533B"/>
    <w:rsid w:val="00BD7E91"/>
    <w:rsid w:val="00BF374D"/>
    <w:rsid w:val="00BF6D48"/>
    <w:rsid w:val="00C02D0A"/>
    <w:rsid w:val="00C0314E"/>
    <w:rsid w:val="00C03A6E"/>
    <w:rsid w:val="00C1544E"/>
    <w:rsid w:val="00C22F9D"/>
    <w:rsid w:val="00C30759"/>
    <w:rsid w:val="00C44F6A"/>
    <w:rsid w:val="00C51552"/>
    <w:rsid w:val="00C727E5"/>
    <w:rsid w:val="00C8207D"/>
    <w:rsid w:val="00C871B3"/>
    <w:rsid w:val="00C94917"/>
    <w:rsid w:val="00C955EF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C6FED"/>
    <w:rsid w:val="00DD36AA"/>
    <w:rsid w:val="00DD46F3"/>
    <w:rsid w:val="00DD58A6"/>
    <w:rsid w:val="00DE56F2"/>
    <w:rsid w:val="00DE7877"/>
    <w:rsid w:val="00DF116D"/>
    <w:rsid w:val="00E07397"/>
    <w:rsid w:val="00E10710"/>
    <w:rsid w:val="00E51893"/>
    <w:rsid w:val="00E53024"/>
    <w:rsid w:val="00E554E8"/>
    <w:rsid w:val="00E7649A"/>
    <w:rsid w:val="00E824F1"/>
    <w:rsid w:val="00EB104F"/>
    <w:rsid w:val="00ED14BD"/>
    <w:rsid w:val="00EF0A48"/>
    <w:rsid w:val="00F01440"/>
    <w:rsid w:val="00F020ED"/>
    <w:rsid w:val="00F12DEC"/>
    <w:rsid w:val="00F1715C"/>
    <w:rsid w:val="00F310F8"/>
    <w:rsid w:val="00F34BA2"/>
    <w:rsid w:val="00F35939"/>
    <w:rsid w:val="00F45607"/>
    <w:rsid w:val="00F57345"/>
    <w:rsid w:val="00F64786"/>
    <w:rsid w:val="00F659EB"/>
    <w:rsid w:val="00F74987"/>
    <w:rsid w:val="00F804A7"/>
    <w:rsid w:val="00F8318E"/>
    <w:rsid w:val="00F862D6"/>
    <w:rsid w:val="00F86BA6"/>
    <w:rsid w:val="00FC4B86"/>
    <w:rsid w:val="00FC6389"/>
    <w:rsid w:val="00FC7605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3A1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6E1E-5805-4617-B3B1-DBF01D4B47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571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2024-08-06T07:01:00Z</dcterms:created>
  <dcterms:modified xsi:type="dcterms:W3CDTF">2024-08-06T07:18:00Z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