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30BB45" w14:textId="0995AC32" w:rsidR="00413E5D" w:rsidRPr="00561165" w:rsidRDefault="00413E5D" w:rsidP="00413E5D">
      <w:pPr>
        <w:pStyle w:val="Nadpis1"/>
        <w:rPr>
          <w:sz w:val="32"/>
          <w:szCs w:val="32"/>
        </w:rPr>
      </w:pPr>
      <w:bookmarkStart w:id="0" w:name="_GoBack"/>
      <w:bookmarkEnd w:id="0"/>
      <w:r>
        <w:rPr>
          <w:sz w:val="32"/>
          <w:szCs w:val="32"/>
        </w:rPr>
        <w:t>Základní požadavky předmětu nákupu</w:t>
      </w:r>
    </w:p>
    <w:p w14:paraId="588D1BEF" w14:textId="77777777" w:rsidR="00413E5D" w:rsidRDefault="00413E5D" w:rsidP="00413E5D"/>
    <w:p w14:paraId="38757FCF" w14:textId="77777777" w:rsidR="00413E5D" w:rsidRDefault="00413E5D" w:rsidP="009E6972">
      <w:pPr>
        <w:pStyle w:val="Nadpis2"/>
        <w:spacing w:before="0"/>
      </w:pPr>
      <w:r>
        <w:t>1. Požadavek</w:t>
      </w:r>
    </w:p>
    <w:p w14:paraId="1C18014B" w14:textId="03ED7EBD" w:rsidR="00893678" w:rsidRPr="0081206E" w:rsidRDefault="00413E5D" w:rsidP="00127232">
      <w:pPr>
        <w:pStyle w:val="Odstavecseseznamem"/>
        <w:numPr>
          <w:ilvl w:val="0"/>
          <w:numId w:val="11"/>
        </w:numPr>
        <w:ind w:left="1066" w:hanging="357"/>
      </w:pPr>
      <w:r w:rsidRPr="006A4C51">
        <w:t xml:space="preserve">Základním požadavkem akce: </w:t>
      </w:r>
      <w:r w:rsidR="006A4C51" w:rsidRPr="006A4C51">
        <w:rPr>
          <w:rFonts w:ascii="Verdana" w:eastAsia="Calibri" w:hAnsi="Verdana"/>
          <w:b/>
        </w:rPr>
        <w:t xml:space="preserve">Testovací a programovací prostředek pro </w:t>
      </w:r>
      <w:proofErr w:type="spellStart"/>
      <w:r w:rsidR="006A4C51" w:rsidRPr="006A4C51">
        <w:rPr>
          <w:rFonts w:ascii="Verdana" w:eastAsia="Calibri" w:hAnsi="Verdana"/>
          <w:b/>
        </w:rPr>
        <w:t>Eurobalízy</w:t>
      </w:r>
      <w:proofErr w:type="spellEnd"/>
      <w:r w:rsidR="002801ED" w:rsidRPr="006A4C51">
        <w:rPr>
          <w:b/>
        </w:rPr>
        <w:t xml:space="preserve"> </w:t>
      </w:r>
      <w:r w:rsidR="000F41C7" w:rsidRPr="0008575D">
        <w:t xml:space="preserve">je </w:t>
      </w:r>
      <w:r w:rsidR="00893678" w:rsidRPr="00290A77">
        <w:rPr>
          <w:bCs/>
        </w:rPr>
        <w:t xml:space="preserve">nákup </w:t>
      </w:r>
      <w:r w:rsidR="009E6972">
        <w:rPr>
          <w:bCs/>
        </w:rPr>
        <w:t xml:space="preserve">1 kusu </w:t>
      </w:r>
      <w:r w:rsidR="00893678" w:rsidRPr="000A2395">
        <w:rPr>
          <w:bCs/>
        </w:rPr>
        <w:t xml:space="preserve">přístroje </w:t>
      </w:r>
      <w:r w:rsidR="00893678" w:rsidRPr="000A2395">
        <w:t>určeného pro potřebu správy SZT pro diagnostiku a programování balíz</w:t>
      </w:r>
      <w:r w:rsidR="00893678" w:rsidRPr="000A2395">
        <w:rPr>
          <w:bCs/>
        </w:rPr>
        <w:t xml:space="preserve"> (musí umožňovat diagnostiku a programování balíz</w:t>
      </w:r>
      <w:r w:rsidR="001A18FE" w:rsidRPr="000A2395">
        <w:rPr>
          <w:bCs/>
        </w:rPr>
        <w:t xml:space="preserve"> ve smyslu předpisu SŽ T</w:t>
      </w:r>
      <w:r w:rsidR="00643152" w:rsidRPr="000A2395">
        <w:rPr>
          <w:bCs/>
        </w:rPr>
        <w:t xml:space="preserve">129 </w:t>
      </w:r>
      <w:r w:rsidR="00C053C7" w:rsidRPr="000A2395">
        <w:rPr>
          <w:bCs/>
        </w:rPr>
        <w:t>DZE – Diagnostické</w:t>
      </w:r>
      <w:r w:rsidR="00643152" w:rsidRPr="000A2395">
        <w:rPr>
          <w:bCs/>
        </w:rPr>
        <w:t xml:space="preserve"> zařízení </w:t>
      </w:r>
      <w:r w:rsidR="00F657D3" w:rsidRPr="000A2395">
        <w:rPr>
          <w:bCs/>
        </w:rPr>
        <w:t>ETCS</w:t>
      </w:r>
      <w:r w:rsidR="00321374" w:rsidRPr="000A2395">
        <w:rPr>
          <w:bCs/>
        </w:rPr>
        <w:t>)</w:t>
      </w:r>
      <w:r w:rsidR="00F657D3" w:rsidRPr="000A2395">
        <w:rPr>
          <w:bCs/>
        </w:rPr>
        <w:t>:</w:t>
      </w:r>
      <w:r w:rsidR="00893678" w:rsidRPr="000A2395">
        <w:rPr>
          <w:bCs/>
        </w:rPr>
        <w:t xml:space="preserve"> přepínatelné </w:t>
      </w:r>
      <w:r w:rsidR="00893678" w:rsidRPr="008A795D">
        <w:rPr>
          <w:bCs/>
        </w:rPr>
        <w:t>a nepřepínatelné balízy SIEMENS S21</w:t>
      </w:r>
      <w:r w:rsidR="00754E2D">
        <w:rPr>
          <w:bCs/>
        </w:rPr>
        <w:t xml:space="preserve"> a S22</w:t>
      </w:r>
      <w:r w:rsidR="00893678">
        <w:rPr>
          <w:bCs/>
        </w:rPr>
        <w:t>)</w:t>
      </w:r>
      <w:r w:rsidR="00893678" w:rsidRPr="0081206E">
        <w:t>.</w:t>
      </w:r>
    </w:p>
    <w:p w14:paraId="06727756" w14:textId="5FF6659F" w:rsidR="00CD3E6B" w:rsidRDefault="00893678" w:rsidP="00127232">
      <w:pPr>
        <w:pStyle w:val="Odstavecseseznamem"/>
        <w:numPr>
          <w:ilvl w:val="0"/>
          <w:numId w:val="11"/>
        </w:numPr>
        <w:spacing w:after="0"/>
        <w:ind w:left="1066" w:hanging="357"/>
      </w:pPr>
      <w:r w:rsidRPr="0081206E">
        <w:t>Nabízen</w:t>
      </w:r>
      <w:r>
        <w:t>ý</w:t>
      </w:r>
      <w:r w:rsidRPr="0081206E">
        <w:t xml:space="preserve"> (dodávan</w:t>
      </w:r>
      <w:r>
        <w:t>ý</w:t>
      </w:r>
      <w:r w:rsidRPr="0081206E">
        <w:t xml:space="preserve">) </w:t>
      </w:r>
      <w:r>
        <w:t>přístroj</w:t>
      </w:r>
      <w:r w:rsidRPr="0081206E">
        <w:t xml:space="preserve"> požaduje zadavatel zakázky</w:t>
      </w:r>
      <w:r>
        <w:t xml:space="preserve"> dodat zcela</w:t>
      </w:r>
      <w:r w:rsidRPr="0081206E">
        <w:t xml:space="preserve"> nov</w:t>
      </w:r>
      <w:r>
        <w:t>ý</w:t>
      </w:r>
      <w:r w:rsidRPr="0081206E">
        <w:t xml:space="preserve"> a nepoužit</w:t>
      </w:r>
      <w:r>
        <w:t>ý</w:t>
      </w:r>
      <w:r w:rsidRPr="0081206E">
        <w:t>. Nepřipouští se nabídka použit</w:t>
      </w:r>
      <w:r>
        <w:t>ého</w:t>
      </w:r>
      <w:r w:rsidRPr="0081206E">
        <w:t>, případně „předváděcíh</w:t>
      </w:r>
      <w:r>
        <w:t>o“</w:t>
      </w:r>
      <w:r w:rsidRPr="0081206E">
        <w:t xml:space="preserve"> </w:t>
      </w:r>
      <w:r>
        <w:t>výrobku</w:t>
      </w:r>
      <w:r w:rsidRPr="0081206E">
        <w:t>.</w:t>
      </w:r>
    </w:p>
    <w:p w14:paraId="54A2D1CA" w14:textId="5086CF50" w:rsidR="006A18D3" w:rsidRPr="00893678" w:rsidRDefault="006A18D3">
      <w:pPr>
        <w:pStyle w:val="Normlnweb"/>
        <w:numPr>
          <w:ilvl w:val="0"/>
          <w:numId w:val="11"/>
        </w:numPr>
        <w:spacing w:after="0"/>
        <w:ind w:left="1066" w:hanging="357"/>
        <w:rPr>
          <w:rFonts w:ascii="Verdana" w:hAnsi="Verdana"/>
          <w:color w:val="000000"/>
          <w:szCs w:val="18"/>
        </w:rPr>
      </w:pPr>
      <w:r w:rsidRPr="00893678">
        <w:rPr>
          <w:rFonts w:ascii="Verdana" w:hAnsi="Verdana"/>
          <w:color w:val="000000"/>
          <w:szCs w:val="18"/>
        </w:rPr>
        <w:t>Programovací přípravek pro eurobalízy musí být možno ovládat z libovolného zařízení pomocí standardních komunikačních protokolů Wi-Fi dle IEEE 802.11 a to ve verzi Wi-Fi 4 tj. 802.11n a novější</w:t>
      </w:r>
      <w:r w:rsidR="00754E2D">
        <w:rPr>
          <w:rFonts w:ascii="Verdana" w:hAnsi="Verdana"/>
          <w:color w:val="000000"/>
          <w:szCs w:val="18"/>
        </w:rPr>
        <w:t>, prostřednictvím webového rozhraní</w:t>
      </w:r>
      <w:r w:rsidRPr="00893678">
        <w:rPr>
          <w:rFonts w:ascii="Verdana" w:hAnsi="Verdana"/>
          <w:color w:val="000000"/>
          <w:szCs w:val="18"/>
        </w:rPr>
        <w:t>. K ovládání zařízení nesmí být potřeba instalace žádného dodatečného SW mimo SW pro ověření uživatele. </w:t>
      </w:r>
    </w:p>
    <w:p w14:paraId="5EEBF9E7" w14:textId="77777777" w:rsidR="006A18D3" w:rsidRPr="0081206E" w:rsidRDefault="006A18D3" w:rsidP="00127232">
      <w:pPr>
        <w:pStyle w:val="Odstavecseseznamem"/>
        <w:ind w:left="1068"/>
      </w:pPr>
    </w:p>
    <w:p w14:paraId="4F478062" w14:textId="4D9254EE" w:rsidR="005702D6" w:rsidRDefault="00413E5D">
      <w:pPr>
        <w:pStyle w:val="Nadpis2"/>
        <w:spacing w:before="0"/>
        <w:rPr>
          <w:color w:val="00B0F0"/>
        </w:rPr>
      </w:pPr>
      <w:r w:rsidRPr="00152480">
        <w:rPr>
          <w:color w:val="00B0F0"/>
        </w:rPr>
        <w:t>2. Specifikace</w:t>
      </w:r>
      <w:r w:rsidR="00DD28CC">
        <w:rPr>
          <w:color w:val="00B0F0"/>
        </w:rPr>
        <w:t xml:space="preserve"> </w:t>
      </w:r>
    </w:p>
    <w:p w14:paraId="300378FA" w14:textId="7CC4432C" w:rsidR="002F52DB" w:rsidRPr="009E6972" w:rsidRDefault="003C0327" w:rsidP="00127232">
      <w:pPr>
        <w:pStyle w:val="Odstavecseseznamem"/>
        <w:numPr>
          <w:ilvl w:val="0"/>
          <w:numId w:val="10"/>
        </w:numPr>
        <w:ind w:left="1066"/>
      </w:pPr>
      <w:r w:rsidRPr="009E6972">
        <w:t>1</w:t>
      </w:r>
      <w:r w:rsidR="009B6836" w:rsidRPr="009E6972">
        <w:t xml:space="preserve">x – </w:t>
      </w:r>
      <w:r w:rsidR="00E936C0" w:rsidRPr="009E6972">
        <w:t xml:space="preserve">Měřící </w:t>
      </w:r>
      <w:r w:rsidR="00C43C99" w:rsidRPr="009E6972">
        <w:t xml:space="preserve">a diagnostický </w:t>
      </w:r>
      <w:r w:rsidR="00E936C0" w:rsidRPr="009E6972">
        <w:t xml:space="preserve">přístroj </w:t>
      </w:r>
      <w:r w:rsidR="009E6972">
        <w:t xml:space="preserve">TPG V2 WEB s terminálem S25065-A141 Siemens </w:t>
      </w:r>
      <w:r w:rsidR="00893678" w:rsidRPr="009E6972">
        <w:t xml:space="preserve">pro </w:t>
      </w:r>
      <w:proofErr w:type="spellStart"/>
      <w:r w:rsidR="00893678" w:rsidRPr="009E6972">
        <w:t>typbalíz</w:t>
      </w:r>
      <w:proofErr w:type="spellEnd"/>
      <w:r w:rsidR="007A0C7A" w:rsidRPr="009E6972">
        <w:t>:</w:t>
      </w:r>
      <w:r w:rsidR="00E936C0" w:rsidRPr="009E6972">
        <w:t xml:space="preserve"> přepínatelné a nepřepínatelné </w:t>
      </w:r>
      <w:proofErr w:type="spellStart"/>
      <w:r w:rsidR="00E936C0" w:rsidRPr="009E6972">
        <w:t>balízy</w:t>
      </w:r>
      <w:proofErr w:type="spellEnd"/>
      <w:r w:rsidR="009E6972">
        <w:t xml:space="preserve"> </w:t>
      </w:r>
      <w:r w:rsidR="00893678" w:rsidRPr="009E6972">
        <w:t xml:space="preserve">typu </w:t>
      </w:r>
      <w:r w:rsidR="00975C21" w:rsidRPr="009E6972">
        <w:t xml:space="preserve">SIEMENS </w:t>
      </w:r>
      <w:r w:rsidR="00893678" w:rsidRPr="009E6972">
        <w:t>S21</w:t>
      </w:r>
      <w:r w:rsidR="00754E2D" w:rsidRPr="009E6972">
        <w:t xml:space="preserve"> a S22</w:t>
      </w:r>
    </w:p>
    <w:p w14:paraId="7429E433" w14:textId="77777777" w:rsidR="00893678" w:rsidRPr="0086615B" w:rsidRDefault="00893678" w:rsidP="00127232">
      <w:pPr>
        <w:pStyle w:val="Odstavecseseznamem"/>
        <w:ind w:left="1066"/>
      </w:pPr>
      <w:r>
        <w:t>(souvislost s typem balíz instalovaných na železniční dopravní cestě zadavatele)</w:t>
      </w:r>
    </w:p>
    <w:p w14:paraId="693A144E" w14:textId="77777777" w:rsidR="00893678" w:rsidRPr="00612482" w:rsidRDefault="00893678" w:rsidP="00893678">
      <w:pPr>
        <w:pStyle w:val="Odstavecseseznamem"/>
        <w:ind w:left="1068"/>
        <w:jc w:val="both"/>
      </w:pPr>
    </w:p>
    <w:p w14:paraId="73C3DDB6" w14:textId="3BBC26FF" w:rsidR="005702D6" w:rsidRDefault="0008575D" w:rsidP="005702D6">
      <w:pPr>
        <w:pStyle w:val="Nadpis2"/>
        <w:spacing w:before="0"/>
      </w:pPr>
      <w:r>
        <w:t xml:space="preserve">3. Požadovaná dokumentace a </w:t>
      </w:r>
      <w:r w:rsidR="005702D6">
        <w:t>služby</w:t>
      </w:r>
      <w:r>
        <w:t xml:space="preserve"> po dobu záruční lhůty</w:t>
      </w:r>
    </w:p>
    <w:p w14:paraId="3C1D9683" w14:textId="6281ADC2" w:rsidR="005702D6" w:rsidRDefault="005702D6" w:rsidP="005702D6">
      <w:pPr>
        <w:pStyle w:val="Odstavecseseznamem"/>
        <w:numPr>
          <w:ilvl w:val="0"/>
          <w:numId w:val="12"/>
        </w:numPr>
      </w:pPr>
      <w:r>
        <w:t>Dodací list</w:t>
      </w:r>
      <w:r w:rsidR="00306842">
        <w:t xml:space="preserve"> a</w:t>
      </w:r>
      <w:r w:rsidR="001B1147">
        <w:t xml:space="preserve"> </w:t>
      </w:r>
      <w:r w:rsidR="000A290F">
        <w:t xml:space="preserve">záruční list </w:t>
      </w:r>
      <w:r w:rsidR="00883E4D">
        <w:t>nářadí</w:t>
      </w:r>
    </w:p>
    <w:p w14:paraId="5624021F" w14:textId="710C28D3" w:rsidR="005702D6" w:rsidRDefault="005702D6" w:rsidP="005702D6">
      <w:pPr>
        <w:pStyle w:val="Odstavecseseznamem"/>
        <w:numPr>
          <w:ilvl w:val="0"/>
          <w:numId w:val="12"/>
        </w:numPr>
      </w:pPr>
      <w:r>
        <w:t>Návod k</w:t>
      </w:r>
      <w:r w:rsidR="00306842">
        <w:t> použití,</w:t>
      </w:r>
      <w:r w:rsidR="001B1147">
        <w:t xml:space="preserve"> údržbě a</w:t>
      </w:r>
      <w:r w:rsidR="000A290F">
        <w:t xml:space="preserve"> </w:t>
      </w:r>
      <w:r w:rsidR="000A290F" w:rsidRPr="000A2395">
        <w:t>obsluze</w:t>
      </w:r>
      <w:r w:rsidR="001B1147" w:rsidRPr="000A2395">
        <w:t xml:space="preserve"> </w:t>
      </w:r>
      <w:r w:rsidR="003D0A19" w:rsidRPr="000A2395">
        <w:t>v</w:t>
      </w:r>
      <w:r w:rsidR="006E66B0" w:rsidRPr="000A2395">
        <w:t> českém</w:t>
      </w:r>
      <w:r w:rsidR="00210FD8" w:rsidRPr="000A2395">
        <w:t xml:space="preserve"> jazyce</w:t>
      </w:r>
    </w:p>
    <w:p w14:paraId="44CCE650" w14:textId="16E0F49E" w:rsidR="0086125E" w:rsidRDefault="0086125E" w:rsidP="005702D6">
      <w:pPr>
        <w:pStyle w:val="Odstavecseseznamem"/>
        <w:numPr>
          <w:ilvl w:val="0"/>
          <w:numId w:val="12"/>
        </w:numPr>
      </w:pPr>
      <w:r>
        <w:t>Školení obsluhy a školení software</w:t>
      </w:r>
    </w:p>
    <w:p w14:paraId="5BFD6245" w14:textId="4D426B2F" w:rsidR="005702D6" w:rsidRPr="003E0DDA" w:rsidRDefault="00306842" w:rsidP="005702D6">
      <w:pPr>
        <w:pStyle w:val="Odstavecseseznamem"/>
        <w:numPr>
          <w:ilvl w:val="0"/>
          <w:numId w:val="12"/>
        </w:numPr>
      </w:pPr>
      <w:r w:rsidRPr="003E0DDA">
        <w:t>Záruk</w:t>
      </w:r>
      <w:r w:rsidR="003D0A19">
        <w:t>a na jakost po dobu minimálně 60</w:t>
      </w:r>
      <w:r w:rsidRPr="003E0DDA">
        <w:t xml:space="preserve"> měsíců</w:t>
      </w:r>
    </w:p>
    <w:p w14:paraId="4BEB763B" w14:textId="2F17D255" w:rsidR="00CD3E6B" w:rsidRPr="0081206E" w:rsidRDefault="00CD3E6B" w:rsidP="00CD3E6B">
      <w:pPr>
        <w:pStyle w:val="Odstavecseseznamem"/>
        <w:numPr>
          <w:ilvl w:val="0"/>
          <w:numId w:val="12"/>
        </w:numPr>
        <w:jc w:val="both"/>
        <w:rPr>
          <w:b/>
        </w:rPr>
      </w:pPr>
      <w:r w:rsidRPr="0081206E">
        <w:t>Dodavatel uvede v nabídce (</w:t>
      </w:r>
      <w:r w:rsidR="004D2143">
        <w:t xml:space="preserve">kupní </w:t>
      </w:r>
      <w:r w:rsidRPr="0081206E">
        <w:t xml:space="preserve">smlouvě) adresu </w:t>
      </w:r>
      <w:r w:rsidR="00891E7D">
        <w:t xml:space="preserve">autorizovaného </w:t>
      </w:r>
      <w:r w:rsidRPr="0081206E">
        <w:t>servisního střediska</w:t>
      </w:r>
      <w:r w:rsidR="00372215" w:rsidRPr="0081206E">
        <w:t>.</w:t>
      </w:r>
    </w:p>
    <w:p w14:paraId="53DCF75C" w14:textId="22BE2FA0" w:rsidR="002F52DB" w:rsidRPr="002F52DB" w:rsidRDefault="002F52DB" w:rsidP="002F52DB">
      <w:pPr>
        <w:pStyle w:val="Nadpis2"/>
      </w:pPr>
      <w:r>
        <w:t>4. Technická specifikace</w:t>
      </w:r>
    </w:p>
    <w:p w14:paraId="58D78216" w14:textId="77777777" w:rsidR="00893678" w:rsidRDefault="00893678" w:rsidP="00893678">
      <w:pPr>
        <w:pStyle w:val="Odstavecseseznamem"/>
        <w:numPr>
          <w:ilvl w:val="0"/>
          <w:numId w:val="13"/>
        </w:numPr>
      </w:pPr>
      <w:r>
        <w:t xml:space="preserve">Dodavatel </w:t>
      </w:r>
      <w:r w:rsidRPr="00E73A03">
        <w:rPr>
          <w:b/>
          <w:bCs/>
        </w:rPr>
        <w:t>uvede u číselných hodnot přesnou hodnotu</w:t>
      </w:r>
      <w:r>
        <w:rPr>
          <w:b/>
          <w:bCs/>
        </w:rPr>
        <w:t xml:space="preserve"> </w:t>
      </w:r>
      <w:r>
        <w:t xml:space="preserve">myšleno parametry nabízeného modelu), </w:t>
      </w:r>
      <w:r w:rsidRPr="00E73A03">
        <w:rPr>
          <w:b/>
          <w:bCs/>
        </w:rPr>
        <w:t>u ostatních údajů</w:t>
      </w:r>
      <w:r>
        <w:t xml:space="preserve"> účastník </w:t>
      </w:r>
      <w:r w:rsidRPr="00E73A03">
        <w:rPr>
          <w:b/>
          <w:bCs/>
        </w:rPr>
        <w:t>uvede ANO/NE</w:t>
      </w:r>
      <w:r>
        <w:t>, zda splňuje / nesplňuje požadavek zadavatele</w:t>
      </w:r>
      <w:r>
        <w:tab/>
      </w:r>
      <w:r>
        <w:tab/>
      </w:r>
    </w:p>
    <w:p w14:paraId="5EA6776F" w14:textId="77777777" w:rsidR="00893678" w:rsidRPr="002741EA" w:rsidRDefault="00893678" w:rsidP="00893678">
      <w:pPr>
        <w:pStyle w:val="Odstavecseseznamem"/>
        <w:numPr>
          <w:ilvl w:val="0"/>
          <w:numId w:val="13"/>
        </w:numPr>
        <w:jc w:val="both"/>
        <w:rPr>
          <w:b/>
        </w:rPr>
      </w:pPr>
      <w:r>
        <w:t>Uvedené parametry a výbava jsou minimálními požadavky zadavatele, jejich nesplnění (nižší hodnota, nebo odpověď NE) je nesplněním zadávacích podmínek.</w:t>
      </w:r>
    </w:p>
    <w:p w14:paraId="278FCD19" w14:textId="776C59C0" w:rsidR="00B34153" w:rsidRDefault="00B34153" w:rsidP="00B34153">
      <w:pPr>
        <w:jc w:val="both"/>
        <w:rPr>
          <w:b/>
        </w:rPr>
      </w:pPr>
    </w:p>
    <w:p w14:paraId="3558B83B" w14:textId="77777777" w:rsidR="00CA4C46" w:rsidRPr="00B34153" w:rsidRDefault="00CA4C46" w:rsidP="00B34153">
      <w:pPr>
        <w:jc w:val="both"/>
        <w:rPr>
          <w:b/>
        </w:rPr>
      </w:pPr>
    </w:p>
    <w:p w14:paraId="3764C607" w14:textId="5A428460" w:rsidR="00EB2B45" w:rsidRDefault="00EB2B45" w:rsidP="00EB2B45">
      <w:pPr>
        <w:jc w:val="both"/>
        <w:rPr>
          <w:b/>
        </w:rPr>
      </w:pPr>
    </w:p>
    <w:p w14:paraId="4DA8D07C" w14:textId="77777777" w:rsidR="00893678" w:rsidRDefault="00893678" w:rsidP="00893678">
      <w:pPr>
        <w:jc w:val="both"/>
        <w:rPr>
          <w:b/>
        </w:rPr>
      </w:pPr>
    </w:p>
    <w:p w14:paraId="250B6307" w14:textId="77777777" w:rsidR="00893678" w:rsidRDefault="00893678" w:rsidP="00893678">
      <w:pPr>
        <w:jc w:val="both"/>
        <w:rPr>
          <w:b/>
        </w:rPr>
      </w:pPr>
    </w:p>
    <w:tbl>
      <w:tblPr>
        <w:tblStyle w:val="Prosttabulka1"/>
        <w:tblpPr w:leftFromText="141" w:rightFromText="141" w:vertAnchor="page" w:horzAnchor="margin" w:tblpX="-289" w:tblpY="1876"/>
        <w:tblW w:w="9785" w:type="dxa"/>
        <w:tblLook w:val="04A0" w:firstRow="1" w:lastRow="0" w:firstColumn="1" w:lastColumn="0" w:noHBand="0" w:noVBand="1"/>
      </w:tblPr>
      <w:tblGrid>
        <w:gridCol w:w="5665"/>
        <w:gridCol w:w="1629"/>
        <w:gridCol w:w="2491"/>
      </w:tblGrid>
      <w:tr w:rsidR="00893678" w:rsidRPr="004D2143" w14:paraId="17F96396" w14:textId="77777777" w:rsidTr="00050D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002B59"/>
            <w:vAlign w:val="center"/>
            <w:hideMark/>
          </w:tcPr>
          <w:p w14:paraId="7DF0FBB0" w14:textId="55DDE44B" w:rsidR="00893678" w:rsidRP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aps/>
                <w:color w:val="FFFFFF"/>
                <w:sz w:val="20"/>
                <w:szCs w:val="20"/>
                <w:lang w:eastAsia="cs-CZ"/>
              </w:rPr>
            </w:pPr>
            <w:r w:rsidRPr="00893678">
              <w:rPr>
                <w:caps/>
              </w:rPr>
              <w:t>Měřící a diagnostický přístroj pro balízy</w:t>
            </w:r>
          </w:p>
        </w:tc>
        <w:tc>
          <w:tcPr>
            <w:tcW w:w="1629" w:type="dxa"/>
            <w:shd w:val="clear" w:color="auto" w:fill="002B59"/>
            <w:vAlign w:val="center"/>
            <w:hideMark/>
          </w:tcPr>
          <w:p w14:paraId="20F48C5F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proofErr w:type="gramStart"/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POŽADOVANÉ  PARAMETRY</w:t>
            </w:r>
            <w:proofErr w:type="gramEnd"/>
          </w:p>
        </w:tc>
        <w:tc>
          <w:tcPr>
            <w:tcW w:w="2491" w:type="dxa"/>
            <w:shd w:val="clear" w:color="auto" w:fill="002B59"/>
            <w:vAlign w:val="center"/>
            <w:hideMark/>
          </w:tcPr>
          <w:p w14:paraId="60B9CEAF" w14:textId="77777777" w:rsidR="00893678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 xml:space="preserve">PARAMETRY NABÍZENÉHO </w:t>
            </w:r>
            <w: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  <w:t>PŘÍSTROJE</w:t>
            </w:r>
          </w:p>
          <w:p w14:paraId="533AF5ED" w14:textId="77777777" w:rsidR="00893678" w:rsidRPr="004D2143" w:rsidRDefault="00893678" w:rsidP="00050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(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>dodavatel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 vyplní </w:t>
            </w:r>
            <w:r>
              <w:rPr>
                <w:rFonts w:ascii="Verdana" w:eastAsia="Times New Roman" w:hAnsi="Verdana" w:cs="Times New Roman"/>
                <w:color w:val="FFFFFF"/>
                <w:lang w:eastAsia="cs-CZ"/>
              </w:rPr>
              <w:t xml:space="preserve">požadované </w:t>
            </w:r>
            <w:r w:rsidRPr="00DE1AB9">
              <w:rPr>
                <w:rFonts w:ascii="Verdana" w:eastAsia="Times New Roman" w:hAnsi="Verdana" w:cs="Times New Roman"/>
                <w:color w:val="FFFFFF"/>
                <w:lang w:eastAsia="cs-CZ"/>
              </w:rPr>
              <w:t>hodnoty)</w:t>
            </w:r>
          </w:p>
        </w:tc>
      </w:tr>
      <w:tr w:rsidR="00893678" w:rsidRPr="004D2143" w14:paraId="791189A9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556E26D7" w14:textId="1A062E42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1" w:name="_Hlk133992566"/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NABÍZEN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Ý</w:t>
            </w:r>
            <w:r w:rsidRPr="00E03B54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PŘÍSTROJ </w:t>
            </w:r>
            <w:r w:rsidR="005906DA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(</w:t>
            </w:r>
            <w:r w:rsidR="005906DA"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model</w:t>
            </w:r>
            <w:r w:rsidRPr="00893678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/typ)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7DD4EC87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6C8302DB" w14:textId="50738458" w:rsidR="00893678" w:rsidRPr="004D2143" w:rsidRDefault="009E6972" w:rsidP="00050D66">
            <w:pPr>
              <w:ind w:hanging="179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b/>
                <w:bCs/>
              </w:rPr>
              <w:t>TPG V2 WEB s terminálem S25065</w:t>
            </w:r>
          </w:p>
        </w:tc>
      </w:tr>
      <w:bookmarkEnd w:id="1"/>
      <w:tr w:rsidR="00893678" w:rsidRPr="004D2143" w14:paraId="60BE09A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0DB0D36" w14:textId="3E398131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>Určeno pro typ balíz: přepínatelné a nepřepínatelné balízy typu SIEMENS S21</w:t>
            </w:r>
            <w:r w:rsidR="00754E2D">
              <w:rPr>
                <w:rFonts w:ascii="Verdana" w:eastAsia="Times New Roman" w:hAnsi="Verdana" w:cs="Times New Roman"/>
                <w:b w:val="0"/>
                <w:color w:val="000000"/>
                <w:lang w:eastAsia="cs-CZ"/>
              </w:rPr>
              <w:t xml:space="preserve"> a S22</w:t>
            </w:r>
          </w:p>
        </w:tc>
        <w:tc>
          <w:tcPr>
            <w:tcW w:w="1629" w:type="dxa"/>
            <w:noWrap/>
            <w:vAlign w:val="center"/>
          </w:tcPr>
          <w:p w14:paraId="5E968AFC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05ED27E" w14:textId="77777777" w:rsidR="00893678" w:rsidRPr="007A4A7E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FC95CAC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758562B8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Popruh</w:t>
            </w:r>
          </w:p>
        </w:tc>
        <w:tc>
          <w:tcPr>
            <w:tcW w:w="1629" w:type="dxa"/>
            <w:noWrap/>
            <w:vAlign w:val="center"/>
          </w:tcPr>
          <w:p w14:paraId="1929343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  <w:hideMark/>
          </w:tcPr>
          <w:p w14:paraId="5CC5EAB0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CDC8027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vAlign w:val="center"/>
          </w:tcPr>
          <w:p w14:paraId="5AF4FA30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 w:val="0"/>
                <w:lang w:eastAsia="cs-CZ"/>
              </w:rPr>
              <w:t>Váha max.</w:t>
            </w:r>
          </w:p>
        </w:tc>
        <w:tc>
          <w:tcPr>
            <w:tcW w:w="1629" w:type="dxa"/>
            <w:noWrap/>
            <w:vAlign w:val="center"/>
          </w:tcPr>
          <w:p w14:paraId="032EFD20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10 kg</w:t>
            </w:r>
          </w:p>
        </w:tc>
        <w:tc>
          <w:tcPr>
            <w:tcW w:w="2491" w:type="dxa"/>
            <w:noWrap/>
            <w:vAlign w:val="center"/>
            <w:hideMark/>
          </w:tcPr>
          <w:p w14:paraId="3CB16780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0A841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22D432B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bookmarkStart w:id="2" w:name="_Hlk133992744"/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Příslušenství: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0D768AC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17B7036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bookmarkEnd w:id="2"/>
      <w:tr w:rsidR="00893678" w:rsidRPr="004D2143" w14:paraId="08AC62F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6594C59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Servisní CD pro TPG</w:t>
            </w:r>
          </w:p>
        </w:tc>
        <w:tc>
          <w:tcPr>
            <w:tcW w:w="1629" w:type="dxa"/>
            <w:noWrap/>
            <w:vAlign w:val="center"/>
          </w:tcPr>
          <w:p w14:paraId="0AD2E7E6" w14:textId="77777777" w:rsidR="00893678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81715CE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72671B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585D837B" w14:textId="77777777" w:rsidR="00893678" w:rsidRPr="006225FD" w:rsidRDefault="00893678" w:rsidP="00050D66">
            <w:pPr>
              <w:rPr>
                <w:rFonts w:ascii="Verdana" w:eastAsia="Times New Roman" w:hAnsi="Verdana" w:cs="Times New Roman"/>
                <w:b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Nabíječ pro měřící přístroj</w:t>
            </w:r>
          </w:p>
        </w:tc>
        <w:tc>
          <w:tcPr>
            <w:tcW w:w="1629" w:type="dxa"/>
            <w:noWrap/>
            <w:vAlign w:val="center"/>
          </w:tcPr>
          <w:p w14:paraId="1689F927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627FD1F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F657D3" w:rsidRPr="004D2143" w14:paraId="641A715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2B91FB0" w14:textId="54C4BAC8" w:rsidR="00F657D3" w:rsidRPr="000A2395" w:rsidRDefault="00754E2D" w:rsidP="00F657D3">
            <w:pPr>
              <w:rPr>
                <w:rFonts w:ascii="Verdana" w:eastAsia="Times New Roman" w:hAnsi="Verdana" w:cs="Times New Roman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lang w:eastAsia="cs-CZ"/>
              </w:rPr>
              <w:t>Průmyslový tablet s Windows OS</w:t>
            </w:r>
            <w:r w:rsidR="005C6E0F">
              <w:rPr>
                <w:rFonts w:ascii="Verdana" w:eastAsia="Times New Roman" w:hAnsi="Verdana" w:cs="Times New Roman"/>
                <w:b w:val="0"/>
                <w:lang w:eastAsia="cs-CZ"/>
              </w:rPr>
              <w:t xml:space="preserve"> </w:t>
            </w:r>
          </w:p>
        </w:tc>
        <w:tc>
          <w:tcPr>
            <w:tcW w:w="1629" w:type="dxa"/>
            <w:noWrap/>
            <w:vAlign w:val="center"/>
          </w:tcPr>
          <w:p w14:paraId="63016A1E" w14:textId="1AB83D9F" w:rsidR="00F657D3" w:rsidRPr="00E01D20" w:rsidRDefault="00F657D3" w:rsidP="00F657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850F02B" w14:textId="2920B6C2" w:rsidR="00F657D3" w:rsidRPr="00417A87" w:rsidRDefault="00F657D3" w:rsidP="00F657D3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753FCE94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shd w:val="clear" w:color="auto" w:fill="FF5200"/>
            <w:noWrap/>
            <w:vAlign w:val="center"/>
            <w:hideMark/>
          </w:tcPr>
          <w:p w14:paraId="3E32D639" w14:textId="77777777" w:rsidR="00893678" w:rsidRPr="004D2143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color w:val="FFFFFF"/>
                <w:sz w:val="20"/>
                <w:szCs w:val="20"/>
                <w:lang w:eastAsia="cs-CZ"/>
              </w:rPr>
            </w:pPr>
            <w:r w:rsidRPr="006225FD"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>Software</w:t>
            </w:r>
            <w:r>
              <w:rPr>
                <w:rFonts w:ascii="Verdana" w:eastAsia="Times New Roman" w:hAnsi="Verdana" w:cs="Times New Roman"/>
                <w:bCs w:val="0"/>
                <w:color w:val="FFFFFF"/>
                <w:sz w:val="20"/>
                <w:szCs w:val="20"/>
                <w:lang w:eastAsia="cs-CZ"/>
              </w:rPr>
              <w:t xml:space="preserve"> (přepínatelná, nepřepínatelná balíza – funkcionality):</w:t>
            </w:r>
          </w:p>
        </w:tc>
        <w:tc>
          <w:tcPr>
            <w:tcW w:w="1629" w:type="dxa"/>
            <w:shd w:val="clear" w:color="auto" w:fill="FF5200"/>
            <w:vAlign w:val="center"/>
            <w:hideMark/>
          </w:tcPr>
          <w:p w14:paraId="3F512C49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 w:rsidRPr="004D2143"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  <w:tc>
          <w:tcPr>
            <w:tcW w:w="2491" w:type="dxa"/>
            <w:shd w:val="clear" w:color="auto" w:fill="FF5200"/>
            <w:noWrap/>
            <w:vAlign w:val="center"/>
            <w:hideMark/>
          </w:tcPr>
          <w:p w14:paraId="281CD5B8" w14:textId="77777777" w:rsidR="00893678" w:rsidRPr="004D2143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FFFFFF"/>
                <w:sz w:val="20"/>
                <w:szCs w:val="20"/>
                <w:lang w:eastAsia="cs-CZ"/>
              </w:rPr>
              <w:t>-</w:t>
            </w:r>
          </w:p>
        </w:tc>
      </w:tr>
      <w:tr w:rsidR="00893678" w:rsidRPr="004D2143" w14:paraId="26A38FC8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BE502B2" w14:textId="39E590C6" w:rsidR="00893678" w:rsidRPr="00A976C1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Programování </w:t>
            </w:r>
            <w:r w:rsidR="005906DA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balíz </w:t>
            </w:r>
            <w:r w:rsidR="005906DA" w:rsidRPr="00127232">
              <w:rPr>
                <w:rFonts w:ascii="Verdana" w:eastAsia="Times New Roman" w:hAnsi="Verdana" w:cs="Times New Roman"/>
                <w:lang w:eastAsia="cs-CZ"/>
              </w:rPr>
              <w:t xml:space="preserve">typu SIEMENS </w:t>
            </w:r>
            <w:r w:rsidR="005906DA" w:rsidRPr="005C6E0F">
              <w:rPr>
                <w:rFonts w:ascii="Verdana" w:eastAsia="Times New Roman" w:hAnsi="Verdana" w:cs="Times New Roman"/>
                <w:lang w:eastAsia="cs-CZ"/>
              </w:rPr>
              <w:t>S</w:t>
            </w:r>
            <w:r w:rsidRPr="005C6E0F">
              <w:rPr>
                <w:rFonts w:ascii="Verdana" w:eastAsia="Times New Roman" w:hAnsi="Verdana" w:cs="Times New Roman"/>
                <w:lang w:eastAsia="cs-CZ"/>
              </w:rPr>
              <w:t>21</w:t>
            </w:r>
            <w:r w:rsidR="00754E2D" w:rsidRPr="005C6E0F">
              <w:rPr>
                <w:rFonts w:ascii="Verdana" w:eastAsia="Times New Roman" w:hAnsi="Verdana" w:cs="Times New Roman"/>
                <w:lang w:eastAsia="cs-CZ"/>
              </w:rPr>
              <w:t xml:space="preserve"> </w:t>
            </w:r>
            <w:r w:rsidR="00754E2D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a S22</w:t>
            </w:r>
          </w:p>
        </w:tc>
        <w:tc>
          <w:tcPr>
            <w:tcW w:w="1629" w:type="dxa"/>
            <w:noWrap/>
            <w:vAlign w:val="center"/>
          </w:tcPr>
          <w:p w14:paraId="0BA5351E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 w:rsidRPr="00E01D20"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5BF37A31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4E14ED3C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BCFA74C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kontrolního součtu</w:t>
            </w:r>
          </w:p>
        </w:tc>
        <w:tc>
          <w:tcPr>
            <w:tcW w:w="1629" w:type="dxa"/>
            <w:noWrap/>
            <w:vAlign w:val="center"/>
          </w:tcPr>
          <w:p w14:paraId="1851FEEE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CADAEBB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05269CB9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13DE0492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základního telegramu</w:t>
            </w:r>
          </w:p>
        </w:tc>
        <w:tc>
          <w:tcPr>
            <w:tcW w:w="1629" w:type="dxa"/>
            <w:noWrap/>
            <w:vAlign w:val="center"/>
          </w:tcPr>
          <w:p w14:paraId="47620C7C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1785DAC6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6330E552" w14:textId="77777777" w:rsidTr="00050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355720ED" w14:textId="77777777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Porovnání telegramů</w:t>
            </w:r>
          </w:p>
        </w:tc>
        <w:tc>
          <w:tcPr>
            <w:tcW w:w="1629" w:type="dxa"/>
            <w:noWrap/>
            <w:vAlign w:val="center"/>
          </w:tcPr>
          <w:p w14:paraId="6A96F505" w14:textId="77777777" w:rsidR="00893678" w:rsidRPr="00E01D20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3C42A140" w14:textId="77777777" w:rsidR="00893678" w:rsidRPr="009D4B1C" w:rsidRDefault="00893678" w:rsidP="00050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39EF824E" w14:textId="77777777" w:rsidTr="00050D66">
        <w:trPr>
          <w:trHeight w:val="5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65DA6928" w14:textId="1A3E64F3" w:rsidR="00893678" w:rsidRDefault="00893678" w:rsidP="00050D66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Zobrazení úrovně naindukovaného napětí v</w:t>
            </w:r>
            <w:r w:rsidR="00754E2D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 </w:t>
            </w:r>
            <w:proofErr w:type="spellStart"/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balíze</w:t>
            </w:r>
            <w:proofErr w:type="spellEnd"/>
            <w:r w:rsidR="00754E2D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po vybuzení</w:t>
            </w:r>
            <w:r w:rsidR="005C6E0F"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 xml:space="preserve"> </w:t>
            </w:r>
            <w: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  <w:t>napájecím signálem</w:t>
            </w:r>
          </w:p>
        </w:tc>
        <w:tc>
          <w:tcPr>
            <w:tcW w:w="1629" w:type="dxa"/>
            <w:noWrap/>
            <w:vAlign w:val="center"/>
          </w:tcPr>
          <w:p w14:paraId="070112BB" w14:textId="77777777" w:rsidR="00893678" w:rsidRPr="00E01D20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4F383253" w14:textId="77777777" w:rsidR="00893678" w:rsidRPr="009D4B1C" w:rsidRDefault="00893678" w:rsidP="00050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Verdana" w:eastAsia="Times New Roman" w:hAnsi="Verdana" w:cs="Times New Roman"/>
                <w:bCs/>
                <w:lang w:eastAsia="cs-CZ"/>
              </w:rPr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  <w:tr w:rsidR="00893678" w:rsidRPr="004D2143" w14:paraId="298EB1DA" w14:textId="77777777" w:rsidTr="004672E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1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65" w:type="dxa"/>
            <w:noWrap/>
            <w:vAlign w:val="center"/>
          </w:tcPr>
          <w:p w14:paraId="22D233A3" w14:textId="5A32478D" w:rsidR="00893678" w:rsidRPr="004672ED" w:rsidRDefault="004672ED" w:rsidP="00893678">
            <w:pPr>
              <w:rPr>
                <w:rFonts w:ascii="Verdana" w:eastAsia="Times New Roman" w:hAnsi="Verdana" w:cs="Times New Roman"/>
                <w:b w:val="0"/>
                <w:bCs w:val="0"/>
                <w:lang w:eastAsia="cs-CZ"/>
              </w:rPr>
            </w:pPr>
            <w:r w:rsidRPr="004672ED">
              <w:rPr>
                <w:rFonts w:ascii="Verdana" w:hAnsi="Verdana"/>
                <w:b w:val="0"/>
                <w:bCs w:val="0"/>
                <w:color w:val="000000"/>
              </w:rPr>
              <w:t>Programovací přípravek pro eurobalízy umožňující ovládání z libovolného zařízení pomocí standardních komunikačních protokolů Wi-Fi dle IEEE 802.11 a to ve verzi Wi-Fi 4 tj. 802.11n a novější bez instalace žádného dodatečného SW mimo SW pro ověření uživatele</w:t>
            </w:r>
          </w:p>
        </w:tc>
        <w:tc>
          <w:tcPr>
            <w:tcW w:w="1629" w:type="dxa"/>
            <w:noWrap/>
            <w:vAlign w:val="center"/>
          </w:tcPr>
          <w:p w14:paraId="7513B2B4" w14:textId="3C71610C" w:rsidR="00893678" w:rsidRDefault="00893678" w:rsidP="00893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Verdana" w:eastAsia="Times New Roman" w:hAnsi="Verdana" w:cs="Times New Roman"/>
                <w:b/>
                <w:lang w:eastAsia="cs-CZ"/>
              </w:rPr>
            </w:pPr>
            <w:r>
              <w:rPr>
                <w:rFonts w:ascii="Verdana" w:eastAsia="Times New Roman" w:hAnsi="Verdana" w:cs="Times New Roman"/>
                <w:b/>
                <w:lang w:eastAsia="cs-CZ"/>
              </w:rPr>
              <w:t>ANO</w:t>
            </w:r>
          </w:p>
        </w:tc>
        <w:tc>
          <w:tcPr>
            <w:tcW w:w="2491" w:type="dxa"/>
            <w:noWrap/>
            <w:vAlign w:val="center"/>
          </w:tcPr>
          <w:p w14:paraId="0FBB8FF7" w14:textId="64A4E033" w:rsidR="00893678" w:rsidRPr="00417A87" w:rsidRDefault="00893678" w:rsidP="0089367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417A87">
              <w:t>"[</w:t>
            </w:r>
            <w:r w:rsidRPr="00417A87">
              <w:rPr>
                <w:highlight w:val="yellow"/>
              </w:rPr>
              <w:t>VLOŽÍ</w:t>
            </w:r>
            <w:r w:rsidRPr="00417A87">
              <w:rPr>
                <w:b/>
                <w:bCs/>
                <w:highlight w:val="yellow"/>
              </w:rPr>
              <w:t xml:space="preserve"> </w:t>
            </w:r>
            <w:r w:rsidRPr="00417A87">
              <w:rPr>
                <w:highlight w:val="yellow"/>
              </w:rPr>
              <w:t>PRODÁVAJÍCÍ</w:t>
            </w:r>
            <w:r w:rsidRPr="00417A87">
              <w:t>]"</w:t>
            </w:r>
          </w:p>
        </w:tc>
      </w:tr>
    </w:tbl>
    <w:p w14:paraId="538C6D62" w14:textId="77777777" w:rsidR="00893678" w:rsidRDefault="00893678" w:rsidP="00893678">
      <w:pPr>
        <w:jc w:val="both"/>
        <w:rPr>
          <w:b/>
        </w:rPr>
      </w:pPr>
    </w:p>
    <w:p w14:paraId="47759E1A" w14:textId="10A0ACC2" w:rsidR="004D2143" w:rsidRDefault="004D2143" w:rsidP="00EB2B45">
      <w:pPr>
        <w:jc w:val="both"/>
        <w:rPr>
          <w:b/>
        </w:rPr>
      </w:pPr>
    </w:p>
    <w:p w14:paraId="7F10409A" w14:textId="46FAD610" w:rsidR="00B34153" w:rsidRDefault="00B34153" w:rsidP="00E01D20">
      <w:pPr>
        <w:jc w:val="both"/>
        <w:rPr>
          <w:b/>
        </w:rPr>
      </w:pPr>
    </w:p>
    <w:sectPr w:rsidR="00B34153" w:rsidSect="00C74E9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993" w:left="156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06D782" w14:textId="77777777" w:rsidR="003033A4" w:rsidRDefault="003033A4" w:rsidP="00962258">
      <w:pPr>
        <w:spacing w:after="0" w:line="240" w:lineRule="auto"/>
      </w:pPr>
      <w:r>
        <w:separator/>
      </w:r>
    </w:p>
  </w:endnote>
  <w:endnote w:type="continuationSeparator" w:id="0">
    <w:p w14:paraId="2FA8355A" w14:textId="77777777" w:rsidR="003033A4" w:rsidRDefault="003033A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0661F03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009E069" w14:textId="4951EA57" w:rsidR="00D6071C" w:rsidRPr="00B8518B" w:rsidRDefault="00D6071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F2FDEC" w14:textId="77777777" w:rsidR="00D6071C" w:rsidRDefault="00D6071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6044884" w14:textId="77777777" w:rsidR="00D6071C" w:rsidRDefault="00D6071C" w:rsidP="0040211C">
          <w:pPr>
            <w:pStyle w:val="Zpat"/>
            <w:jc w:val="center"/>
          </w:pPr>
        </w:p>
      </w:tc>
      <w:tc>
        <w:tcPr>
          <w:tcW w:w="2921" w:type="dxa"/>
        </w:tcPr>
        <w:p w14:paraId="6D5E9424" w14:textId="77777777" w:rsidR="00D6071C" w:rsidRDefault="00D6071C" w:rsidP="00D831A3">
          <w:pPr>
            <w:pStyle w:val="Zpat"/>
          </w:pPr>
        </w:p>
      </w:tc>
    </w:tr>
  </w:tbl>
  <w:p w14:paraId="48C0B2B2" w14:textId="77777777" w:rsidR="00D6071C" w:rsidRPr="00B8518B" w:rsidRDefault="00D6071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BAE9284" wp14:editId="13379BB0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8" name="Straight Connector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FC03E4F" id="Straight Connector 8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CBS22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D6071C" w14:paraId="6E131ABF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05A61FC" w14:textId="6065CD07" w:rsidR="00D6071C" w:rsidRPr="00B8518B" w:rsidRDefault="00D6071C" w:rsidP="005A4944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7C0DF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6DA02B" w14:textId="77777777" w:rsidR="00D6071C" w:rsidRDefault="00D6071C" w:rsidP="005A4944">
          <w:pPr>
            <w:pStyle w:val="Zpat"/>
          </w:pPr>
          <w:r>
            <w:t>Správa železnic, státní organizace</w:t>
          </w:r>
        </w:p>
        <w:p w14:paraId="56A65E20" w14:textId="77777777" w:rsidR="00D6071C" w:rsidRDefault="00D6071C" w:rsidP="005A494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775C4F2" w14:textId="77777777" w:rsidR="00D6071C" w:rsidRDefault="00D6071C" w:rsidP="005A4944">
          <w:pPr>
            <w:pStyle w:val="Zpat"/>
          </w:pPr>
          <w:r>
            <w:t>Sídlo: Dlážděná 1003/7, 110 00 Praha 1</w:t>
          </w:r>
        </w:p>
        <w:p w14:paraId="0C115128" w14:textId="77777777" w:rsidR="00D6071C" w:rsidRDefault="00D6071C" w:rsidP="005A4944">
          <w:pPr>
            <w:pStyle w:val="Zpat"/>
          </w:pPr>
          <w:r>
            <w:t>IČO: 709 94 234 DIČ: CZ 709 94 234</w:t>
          </w:r>
        </w:p>
        <w:p w14:paraId="0F632BD3" w14:textId="1E072765" w:rsidR="00D6071C" w:rsidRDefault="00D6071C" w:rsidP="00D015F4">
          <w:pPr>
            <w:pStyle w:val="Zpat"/>
          </w:pPr>
          <w:r>
            <w:t>spravazeleznic.cz</w:t>
          </w:r>
        </w:p>
      </w:tc>
      <w:tc>
        <w:tcPr>
          <w:tcW w:w="2921" w:type="dxa"/>
        </w:tcPr>
        <w:p w14:paraId="6A94EB48" w14:textId="77777777" w:rsidR="00D6071C" w:rsidRDefault="00D6071C" w:rsidP="005A4944">
          <w:pPr>
            <w:pStyle w:val="Zpat"/>
          </w:pPr>
        </w:p>
      </w:tc>
    </w:tr>
  </w:tbl>
  <w:p w14:paraId="6DF5F94F" w14:textId="77777777" w:rsidR="00D6071C" w:rsidRPr="00B8518B" w:rsidRDefault="00D6071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360" behindDoc="1" locked="1" layoutInCell="1" allowOverlap="1" wp14:anchorId="0BB3D2F9" wp14:editId="0CB15C19">
              <wp:simplePos x="0" y="0"/>
              <wp:positionH relativeFrom="page">
                <wp:posOffset>431800</wp:posOffset>
              </wp:positionH>
              <wp:positionV relativeFrom="page">
                <wp:posOffset>5346700</wp:posOffset>
              </wp:positionV>
              <wp:extent cx="180000" cy="0"/>
              <wp:effectExtent l="0" t="0" r="0" b="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66A56000" id="Straight Connector 4" o:spid="_x0000_s1026" style="position:absolute;z-index:-2516531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421pt" to="48.15pt,4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0B26E30F" wp14:editId="6DE15DDC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line w14:anchorId="70263040" id="Straight Connector 6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6A4982" w14:textId="77777777" w:rsidR="00D6071C" w:rsidRPr="00460660" w:rsidRDefault="00D6071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5981A9" w14:textId="77777777" w:rsidR="003033A4" w:rsidRDefault="003033A4" w:rsidP="00962258">
      <w:pPr>
        <w:spacing w:after="0" w:line="240" w:lineRule="auto"/>
      </w:pPr>
      <w:r>
        <w:separator/>
      </w:r>
    </w:p>
  </w:footnote>
  <w:footnote w:type="continuationSeparator" w:id="0">
    <w:p w14:paraId="1F3042EA" w14:textId="77777777" w:rsidR="003033A4" w:rsidRDefault="003033A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D6071C" w14:paraId="2FE739C5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821D92E" w14:textId="77777777" w:rsidR="00D6071C" w:rsidRPr="00B8518B" w:rsidRDefault="00D6071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595920D" w14:textId="77777777" w:rsidR="00D6071C" w:rsidRDefault="00D6071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610DC7B" w14:textId="77777777" w:rsidR="00D6071C" w:rsidRPr="00D6163D" w:rsidRDefault="00D6071C" w:rsidP="00D6163D">
          <w:pPr>
            <w:pStyle w:val="Druhdokumentu"/>
          </w:pPr>
        </w:p>
      </w:tc>
    </w:tr>
  </w:tbl>
  <w:p w14:paraId="54A0014C" w14:textId="77777777" w:rsidR="00D6071C" w:rsidRPr="00D6163D" w:rsidRDefault="00D6071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93678" w:rsidRPr="002A6AEA" w14:paraId="3FD79E07" w14:textId="77777777" w:rsidTr="00893678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77A3203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5DD5954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3190111" w14:textId="77777777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Příloha č. 1 Výzvy k podání nabídky:</w:t>
          </w:r>
        </w:p>
        <w:p w14:paraId="714A9767" w14:textId="77777777" w:rsidR="00893678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ab/>
            <w:t xml:space="preserve">Specifikace předmětu veřejné </w:t>
          </w:r>
        </w:p>
        <w:p w14:paraId="559F4D65" w14:textId="77777777" w:rsidR="00893678" w:rsidRPr="00E73A03" w:rsidRDefault="00893678" w:rsidP="00893678">
          <w:pPr>
            <w:pStyle w:val="Druhdokumentu"/>
            <w:rPr>
              <w:b w:val="0"/>
              <w:bCs/>
              <w:sz w:val="18"/>
              <w:szCs w:val="18"/>
            </w:rPr>
          </w:pPr>
          <w:r w:rsidRPr="00E73A03">
            <w:rPr>
              <w:b w:val="0"/>
              <w:bCs/>
              <w:sz w:val="18"/>
              <w:szCs w:val="18"/>
            </w:rPr>
            <w:t>zakázky – TECHNICKÉ POŽADAVKY</w:t>
          </w:r>
        </w:p>
        <w:p w14:paraId="5B68F9BA" w14:textId="77777777" w:rsidR="00893678" w:rsidRPr="002A6AEA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  <w:p w14:paraId="2369AF7D" w14:textId="77777777" w:rsidR="00893678" w:rsidRDefault="00893678" w:rsidP="00893678">
          <w:pPr>
            <w:pStyle w:val="Druhdokumentu"/>
            <w:jc w:val="left"/>
            <w:rPr>
              <w:sz w:val="24"/>
              <w:szCs w:val="24"/>
            </w:rPr>
          </w:pPr>
        </w:p>
      </w:tc>
    </w:tr>
    <w:tr w:rsidR="00893678" w14:paraId="6904D335" w14:textId="77777777" w:rsidTr="00893678">
      <w:trPr>
        <w:trHeight w:hRule="exact" w:val="850"/>
      </w:trPr>
      <w:tc>
        <w:tcPr>
          <w:tcW w:w="1361" w:type="dxa"/>
          <w:tcMar>
            <w:left w:w="0" w:type="dxa"/>
            <w:right w:w="0" w:type="dxa"/>
          </w:tcMar>
        </w:tcPr>
        <w:p w14:paraId="4DD64424" w14:textId="77777777" w:rsidR="00893678" w:rsidRPr="00B8518B" w:rsidRDefault="00893678" w:rsidP="00893678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00EB80" w14:textId="77777777" w:rsidR="00893678" w:rsidRDefault="00893678" w:rsidP="00893678">
          <w:pPr>
            <w:pStyle w:val="Zpat"/>
          </w:pPr>
        </w:p>
      </w:tc>
      <w:tc>
        <w:tcPr>
          <w:tcW w:w="5698" w:type="dxa"/>
          <w:shd w:val="clear" w:color="auto" w:fill="auto"/>
        </w:tcPr>
        <w:p w14:paraId="07DE5354" w14:textId="77777777" w:rsidR="00893678" w:rsidRPr="00D6163D" w:rsidRDefault="00893678" w:rsidP="00893678">
          <w:pPr>
            <w:pStyle w:val="Druhdokumentu"/>
          </w:pPr>
        </w:p>
      </w:tc>
    </w:tr>
  </w:tbl>
  <w:p w14:paraId="79278E1D" w14:textId="77777777" w:rsidR="00D6071C" w:rsidRPr="00D6163D" w:rsidRDefault="00D6071C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575C5839" wp14:editId="0CB15FC5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D83E405" w14:textId="77777777" w:rsidR="00D6071C" w:rsidRPr="00460660" w:rsidRDefault="00D6071C" w:rsidP="002A6AEA">
    <w:pPr>
      <w:pStyle w:val="Zhlav"/>
      <w:jc w:val="both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FD03EDB"/>
    <w:multiLevelType w:val="hybridMultilevel"/>
    <w:tmpl w:val="335CE22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28A6F91"/>
    <w:multiLevelType w:val="hybridMultilevel"/>
    <w:tmpl w:val="D7F8DC2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B3F069D"/>
    <w:multiLevelType w:val="hybridMultilevel"/>
    <w:tmpl w:val="C26AE8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E05A5F"/>
    <w:multiLevelType w:val="multilevel"/>
    <w:tmpl w:val="0D34D660"/>
    <w:numStyleLink w:val="ListBulletmultilevel"/>
  </w:abstractNum>
  <w:abstractNum w:abstractNumId="6" w15:restartNumberingAfterBreak="0">
    <w:nsid w:val="2FEB0DE7"/>
    <w:multiLevelType w:val="hybridMultilevel"/>
    <w:tmpl w:val="707814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4567FC"/>
    <w:multiLevelType w:val="hybridMultilevel"/>
    <w:tmpl w:val="08B66D34"/>
    <w:lvl w:ilvl="0" w:tplc="CA407CA6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color w:val="auto"/>
        <w:sz w:val="18"/>
        <w:szCs w:val="18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42DE7062"/>
    <w:multiLevelType w:val="hybridMultilevel"/>
    <w:tmpl w:val="43BAB8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B75763"/>
    <w:multiLevelType w:val="hybridMultilevel"/>
    <w:tmpl w:val="328688B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0072D8F"/>
    <w:multiLevelType w:val="hybridMultilevel"/>
    <w:tmpl w:val="17D83E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3806F4"/>
    <w:multiLevelType w:val="hybridMultilevel"/>
    <w:tmpl w:val="E9B8C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26912"/>
    <w:multiLevelType w:val="hybridMultilevel"/>
    <w:tmpl w:val="2EC80766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0"/>
  </w:num>
  <w:num w:numId="3">
    <w:abstractNumId w:val="13"/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2"/>
  </w:num>
  <w:num w:numId="13">
    <w:abstractNumId w:val="9"/>
  </w:num>
  <w:num w:numId="14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566"/>
    <w:rsid w:val="0001380D"/>
    <w:rsid w:val="00015E59"/>
    <w:rsid w:val="00017526"/>
    <w:rsid w:val="00022A86"/>
    <w:rsid w:val="00047CB8"/>
    <w:rsid w:val="000558AB"/>
    <w:rsid w:val="00057A13"/>
    <w:rsid w:val="00072C1E"/>
    <w:rsid w:val="00081784"/>
    <w:rsid w:val="0008575D"/>
    <w:rsid w:val="000A2395"/>
    <w:rsid w:val="000A290F"/>
    <w:rsid w:val="000B4EB8"/>
    <w:rsid w:val="000C41F2"/>
    <w:rsid w:val="000D22C4"/>
    <w:rsid w:val="000D27D1"/>
    <w:rsid w:val="000F41C7"/>
    <w:rsid w:val="0010281E"/>
    <w:rsid w:val="00114472"/>
    <w:rsid w:val="001150F2"/>
    <w:rsid w:val="001259C6"/>
    <w:rsid w:val="00127232"/>
    <w:rsid w:val="00152480"/>
    <w:rsid w:val="00170EC5"/>
    <w:rsid w:val="00172B3C"/>
    <w:rsid w:val="001747C1"/>
    <w:rsid w:val="00186692"/>
    <w:rsid w:val="00190B15"/>
    <w:rsid w:val="00192D41"/>
    <w:rsid w:val="0019658A"/>
    <w:rsid w:val="001A18FE"/>
    <w:rsid w:val="001B1147"/>
    <w:rsid w:val="001B24E5"/>
    <w:rsid w:val="001B4E74"/>
    <w:rsid w:val="001D66BD"/>
    <w:rsid w:val="00201F23"/>
    <w:rsid w:val="00207DF5"/>
    <w:rsid w:val="00210FD8"/>
    <w:rsid w:val="00230FD2"/>
    <w:rsid w:val="0024023A"/>
    <w:rsid w:val="00242B9F"/>
    <w:rsid w:val="00261A5B"/>
    <w:rsid w:val="00267E18"/>
    <w:rsid w:val="002801ED"/>
    <w:rsid w:val="00284AF3"/>
    <w:rsid w:val="00296DC2"/>
    <w:rsid w:val="002A6876"/>
    <w:rsid w:val="002A6AEA"/>
    <w:rsid w:val="002B5243"/>
    <w:rsid w:val="002C31BF"/>
    <w:rsid w:val="002D1E05"/>
    <w:rsid w:val="002E046A"/>
    <w:rsid w:val="002E0CD7"/>
    <w:rsid w:val="002E24E1"/>
    <w:rsid w:val="002E7C0F"/>
    <w:rsid w:val="002F0C6A"/>
    <w:rsid w:val="002F52DB"/>
    <w:rsid w:val="002F5DA1"/>
    <w:rsid w:val="003033A4"/>
    <w:rsid w:val="00306842"/>
    <w:rsid w:val="00315F75"/>
    <w:rsid w:val="00321374"/>
    <w:rsid w:val="00324295"/>
    <w:rsid w:val="00327EEF"/>
    <w:rsid w:val="00332701"/>
    <w:rsid w:val="003354B5"/>
    <w:rsid w:val="0034719F"/>
    <w:rsid w:val="0035361C"/>
    <w:rsid w:val="003571D8"/>
    <w:rsid w:val="00357BC6"/>
    <w:rsid w:val="00361422"/>
    <w:rsid w:val="00370F99"/>
    <w:rsid w:val="003711E4"/>
    <w:rsid w:val="003712A0"/>
    <w:rsid w:val="00372215"/>
    <w:rsid w:val="00380150"/>
    <w:rsid w:val="003956C6"/>
    <w:rsid w:val="003B0071"/>
    <w:rsid w:val="003B6BBD"/>
    <w:rsid w:val="003C0327"/>
    <w:rsid w:val="003C180B"/>
    <w:rsid w:val="003D0A19"/>
    <w:rsid w:val="003D134E"/>
    <w:rsid w:val="003E0DDA"/>
    <w:rsid w:val="003E4A4C"/>
    <w:rsid w:val="0040211C"/>
    <w:rsid w:val="00413E5D"/>
    <w:rsid w:val="00450F07"/>
    <w:rsid w:val="004539D0"/>
    <w:rsid w:val="00453CD3"/>
    <w:rsid w:val="00460660"/>
    <w:rsid w:val="004672ED"/>
    <w:rsid w:val="00486107"/>
    <w:rsid w:val="00491827"/>
    <w:rsid w:val="00493343"/>
    <w:rsid w:val="0049689B"/>
    <w:rsid w:val="004A2927"/>
    <w:rsid w:val="004B0F3C"/>
    <w:rsid w:val="004B13E1"/>
    <w:rsid w:val="004B5CD0"/>
    <w:rsid w:val="004C2347"/>
    <w:rsid w:val="004C4399"/>
    <w:rsid w:val="004C6678"/>
    <w:rsid w:val="004C787C"/>
    <w:rsid w:val="004D2143"/>
    <w:rsid w:val="004D7468"/>
    <w:rsid w:val="004D7A18"/>
    <w:rsid w:val="004E1D96"/>
    <w:rsid w:val="004E39DB"/>
    <w:rsid w:val="004E7A1F"/>
    <w:rsid w:val="004F13C2"/>
    <w:rsid w:val="004F4B9B"/>
    <w:rsid w:val="00503DE5"/>
    <w:rsid w:val="00511A78"/>
    <w:rsid w:val="00511AB9"/>
    <w:rsid w:val="00523BB5"/>
    <w:rsid w:val="00523EA7"/>
    <w:rsid w:val="00534019"/>
    <w:rsid w:val="005406EB"/>
    <w:rsid w:val="0054439F"/>
    <w:rsid w:val="005500A0"/>
    <w:rsid w:val="00553375"/>
    <w:rsid w:val="005536CD"/>
    <w:rsid w:val="00560D3D"/>
    <w:rsid w:val="00560DC2"/>
    <w:rsid w:val="00562CC0"/>
    <w:rsid w:val="005702D6"/>
    <w:rsid w:val="005736B7"/>
    <w:rsid w:val="00575E5A"/>
    <w:rsid w:val="00582AFA"/>
    <w:rsid w:val="005866EC"/>
    <w:rsid w:val="005875B6"/>
    <w:rsid w:val="005906DA"/>
    <w:rsid w:val="0059674A"/>
    <w:rsid w:val="005A4944"/>
    <w:rsid w:val="005C6E0F"/>
    <w:rsid w:val="005E24FC"/>
    <w:rsid w:val="005F13BD"/>
    <w:rsid w:val="00607F15"/>
    <w:rsid w:val="0061068E"/>
    <w:rsid w:val="00612482"/>
    <w:rsid w:val="00613A7F"/>
    <w:rsid w:val="006225FD"/>
    <w:rsid w:val="00624873"/>
    <w:rsid w:val="00624945"/>
    <w:rsid w:val="00632045"/>
    <w:rsid w:val="00633799"/>
    <w:rsid w:val="00636285"/>
    <w:rsid w:val="006411CB"/>
    <w:rsid w:val="00643152"/>
    <w:rsid w:val="00651339"/>
    <w:rsid w:val="00660AD3"/>
    <w:rsid w:val="006626CF"/>
    <w:rsid w:val="0069668E"/>
    <w:rsid w:val="006A18D3"/>
    <w:rsid w:val="006A4C51"/>
    <w:rsid w:val="006A5570"/>
    <w:rsid w:val="006A689C"/>
    <w:rsid w:val="006B3D79"/>
    <w:rsid w:val="006C04E1"/>
    <w:rsid w:val="006C7395"/>
    <w:rsid w:val="006E0578"/>
    <w:rsid w:val="006E314D"/>
    <w:rsid w:val="006E66B0"/>
    <w:rsid w:val="006F1A41"/>
    <w:rsid w:val="00710723"/>
    <w:rsid w:val="0071113A"/>
    <w:rsid w:val="00720768"/>
    <w:rsid w:val="00723ED1"/>
    <w:rsid w:val="00742BF5"/>
    <w:rsid w:val="00742F51"/>
    <w:rsid w:val="00743525"/>
    <w:rsid w:val="007530A7"/>
    <w:rsid w:val="00754E2D"/>
    <w:rsid w:val="00756436"/>
    <w:rsid w:val="00762065"/>
    <w:rsid w:val="0076286B"/>
    <w:rsid w:val="00766846"/>
    <w:rsid w:val="0077673A"/>
    <w:rsid w:val="007846E1"/>
    <w:rsid w:val="007853DE"/>
    <w:rsid w:val="007A0C7A"/>
    <w:rsid w:val="007A1007"/>
    <w:rsid w:val="007A4A7E"/>
    <w:rsid w:val="007B570C"/>
    <w:rsid w:val="007C0DFD"/>
    <w:rsid w:val="007D6235"/>
    <w:rsid w:val="007D7419"/>
    <w:rsid w:val="007E0C83"/>
    <w:rsid w:val="007E1DF9"/>
    <w:rsid w:val="007E2D69"/>
    <w:rsid w:val="007E4A6E"/>
    <w:rsid w:val="007E70A0"/>
    <w:rsid w:val="007F56A7"/>
    <w:rsid w:val="007F6566"/>
    <w:rsid w:val="00804013"/>
    <w:rsid w:val="00807093"/>
    <w:rsid w:val="008072DD"/>
    <w:rsid w:val="00807DD0"/>
    <w:rsid w:val="0081206E"/>
    <w:rsid w:val="008201C7"/>
    <w:rsid w:val="008254BC"/>
    <w:rsid w:val="008272EC"/>
    <w:rsid w:val="00852279"/>
    <w:rsid w:val="00852590"/>
    <w:rsid w:val="00852BCD"/>
    <w:rsid w:val="00856E91"/>
    <w:rsid w:val="00857257"/>
    <w:rsid w:val="0086125E"/>
    <w:rsid w:val="0086615B"/>
    <w:rsid w:val="00873F17"/>
    <w:rsid w:val="008740BD"/>
    <w:rsid w:val="00883E4D"/>
    <w:rsid w:val="00891E7D"/>
    <w:rsid w:val="00893678"/>
    <w:rsid w:val="00894C02"/>
    <w:rsid w:val="00895BBB"/>
    <w:rsid w:val="008A3568"/>
    <w:rsid w:val="008D03B9"/>
    <w:rsid w:val="008F18D6"/>
    <w:rsid w:val="008F5B7A"/>
    <w:rsid w:val="00904780"/>
    <w:rsid w:val="0090635F"/>
    <w:rsid w:val="00922385"/>
    <w:rsid w:val="009223DF"/>
    <w:rsid w:val="00936091"/>
    <w:rsid w:val="00940D8A"/>
    <w:rsid w:val="00946AE9"/>
    <w:rsid w:val="00946F6C"/>
    <w:rsid w:val="00962258"/>
    <w:rsid w:val="009678B7"/>
    <w:rsid w:val="00970B5A"/>
    <w:rsid w:val="00975C21"/>
    <w:rsid w:val="00981224"/>
    <w:rsid w:val="00984503"/>
    <w:rsid w:val="00984C4A"/>
    <w:rsid w:val="00992D9C"/>
    <w:rsid w:val="00996CB8"/>
    <w:rsid w:val="009B042B"/>
    <w:rsid w:val="009B2E97"/>
    <w:rsid w:val="009B6836"/>
    <w:rsid w:val="009C442C"/>
    <w:rsid w:val="009C480D"/>
    <w:rsid w:val="009D0FF7"/>
    <w:rsid w:val="009D45C3"/>
    <w:rsid w:val="009D4B1C"/>
    <w:rsid w:val="009E07F4"/>
    <w:rsid w:val="009E6972"/>
    <w:rsid w:val="009F309B"/>
    <w:rsid w:val="009F392E"/>
    <w:rsid w:val="00A05B13"/>
    <w:rsid w:val="00A12CC9"/>
    <w:rsid w:val="00A2240C"/>
    <w:rsid w:val="00A267AB"/>
    <w:rsid w:val="00A34C78"/>
    <w:rsid w:val="00A500EA"/>
    <w:rsid w:val="00A50641"/>
    <w:rsid w:val="00A530BF"/>
    <w:rsid w:val="00A6177B"/>
    <w:rsid w:val="00A62674"/>
    <w:rsid w:val="00A66136"/>
    <w:rsid w:val="00A70527"/>
    <w:rsid w:val="00A71189"/>
    <w:rsid w:val="00A753ED"/>
    <w:rsid w:val="00A77BDF"/>
    <w:rsid w:val="00A94C2F"/>
    <w:rsid w:val="00A96A59"/>
    <w:rsid w:val="00A976C1"/>
    <w:rsid w:val="00AA4CBB"/>
    <w:rsid w:val="00AA65FA"/>
    <w:rsid w:val="00AA7351"/>
    <w:rsid w:val="00AC47DC"/>
    <w:rsid w:val="00AD056F"/>
    <w:rsid w:val="00AD57C8"/>
    <w:rsid w:val="00AD6731"/>
    <w:rsid w:val="00B008D5"/>
    <w:rsid w:val="00B06145"/>
    <w:rsid w:val="00B13CC7"/>
    <w:rsid w:val="00B15A8D"/>
    <w:rsid w:val="00B15D0D"/>
    <w:rsid w:val="00B211EF"/>
    <w:rsid w:val="00B2400B"/>
    <w:rsid w:val="00B2530B"/>
    <w:rsid w:val="00B27BC0"/>
    <w:rsid w:val="00B34153"/>
    <w:rsid w:val="00B34218"/>
    <w:rsid w:val="00B42F7A"/>
    <w:rsid w:val="00B7313F"/>
    <w:rsid w:val="00B75D2B"/>
    <w:rsid w:val="00B75EE1"/>
    <w:rsid w:val="00B77481"/>
    <w:rsid w:val="00B8518B"/>
    <w:rsid w:val="00B91654"/>
    <w:rsid w:val="00B93215"/>
    <w:rsid w:val="00BA0376"/>
    <w:rsid w:val="00BA20AC"/>
    <w:rsid w:val="00BC260A"/>
    <w:rsid w:val="00BD230A"/>
    <w:rsid w:val="00BD7E91"/>
    <w:rsid w:val="00BD7F0D"/>
    <w:rsid w:val="00BF4756"/>
    <w:rsid w:val="00C02D0A"/>
    <w:rsid w:val="00C03A6E"/>
    <w:rsid w:val="00C053C7"/>
    <w:rsid w:val="00C30C0F"/>
    <w:rsid w:val="00C3606B"/>
    <w:rsid w:val="00C420CA"/>
    <w:rsid w:val="00C43C99"/>
    <w:rsid w:val="00C44F6A"/>
    <w:rsid w:val="00C54743"/>
    <w:rsid w:val="00C6198E"/>
    <w:rsid w:val="00C74E99"/>
    <w:rsid w:val="00C778A5"/>
    <w:rsid w:val="00C924CE"/>
    <w:rsid w:val="00C95162"/>
    <w:rsid w:val="00CA4C46"/>
    <w:rsid w:val="00CA59E7"/>
    <w:rsid w:val="00CC45D8"/>
    <w:rsid w:val="00CC4705"/>
    <w:rsid w:val="00CC594E"/>
    <w:rsid w:val="00CD1FC4"/>
    <w:rsid w:val="00CD3E6B"/>
    <w:rsid w:val="00CD64CF"/>
    <w:rsid w:val="00CD7B19"/>
    <w:rsid w:val="00D015F4"/>
    <w:rsid w:val="00D034A0"/>
    <w:rsid w:val="00D21061"/>
    <w:rsid w:val="00D21D23"/>
    <w:rsid w:val="00D4108E"/>
    <w:rsid w:val="00D57354"/>
    <w:rsid w:val="00D6071C"/>
    <w:rsid w:val="00D60A15"/>
    <w:rsid w:val="00D6163D"/>
    <w:rsid w:val="00D64AC7"/>
    <w:rsid w:val="00D70D53"/>
    <w:rsid w:val="00D75027"/>
    <w:rsid w:val="00D775C0"/>
    <w:rsid w:val="00D831A3"/>
    <w:rsid w:val="00D943CD"/>
    <w:rsid w:val="00D96037"/>
    <w:rsid w:val="00DA2D31"/>
    <w:rsid w:val="00DA3711"/>
    <w:rsid w:val="00DD1211"/>
    <w:rsid w:val="00DD28CC"/>
    <w:rsid w:val="00DD46F3"/>
    <w:rsid w:val="00DE56F2"/>
    <w:rsid w:val="00DE68D5"/>
    <w:rsid w:val="00DF116D"/>
    <w:rsid w:val="00DF1887"/>
    <w:rsid w:val="00E01D20"/>
    <w:rsid w:val="00E03B54"/>
    <w:rsid w:val="00E1013A"/>
    <w:rsid w:val="00E1528E"/>
    <w:rsid w:val="00E218B5"/>
    <w:rsid w:val="00E50D63"/>
    <w:rsid w:val="00E56B2D"/>
    <w:rsid w:val="00E762E9"/>
    <w:rsid w:val="00E936C0"/>
    <w:rsid w:val="00EB104F"/>
    <w:rsid w:val="00EB2B45"/>
    <w:rsid w:val="00EC114B"/>
    <w:rsid w:val="00EC229A"/>
    <w:rsid w:val="00ED14BD"/>
    <w:rsid w:val="00EE6572"/>
    <w:rsid w:val="00F0092E"/>
    <w:rsid w:val="00F01587"/>
    <w:rsid w:val="00F016C7"/>
    <w:rsid w:val="00F12DEC"/>
    <w:rsid w:val="00F1715C"/>
    <w:rsid w:val="00F27FF1"/>
    <w:rsid w:val="00F310F8"/>
    <w:rsid w:val="00F3180A"/>
    <w:rsid w:val="00F35617"/>
    <w:rsid w:val="00F35939"/>
    <w:rsid w:val="00F36611"/>
    <w:rsid w:val="00F37A56"/>
    <w:rsid w:val="00F45607"/>
    <w:rsid w:val="00F51CA5"/>
    <w:rsid w:val="00F53137"/>
    <w:rsid w:val="00F5540F"/>
    <w:rsid w:val="00F657D3"/>
    <w:rsid w:val="00F659EB"/>
    <w:rsid w:val="00F74398"/>
    <w:rsid w:val="00F813AF"/>
    <w:rsid w:val="00F8233B"/>
    <w:rsid w:val="00F8535C"/>
    <w:rsid w:val="00F86BA6"/>
    <w:rsid w:val="00F92868"/>
    <w:rsid w:val="00F92BD4"/>
    <w:rsid w:val="00F9788F"/>
    <w:rsid w:val="00FA11C7"/>
    <w:rsid w:val="00FA1C30"/>
    <w:rsid w:val="00FA26A7"/>
    <w:rsid w:val="00FB6342"/>
    <w:rsid w:val="00FC6389"/>
    <w:rsid w:val="00FD0687"/>
    <w:rsid w:val="00FE586E"/>
    <w:rsid w:val="00FF277F"/>
    <w:rsid w:val="00FF5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58F18A2"/>
  <w14:defaultImageDpi w14:val="32767"/>
  <w15:docId w15:val="{4B620F82-BD66-48F0-8B75-C7D074F25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201C7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A4944"/>
    <w:pPr>
      <w:keepNext/>
      <w:keepLines/>
      <w:pBdr>
        <w:top w:val="single" w:sz="4" w:space="1" w:color="00A1E0" w:themeColor="accent3"/>
      </w:pBdr>
      <w:spacing w:before="48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5A494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8201C7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6626CF"/>
    <w:pPr>
      <w:keepLines/>
      <w:suppressAutoHyphens/>
      <w:spacing w:line="240" w:lineRule="auto"/>
      <w:contextualSpacing/>
    </w:pPr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character" w:customStyle="1" w:styleId="NzevChar">
    <w:name w:val="Název Char"/>
    <w:basedOn w:val="Standardnpsmoodstavce"/>
    <w:link w:val="Nzev"/>
    <w:uiPriority w:val="10"/>
    <w:rsid w:val="006626CF"/>
    <w:rPr>
      <w:rFonts w:asciiTheme="majorHAnsi" w:eastAsiaTheme="majorEastAsia" w:hAnsiTheme="majorHAnsi" w:cstheme="majorBidi"/>
      <w:b/>
      <w:color w:val="00A1E0" w:themeColor="accent3"/>
      <w:kern w:val="28"/>
      <w:sz w:val="24"/>
      <w:szCs w:val="24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8201C7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4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F37A56"/>
    <w:pPr>
      <w:ind w:left="1134" w:hanging="1134"/>
    </w:pPr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character" w:styleId="Odkaznakoment">
    <w:name w:val="annotation reference"/>
    <w:basedOn w:val="Standardnpsmoodstavce"/>
    <w:uiPriority w:val="99"/>
    <w:semiHidden/>
    <w:unhideWhenUsed/>
    <w:rsid w:val="00370F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70F9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70F9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70F9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70F99"/>
    <w:rPr>
      <w:b/>
      <w:bCs/>
      <w:sz w:val="20"/>
      <w:szCs w:val="20"/>
    </w:rPr>
  </w:style>
  <w:style w:type="table" w:styleId="Prosttabulka1">
    <w:name w:val="Plain Table 1"/>
    <w:basedOn w:val="Normlntabulka"/>
    <w:uiPriority w:val="41"/>
    <w:rsid w:val="00E03B5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ze">
    <w:name w:val="Revision"/>
    <w:hidden/>
    <w:uiPriority w:val="99"/>
    <w:semiHidden/>
    <w:rsid w:val="00754E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56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3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2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4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8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32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14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2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6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0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17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63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40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6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3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9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1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neifel.SZDCSDC\Documents\NESTAVEBN&#205;%20INVESTICE\Nestavebn&#237;_investice_2020\SKLADY_PHM\Sklady_sout&#283;&#382;\Sklady_PHM_ZTP_p&#345;&#237;loha_&#269;_2(Spr&#225;va_&#382;eleznic)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D7D3DB5C6C614BAACFDC16EE232295" ma:contentTypeVersion="15" ma:contentTypeDescription="Vytvoří nový dokument" ma:contentTypeScope="" ma:versionID="e142b1abd5f247904791d920628e5733">
  <xsd:schema xmlns:xsd="http://www.w3.org/2001/XMLSchema" xmlns:xs="http://www.w3.org/2001/XMLSchema" xmlns:p="http://schemas.microsoft.com/office/2006/metadata/properties" xmlns:ns3="11114de8-59ab-4a1f-8a5f-49a0bd066a0f" xmlns:ns4="be02921a-4454-4f21-be70-e28e62e56cbd" targetNamespace="http://schemas.microsoft.com/office/2006/metadata/properties" ma:root="true" ma:fieldsID="6423d1eaaca750d9fd2984ceb6b17b4c" ns3:_="" ns4:_="">
    <xsd:import namespace="11114de8-59ab-4a1f-8a5f-49a0bd066a0f"/>
    <xsd:import namespace="be02921a-4454-4f21-be70-e28e62e56cb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_activity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114de8-59ab-4a1f-8a5f-49a0bd066a0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02921a-4454-4f21-be70-e28e62e56cb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activity xmlns="11114de8-59ab-4a1f-8a5f-49a0bd066a0f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94C936-C215-4B1C-8F86-F452206DAD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114de8-59ab-4a1f-8a5f-49a0bd066a0f"/>
    <ds:schemaRef ds:uri="be02921a-4454-4f21-be70-e28e62e56c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8A41B50-D6C6-4ACA-983A-B7A56C1038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5ACD1-8671-494B-AABB-E54F21E5E55A}">
  <ds:schemaRefs>
    <ds:schemaRef ds:uri="http://schemas.microsoft.com/office/2006/metadata/properties"/>
    <ds:schemaRef ds:uri="11114de8-59ab-4a1f-8a5f-49a0bd066a0f"/>
  </ds:schemaRefs>
</ds:datastoreItem>
</file>

<file path=customXml/itemProps4.xml><?xml version="1.0" encoding="utf-8"?>
<ds:datastoreItem xmlns:ds="http://schemas.openxmlformats.org/officeDocument/2006/customXml" ds:itemID="{3CE376AA-A223-4342-B0D5-5DA96C2E8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Sklady_PHM_ZTP_příloha_č_2(Správa_železnic).dotx</Template>
  <TotalTime>22</TotalTime>
  <Pages>2</Pages>
  <Words>441</Words>
  <Characters>2608</Characters>
  <Application>Microsoft Office Word</Application>
  <DocSecurity>0</DocSecurity>
  <Lines>21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6" baseType="lpstr">
      <vt:lpstr/>
      <vt:lpstr/>
      <vt:lpstr>    1. Představení projektu</vt:lpstr>
      <vt:lpstr>    2. Úkoly a výstupy</vt:lpstr>
      <vt:lpstr>    3. Diskuzní část </vt:lpstr>
      <vt:lpstr>    4. Termín příštího jednání</vt:lpstr>
    </vt:vector>
  </TitlesOfParts>
  <Company>Správa železnic</Company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Kneifel Jiří</dc:creator>
  <cp:lastModifiedBy>Petříček Roman, Ing.</cp:lastModifiedBy>
  <cp:revision>6</cp:revision>
  <cp:lastPrinted>2024-04-10T07:10:00Z</cp:lastPrinted>
  <dcterms:created xsi:type="dcterms:W3CDTF">2024-05-09T14:30:00Z</dcterms:created>
  <dcterms:modified xsi:type="dcterms:W3CDTF">2024-07-29T08:07:00Z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0x010100F7D7D3DB5C6C614BAACFDC16EE232295</vt:lpwstr>
  </property>
</Properties>
</file>