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0D160E">
        <w:trPr>
          <w:trHeight w:val="2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0D160E">
        <w:trPr>
          <w:trHeight w:val="18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1C7D138" w:rsidR="0015669F" w:rsidRPr="000E5CAE" w:rsidRDefault="007E5731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>
              <w:rPr>
                <w:rFonts w:asciiTheme="majorHAnsi" w:hAnsiTheme="majorHAnsi"/>
                <w:sz w:val="18"/>
                <w:lang w:eastAsia="cs-CZ"/>
              </w:rPr>
              <w:t xml:space="preserve">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0D160E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0D160E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0D160E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  <w:bookmarkStart w:id="0" w:name="_GoBack"/>
        <w:bookmarkEnd w:id="0"/>
      </w:tr>
      <w:tr w:rsidR="0015669F" w:rsidRPr="00FD23CD" w14:paraId="2FAD9489" w14:textId="77777777" w:rsidTr="000D160E">
        <w:trPr>
          <w:trHeight w:val="2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163C5E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7E5731">
              <w:rPr>
                <w:rFonts w:asciiTheme="majorHAnsi" w:hAnsiTheme="majorHAnsi"/>
                <w:sz w:val="18"/>
                <w:lang w:eastAsia="cs-CZ"/>
              </w:rPr>
              <w:t xml:space="preserve"> 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0D160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0D160E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0D160E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4C4A674" w:rsidR="00D53800" w:rsidRPr="007A43E2" w:rsidRDefault="007A43E2" w:rsidP="00F0533E">
      <w:r w:rsidRPr="007A43E2">
        <w:rPr>
          <w:rFonts w:ascii="Verdana" w:hAnsi="Verdana"/>
          <w:color w:val="000000"/>
        </w:rPr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</w:t>
      </w:r>
      <w:r w:rsidR="007E5731">
        <w:rPr>
          <w:rFonts w:ascii="Verdana" w:hAnsi="Verdana"/>
          <w:color w:val="000000"/>
        </w:rPr>
        <w:t>27557/2023</w:t>
      </w:r>
      <w:r w:rsidRPr="007A43E2">
        <w:rPr>
          <w:rFonts w:ascii="Verdana" w:hAnsi="Verdana"/>
          <w:color w:val="000000"/>
        </w:rPr>
        <w:t>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11512" w14:textId="77777777" w:rsidR="002734F8" w:rsidRDefault="002734F8" w:rsidP="00962258">
      <w:pPr>
        <w:spacing w:after="0" w:line="240" w:lineRule="auto"/>
      </w:pPr>
      <w:r>
        <w:separator/>
      </w:r>
    </w:p>
  </w:endnote>
  <w:endnote w:type="continuationSeparator" w:id="0">
    <w:p w14:paraId="63E097F9" w14:textId="77777777" w:rsidR="002734F8" w:rsidRDefault="002734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1064FFA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16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16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316FB1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16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16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D9E9D" w14:textId="77777777" w:rsidR="002734F8" w:rsidRDefault="002734F8" w:rsidP="00962258">
      <w:pPr>
        <w:spacing w:after="0" w:line="240" w:lineRule="auto"/>
      </w:pPr>
      <w:r>
        <w:separator/>
      </w:r>
    </w:p>
  </w:footnote>
  <w:footnote w:type="continuationSeparator" w:id="0">
    <w:p w14:paraId="2520EC86" w14:textId="77777777" w:rsidR="002734F8" w:rsidRDefault="002734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D160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734F8"/>
    <w:rsid w:val="00280E07"/>
    <w:rsid w:val="002C31BF"/>
    <w:rsid w:val="002D08B1"/>
    <w:rsid w:val="002E0CD7"/>
    <w:rsid w:val="00341DCF"/>
    <w:rsid w:val="00357BC6"/>
    <w:rsid w:val="00383D12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E5731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B0F16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CDD17B-0D3E-40B2-86E7-42F46E573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2024-07-12T04:26:00Z</dcterms:created>
  <dcterms:modified xsi:type="dcterms:W3CDTF">2024-07-12T05:13:00Z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