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37E52C" w14:textId="1B8AF2B7" w:rsidR="00463CB7" w:rsidRPr="0038769E" w:rsidRDefault="00723DD4" w:rsidP="00B57ECB">
      <w:pPr>
        <w:widowControl w:val="0"/>
        <w:tabs>
          <w:tab w:val="left" w:pos="2552"/>
        </w:tabs>
        <w:spacing w:line="276" w:lineRule="auto"/>
        <w:rPr>
          <w:rFonts w:asciiTheme="majorHAnsi" w:hAnsiTheme="majorHAnsi"/>
          <w:noProof/>
        </w:rPr>
      </w:pPr>
      <w:r>
        <w:rPr>
          <w:rFonts w:asciiTheme="majorHAnsi" w:hAnsiTheme="majorHAnsi"/>
          <w:noProof/>
        </w:rPr>
        <w:t>Příloha č. 4</w:t>
      </w:r>
      <w:r w:rsidR="007C525A" w:rsidRPr="007C525A">
        <w:rPr>
          <w:rFonts w:asciiTheme="majorHAnsi" w:hAnsiTheme="majorHAnsi"/>
          <w:noProof/>
        </w:rPr>
        <w:t xml:space="preserve"> </w:t>
      </w:r>
      <w:r w:rsidR="00463CB7" w:rsidRPr="007C525A">
        <w:rPr>
          <w:rFonts w:asciiTheme="majorHAnsi" w:hAnsiTheme="majorHAnsi"/>
          <w:noProof/>
        </w:rPr>
        <w:t xml:space="preserve">Výzvy k podání nabídky </w:t>
      </w:r>
    </w:p>
    <w:p w14:paraId="4480C32D" w14:textId="79C251EE" w:rsidR="00E22DA5" w:rsidRDefault="00484A1F" w:rsidP="00B5606C">
      <w:pPr>
        <w:pStyle w:val="Nadpis1"/>
        <w:keepNext w:val="0"/>
        <w:keepLines w:val="0"/>
        <w:widowControl w:val="0"/>
        <w:spacing w:before="0" w:line="360" w:lineRule="auto"/>
        <w:rPr>
          <w:noProof/>
        </w:rPr>
      </w:pPr>
      <w:r>
        <w:rPr>
          <w:noProof/>
        </w:rPr>
        <w:t>S</w:t>
      </w:r>
      <w:r w:rsidR="00463CB7">
        <w:rPr>
          <w:noProof/>
        </w:rPr>
        <w:t>mlouva o dílo na rozvoj software</w:t>
      </w:r>
    </w:p>
    <w:p w14:paraId="4138C0CE" w14:textId="05233712"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 xml:space="preserve">Číslo smlouvy </w:t>
      </w:r>
      <w:r w:rsidR="00170535">
        <w:rPr>
          <w:rFonts w:eastAsia="Times New Roman" w:cs="Times New Roman"/>
          <w:b/>
          <w:highlight w:val="yellow"/>
          <w:lang w:eastAsia="cs-CZ"/>
        </w:rPr>
        <w:t>Objednatele</w:t>
      </w:r>
      <w:r w:rsidR="000A01D9">
        <w:rPr>
          <w:rFonts w:eastAsia="Times New Roman" w:cs="Times New Roman"/>
          <w:b/>
          <w:highlight w:val="yellow"/>
          <w:lang w:eastAsia="cs-CZ"/>
        </w:rPr>
        <w:t>:</w:t>
      </w:r>
      <w:r>
        <w:rPr>
          <w:rFonts w:eastAsia="Times New Roman" w:cs="Times New Roman"/>
          <w:b/>
          <w:highlight w:val="yellow"/>
          <w:lang w:eastAsia="cs-CZ"/>
        </w:rPr>
        <w:t xml:space="preserve"> ………………</w:t>
      </w:r>
    </w:p>
    <w:p w14:paraId="3949869D" w14:textId="593C0D47" w:rsidR="00463CB7" w:rsidRDefault="00463CB7" w:rsidP="00B5606C">
      <w:pPr>
        <w:widowControl w:val="0"/>
        <w:spacing w:after="120" w:line="276" w:lineRule="auto"/>
        <w:rPr>
          <w:rFonts w:asciiTheme="majorHAnsi" w:hAnsiTheme="majorHAnsi"/>
          <w:noProof/>
        </w:rPr>
      </w:pPr>
      <w:r>
        <w:rPr>
          <w:rFonts w:eastAsia="Times New Roman" w:cs="Times New Roman"/>
          <w:b/>
          <w:highlight w:val="green"/>
          <w:lang w:eastAsia="cs-CZ"/>
        </w:rPr>
        <w:t xml:space="preserve">Číslo smlouvy </w:t>
      </w:r>
      <w:r w:rsidR="00170535">
        <w:rPr>
          <w:rFonts w:eastAsia="Times New Roman" w:cs="Times New Roman"/>
          <w:b/>
          <w:highlight w:val="green"/>
          <w:lang w:eastAsia="cs-CZ"/>
        </w:rPr>
        <w:t>Zhotovitele</w:t>
      </w:r>
      <w:r w:rsidR="000A01D9">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26E6745B" w:rsidR="000A1BD4" w:rsidRPr="00C0318D" w:rsidRDefault="000A1BD4" w:rsidP="00B5606C">
      <w:pPr>
        <w:widowControl w:val="0"/>
        <w:spacing w:after="120" w:line="276" w:lineRule="auto"/>
        <w:rPr>
          <w:noProof/>
        </w:rPr>
      </w:pPr>
    </w:p>
    <w:p w14:paraId="314B762E" w14:textId="46B2F8C8" w:rsidR="009D1BA2" w:rsidRPr="00C0318D" w:rsidRDefault="009D1BA2" w:rsidP="00B5606C">
      <w:pPr>
        <w:widowControl w:val="0"/>
        <w:spacing w:after="120" w:line="276" w:lineRule="auto"/>
        <w:rPr>
          <w:noProof/>
        </w:rPr>
      </w:pPr>
      <w:r w:rsidRPr="00C0318D">
        <w:rPr>
          <w:noProof/>
        </w:rPr>
        <w:t xml:space="preserve">uzavřená </w:t>
      </w:r>
      <w:r w:rsidR="002B0B85" w:rsidRPr="00C0318D">
        <w:rPr>
          <w:noProof/>
        </w:rPr>
        <w:t xml:space="preserve">podle ustanovení </w:t>
      </w:r>
      <w:r w:rsidR="00A90199" w:rsidRPr="00C0318D">
        <w:rPr>
          <w:noProof/>
        </w:rPr>
        <w:t xml:space="preserve">§ </w:t>
      </w:r>
      <w:r w:rsidR="00A54ECA" w:rsidRPr="00C0318D">
        <w:rPr>
          <w:noProof/>
        </w:rPr>
        <w:t>2586</w:t>
      </w:r>
      <w:r w:rsidR="002B0B85" w:rsidRPr="00C0318D">
        <w:rPr>
          <w:noProof/>
        </w:rPr>
        <w:t xml:space="preserve"> </w:t>
      </w:r>
      <w:r w:rsidR="00A54ECA" w:rsidRPr="00C0318D">
        <w:rPr>
          <w:noProof/>
        </w:rPr>
        <w:t xml:space="preserve">a násl. a § 2358 a násl. </w:t>
      </w:r>
      <w:r w:rsidRPr="00C0318D">
        <w:rPr>
          <w:noProof/>
        </w:rPr>
        <w:t xml:space="preserve">zákona č. 89/2012 Sb., občanský zákoník, ve znění pozdějších předpisů (dále jen „občanský zákoník“) </w:t>
      </w:r>
    </w:p>
    <w:p w14:paraId="370185FF" w14:textId="68716361" w:rsidR="009D1BA2" w:rsidRPr="00C0318D" w:rsidRDefault="009D1BA2" w:rsidP="00B5606C">
      <w:pPr>
        <w:widowControl w:val="0"/>
        <w:spacing w:line="276" w:lineRule="auto"/>
        <w:rPr>
          <w:noProof/>
        </w:rPr>
      </w:pPr>
      <w:r w:rsidRPr="00C0318D">
        <w:rPr>
          <w:noProof/>
        </w:rPr>
        <w:t>(dále jen „</w:t>
      </w:r>
      <w:r w:rsidR="002B0B85" w:rsidRPr="00C0318D">
        <w:rPr>
          <w:b/>
          <w:bCs/>
          <w:noProof/>
        </w:rPr>
        <w:t>Smlouva</w:t>
      </w:r>
      <w:r w:rsidRPr="00C0318D">
        <w:rPr>
          <w:noProof/>
        </w:rPr>
        <w:t>“)</w:t>
      </w:r>
    </w:p>
    <w:p w14:paraId="56AC05A0"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Pr>
          <w:rFonts w:eastAsia="Times New Roman" w:cs="Times New Roman"/>
          <w:b/>
          <w:lang w:eastAsia="cs-CZ"/>
        </w:rPr>
        <w:t>Objednatel:</w:t>
      </w:r>
      <w:r>
        <w:rPr>
          <w:rFonts w:eastAsia="Times New Roman" w:cs="Times New Roman"/>
          <w:b/>
          <w:lang w:eastAsia="cs-CZ"/>
        </w:rPr>
        <w:tab/>
        <w:t>Správa železnic, státní organizace</w:t>
      </w:r>
    </w:p>
    <w:p w14:paraId="2060C1BD" w14:textId="6B79E568" w:rsidR="00463CB7" w:rsidRDefault="00463CB7" w:rsidP="004864B1">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zapsaná v obchodním rejstříku vedeném Městsk</w:t>
      </w:r>
      <w:r w:rsidR="004864B1">
        <w:rPr>
          <w:rFonts w:eastAsia="Times New Roman" w:cs="Times New Roman"/>
          <w:lang w:eastAsia="cs-CZ"/>
        </w:rPr>
        <w:t xml:space="preserve">ým soudem v Praze pod </w:t>
      </w:r>
      <w:proofErr w:type="spellStart"/>
      <w:r w:rsidR="004864B1">
        <w:rPr>
          <w:rFonts w:eastAsia="Times New Roman" w:cs="Times New Roman"/>
          <w:lang w:eastAsia="cs-CZ"/>
        </w:rPr>
        <w:t>sp</w:t>
      </w:r>
      <w:proofErr w:type="spellEnd"/>
      <w:r w:rsidR="004864B1">
        <w:rPr>
          <w:rFonts w:eastAsia="Times New Roman" w:cs="Times New Roman"/>
          <w:lang w:eastAsia="cs-CZ"/>
        </w:rPr>
        <w:t xml:space="preserve">. zn. </w:t>
      </w:r>
      <w:r>
        <w:rPr>
          <w:rFonts w:eastAsia="Times New Roman" w:cs="Times New Roman"/>
          <w:lang w:eastAsia="cs-CZ"/>
        </w:rPr>
        <w:t>A 48384</w:t>
      </w:r>
    </w:p>
    <w:p w14:paraId="3AF537B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6C6843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76FEBA49" w14:textId="116CE9D0"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C525A">
        <w:rPr>
          <w:rFonts w:eastAsia="Times New Roman" w:cs="Times New Roman"/>
          <w:lang w:eastAsia="cs-CZ"/>
        </w:rPr>
        <w:t xml:space="preserve">zastoupená </w:t>
      </w:r>
      <w:r w:rsidR="007C525A" w:rsidRPr="007C525A">
        <w:rPr>
          <w:rFonts w:eastAsia="Times New Roman" w:cs="Times New Roman"/>
          <w:b/>
          <w:lang w:eastAsia="cs-CZ"/>
        </w:rPr>
        <w:t>Bc. Jiřím Svobodou, MBA, generálním ředitelem</w:t>
      </w:r>
    </w:p>
    <w:p w14:paraId="253D6B0C"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40406DD2"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02C1EF8E"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p>
    <w:p w14:paraId="650FBB07"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2786EE56" w14:textId="77777777" w:rsidR="00463CB7" w:rsidRDefault="00463CB7" w:rsidP="00B5606C">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E722E35"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7D63A6B4"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w:t>
      </w:r>
      <w:proofErr w:type="gramEnd"/>
      <w:r>
        <w:rPr>
          <w:rFonts w:eastAsia="Times New Roman" w:cs="Times New Roman"/>
          <w:highlight w:val="green"/>
          <w:lang w:eastAsia="cs-CZ"/>
        </w:rPr>
        <w:t xml:space="preserve"> DIČ …………………</w:t>
      </w:r>
    </w:p>
    <w:p w14:paraId="72FF468B"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Bankovní </w:t>
      </w:r>
      <w:proofErr w:type="gramStart"/>
      <w:r>
        <w:rPr>
          <w:rFonts w:eastAsia="Times New Roman" w:cs="Times New Roman"/>
          <w:highlight w:val="green"/>
          <w:lang w:eastAsia="cs-CZ"/>
        </w:rPr>
        <w:t>spojení:…</w:t>
      </w:r>
      <w:proofErr w:type="gramEnd"/>
      <w:r>
        <w:rPr>
          <w:rFonts w:eastAsia="Times New Roman" w:cs="Times New Roman"/>
          <w:highlight w:val="green"/>
          <w:lang w:eastAsia="cs-CZ"/>
        </w:rPr>
        <w:t>…………………..</w:t>
      </w:r>
    </w:p>
    <w:p w14:paraId="464225C7" w14:textId="77777777" w:rsidR="00463CB7" w:rsidRDefault="00463CB7" w:rsidP="00B5606C">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 xml:space="preserve">Číslo </w:t>
      </w:r>
      <w:proofErr w:type="gramStart"/>
      <w:r>
        <w:rPr>
          <w:rFonts w:eastAsia="Times New Roman" w:cs="Times New Roman"/>
          <w:highlight w:val="green"/>
          <w:lang w:eastAsia="cs-CZ"/>
        </w:rPr>
        <w:t>účtu:…</w:t>
      </w:r>
      <w:proofErr w:type="gramEnd"/>
      <w:r>
        <w:rPr>
          <w:rFonts w:eastAsia="Times New Roman" w:cs="Times New Roman"/>
          <w:highlight w:val="green"/>
          <w:lang w:eastAsia="cs-CZ"/>
        </w:rPr>
        <w:t>………………………..</w:t>
      </w:r>
    </w:p>
    <w:p w14:paraId="72B010B1" w14:textId="77777777" w:rsidR="00463CB7" w:rsidRDefault="00463CB7" w:rsidP="00B5606C">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77D487D" w14:textId="77777777" w:rsidR="00463CB7" w:rsidRDefault="00463CB7" w:rsidP="00B5606C">
      <w:pPr>
        <w:widowControl w:val="0"/>
        <w:spacing w:line="276" w:lineRule="auto"/>
        <w:rPr>
          <w:rFonts w:asciiTheme="majorHAnsi" w:hAnsiTheme="majorHAnsi"/>
          <w:noProof/>
        </w:rPr>
      </w:pPr>
    </w:p>
    <w:p w14:paraId="4C52DCB8" w14:textId="4BD85A38" w:rsidR="00463CB7" w:rsidRDefault="00463CB7" w:rsidP="00B5606C">
      <w:pPr>
        <w:widowControl w:val="0"/>
        <w:spacing w:line="276" w:lineRule="auto"/>
        <w:rPr>
          <w:rFonts w:asciiTheme="majorHAnsi" w:hAnsiTheme="majorHAnsi"/>
          <w:noProof/>
        </w:rPr>
      </w:pPr>
      <w:r>
        <w:rPr>
          <w:rFonts w:asciiTheme="majorHAnsi" w:hAnsiTheme="majorHAnsi"/>
          <w:noProof/>
        </w:rPr>
        <w:t xml:space="preserve"> (Objednatel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6AC338E3" w14:textId="64D11C2A" w:rsidR="003D395E" w:rsidRPr="00E85AAF" w:rsidRDefault="00463CB7" w:rsidP="00E85AAF">
      <w:pPr>
        <w:widowControl w:val="0"/>
        <w:rPr>
          <w:rFonts w:asciiTheme="majorHAnsi" w:hAnsiTheme="majorHAnsi"/>
          <w:noProof/>
        </w:rPr>
      </w:pPr>
      <w:r>
        <w:rPr>
          <w:lang w:eastAsia="cs-CZ"/>
        </w:rPr>
        <w:t xml:space="preserve">Tato smlouva je uzavřena na základě výsledků </w:t>
      </w:r>
      <w:r w:rsidR="001C2DAA">
        <w:rPr>
          <w:lang w:eastAsia="cs-CZ"/>
        </w:rPr>
        <w:t>výběrového</w:t>
      </w:r>
      <w:r>
        <w:rPr>
          <w:lang w:eastAsia="cs-CZ"/>
        </w:rPr>
        <w:t xml:space="preserve"> ří</w:t>
      </w:r>
      <w:r w:rsidR="007C525A">
        <w:rPr>
          <w:lang w:eastAsia="cs-CZ"/>
        </w:rPr>
        <w:t xml:space="preserve">zení veřejné zakázky s názvem </w:t>
      </w:r>
      <w:r w:rsidR="007C525A" w:rsidRPr="0060395F">
        <w:rPr>
          <w:lang w:eastAsia="cs-CZ"/>
        </w:rPr>
        <w:t>„</w:t>
      </w:r>
      <w:r w:rsidR="0060395F" w:rsidRPr="0060395F">
        <w:rPr>
          <w:rFonts w:ascii="Verdana" w:eastAsia="Verdana" w:hAnsi="Verdana" w:cs="Verdana"/>
          <w:b/>
          <w:color w:val="000000"/>
        </w:rPr>
        <w:t>SAP HR – Notifikace změn sledovaných zaměstnanců</w:t>
      </w:r>
      <w:r w:rsidRPr="0060395F">
        <w:rPr>
          <w:b/>
          <w:lang w:eastAsia="cs-CZ"/>
        </w:rPr>
        <w:t>“</w:t>
      </w:r>
      <w:r w:rsidR="007C525A" w:rsidRPr="0060395F">
        <w:rPr>
          <w:b/>
          <w:lang w:eastAsia="cs-CZ"/>
        </w:rPr>
        <w:t xml:space="preserve"> </w:t>
      </w:r>
      <w:r w:rsidR="007C525A" w:rsidRPr="0060395F">
        <w:rPr>
          <w:lang w:eastAsia="cs-CZ"/>
        </w:rPr>
        <w:t>v rámci zavedeného dynamického nákupního systému s názvem „Dynamický nákupní sy</w:t>
      </w:r>
      <w:r w:rsidR="00387E56" w:rsidRPr="0060395F">
        <w:rPr>
          <w:lang w:eastAsia="cs-CZ"/>
        </w:rPr>
        <w:t>stém rozvoj SAP“ pro kategorii</w:t>
      </w:r>
      <w:r w:rsidR="007B336A" w:rsidRPr="0060395F">
        <w:rPr>
          <w:lang w:eastAsia="cs-CZ"/>
        </w:rPr>
        <w:t xml:space="preserve"> </w:t>
      </w:r>
      <w:r w:rsidR="0060395F" w:rsidRPr="0060395F">
        <w:rPr>
          <w:lang w:eastAsia="cs-CZ"/>
        </w:rPr>
        <w:t>1</w:t>
      </w:r>
      <w:r w:rsidR="007C525A" w:rsidRPr="0060395F">
        <w:rPr>
          <w:lang w:eastAsia="cs-CZ"/>
        </w:rPr>
        <w:t xml:space="preserve">– </w:t>
      </w:r>
      <w:r w:rsidR="0060395F" w:rsidRPr="0060395F">
        <w:rPr>
          <w:lang w:eastAsia="cs-CZ"/>
        </w:rPr>
        <w:t>HR</w:t>
      </w:r>
      <w:r w:rsidR="00983173" w:rsidRPr="0060395F">
        <w:rPr>
          <w:lang w:eastAsia="cs-CZ"/>
        </w:rPr>
        <w:t>,</w:t>
      </w:r>
      <w:r w:rsidR="007C525A" w:rsidRPr="0060395F">
        <w:rPr>
          <w:lang w:eastAsia="cs-CZ"/>
        </w:rPr>
        <w:t xml:space="preserve"> podle</w:t>
      </w:r>
      <w:r w:rsidR="007C525A" w:rsidRPr="004E53FA">
        <w:rPr>
          <w:lang w:eastAsia="cs-CZ"/>
        </w:rPr>
        <w:t xml:space="preserve"> zákona č. 134/</w:t>
      </w:r>
      <w:r w:rsidR="007C525A" w:rsidRPr="002F7F04">
        <w:rPr>
          <w:lang w:eastAsia="cs-CZ"/>
        </w:rPr>
        <w:t>2016 Sb., o zadávání veřejných zakázek, ve znění pozdějších předpisů,</w:t>
      </w:r>
      <w:r w:rsidR="00224946">
        <w:rPr>
          <w:lang w:eastAsia="cs-CZ"/>
        </w:rPr>
        <w:t xml:space="preserve"> </w:t>
      </w:r>
      <w:r w:rsidRPr="002F7F04">
        <w:rPr>
          <w:rFonts w:eastAsia="Times New Roman" w:cs="Times New Roman"/>
          <w:lang w:eastAsia="cs-CZ"/>
        </w:rPr>
        <w:t xml:space="preserve">č.j. veřejné </w:t>
      </w:r>
      <w:r w:rsidRPr="00C57251">
        <w:rPr>
          <w:rFonts w:eastAsia="Times New Roman" w:cs="Times New Roman"/>
          <w:lang w:eastAsia="cs-CZ"/>
        </w:rPr>
        <w:t xml:space="preserve">zakázky </w:t>
      </w:r>
      <w:r w:rsidR="00A95CAB">
        <w:rPr>
          <w:rFonts w:eastAsia="Times New Roman" w:cs="Times New Roman"/>
          <w:lang w:eastAsia="cs-CZ"/>
        </w:rPr>
        <w:t>45002</w:t>
      </w:r>
      <w:r w:rsidR="00D72F41">
        <w:rPr>
          <w:rFonts w:eastAsia="Times New Roman" w:cs="Times New Roman"/>
          <w:lang w:eastAsia="cs-CZ"/>
        </w:rPr>
        <w:t>/2024</w:t>
      </w:r>
      <w:r w:rsidR="004E53FA" w:rsidRPr="00C57251">
        <w:rPr>
          <w:rFonts w:eastAsia="Times New Roman" w:cs="Times New Roman"/>
          <w:lang w:eastAsia="cs-CZ"/>
        </w:rPr>
        <w:t>-SŽ-GŘ-O8</w:t>
      </w:r>
      <w:r w:rsidRPr="004E53FA">
        <w:rPr>
          <w:rFonts w:eastAsia="Times New Roman" w:cs="Times New Roman"/>
          <w:lang w:eastAsia="cs-CZ"/>
        </w:rPr>
        <w:t xml:space="preserve"> </w:t>
      </w:r>
      <w:r w:rsidRPr="004E53FA">
        <w:rPr>
          <w:lang w:eastAsia="cs-CZ"/>
        </w:rPr>
        <w:t>(dále jen „veřejná zakázka“). Jednotlivá ustanovení této Smlouvy tak budou vykládána v souladu se zadávacími podmínkami veřejné zakázky.</w:t>
      </w:r>
      <w:bookmarkEnd w:id="0"/>
    </w:p>
    <w:p w14:paraId="78A31A26" w14:textId="3EC4C6A8" w:rsidR="00433C4F" w:rsidRPr="00B65A51" w:rsidRDefault="00A90199" w:rsidP="00B5606C">
      <w:pPr>
        <w:pStyle w:val="Nadpis4"/>
        <w:keepNext w:val="0"/>
        <w:keepLines w:val="0"/>
        <w:widowControl w:val="0"/>
        <w:numPr>
          <w:ilvl w:val="0"/>
          <w:numId w:val="5"/>
        </w:numPr>
        <w:spacing w:before="240" w:after="240"/>
        <w:ind w:left="357" w:hanging="357"/>
        <w:jc w:val="left"/>
        <w:rPr>
          <w:noProof/>
        </w:rPr>
      </w:pPr>
      <w:r w:rsidRPr="00B65A51">
        <w:rPr>
          <w:noProof/>
        </w:rPr>
        <w:t xml:space="preserve">Předmět </w:t>
      </w:r>
      <w:r w:rsidR="001D3E16">
        <w:rPr>
          <w:noProof/>
        </w:rPr>
        <w:t>Smlouvy</w:t>
      </w:r>
    </w:p>
    <w:p w14:paraId="5268ADDC" w14:textId="119B5871" w:rsidR="002D5F2B" w:rsidRPr="00D72F41" w:rsidRDefault="00C811AE" w:rsidP="00B5606C">
      <w:pPr>
        <w:pStyle w:val="Nadpis4"/>
        <w:keepNext w:val="0"/>
        <w:keepLines w:val="0"/>
        <w:widowControl w:val="0"/>
        <w:spacing w:line="276" w:lineRule="auto"/>
        <w:ind w:left="426"/>
        <w:jc w:val="left"/>
        <w:rPr>
          <w:b w:val="0"/>
          <w:u w:val="none"/>
        </w:rPr>
      </w:pPr>
      <w:r w:rsidRPr="00463CB7">
        <w:rPr>
          <w:b w:val="0"/>
          <w:u w:val="none"/>
        </w:rPr>
        <w:t xml:space="preserve">Za podmínek sjednaných v této Smlouvě o dílo se </w:t>
      </w:r>
      <w:r w:rsidRPr="007C525A">
        <w:rPr>
          <w:b w:val="0"/>
          <w:u w:val="none"/>
        </w:rPr>
        <w:t xml:space="preserve">Zhotovitel zavazuje na svůj náklad a nebezpečí provést pro Objednatele dílo spočívající v dodání </w:t>
      </w:r>
      <w:r w:rsidR="00FA0A46" w:rsidRPr="007C525A">
        <w:rPr>
          <w:b w:val="0"/>
          <w:u w:val="none"/>
        </w:rPr>
        <w:t xml:space="preserve">Modifikace Softwaru Objednatele, a to za podmínek uvedených v této Smlouvě, zejména v Příloze č. 1 </w:t>
      </w:r>
      <w:r w:rsidR="00FA0A46" w:rsidRPr="007C525A">
        <w:rPr>
          <w:b w:val="0"/>
          <w:i/>
          <w:u w:val="none"/>
        </w:rPr>
        <w:t>Specifikace</w:t>
      </w:r>
      <w:r w:rsidR="00B27260" w:rsidRPr="007C525A">
        <w:rPr>
          <w:b w:val="0"/>
          <w:i/>
          <w:u w:val="none"/>
        </w:rPr>
        <w:t xml:space="preserve"> </w:t>
      </w:r>
      <w:r w:rsidR="00FA0A46" w:rsidRPr="00301374">
        <w:rPr>
          <w:b w:val="0"/>
          <w:i/>
          <w:u w:val="none"/>
        </w:rPr>
        <w:t>Plnění</w:t>
      </w:r>
      <w:r w:rsidR="00FA0A46" w:rsidRPr="00301374">
        <w:rPr>
          <w:b w:val="0"/>
          <w:u w:val="none"/>
        </w:rPr>
        <w:t xml:space="preserve"> („Dílo“).</w:t>
      </w:r>
      <w:r w:rsidR="001F729E">
        <w:rPr>
          <w:b w:val="0"/>
          <w:u w:val="none"/>
        </w:rPr>
        <w:t xml:space="preserve"> Dílo musí být v souladu s Přílohou č. 1 </w:t>
      </w:r>
      <w:r w:rsidR="001F729E" w:rsidRPr="00AE1506">
        <w:rPr>
          <w:b w:val="0"/>
          <w:u w:val="none"/>
        </w:rPr>
        <w:t>Specifikace Plnění</w:t>
      </w:r>
      <w:r w:rsidR="001F729E">
        <w:rPr>
          <w:b w:val="0"/>
          <w:u w:val="none"/>
        </w:rPr>
        <w:t xml:space="preserve"> a </w:t>
      </w:r>
      <w:r w:rsidR="001F729E" w:rsidRPr="00D72F41">
        <w:rPr>
          <w:b w:val="0"/>
          <w:u w:val="none"/>
        </w:rPr>
        <w:t xml:space="preserve">Přílohou č. </w:t>
      </w:r>
      <w:r w:rsidR="00114B20" w:rsidRPr="00D72F41">
        <w:rPr>
          <w:b w:val="0"/>
          <w:u w:val="none"/>
        </w:rPr>
        <w:t>2</w:t>
      </w:r>
      <w:r w:rsidR="001F729E" w:rsidRPr="00D72F41">
        <w:rPr>
          <w:b w:val="0"/>
          <w:u w:val="none"/>
        </w:rPr>
        <w:t xml:space="preserve"> Platforma SŽ (včetně jejích příloh). Ustanovení Přílohy č. 1 Specifikace Plnění mají přednost před zněním Přílohy č. </w:t>
      </w:r>
      <w:r w:rsidR="00114B20" w:rsidRPr="00D72F41">
        <w:rPr>
          <w:b w:val="0"/>
          <w:u w:val="none"/>
        </w:rPr>
        <w:t>2</w:t>
      </w:r>
      <w:r w:rsidR="001F729E" w:rsidRPr="00D72F41">
        <w:rPr>
          <w:b w:val="0"/>
          <w:u w:val="none"/>
        </w:rPr>
        <w:t xml:space="preserve"> Platforma SŽ (včetně jejích příloh).</w:t>
      </w:r>
    </w:p>
    <w:p w14:paraId="13DAE9AE" w14:textId="150DEDCE" w:rsidR="00433C4F" w:rsidRPr="00301374" w:rsidRDefault="00433C4F" w:rsidP="00B5606C">
      <w:pPr>
        <w:pStyle w:val="Nadpis4"/>
        <w:keepNext w:val="0"/>
        <w:keepLines w:val="0"/>
        <w:widowControl w:val="0"/>
        <w:spacing w:line="276" w:lineRule="auto"/>
        <w:ind w:left="426"/>
        <w:jc w:val="left"/>
        <w:rPr>
          <w:b w:val="0"/>
          <w:u w:val="none"/>
        </w:rPr>
      </w:pPr>
      <w:r w:rsidRPr="00301374">
        <w:rPr>
          <w:b w:val="0"/>
          <w:u w:val="none"/>
        </w:rPr>
        <w:t>V rámci provádění Díla je Zhotovitel povinen zejména, nikoliv však výlučně:</w:t>
      </w:r>
    </w:p>
    <w:p w14:paraId="2EC9268A" w14:textId="77777777" w:rsidR="00FA0A46"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vytvořit a dodat </w:t>
      </w:r>
      <w:r w:rsidR="00FA0A46" w:rsidRPr="00301374">
        <w:rPr>
          <w:rFonts w:asciiTheme="minorHAnsi" w:hAnsiTheme="minorHAnsi"/>
          <w:sz w:val="18"/>
          <w:szCs w:val="18"/>
        </w:rPr>
        <w:t xml:space="preserve">Modifikace </w:t>
      </w:r>
      <w:r w:rsidR="00C6288E" w:rsidRPr="00301374">
        <w:rPr>
          <w:rFonts w:asciiTheme="minorHAnsi" w:hAnsiTheme="minorHAnsi"/>
          <w:sz w:val="18"/>
          <w:szCs w:val="18"/>
        </w:rPr>
        <w:t>Software</w:t>
      </w:r>
      <w:r w:rsidRPr="00301374">
        <w:rPr>
          <w:rFonts w:asciiTheme="minorHAnsi" w:hAnsiTheme="minorHAnsi"/>
          <w:sz w:val="18"/>
          <w:szCs w:val="18"/>
        </w:rPr>
        <w:t>;</w:t>
      </w:r>
    </w:p>
    <w:p w14:paraId="38FC405A" w14:textId="73169102"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poskytnout oprávnění k</w:t>
      </w:r>
      <w:r w:rsidR="006C47CE" w:rsidRPr="00301374">
        <w:rPr>
          <w:rFonts w:asciiTheme="minorHAnsi" w:hAnsiTheme="minorHAnsi"/>
          <w:sz w:val="18"/>
          <w:szCs w:val="18"/>
        </w:rPr>
        <w:t> užívání Díla za podmínek dále stanovených v této Smlouvě</w:t>
      </w:r>
      <w:r w:rsidRPr="00301374">
        <w:rPr>
          <w:rFonts w:asciiTheme="minorHAnsi" w:hAnsiTheme="minorHAnsi"/>
          <w:sz w:val="18"/>
          <w:szCs w:val="18"/>
        </w:rPr>
        <w:t xml:space="preserve"> </w:t>
      </w:r>
    </w:p>
    <w:p w14:paraId="403D8A65" w14:textId="40753306"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 xml:space="preserve">provést Instalaci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3F32C65" w14:textId="0388C79D"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Implementaci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do IT prostředí </w:t>
      </w:r>
      <w:r w:rsidR="00F273AE" w:rsidRPr="00301374">
        <w:rPr>
          <w:rFonts w:asciiTheme="minorHAnsi" w:hAnsiTheme="minorHAnsi"/>
          <w:sz w:val="18"/>
          <w:szCs w:val="18"/>
        </w:rPr>
        <w:t>o</w:t>
      </w:r>
      <w:r w:rsidRPr="00301374">
        <w:rPr>
          <w:rFonts w:asciiTheme="minorHAnsi" w:hAnsiTheme="minorHAnsi"/>
          <w:sz w:val="18"/>
          <w:szCs w:val="18"/>
        </w:rPr>
        <w:t>bjednatele;</w:t>
      </w:r>
    </w:p>
    <w:p w14:paraId="72FAE126" w14:textId="1A254CDB"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provést Integraci </w:t>
      </w:r>
      <w:r w:rsidR="00FA0A46" w:rsidRPr="00301374">
        <w:rPr>
          <w:rFonts w:asciiTheme="minorHAnsi" w:hAnsiTheme="minorHAnsi"/>
          <w:sz w:val="18"/>
          <w:szCs w:val="18"/>
        </w:rPr>
        <w:t xml:space="preserve">Modifikace </w:t>
      </w:r>
      <w:r w:rsidRPr="00301374">
        <w:rPr>
          <w:rFonts w:asciiTheme="minorHAnsi" w:hAnsiTheme="minorHAnsi"/>
          <w:sz w:val="18"/>
          <w:szCs w:val="18"/>
        </w:rPr>
        <w:t>S</w:t>
      </w:r>
      <w:r w:rsidR="0053123F" w:rsidRPr="00301374">
        <w:rPr>
          <w:rFonts w:asciiTheme="minorHAnsi" w:hAnsiTheme="minorHAnsi"/>
          <w:sz w:val="18"/>
          <w:szCs w:val="18"/>
        </w:rPr>
        <w:t>oftware</w:t>
      </w:r>
      <w:r w:rsidRPr="00301374">
        <w:rPr>
          <w:rFonts w:asciiTheme="minorHAnsi" w:hAnsiTheme="minorHAnsi"/>
          <w:sz w:val="18"/>
          <w:szCs w:val="18"/>
        </w:rPr>
        <w:t xml:space="preserve"> s IT prostředím </w:t>
      </w:r>
      <w:r w:rsidR="00F273AE" w:rsidRPr="00301374">
        <w:rPr>
          <w:rFonts w:asciiTheme="minorHAnsi" w:hAnsiTheme="minorHAnsi"/>
          <w:sz w:val="18"/>
          <w:szCs w:val="18"/>
        </w:rPr>
        <w:t>o</w:t>
      </w:r>
      <w:r w:rsidRPr="00301374">
        <w:rPr>
          <w:rFonts w:asciiTheme="minorHAnsi" w:hAnsiTheme="minorHAnsi"/>
          <w:sz w:val="18"/>
          <w:szCs w:val="18"/>
        </w:rPr>
        <w:t xml:space="preserve">bjednatele; </w:t>
      </w:r>
    </w:p>
    <w:p w14:paraId="1D9C736E"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vytvořit Dokumentaci;</w:t>
      </w:r>
    </w:p>
    <w:p w14:paraId="160509EC" w14:textId="56595199"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Školení uživatelů S</w:t>
      </w:r>
      <w:r w:rsidR="0053123F" w:rsidRPr="00301374">
        <w:rPr>
          <w:rFonts w:asciiTheme="minorHAnsi" w:hAnsiTheme="minorHAnsi"/>
          <w:sz w:val="18"/>
          <w:szCs w:val="18"/>
        </w:rPr>
        <w:t xml:space="preserve">oftware </w:t>
      </w:r>
      <w:r w:rsidRPr="00301374">
        <w:rPr>
          <w:rFonts w:asciiTheme="minorHAnsi" w:hAnsiTheme="minorHAnsi"/>
          <w:sz w:val="18"/>
          <w:szCs w:val="18"/>
        </w:rPr>
        <w:t>a jeho administrátorů;</w:t>
      </w:r>
    </w:p>
    <w:p w14:paraId="5A5A56BC" w14:textId="77777777"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připravit a provést migraci dat; </w:t>
      </w:r>
    </w:p>
    <w:p w14:paraId="56BE4662" w14:textId="490F8CB4" w:rsidR="00433C4F" w:rsidRPr="00301374" w:rsidRDefault="00433C4F"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provést či provádět další činnosti, které jsou výslovně uvedeny v Příloze č. 1 Specifikace</w:t>
      </w:r>
      <w:r w:rsidR="0053123F" w:rsidRPr="00301374">
        <w:rPr>
          <w:rFonts w:asciiTheme="minorHAnsi" w:hAnsiTheme="minorHAnsi"/>
          <w:sz w:val="18"/>
          <w:szCs w:val="18"/>
        </w:rPr>
        <w:t xml:space="preserve"> Plnění</w:t>
      </w:r>
      <w:r w:rsidRPr="00301374">
        <w:rPr>
          <w:rFonts w:asciiTheme="minorHAnsi" w:hAnsiTheme="minorHAnsi"/>
          <w:sz w:val="18"/>
          <w:szCs w:val="18"/>
        </w:rPr>
        <w:t>.</w:t>
      </w:r>
    </w:p>
    <w:p w14:paraId="5425476C" w14:textId="623592C1" w:rsidR="00FA0A46" w:rsidRPr="00301374" w:rsidRDefault="00D31CA8" w:rsidP="00B5606C">
      <w:pPr>
        <w:pStyle w:val="Nadpis4"/>
        <w:keepNext w:val="0"/>
        <w:keepLines w:val="0"/>
        <w:widowControl w:val="0"/>
        <w:spacing w:line="276" w:lineRule="auto"/>
        <w:ind w:left="426"/>
        <w:jc w:val="left"/>
        <w:rPr>
          <w:b w:val="0"/>
          <w:u w:val="none"/>
        </w:rPr>
      </w:pPr>
      <w:r w:rsidRPr="00301374">
        <w:rPr>
          <w:b w:val="0"/>
          <w:u w:val="none"/>
        </w:rPr>
        <w:t xml:space="preserve">Podrobnosti provádění Díla, včetně posloupnosti provádění jednotlivých jeho částí, Akceptačních kritérií, Testů a dalších podmínek pro splnění předmětu této Smlouvy stanoví Příloha č. 1 </w:t>
      </w:r>
      <w:r w:rsidRPr="00301374">
        <w:rPr>
          <w:b w:val="0"/>
          <w:i/>
          <w:u w:val="none"/>
        </w:rPr>
        <w:t>Specifikace Plnění</w:t>
      </w:r>
      <w:r w:rsidR="00E50367" w:rsidRPr="00301374">
        <w:rPr>
          <w:b w:val="0"/>
          <w:i/>
          <w:u w:val="none"/>
        </w:rPr>
        <w:t xml:space="preserve"> </w:t>
      </w:r>
      <w:r w:rsidR="00E50367" w:rsidRPr="00301374">
        <w:rPr>
          <w:b w:val="0"/>
          <w:u w:val="none"/>
        </w:rPr>
        <w:t xml:space="preserve">a Příloha č. 5 </w:t>
      </w:r>
      <w:r w:rsidR="00E50367" w:rsidRPr="00301374">
        <w:rPr>
          <w:b w:val="0"/>
          <w:i/>
          <w:u w:val="none"/>
        </w:rPr>
        <w:t>Zvláštní obchodní podmínky</w:t>
      </w:r>
      <w:r w:rsidRPr="00301374">
        <w:rPr>
          <w:b w:val="0"/>
          <w:i/>
          <w:u w:val="none"/>
        </w:rPr>
        <w:t>.</w:t>
      </w:r>
      <w:r w:rsidR="00E50367" w:rsidRPr="00301374">
        <w:rPr>
          <w:b w:val="0"/>
          <w:i/>
          <w:u w:val="none"/>
        </w:rPr>
        <w:t xml:space="preserve"> </w:t>
      </w:r>
      <w:r w:rsidR="00E50367" w:rsidRPr="00301374">
        <w:rPr>
          <w:b w:val="0"/>
          <w:u w:val="none"/>
        </w:rPr>
        <w:t xml:space="preserve">Ustanovení Přílohy č. 1 mají přednost před ustanoveními Přílohy č. 5 </w:t>
      </w:r>
      <w:r w:rsidR="00E50367" w:rsidRPr="00301374">
        <w:rPr>
          <w:b w:val="0"/>
          <w:i/>
          <w:u w:val="none"/>
        </w:rPr>
        <w:t>Zvláštních obchodních podmínek.</w:t>
      </w:r>
    </w:p>
    <w:p w14:paraId="01A143FF" w14:textId="10DED309" w:rsidR="00C6288E" w:rsidRDefault="00FA0A46" w:rsidP="00B5606C">
      <w:pPr>
        <w:pStyle w:val="Nadpis4"/>
        <w:keepNext w:val="0"/>
        <w:keepLines w:val="0"/>
        <w:widowControl w:val="0"/>
        <w:spacing w:line="276" w:lineRule="auto"/>
        <w:ind w:left="426"/>
        <w:jc w:val="left"/>
        <w:rPr>
          <w:b w:val="0"/>
          <w:u w:val="none"/>
        </w:rPr>
      </w:pPr>
      <w:r w:rsidRPr="00301374">
        <w:rPr>
          <w:b w:val="0"/>
          <w:u w:val="none"/>
        </w:rPr>
        <w:t>Objednatel se zavazuje řádně provedené Dílo převzít a zaplatit za řádně provedené Dílo Cenu.</w:t>
      </w:r>
    </w:p>
    <w:p w14:paraId="7DAFAD45" w14:textId="77777777" w:rsidR="00D72F41" w:rsidRPr="001E3E8B" w:rsidRDefault="00D72F41" w:rsidP="00D72F41">
      <w:pPr>
        <w:pStyle w:val="Nadpis4"/>
        <w:keepNext w:val="0"/>
        <w:keepLines w:val="0"/>
        <w:widowControl w:val="0"/>
        <w:spacing w:line="276" w:lineRule="auto"/>
        <w:ind w:left="426"/>
        <w:jc w:val="left"/>
        <w:rPr>
          <w:b w:val="0"/>
          <w:u w:val="none"/>
        </w:rPr>
      </w:pPr>
      <w:r w:rsidRPr="001E3E8B">
        <w:rPr>
          <w:b w:val="0"/>
          <w:u w:val="none"/>
        </w:rPr>
        <w:t xml:space="preserve">Podrobnosti poskytování konzultantských a programátorských prací (rámcová část plnění) stanoví tato Smlouva a její přílohy, zejména Příloha č. 1 </w:t>
      </w:r>
      <w:r w:rsidRPr="001E3E8B">
        <w:rPr>
          <w:b w:val="0"/>
          <w:i/>
          <w:iCs w:val="0"/>
          <w:u w:val="none"/>
        </w:rPr>
        <w:t>Specifikace Plnění</w:t>
      </w:r>
      <w:r w:rsidRPr="001E3E8B">
        <w:rPr>
          <w:b w:val="0"/>
          <w:u w:val="none"/>
        </w:rPr>
        <w:t xml:space="preserve">. </w:t>
      </w:r>
    </w:p>
    <w:p w14:paraId="5797300B" w14:textId="4E9886DF" w:rsidR="00D72F41" w:rsidRPr="001E3E8B" w:rsidRDefault="00D72F41" w:rsidP="00D72F41">
      <w:pPr>
        <w:ind w:left="567"/>
      </w:pPr>
      <w:r w:rsidRPr="001E3E8B">
        <w:t>Konzultantské a programátorské práce (dále jen „Podpora“) budou čerpány v </w:t>
      </w:r>
      <w:r w:rsidR="008269A8">
        <w:t>maximálním</w:t>
      </w:r>
      <w:r w:rsidR="008269A8" w:rsidRPr="001E3E8B">
        <w:t xml:space="preserve"> </w:t>
      </w:r>
      <w:r w:rsidRPr="001E3E8B">
        <w:t xml:space="preserve">objemu </w:t>
      </w:r>
      <w:r w:rsidR="00015FB2">
        <w:t>10</w:t>
      </w:r>
      <w:r w:rsidRPr="001E3E8B">
        <w:t xml:space="preserve"> MD za dobu realizace Plnění. Podporu bude Objednatel čerpat v případě potřeby, přičemž předpokládaný objem MD je pouze orientační a Objednatele nezavazuje k jeho celkovému vyčerpání, naopak Objednatel není povinen vyčerpat na základě této Smlouvy byť jediný MD.</w:t>
      </w:r>
    </w:p>
    <w:p w14:paraId="5E1AF920" w14:textId="77777777" w:rsidR="00D72F41" w:rsidRPr="001E3E8B" w:rsidRDefault="00D72F41" w:rsidP="00D72F41">
      <w:pPr>
        <w:ind w:left="567"/>
      </w:pPr>
      <w:r w:rsidRPr="001E3E8B">
        <w:t>Podpora bude Objednatelem poptávána následovně:</w:t>
      </w:r>
    </w:p>
    <w:p w14:paraId="4BD42661" w14:textId="77777777" w:rsidR="00D72F41" w:rsidRPr="001E3E8B" w:rsidRDefault="00D72F41" w:rsidP="00D72F41">
      <w:pPr>
        <w:numPr>
          <w:ilvl w:val="2"/>
          <w:numId w:val="17"/>
        </w:numPr>
        <w:ind w:left="1134" w:hanging="283"/>
      </w:pPr>
      <w:bookmarkStart w:id="1" w:name="_Ref521523700"/>
      <w:bookmarkStart w:id="2" w:name="_Ref532728813"/>
      <w:r w:rsidRPr="001E3E8B">
        <w:t>Objednatel je v době trvání této Smlouvy oprávněn kdykoli zaslat Zhotoviteli požadavek na poskytnutí Podpory formou doručení písemného požadavku v elektronické formě na adresu Kontaktní osoby Zhotovitele nebo prostřednictvím Helpdesku („</w:t>
      </w:r>
      <w:r w:rsidRPr="001E3E8B">
        <w:rPr>
          <w:b/>
          <w:i/>
        </w:rPr>
        <w:t>Požadavek</w:t>
      </w:r>
      <w:r w:rsidRPr="001E3E8B">
        <w:t>“).</w:t>
      </w:r>
      <w:bookmarkEnd w:id="1"/>
      <w:r w:rsidRPr="001E3E8B">
        <w:t xml:space="preserve"> Požadavek musí obsahovat základní Akceptační kritéria.</w:t>
      </w:r>
      <w:bookmarkEnd w:id="2"/>
    </w:p>
    <w:p w14:paraId="24D12457" w14:textId="6D55B431" w:rsidR="00D72F41" w:rsidRPr="001E3E8B" w:rsidRDefault="00D72F41" w:rsidP="00D72F41">
      <w:pPr>
        <w:numPr>
          <w:ilvl w:val="2"/>
          <w:numId w:val="17"/>
        </w:numPr>
        <w:ind w:left="1134" w:hanging="283"/>
      </w:pPr>
      <w:bookmarkStart w:id="3" w:name="_Ref521523973"/>
      <w:r w:rsidRPr="001E3E8B">
        <w:t xml:space="preserve">Zhotovitel se zavazuje do tří (3) pracovních dnů od zaslání Požadavku Poskytovateli doručit v elektronické formě Kontaktní osobě Objednatele pro plnění této Smlouvy nabídku na realizaci Požadavku, která musí obsahovat minimálně předmět Podpory, cenu stanovenou jako součin počtu MD nebo MH  a ceny za jeden MD dle přílohy č. </w:t>
      </w:r>
      <w:r w:rsidR="004C782B" w:rsidRPr="001E3E8B">
        <w:t>7</w:t>
      </w:r>
      <w:r w:rsidRPr="001E3E8B">
        <w:t xml:space="preserve"> </w:t>
      </w:r>
      <w:r w:rsidRPr="001E3E8B">
        <w:rPr>
          <w:i/>
        </w:rPr>
        <w:t>Cena</w:t>
      </w:r>
      <w:r w:rsidRPr="001E3E8B">
        <w:t xml:space="preserve"> nebo ceny za jednu MH (cena za jeden MH se stanoví jako 1/8 z ceny za jeden MD dle přílohy č. </w:t>
      </w:r>
      <w:r w:rsidR="004C782B" w:rsidRPr="001E3E8B">
        <w:t>7</w:t>
      </w:r>
      <w:r w:rsidRPr="001E3E8B">
        <w:t xml:space="preserve"> </w:t>
      </w:r>
      <w:r w:rsidRPr="001E3E8B">
        <w:rPr>
          <w:i/>
        </w:rPr>
        <w:t>Cena</w:t>
      </w:r>
      <w:r w:rsidRPr="001E3E8B">
        <w:t>) termín plnění (harmonogram) a konkrétní Akceptační kritéria vycházející ze základních Akceptačních kritérií určených v Požadavku („</w:t>
      </w:r>
      <w:r w:rsidRPr="001E3E8B">
        <w:rPr>
          <w:b/>
          <w:i/>
        </w:rPr>
        <w:t>Předběžná</w:t>
      </w:r>
      <w:r w:rsidRPr="001E3E8B">
        <w:t xml:space="preserve"> </w:t>
      </w:r>
      <w:r w:rsidRPr="001E3E8B">
        <w:rPr>
          <w:b/>
          <w:i/>
        </w:rPr>
        <w:t>nabídka</w:t>
      </w:r>
      <w:r w:rsidRPr="001E3E8B">
        <w:t>“).</w:t>
      </w:r>
      <w:bookmarkEnd w:id="3"/>
    </w:p>
    <w:p w14:paraId="066BF3ED" w14:textId="77777777" w:rsidR="00D72F41" w:rsidRPr="001E3E8B" w:rsidRDefault="00D72F41" w:rsidP="00D72F41">
      <w:pPr>
        <w:numPr>
          <w:ilvl w:val="2"/>
          <w:numId w:val="17"/>
        </w:numPr>
        <w:ind w:left="1134" w:hanging="283"/>
      </w:pPr>
      <w:bookmarkStart w:id="4" w:name="_Ref521524564"/>
      <w:r w:rsidRPr="001E3E8B">
        <w:t>Na základě objednávky Objednatele, která představuje odsouhlasení Nabídky, doručené Zhotoviteli v elektronické formě („</w:t>
      </w:r>
      <w:r w:rsidRPr="001E3E8B">
        <w:rPr>
          <w:b/>
          <w:i/>
        </w:rPr>
        <w:t>Objednávka</w:t>
      </w:r>
      <w:r w:rsidRPr="001E3E8B">
        <w:t xml:space="preserve">“), se Zhotovitel zavazuje poskytovat Podporu uvedenou v Nabídce. </w:t>
      </w:r>
      <w:bookmarkEnd w:id="4"/>
    </w:p>
    <w:p w14:paraId="76798829" w14:textId="77777777" w:rsidR="00D72F41" w:rsidRPr="00985069" w:rsidRDefault="00D72F41" w:rsidP="00D72F41">
      <w:pPr>
        <w:ind w:left="567"/>
      </w:pPr>
      <w:r w:rsidRPr="001E3E8B">
        <w:t>Řádné provedení Podpory dle tohoto článku bude Stranami písemně potvrzeno podpisem Akceptačního protokolu po ukončení Akceptačního řízení poskytnuté Podpory.</w:t>
      </w:r>
      <w:r w:rsidRPr="00985069">
        <w:t xml:space="preserve"> </w:t>
      </w:r>
    </w:p>
    <w:p w14:paraId="4F52CD12" w14:textId="77777777" w:rsidR="00D72F41" w:rsidRPr="00D72F41" w:rsidRDefault="00D72F41" w:rsidP="00D72F41"/>
    <w:p w14:paraId="632165FB" w14:textId="6D5FCF6E" w:rsidR="00697A73" w:rsidRPr="00301374" w:rsidRDefault="00697A73" w:rsidP="00B5606C">
      <w:pPr>
        <w:pStyle w:val="Nadpis4"/>
        <w:keepNext w:val="0"/>
        <w:keepLines w:val="0"/>
        <w:widowControl w:val="0"/>
        <w:numPr>
          <w:ilvl w:val="0"/>
          <w:numId w:val="5"/>
        </w:numPr>
        <w:spacing w:before="240" w:after="240"/>
        <w:ind w:left="357" w:hanging="357"/>
        <w:jc w:val="left"/>
        <w:rPr>
          <w:noProof/>
        </w:rPr>
      </w:pPr>
      <w:r w:rsidRPr="00301374">
        <w:rPr>
          <w:noProof/>
        </w:rPr>
        <w:t xml:space="preserve">Další povinnosti </w:t>
      </w:r>
      <w:r w:rsidR="00167914" w:rsidRPr="00301374">
        <w:rPr>
          <w:noProof/>
        </w:rPr>
        <w:t>Z</w:t>
      </w:r>
      <w:r w:rsidRPr="00301374">
        <w:rPr>
          <w:noProof/>
        </w:rPr>
        <w:t>hotovitele</w:t>
      </w:r>
    </w:p>
    <w:p w14:paraId="13524579" w14:textId="77777777"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Zhotovitel se zavazuje poskytovat v rámci Díla veškerou součinnost, zejména, nikoliv však výlučně:</w:t>
      </w:r>
    </w:p>
    <w:p w14:paraId="563FED07" w14:textId="2C0AD83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lastRenderedPageBreak/>
        <w:t>pro zajištění komunikace a vzájemné interoperability s dalšími počítačovými programy či informačními systémy nezbytnými pro plnohodnotné fungování Software;</w:t>
      </w:r>
    </w:p>
    <w:p w14:paraId="6D74F69D"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301374" w:rsidRDefault="00697A73" w:rsidP="00B5606C">
      <w:pPr>
        <w:pStyle w:val="Nadpis4"/>
        <w:keepNext w:val="0"/>
        <w:keepLines w:val="0"/>
        <w:widowControl w:val="0"/>
        <w:spacing w:line="276" w:lineRule="auto"/>
        <w:ind w:left="425" w:hanging="431"/>
        <w:jc w:val="left"/>
        <w:rPr>
          <w:b w:val="0"/>
          <w:u w:val="none"/>
        </w:rPr>
      </w:pPr>
      <w:bookmarkStart w:id="5" w:name="_Ref515816753"/>
      <w:r w:rsidRPr="00301374">
        <w:rPr>
          <w:b w:val="0"/>
          <w:u w:val="none"/>
        </w:rPr>
        <w:t>Zhotovitel se dále zavazuje zejména, nikoliv však výlučně:</w:t>
      </w:r>
      <w:bookmarkEnd w:id="5"/>
    </w:p>
    <w:p w14:paraId="352C05B0" w14:textId="59D83495"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bookmarkStart w:id="6" w:name="_Ref516577380"/>
      <w:bookmarkStart w:id="7" w:name="_Hlk25842392"/>
      <w:r w:rsidRPr="00301374">
        <w:rPr>
          <w:rFonts w:asciiTheme="minorHAnsi" w:hAnsiTheme="minorHAnsi"/>
          <w:sz w:val="18"/>
          <w:szCs w:val="18"/>
        </w:rPr>
        <w:t>v případě ukončení trvání Smlouvy o dílo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6"/>
    </w:p>
    <w:p w14:paraId="0172654B" w14:textId="77777777" w:rsidR="009F7EDD" w:rsidRPr="00301374" w:rsidRDefault="009F7EDD" w:rsidP="00AC1260">
      <w:pPr>
        <w:pStyle w:val="Claneka"/>
        <w:keepLines w:val="0"/>
        <w:numPr>
          <w:ilvl w:val="2"/>
          <w:numId w:val="5"/>
        </w:numPr>
        <w:spacing w:before="0"/>
        <w:ind w:left="1559" w:hanging="567"/>
        <w:jc w:val="left"/>
        <w:rPr>
          <w:rFonts w:asciiTheme="minorHAnsi" w:hAnsiTheme="minorHAnsi"/>
          <w:sz w:val="18"/>
          <w:szCs w:val="18"/>
        </w:rPr>
      </w:pPr>
      <w:bookmarkStart w:id="8" w:name="_Ref532977265"/>
      <w:bookmarkStart w:id="9" w:name="_Ref515816760"/>
      <w:bookmarkEnd w:id="7"/>
      <w:r w:rsidRPr="00301374">
        <w:rPr>
          <w:rFonts w:asciiTheme="minorHAnsi" w:hAnsiTheme="minorHAnsi"/>
          <w:sz w:val="18"/>
          <w:szCs w:val="18"/>
        </w:rPr>
        <w:t xml:space="preserve">seznámit se s obchodními podmínkami k Software, který je součástí IT prostředí Objednatele, a při provádění Díla dle této Smlouvy dbát na jejich dodržování; </w:t>
      </w:r>
    </w:p>
    <w:bookmarkEnd w:id="8"/>
    <w:bookmarkEnd w:id="9"/>
    <w:p w14:paraId="3ADB033E" w14:textId="6C009514" w:rsidR="00697A73" w:rsidRPr="00301374" w:rsidRDefault="00697A73" w:rsidP="00B5606C">
      <w:pPr>
        <w:pStyle w:val="Nadpis4"/>
        <w:keepNext w:val="0"/>
        <w:keepLines w:val="0"/>
        <w:widowControl w:val="0"/>
        <w:spacing w:line="276" w:lineRule="auto"/>
        <w:ind w:left="425" w:hanging="431"/>
        <w:jc w:val="left"/>
        <w:rPr>
          <w:b w:val="0"/>
          <w:u w:val="none"/>
        </w:rPr>
      </w:pPr>
      <w:r w:rsidRPr="00301374">
        <w:rPr>
          <w:b w:val="0"/>
          <w:u w:val="none"/>
        </w:rPr>
        <w:t>V případě jednostranného ukončení této Smlouvy anebo jejího zániku jiným způsobem</w:t>
      </w:r>
      <w:r w:rsidR="00D46545" w:rsidRPr="00301374">
        <w:rPr>
          <w:b w:val="0"/>
          <w:u w:val="none"/>
        </w:rPr>
        <w:t>,</w:t>
      </w:r>
      <w:r w:rsidR="00167914" w:rsidRPr="00301374">
        <w:rPr>
          <w:b w:val="0"/>
          <w:u w:val="none"/>
        </w:rPr>
        <w:t xml:space="preserve"> </w:t>
      </w:r>
      <w:r w:rsidRPr="00301374">
        <w:rPr>
          <w:b w:val="0"/>
          <w:u w:val="none"/>
        </w:rPr>
        <w:t>než splněním má Objednatel, není-li sjednáno jinak, právo:</w:t>
      </w:r>
    </w:p>
    <w:p w14:paraId="7F1826AE" w14:textId="77777777" w:rsidR="00697A73" w:rsidRPr="003013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vrátit veškeré či pouze některé dodané části předmětu Díla Zhotoviteli; nebo</w:t>
      </w:r>
    </w:p>
    <w:p w14:paraId="3B27A839" w14:textId="04D4CE43" w:rsidR="00697A73" w:rsidRPr="00230174"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301374">
        <w:rPr>
          <w:rFonts w:asciiTheme="minorHAnsi" w:hAnsiTheme="minorHAnsi"/>
          <w:sz w:val="18"/>
          <w:szCs w:val="18"/>
        </w:rPr>
        <w:t>ponechat si veškeré či pouze některé dodané části předmětu Díla.</w:t>
      </w:r>
      <w:bookmarkStart w:id="10" w:name="_Ref532385858"/>
      <w:r w:rsidR="00FF1E47" w:rsidRPr="00301374">
        <w:rPr>
          <w:rFonts w:asciiTheme="minorHAnsi" w:hAnsiTheme="minorHAnsi"/>
          <w:sz w:val="18"/>
          <w:szCs w:val="18"/>
        </w:rPr>
        <w:t xml:space="preserve"> </w:t>
      </w:r>
      <w:r w:rsidRPr="00301374">
        <w:rPr>
          <w:rFonts w:asciiTheme="minorHAnsi" w:hAnsiTheme="minorHAnsi"/>
          <w:sz w:val="18"/>
          <w:szCs w:val="18"/>
        </w:rPr>
        <w:t xml:space="preserve">Pro vyloučení pochybností si Strany sjednávají, že ustanovení tohoto </w:t>
      </w:r>
      <w:r w:rsidR="009F7EDD" w:rsidRPr="00301374">
        <w:rPr>
          <w:rFonts w:asciiTheme="minorHAnsi" w:hAnsiTheme="minorHAnsi"/>
          <w:sz w:val="18"/>
          <w:szCs w:val="18"/>
        </w:rPr>
        <w:t>článku</w:t>
      </w:r>
      <w:r w:rsidRPr="00301374">
        <w:rPr>
          <w:rFonts w:asciiTheme="minorHAnsi" w:hAnsiTheme="minorHAnsi"/>
          <w:sz w:val="18"/>
          <w:szCs w:val="18"/>
        </w:rPr>
        <w:t xml:space="preserve"> se použije pro ty části Díla, ohledně kterých dosud</w:t>
      </w:r>
      <w:r w:rsidRPr="00230174">
        <w:rPr>
          <w:rFonts w:asciiTheme="minorHAnsi" w:hAnsiTheme="minorHAnsi"/>
          <w:sz w:val="18"/>
          <w:szCs w:val="18"/>
        </w:rPr>
        <w:t xml:space="preserve"> neproběhla akceptace, i pro ty části Díla, ohledně kterých již akceptace proběhla.</w:t>
      </w:r>
      <w:bookmarkEnd w:id="10"/>
    </w:p>
    <w:p w14:paraId="454386F4" w14:textId="4ED131A4" w:rsidR="00FF1E47" w:rsidRPr="00FF1E47" w:rsidRDefault="00697A73" w:rsidP="00B5606C">
      <w:pPr>
        <w:pStyle w:val="Nadpis4"/>
        <w:keepNext w:val="0"/>
        <w:keepLines w:val="0"/>
        <w:widowControl w:val="0"/>
        <w:spacing w:line="276" w:lineRule="auto"/>
        <w:ind w:left="431" w:hanging="431"/>
        <w:jc w:val="left"/>
        <w:rPr>
          <w:b w:val="0"/>
          <w:u w:val="none"/>
        </w:rPr>
      </w:pPr>
      <w:r w:rsidRPr="00392286">
        <w:rPr>
          <w:b w:val="0"/>
          <w:u w:val="none"/>
        </w:rPr>
        <w:t xml:space="preserve">Rozhodne-li se Objednatel vrátit části předmětu Díla, musí je vrátit bez zbytečného odkladu. </w:t>
      </w:r>
    </w:p>
    <w:p w14:paraId="5554391C" w14:textId="71D9A04F" w:rsidR="00FF1E47" w:rsidRPr="00FF1E47" w:rsidRDefault="00697A73" w:rsidP="00B5606C">
      <w:pPr>
        <w:pStyle w:val="Nadpis4"/>
        <w:keepNext w:val="0"/>
        <w:keepLines w:val="0"/>
        <w:widowControl w:val="0"/>
        <w:spacing w:line="276" w:lineRule="auto"/>
        <w:ind w:left="425" w:hanging="431"/>
        <w:jc w:val="left"/>
        <w:rPr>
          <w:b w:val="0"/>
          <w:u w:val="none"/>
        </w:rPr>
      </w:pPr>
      <w:bookmarkStart w:id="11" w:name="_Ref532385884"/>
      <w:r w:rsidRPr="00392286">
        <w:rPr>
          <w:b w:val="0"/>
          <w:u w:val="none"/>
        </w:rPr>
        <w:t>Za části předmětu Díla, ke kterým Objednatel uplatní své právo na ponechání si předmětu Díla</w:t>
      </w:r>
      <w:r w:rsidR="00DB00DE" w:rsidRPr="00392286">
        <w:rPr>
          <w:b w:val="0"/>
          <w:u w:val="none"/>
        </w:rPr>
        <w:t>,</w:t>
      </w:r>
      <w:r w:rsidRPr="00392286">
        <w:rPr>
          <w:b w:val="0"/>
          <w:u w:val="none"/>
        </w:rPr>
        <w:t xml:space="preserve"> má Zhotovitel nárok na zaplacení části Ceny pouze v rozsahu, ve kterém má Objednatel z předmětné nevrácené části předmětu Díla prospěch.</w:t>
      </w:r>
      <w:bookmarkEnd w:id="11"/>
      <w:r w:rsidRPr="00392286">
        <w:rPr>
          <w:b w:val="0"/>
          <w:u w:val="none"/>
        </w:rPr>
        <w:t xml:space="preserve"> </w:t>
      </w:r>
    </w:p>
    <w:p w14:paraId="40F1B468" w14:textId="4C48D16B"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zaplacení dílčích částí Ceny za provedení příslušných částí Díla ve výši pro ně sjednané.</w:t>
      </w:r>
    </w:p>
    <w:p w14:paraId="13A2C84F" w14:textId="4E5CB8C8" w:rsidR="00697A73" w:rsidRPr="00392286" w:rsidRDefault="00697A73" w:rsidP="00B5606C">
      <w:pPr>
        <w:pStyle w:val="Nadpis4"/>
        <w:keepNext w:val="0"/>
        <w:keepLines w:val="0"/>
        <w:widowControl w:val="0"/>
        <w:spacing w:line="276" w:lineRule="auto"/>
        <w:ind w:left="425" w:hanging="431"/>
        <w:jc w:val="left"/>
        <w:rPr>
          <w:b w:val="0"/>
          <w:u w:val="none"/>
        </w:rPr>
      </w:pPr>
      <w:r w:rsidRPr="00392286">
        <w:rPr>
          <w:b w:val="0"/>
          <w:u w:val="none"/>
        </w:rPr>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142567D2" w:rsidR="00697A73" w:rsidRPr="00392286" w:rsidRDefault="00697A73" w:rsidP="00B5606C">
      <w:pPr>
        <w:pStyle w:val="Nadpis4"/>
        <w:keepNext w:val="0"/>
        <w:keepLines w:val="0"/>
        <w:widowControl w:val="0"/>
        <w:spacing w:line="276" w:lineRule="auto"/>
        <w:ind w:left="425" w:hanging="431"/>
        <w:jc w:val="left"/>
        <w:rPr>
          <w:b w:val="0"/>
          <w:u w:val="none"/>
        </w:rPr>
      </w:pPr>
      <w:bookmarkStart w:id="12" w:name="_Ref532375448"/>
      <w:r w:rsidRPr="00392286">
        <w:rPr>
          <w:b w:val="0"/>
          <w:u w:val="none"/>
        </w:rPr>
        <w:t xml:space="preserve">Zhotovitel se </w:t>
      </w:r>
      <w:r w:rsidRPr="00301374">
        <w:rPr>
          <w:b w:val="0"/>
          <w:u w:val="none"/>
        </w:rPr>
        <w:t>zavazuje nejpozději do deseti (10) dnů od zániku</w:t>
      </w:r>
      <w:r w:rsidRPr="00392286">
        <w:rPr>
          <w:b w:val="0"/>
          <w:u w:val="none"/>
        </w:rPr>
        <w:t xml:space="preserve"> smluvního vztahu založeného touto Smlouvou:</w:t>
      </w:r>
      <w:bookmarkEnd w:id="12"/>
    </w:p>
    <w:p w14:paraId="6A01A239" w14:textId="10033177" w:rsidR="00697A73" w:rsidRPr="00897149" w:rsidRDefault="00697A73" w:rsidP="00AC1260">
      <w:pPr>
        <w:pStyle w:val="Claneka"/>
        <w:keepLines w:val="0"/>
        <w:numPr>
          <w:ilvl w:val="2"/>
          <w:numId w:val="5"/>
        </w:numPr>
        <w:spacing w:before="0"/>
        <w:ind w:left="1559" w:hanging="567"/>
        <w:jc w:val="left"/>
        <w:rPr>
          <w:rFonts w:asciiTheme="minorHAnsi" w:hAnsiTheme="minorHAnsi"/>
          <w:sz w:val="18"/>
          <w:szCs w:val="18"/>
        </w:rPr>
      </w:pPr>
      <w:r w:rsidRPr="00897149">
        <w:rPr>
          <w:rFonts w:asciiTheme="minorHAnsi" w:hAnsiTheme="minorHAnsi"/>
          <w:sz w:val="18"/>
          <w:szCs w:val="18"/>
        </w:rPr>
        <w:t>připravit aktualizovanou Dokumentaci S</w:t>
      </w:r>
      <w:r w:rsidR="00A1211D">
        <w:rPr>
          <w:rFonts w:asciiTheme="minorHAnsi" w:hAnsiTheme="minorHAnsi"/>
          <w:sz w:val="18"/>
          <w:szCs w:val="18"/>
        </w:rPr>
        <w:t>oftware</w:t>
      </w:r>
      <w:r w:rsidR="006377E0">
        <w:rPr>
          <w:rFonts w:asciiTheme="minorHAnsi" w:hAnsiTheme="minorHAnsi"/>
          <w:sz w:val="18"/>
          <w:szCs w:val="18"/>
        </w:rPr>
        <w:t xml:space="preserve"> rozvinutého o Modifikaci </w:t>
      </w:r>
      <w:r w:rsidRPr="00897149">
        <w:rPr>
          <w:rFonts w:asciiTheme="minorHAnsi" w:hAnsiTheme="minorHAnsi"/>
          <w:sz w:val="18"/>
          <w:szCs w:val="18"/>
        </w:rPr>
        <w:t xml:space="preserve">obsahující zejména, nikoliv však výlučně: </w:t>
      </w:r>
    </w:p>
    <w:p w14:paraId="5BB94716"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Dokumentaci – detailní popis fungování a návrh implementace, který zahrnuje:</w:t>
      </w:r>
    </w:p>
    <w:p w14:paraId="6DE903C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procesní Dokumentace (včetně detailních popisů procesů);</w:t>
      </w:r>
    </w:p>
    <w:p w14:paraId="1F432C55"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bezpečnostní Dokumentace;</w:t>
      </w:r>
    </w:p>
    <w:p w14:paraId="6F088B86" w14:textId="2566ADD8"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IT prostředí </w:t>
      </w:r>
      <w:r w:rsidR="00F273AE">
        <w:t>o</w:t>
      </w:r>
      <w:r w:rsidRPr="00897149">
        <w:t>bjednatele – technologické infrastruktury včetně popisu a nastavení virtuálního prostředí;</w:t>
      </w:r>
    </w:p>
    <w:p w14:paraId="0CC1E1FE" w14:textId="412F3AF8" w:rsidR="00697A73" w:rsidRPr="00897149" w:rsidRDefault="00697A73" w:rsidP="00E66BEC">
      <w:pPr>
        <w:pStyle w:val="Odstavecseseznamem"/>
        <w:widowControl w:val="0"/>
        <w:spacing w:after="120" w:line="240" w:lineRule="auto"/>
        <w:ind w:left="2268"/>
        <w:contextualSpacing w:val="0"/>
      </w:pPr>
    </w:p>
    <w:p w14:paraId="05078579" w14:textId="77777777"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nastavení Standardního software;</w:t>
      </w:r>
    </w:p>
    <w:p w14:paraId="0C982F47" w14:textId="007D8544"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lastRenderedPageBreak/>
        <w:t xml:space="preserve">popis uceleného modelu </w:t>
      </w:r>
      <w:r w:rsidR="006377E0">
        <w:t xml:space="preserve">Modifikace </w:t>
      </w:r>
      <w:r w:rsidRPr="00897149">
        <w:t>S</w:t>
      </w:r>
      <w:r w:rsidR="00A1211D">
        <w:t>oftware</w:t>
      </w:r>
      <w:r w:rsidRPr="00897149">
        <w:t xml:space="preserve"> (logický doménový model, detailní datový model, hierarchický komponentní model apod.)</w:t>
      </w:r>
      <w:r w:rsidR="00167914">
        <w:t>;</w:t>
      </w:r>
    </w:p>
    <w:p w14:paraId="39F07C20" w14:textId="1BDD5709"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správy uživatelů a externích rozhraní</w:t>
      </w:r>
      <w:r w:rsidR="00167914">
        <w:t>;</w:t>
      </w:r>
    </w:p>
    <w:p w14:paraId="59D6ABB1" w14:textId="390A30CF"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popis konfigurace aplikačních serverů</w:t>
      </w:r>
      <w:r w:rsidR="00167914">
        <w:t>;</w:t>
      </w:r>
      <w:r w:rsidRPr="00897149">
        <w:t xml:space="preserve"> a</w:t>
      </w:r>
    </w:p>
    <w:p w14:paraId="1B859DDD" w14:textId="500C959E" w:rsidR="00697A73" w:rsidRPr="00897149" w:rsidRDefault="00697A73" w:rsidP="00AC1260">
      <w:pPr>
        <w:pStyle w:val="Odstavecseseznamem"/>
        <w:widowControl w:val="0"/>
        <w:numPr>
          <w:ilvl w:val="6"/>
          <w:numId w:val="8"/>
        </w:numPr>
        <w:spacing w:after="120" w:line="240" w:lineRule="auto"/>
        <w:ind w:left="2268" w:hanging="283"/>
        <w:contextualSpacing w:val="0"/>
      </w:pPr>
      <w:r w:rsidRPr="00897149">
        <w:t xml:space="preserve">popis licenčních modelů u Standardního </w:t>
      </w:r>
      <w:r w:rsidR="00B27260">
        <w:t>S</w:t>
      </w:r>
      <w:r w:rsidRPr="00897149">
        <w:t>oftware</w:t>
      </w:r>
      <w:r w:rsidR="00DD21C3">
        <w:t>, pokud je relevantní vzhledem k předmětu smlouvy</w:t>
      </w:r>
      <w:r w:rsidR="00167914">
        <w:t>;</w:t>
      </w:r>
    </w:p>
    <w:p w14:paraId="7005E4B9" w14:textId="4BC4B6F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úplný a aktuální Zdrojový kód</w:t>
      </w:r>
      <w:r w:rsidR="001A058E">
        <w:rPr>
          <w:rFonts w:asciiTheme="minorHAnsi" w:hAnsiTheme="minorHAnsi"/>
          <w:sz w:val="18"/>
          <w:szCs w:val="18"/>
        </w:rPr>
        <w:t>, není-li dále stanoveno jinak</w:t>
      </w:r>
      <w:r w:rsidR="00167914">
        <w:rPr>
          <w:rFonts w:asciiTheme="minorHAnsi" w:hAnsiTheme="minorHAnsi"/>
          <w:sz w:val="18"/>
          <w:szCs w:val="18"/>
        </w:rPr>
        <w:t>;</w:t>
      </w:r>
      <w:r w:rsidRPr="00897149">
        <w:rPr>
          <w:rFonts w:asciiTheme="minorHAnsi" w:hAnsiTheme="minorHAnsi"/>
          <w:sz w:val="18"/>
          <w:szCs w:val="18"/>
        </w:rPr>
        <w:t xml:space="preserve"> </w:t>
      </w:r>
    </w:p>
    <w:p w14:paraId="2D248B50"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897149">
        <w:rPr>
          <w:rFonts w:asciiTheme="minorHAnsi" w:hAnsiTheme="minorHAnsi"/>
          <w:sz w:val="18"/>
          <w:szCs w:val="18"/>
        </w:rPr>
        <w:t>jobů</w:t>
      </w:r>
      <w:proofErr w:type="spellEnd"/>
      <w:r w:rsidRPr="00897149">
        <w:rPr>
          <w:rFonts w:asciiTheme="minorHAnsi" w:hAnsiTheme="minorHAnsi"/>
          <w:sz w:val="18"/>
          <w:szCs w:val="18"/>
        </w:rPr>
        <w:t xml:space="preserve"> atd. a hesel k management rozhraní jednotlivých komponent a zařízení;</w:t>
      </w:r>
    </w:p>
    <w:p w14:paraId="6E014A83" w14:textId="6D64233D"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platných Zhotovitelových uživatelských účtů</w:t>
      </w:r>
      <w:r w:rsidR="00CA04E4">
        <w:rPr>
          <w:rFonts w:asciiTheme="minorHAnsi" w:hAnsiTheme="minorHAnsi"/>
          <w:sz w:val="18"/>
          <w:szCs w:val="18"/>
        </w:rPr>
        <w:t xml:space="preserve"> </w:t>
      </w:r>
      <w:r w:rsidR="00CA04E4" w:rsidRPr="00CA04E4">
        <w:rPr>
          <w:rFonts w:asciiTheme="minorHAnsi" w:hAnsiTheme="minorHAnsi"/>
          <w:sz w:val="18"/>
          <w:szCs w:val="18"/>
        </w:rPr>
        <w:t xml:space="preserve">a souvisejících technických prostředků </w:t>
      </w:r>
      <w:r w:rsidRPr="00897149">
        <w:rPr>
          <w:rFonts w:asciiTheme="minorHAnsi" w:hAnsiTheme="minorHAnsi"/>
          <w:sz w:val="18"/>
          <w:szCs w:val="18"/>
        </w:rPr>
        <w:t>za všechna prostředí;</w:t>
      </w:r>
    </w:p>
    <w:p w14:paraId="4294643F"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seznam všech užitých certifikátů s uvedením doby platnosti včetně popisu</w:t>
      </w:r>
      <w:r w:rsidRPr="00897149">
        <w:rPr>
          <w:rFonts w:asciiTheme="minorHAnsi" w:hAnsiTheme="minorHAnsi"/>
          <w:sz w:val="18"/>
          <w:szCs w:val="18"/>
        </w:rPr>
        <w:br/>
        <w:t>a podrobného postupu pro jejich obnovu;</w:t>
      </w:r>
    </w:p>
    <w:p w14:paraId="51D6AB03"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a úplnou verzi </w:t>
      </w:r>
      <w:proofErr w:type="spellStart"/>
      <w:r w:rsidRPr="00897149">
        <w:rPr>
          <w:rFonts w:asciiTheme="minorHAnsi" w:hAnsiTheme="minorHAnsi"/>
          <w:sz w:val="18"/>
          <w:szCs w:val="18"/>
        </w:rPr>
        <w:t>Configuration</w:t>
      </w:r>
      <w:proofErr w:type="spellEnd"/>
      <w:r w:rsidRPr="00897149">
        <w:rPr>
          <w:rFonts w:asciiTheme="minorHAnsi" w:hAnsiTheme="minorHAnsi"/>
          <w:sz w:val="18"/>
          <w:szCs w:val="18"/>
        </w:rPr>
        <w:t xml:space="preserve"> management database;</w:t>
      </w:r>
    </w:p>
    <w:p w14:paraId="336B8209"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proofErr w:type="spellStart"/>
      <w:r w:rsidRPr="00897149">
        <w:rPr>
          <w:rFonts w:asciiTheme="minorHAnsi" w:hAnsiTheme="minorHAnsi"/>
          <w:sz w:val="18"/>
          <w:szCs w:val="18"/>
        </w:rPr>
        <w:t>disaster</w:t>
      </w:r>
      <w:proofErr w:type="spellEnd"/>
      <w:r w:rsidRPr="00897149">
        <w:rPr>
          <w:rFonts w:asciiTheme="minorHAnsi" w:hAnsiTheme="minorHAnsi"/>
          <w:sz w:val="18"/>
          <w:szCs w:val="18"/>
        </w:rPr>
        <w:t xml:space="preserve"> </w:t>
      </w:r>
      <w:proofErr w:type="spellStart"/>
      <w:r w:rsidRPr="00897149">
        <w:rPr>
          <w:rFonts w:asciiTheme="minorHAnsi" w:hAnsiTheme="minorHAnsi"/>
          <w:sz w:val="18"/>
          <w:szCs w:val="18"/>
        </w:rPr>
        <w:t>recovery</w:t>
      </w:r>
      <w:proofErr w:type="spellEnd"/>
      <w:r w:rsidRPr="00897149">
        <w:rPr>
          <w:rFonts w:asciiTheme="minorHAnsi" w:hAnsiTheme="minorHAnsi"/>
          <w:sz w:val="18"/>
          <w:szCs w:val="18"/>
        </w:rPr>
        <w:t xml:space="preserve"> plány;</w:t>
      </w:r>
    </w:p>
    <w:p w14:paraId="3E6854FB" w14:textId="6A6E3913" w:rsidR="00697A73" w:rsidRPr="00897149" w:rsidRDefault="00697A73" w:rsidP="00AC1260">
      <w:pPr>
        <w:pStyle w:val="Claneki"/>
        <w:keepNext w:val="0"/>
        <w:widowControl w:val="0"/>
        <w:numPr>
          <w:ilvl w:val="3"/>
          <w:numId w:val="5"/>
        </w:numPr>
        <w:spacing w:before="0"/>
        <w:ind w:left="2126" w:hanging="567"/>
        <w:jc w:val="left"/>
        <w:rPr>
          <w:rFonts w:asciiTheme="minorHAnsi" w:hAnsiTheme="minorHAnsi"/>
          <w:sz w:val="18"/>
          <w:szCs w:val="18"/>
        </w:rPr>
      </w:pPr>
      <w:r w:rsidRPr="00897149">
        <w:rPr>
          <w:rFonts w:asciiTheme="minorHAnsi" w:hAnsiTheme="minorHAnsi"/>
          <w:sz w:val="18"/>
          <w:szCs w:val="18"/>
        </w:rPr>
        <w:t>dvě sady plně čitelných a funkčních záloh, ze kterých lze provést kompletní obnovení S</w:t>
      </w:r>
      <w:r w:rsidR="00A1211D">
        <w:rPr>
          <w:rFonts w:asciiTheme="minorHAnsi" w:hAnsiTheme="minorHAnsi"/>
          <w:sz w:val="18"/>
          <w:szCs w:val="18"/>
        </w:rPr>
        <w:t>oftware</w:t>
      </w:r>
      <w:r w:rsidRPr="00897149">
        <w:rPr>
          <w:rFonts w:asciiTheme="minorHAnsi" w:hAnsiTheme="minorHAnsi"/>
          <w:sz w:val="18"/>
          <w:szCs w:val="18"/>
        </w:rPr>
        <w:t xml:space="preserve">; </w:t>
      </w:r>
    </w:p>
    <w:p w14:paraId="4391067D" w14:textId="3BB06A03"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veškerá zálohovací media využitá pro zálohování S</w:t>
      </w:r>
      <w:r w:rsidR="00A1211D">
        <w:rPr>
          <w:rFonts w:asciiTheme="minorHAnsi" w:hAnsiTheme="minorHAnsi"/>
          <w:sz w:val="18"/>
          <w:szCs w:val="18"/>
        </w:rPr>
        <w:t>oftware</w:t>
      </w:r>
      <w:r w:rsidRPr="00897149">
        <w:rPr>
          <w:rFonts w:asciiTheme="minorHAnsi" w:hAnsiTheme="minorHAnsi"/>
          <w:sz w:val="18"/>
          <w:szCs w:val="18"/>
        </w:rPr>
        <w:t xml:space="preserve"> během plnění Smlouvy;</w:t>
      </w:r>
    </w:p>
    <w:p w14:paraId="2DB2B311"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popis </w:t>
      </w:r>
      <w:proofErr w:type="spellStart"/>
      <w:r w:rsidRPr="00897149">
        <w:rPr>
          <w:rFonts w:asciiTheme="minorHAnsi" w:hAnsiTheme="minorHAnsi"/>
          <w:sz w:val="18"/>
          <w:szCs w:val="18"/>
        </w:rPr>
        <w:t>high</w:t>
      </w:r>
      <w:proofErr w:type="spellEnd"/>
      <w:r w:rsidRPr="00897149">
        <w:rPr>
          <w:rFonts w:asciiTheme="minorHAnsi" w:hAnsiTheme="minorHAnsi"/>
          <w:sz w:val="18"/>
          <w:szCs w:val="18"/>
        </w:rPr>
        <w:t xml:space="preserve"> level architektury včetně popisu aplikační vrstvy;</w:t>
      </w:r>
    </w:p>
    <w:p w14:paraId="3B8C5BDB" w14:textId="77777777"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aktuální SQL skript pro založení databáze a obsah číselníků;</w:t>
      </w:r>
    </w:p>
    <w:p w14:paraId="12ACC1BE" w14:textId="338DC519" w:rsidR="00697A73" w:rsidRPr="00897149" w:rsidRDefault="00697A73" w:rsidP="00AC1260">
      <w:pPr>
        <w:pStyle w:val="Claneki"/>
        <w:keepNext w:val="0"/>
        <w:widowControl w:val="0"/>
        <w:numPr>
          <w:ilvl w:val="3"/>
          <w:numId w:val="5"/>
        </w:numPr>
        <w:spacing w:before="0"/>
        <w:ind w:left="2127" w:hanging="567"/>
        <w:jc w:val="left"/>
        <w:rPr>
          <w:rFonts w:asciiTheme="minorHAnsi" w:hAnsiTheme="minorHAnsi"/>
          <w:sz w:val="18"/>
          <w:szCs w:val="18"/>
        </w:rPr>
      </w:pPr>
      <w:r w:rsidRPr="00897149">
        <w:rPr>
          <w:rFonts w:asciiTheme="minorHAnsi" w:hAnsiTheme="minorHAnsi"/>
          <w:sz w:val="18"/>
          <w:szCs w:val="18"/>
        </w:rPr>
        <w:t xml:space="preserve">aktuální seznam otevřených požadavků v </w:t>
      </w:r>
      <w:r w:rsidR="00267081">
        <w:rPr>
          <w:rFonts w:asciiTheme="minorHAnsi" w:hAnsiTheme="minorHAnsi"/>
          <w:sz w:val="18"/>
          <w:szCs w:val="18"/>
        </w:rPr>
        <w:t>Helpd</w:t>
      </w:r>
      <w:r w:rsidRPr="00897149">
        <w:rPr>
          <w:rFonts w:asciiTheme="minorHAnsi" w:hAnsiTheme="minorHAnsi"/>
          <w:sz w:val="18"/>
          <w:szCs w:val="18"/>
        </w:rPr>
        <w:t>esku;</w:t>
      </w:r>
    </w:p>
    <w:p w14:paraId="0891600E" w14:textId="6A2D80E7" w:rsidR="00697A73" w:rsidRPr="00897149" w:rsidRDefault="00420008" w:rsidP="00AC1260">
      <w:pPr>
        <w:pStyle w:val="Claneka"/>
        <w:keepLines w:val="0"/>
        <w:numPr>
          <w:ilvl w:val="2"/>
          <w:numId w:val="5"/>
        </w:numPr>
        <w:spacing w:before="0"/>
        <w:ind w:left="1559" w:hanging="567"/>
        <w:jc w:val="left"/>
        <w:rPr>
          <w:rFonts w:asciiTheme="minorHAnsi" w:hAnsiTheme="minorHAnsi"/>
          <w:sz w:val="18"/>
          <w:szCs w:val="18"/>
        </w:rPr>
      </w:pPr>
      <w:r>
        <w:rPr>
          <w:rFonts w:asciiTheme="minorHAnsi" w:hAnsiTheme="minorHAnsi"/>
          <w:sz w:val="18"/>
          <w:szCs w:val="18"/>
        </w:rPr>
        <w:t xml:space="preserve">v případě předčasného ukončení </w:t>
      </w:r>
      <w:r w:rsidR="00697A73" w:rsidRPr="00897149">
        <w:rPr>
          <w:rFonts w:asciiTheme="minorHAnsi" w:hAnsiTheme="minorHAnsi"/>
          <w:sz w:val="18"/>
          <w:szCs w:val="18"/>
        </w:rPr>
        <w:t xml:space="preserve">předložit Objednateli vypracovanou kalkulaci finanční hodnoty </w:t>
      </w:r>
      <w:r>
        <w:rPr>
          <w:rFonts w:asciiTheme="minorHAnsi" w:hAnsiTheme="minorHAnsi"/>
          <w:sz w:val="18"/>
          <w:szCs w:val="18"/>
        </w:rPr>
        <w:t xml:space="preserve">dosud </w:t>
      </w:r>
      <w:r w:rsidR="00697A73" w:rsidRPr="00897149">
        <w:rPr>
          <w:rFonts w:asciiTheme="minorHAnsi" w:hAnsiTheme="minorHAnsi"/>
          <w:sz w:val="18"/>
          <w:szCs w:val="18"/>
        </w:rPr>
        <w:t>provedeného plnění a návrh finančního vypořádání, zejména s přihlédnutím k okamžiku zániku smluvního závazkového vztahu založeného Smlouvou.</w:t>
      </w:r>
    </w:p>
    <w:p w14:paraId="75FC9F94" w14:textId="44642BBD" w:rsidR="00697A73" w:rsidRPr="009F70DC" w:rsidRDefault="00697A73" w:rsidP="00B5606C">
      <w:pPr>
        <w:pStyle w:val="Nadpis4"/>
        <w:keepNext w:val="0"/>
        <w:keepLines w:val="0"/>
        <w:widowControl w:val="0"/>
        <w:spacing w:line="276" w:lineRule="auto"/>
        <w:ind w:left="425" w:hanging="431"/>
        <w:jc w:val="left"/>
        <w:rPr>
          <w:b w:val="0"/>
          <w:u w:val="none"/>
        </w:rPr>
      </w:pPr>
      <w:r w:rsidRPr="00392286">
        <w:rPr>
          <w:b w:val="0"/>
          <w:u w:val="none"/>
        </w:rPr>
        <w:t>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patnácti (15) pracovních dnů od písemného upozornění ze strany Objednatele, jeho postup bude chápán jako podstatné porušení této Smlouvy.</w:t>
      </w:r>
      <w:bookmarkStart w:id="13" w:name="_Toc523664366"/>
      <w:bookmarkStart w:id="14" w:name="_Toc523680541"/>
      <w:bookmarkStart w:id="15" w:name="_Toc532374284"/>
      <w:bookmarkStart w:id="16" w:name="_Toc532374889"/>
      <w:bookmarkStart w:id="17" w:name="_Toc532374974"/>
      <w:bookmarkStart w:id="18" w:name="_Toc532390696"/>
      <w:bookmarkStart w:id="19" w:name="_Toc532390791"/>
      <w:bookmarkStart w:id="20" w:name="_Toc532393615"/>
      <w:bookmarkStart w:id="21" w:name="_Toc532394736"/>
      <w:bookmarkStart w:id="22" w:name="_Toc532545751"/>
      <w:bookmarkStart w:id="23" w:name="_Toc532627043"/>
      <w:bookmarkStart w:id="24" w:name="_Toc532627298"/>
      <w:bookmarkStart w:id="25" w:name="_Toc532979415"/>
      <w:bookmarkStart w:id="26" w:name="_Toc532991346"/>
      <w:bookmarkStart w:id="27" w:name="_Toc532992040"/>
      <w:bookmarkStart w:id="28" w:name="_Toc533076300"/>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76ACBA7D" w14:textId="77777777" w:rsidR="00C6288E" w:rsidRDefault="00C6288E" w:rsidP="00B5606C">
      <w:pPr>
        <w:pStyle w:val="Nadpis4"/>
        <w:keepNext w:val="0"/>
        <w:keepLines w:val="0"/>
        <w:widowControl w:val="0"/>
        <w:numPr>
          <w:ilvl w:val="0"/>
          <w:numId w:val="5"/>
        </w:numPr>
        <w:spacing w:before="240" w:after="240"/>
        <w:ind w:left="357" w:hanging="357"/>
        <w:jc w:val="left"/>
      </w:pPr>
      <w:r>
        <w:t>Doba a místo plnění</w:t>
      </w:r>
    </w:p>
    <w:p w14:paraId="5B7B400D" w14:textId="421F1F2E" w:rsidR="00C6288E" w:rsidRPr="0060395F" w:rsidRDefault="00C6288E" w:rsidP="00B5606C">
      <w:pPr>
        <w:pStyle w:val="Nadpis4"/>
        <w:keepNext w:val="0"/>
        <w:keepLines w:val="0"/>
        <w:widowControl w:val="0"/>
        <w:spacing w:line="276" w:lineRule="auto"/>
        <w:ind w:left="425" w:hanging="431"/>
        <w:jc w:val="left"/>
        <w:rPr>
          <w:b w:val="0"/>
          <w:u w:val="none"/>
        </w:rPr>
      </w:pPr>
      <w:r w:rsidRPr="0060395F">
        <w:rPr>
          <w:b w:val="0"/>
          <w:u w:val="none"/>
        </w:rPr>
        <w:t>Provádění Plnění bude zahájeno ode dne nabytí účinnosti této Smlouvy</w:t>
      </w:r>
      <w:r w:rsidR="002F7F04" w:rsidRPr="0060395F">
        <w:rPr>
          <w:b w:val="0"/>
          <w:u w:val="none"/>
        </w:rPr>
        <w:t xml:space="preserve">. </w:t>
      </w:r>
      <w:r w:rsidR="001A058E" w:rsidRPr="0060395F">
        <w:rPr>
          <w:b w:val="0"/>
          <w:u w:val="none"/>
        </w:rPr>
        <w:t xml:space="preserve">Provádění plnění bude dokončeno nejpozději </w:t>
      </w:r>
      <w:r w:rsidR="00387E56" w:rsidRPr="0060395F">
        <w:rPr>
          <w:b w:val="0"/>
          <w:u w:val="none"/>
        </w:rPr>
        <w:t xml:space="preserve">do </w:t>
      </w:r>
      <w:r w:rsidR="0060395F" w:rsidRPr="0060395F">
        <w:rPr>
          <w:b w:val="0"/>
          <w:u w:val="none"/>
        </w:rPr>
        <w:t>241 dnů</w:t>
      </w:r>
      <w:r w:rsidR="00246F69" w:rsidRPr="0060395F">
        <w:rPr>
          <w:b w:val="0"/>
          <w:u w:val="none"/>
        </w:rPr>
        <w:t xml:space="preserve"> od účinnosti této Smlouvy</w:t>
      </w:r>
      <w:r w:rsidR="001A058E" w:rsidRPr="0060395F">
        <w:rPr>
          <w:b w:val="0"/>
          <w:u w:val="none"/>
        </w:rPr>
        <w:t xml:space="preserve">. </w:t>
      </w:r>
    </w:p>
    <w:p w14:paraId="3DBDFBC2" w14:textId="5BF6C992" w:rsidR="00D72F41" w:rsidRPr="0060395F" w:rsidRDefault="00D72F41" w:rsidP="00D72F41">
      <w:pPr>
        <w:pStyle w:val="Nadpis4"/>
        <w:keepNext w:val="0"/>
        <w:keepLines w:val="0"/>
        <w:widowControl w:val="0"/>
        <w:spacing w:line="276" w:lineRule="auto"/>
        <w:ind w:left="425" w:hanging="431"/>
        <w:jc w:val="left"/>
      </w:pPr>
      <w:r w:rsidRPr="0060395F">
        <w:rPr>
          <w:b w:val="0"/>
          <w:u w:val="none"/>
        </w:rPr>
        <w:t>Dílo bude Zhotovitel provádět v termínech sjednaných v Příloze č. 8 Harmonogram.</w:t>
      </w:r>
    </w:p>
    <w:p w14:paraId="335147AD" w14:textId="7AD94203" w:rsidR="00C6288E" w:rsidRPr="00447B88" w:rsidRDefault="00C6288E" w:rsidP="00B5606C">
      <w:pPr>
        <w:pStyle w:val="Nadpis4"/>
        <w:keepNext w:val="0"/>
        <w:keepLines w:val="0"/>
        <w:widowControl w:val="0"/>
        <w:spacing w:line="276" w:lineRule="auto"/>
        <w:ind w:left="425" w:hanging="431"/>
        <w:jc w:val="left"/>
        <w:rPr>
          <w:b w:val="0"/>
          <w:u w:val="none"/>
        </w:rPr>
      </w:pPr>
      <w:r w:rsidRPr="00447B88">
        <w:rPr>
          <w:b w:val="0"/>
          <w:u w:val="none"/>
        </w:rPr>
        <w:t xml:space="preserve">Místem plnění jsou místa umístění IT prostředí Objednatele, které je popsáno v </w:t>
      </w:r>
      <w:r w:rsidR="00B27260" w:rsidRPr="00447B88">
        <w:rPr>
          <w:b w:val="0"/>
          <w:u w:val="none"/>
        </w:rPr>
        <w:t>P</w:t>
      </w:r>
      <w:r w:rsidRPr="00447B88">
        <w:rPr>
          <w:b w:val="0"/>
          <w:u w:val="none"/>
        </w:rPr>
        <w:t xml:space="preserve">říloze </w:t>
      </w:r>
      <w:r w:rsidR="00447B88" w:rsidRPr="00447B88">
        <w:rPr>
          <w:b w:val="0"/>
          <w:u w:val="none"/>
        </w:rPr>
        <w:t>č. 2</w:t>
      </w:r>
      <w:r w:rsidR="00B27260" w:rsidRPr="00447B88">
        <w:rPr>
          <w:b w:val="0"/>
          <w:u w:val="none"/>
        </w:rPr>
        <w:t xml:space="preserve"> </w:t>
      </w:r>
      <w:r w:rsidRPr="00447B88">
        <w:rPr>
          <w:b w:val="0"/>
          <w:u w:val="none"/>
        </w:rPr>
        <w:t>Platforma S</w:t>
      </w:r>
      <w:r w:rsidR="001F729E">
        <w:rPr>
          <w:b w:val="0"/>
          <w:u w:val="none"/>
        </w:rPr>
        <w:t>Ž (včetně jejích příloh)</w:t>
      </w:r>
      <w:r w:rsidRPr="00447B88">
        <w:rPr>
          <w:b w:val="0"/>
          <w:u w:val="none"/>
        </w:rPr>
        <w:t>.</w:t>
      </w:r>
    </w:p>
    <w:p w14:paraId="7D39317D" w14:textId="562282DE" w:rsidR="00C6288E" w:rsidRPr="009F70DC" w:rsidRDefault="0053123F" w:rsidP="00B5606C">
      <w:pPr>
        <w:pStyle w:val="Nadpis4"/>
        <w:keepNext w:val="0"/>
        <w:keepLines w:val="0"/>
        <w:widowControl w:val="0"/>
        <w:spacing w:line="276" w:lineRule="auto"/>
        <w:ind w:left="425" w:hanging="431"/>
        <w:jc w:val="left"/>
        <w:rPr>
          <w:b w:val="0"/>
          <w:u w:val="none"/>
        </w:rPr>
      </w:pPr>
      <w:bookmarkStart w:id="29" w:name="_Toc378517741"/>
      <w:bookmarkStart w:id="30" w:name="_Toc378519047"/>
      <w:bookmarkStart w:id="31" w:name="_Toc378536401"/>
      <w:bookmarkStart w:id="32" w:name="_Toc378536571"/>
      <w:bookmarkStart w:id="33" w:name="_Toc378536616"/>
      <w:bookmarkStart w:id="34" w:name="_Toc378536795"/>
      <w:bookmarkStart w:id="35" w:name="_Toc378536886"/>
      <w:bookmarkEnd w:id="29"/>
      <w:bookmarkEnd w:id="30"/>
      <w:bookmarkEnd w:id="31"/>
      <w:bookmarkEnd w:id="32"/>
      <w:bookmarkEnd w:id="33"/>
      <w:bookmarkEnd w:id="34"/>
      <w:bookmarkEnd w:id="35"/>
      <w:r w:rsidRPr="009F70DC">
        <w:rPr>
          <w:b w:val="0"/>
          <w:u w:val="none"/>
        </w:rPr>
        <w:t>Zhotovitel bude provádět Dílo vzdáleným přístupem (</w:t>
      </w:r>
      <w:proofErr w:type="spellStart"/>
      <w:r w:rsidRPr="009F70DC">
        <w:rPr>
          <w:b w:val="0"/>
          <w:u w:val="none"/>
        </w:rPr>
        <w:t>off-site</w:t>
      </w:r>
      <w:proofErr w:type="spellEnd"/>
      <w:r w:rsidRPr="009F70DC">
        <w:rPr>
          <w:b w:val="0"/>
          <w:u w:val="none"/>
        </w:rPr>
        <w:t>), a pokud to povaha plnění této Smlouvy umožňuje a není to v rozporu s požadavky Objednatele, tak také na místě (on-</w:t>
      </w:r>
      <w:proofErr w:type="spellStart"/>
      <w:r w:rsidRPr="009F70DC">
        <w:rPr>
          <w:b w:val="0"/>
          <w:u w:val="none"/>
        </w:rPr>
        <w:t>site</w:t>
      </w:r>
      <w:proofErr w:type="spellEnd"/>
      <w:r w:rsidRPr="009F70DC">
        <w:rPr>
          <w:b w:val="0"/>
          <w:u w:val="none"/>
        </w:rPr>
        <w:t xml:space="preserve">); Objednatel poskytne Zhotoviteli potřebnou součinnost a přihlašovací údaje pro provádění Díla vzdáleným přístupem. </w:t>
      </w:r>
    </w:p>
    <w:p w14:paraId="439ED682" w14:textId="0D03CF0F" w:rsidR="00C6288E" w:rsidRPr="00C70843" w:rsidRDefault="00C6288E" w:rsidP="00B5606C">
      <w:pPr>
        <w:pStyle w:val="Nadpis4"/>
        <w:keepNext w:val="0"/>
        <w:keepLines w:val="0"/>
        <w:widowControl w:val="0"/>
        <w:numPr>
          <w:ilvl w:val="0"/>
          <w:numId w:val="5"/>
        </w:numPr>
        <w:spacing w:before="240" w:after="240"/>
        <w:ind w:left="357" w:hanging="357"/>
        <w:jc w:val="left"/>
      </w:pPr>
      <w:r>
        <w:t>Kontaktní osoby</w:t>
      </w:r>
    </w:p>
    <w:p w14:paraId="3F981B62" w14:textId="17CCD29C" w:rsidR="00C6288E" w:rsidRPr="00FF1E47" w:rsidRDefault="00C6288E" w:rsidP="00B5606C">
      <w:pPr>
        <w:pStyle w:val="Nadpis4"/>
        <w:keepNext w:val="0"/>
        <w:keepLines w:val="0"/>
        <w:widowControl w:val="0"/>
        <w:spacing w:line="276" w:lineRule="auto"/>
        <w:ind w:left="425" w:hanging="431"/>
        <w:jc w:val="left"/>
        <w:rPr>
          <w:b w:val="0"/>
          <w:u w:val="none"/>
        </w:rPr>
      </w:pPr>
      <w:r w:rsidRPr="00FF1E47">
        <w:rPr>
          <w:b w:val="0"/>
          <w:u w:val="none"/>
        </w:rPr>
        <w:t xml:space="preserve">Kontaktními osobami za účelem plnění této Smlouvy jsou za </w:t>
      </w:r>
      <w:r w:rsidR="00B27260" w:rsidRPr="00FF1E47">
        <w:rPr>
          <w:b w:val="0"/>
          <w:u w:val="none"/>
        </w:rPr>
        <w:t>Zhotovitele</w:t>
      </w:r>
      <w:r w:rsidRPr="00FF1E47">
        <w:rPr>
          <w:b w:val="0"/>
          <w:u w:val="none"/>
        </w:rPr>
        <w:t xml:space="preserve"> </w:t>
      </w:r>
      <w:r w:rsidRPr="00FF1E47">
        <w:rPr>
          <w:b w:val="0"/>
          <w:highlight w:val="green"/>
          <w:u w:val="none"/>
        </w:rPr>
        <w:t xml:space="preserve">[DOPLNÍ </w:t>
      </w:r>
      <w:r w:rsidR="00B27260" w:rsidRPr="00FF1E47">
        <w:rPr>
          <w:b w:val="0"/>
          <w:highlight w:val="green"/>
          <w:u w:val="none"/>
        </w:rPr>
        <w:t>ZHOTOVITEL</w:t>
      </w:r>
      <w:r w:rsidR="00E33460" w:rsidRPr="00FF1E47">
        <w:rPr>
          <w:b w:val="0"/>
          <w:highlight w:val="green"/>
          <w:u w:val="none"/>
        </w:rPr>
        <w:t>: titul, jméno, příjmení, telefon a e-mail</w:t>
      </w:r>
      <w:r w:rsidRPr="00FF1E47">
        <w:rPr>
          <w:b w:val="0"/>
          <w:highlight w:val="green"/>
          <w:u w:val="none"/>
        </w:rPr>
        <w:t>]</w:t>
      </w:r>
      <w:r w:rsidRPr="00FF1E47">
        <w:rPr>
          <w:b w:val="0"/>
          <w:u w:val="none"/>
        </w:rPr>
        <w:t>.</w:t>
      </w:r>
    </w:p>
    <w:p w14:paraId="76756A0B" w14:textId="40F5BE84" w:rsidR="00447B88" w:rsidRPr="005E6C68" w:rsidRDefault="005E6C68" w:rsidP="00387E56">
      <w:pPr>
        <w:pStyle w:val="Nadpis4"/>
        <w:keepNext w:val="0"/>
        <w:keepLines w:val="0"/>
        <w:widowControl w:val="0"/>
        <w:spacing w:line="276" w:lineRule="auto"/>
        <w:ind w:left="425" w:hanging="431"/>
        <w:jc w:val="left"/>
        <w:rPr>
          <w:rFonts w:asciiTheme="minorHAnsi" w:hAnsiTheme="minorHAnsi"/>
          <w:b w:val="0"/>
          <w:u w:val="none"/>
        </w:rPr>
      </w:pPr>
      <w:r w:rsidRPr="005E6C68">
        <w:rPr>
          <w:b w:val="0"/>
          <w:u w:val="none"/>
        </w:rPr>
        <w:lastRenderedPageBreak/>
        <w:t>Kontaktní osobou</w:t>
      </w:r>
      <w:r w:rsidR="00447B88" w:rsidRPr="005E6C68">
        <w:rPr>
          <w:b w:val="0"/>
          <w:u w:val="none"/>
        </w:rPr>
        <w:t xml:space="preserve"> za</w:t>
      </w:r>
      <w:r w:rsidRPr="005E6C68">
        <w:rPr>
          <w:b w:val="0"/>
          <w:u w:val="none"/>
        </w:rPr>
        <w:t xml:space="preserve"> účelem plnění této Smlouvy je</w:t>
      </w:r>
      <w:r w:rsidR="00447B88" w:rsidRPr="005E6C68">
        <w:rPr>
          <w:b w:val="0"/>
          <w:u w:val="none"/>
        </w:rPr>
        <w:t xml:space="preserve"> za </w:t>
      </w:r>
      <w:r w:rsidR="00447B88" w:rsidRPr="005E6C68">
        <w:rPr>
          <w:rFonts w:asciiTheme="minorHAnsi" w:hAnsiTheme="minorHAnsi"/>
          <w:b w:val="0"/>
          <w:u w:val="none"/>
        </w:rPr>
        <w:t>Objednatele</w:t>
      </w:r>
      <w:r w:rsidR="00224946" w:rsidRPr="005E6C68">
        <w:rPr>
          <w:rFonts w:asciiTheme="minorHAnsi" w:hAnsiTheme="minorHAnsi"/>
          <w:b w:val="0"/>
          <w:u w:val="none"/>
        </w:rPr>
        <w:t>:</w:t>
      </w:r>
      <w:r w:rsidR="00447B88" w:rsidRPr="005E6C68">
        <w:rPr>
          <w:rFonts w:asciiTheme="minorHAnsi" w:hAnsiTheme="minorHAnsi"/>
          <w:b w:val="0"/>
          <w:u w:val="none"/>
        </w:rPr>
        <w:t xml:space="preserve"> </w:t>
      </w:r>
      <w:r w:rsidRPr="005E6C68">
        <w:rPr>
          <w:rFonts w:asciiTheme="minorHAnsi" w:hAnsiTheme="minorHAnsi"/>
          <w:b w:val="0"/>
          <w:highlight w:val="yellow"/>
          <w:u w:val="none"/>
        </w:rPr>
        <w:t>Aleš Janda</w:t>
      </w:r>
      <w:r w:rsidR="00447B88" w:rsidRPr="005E6C68">
        <w:rPr>
          <w:rFonts w:asciiTheme="minorHAnsi" w:hAnsiTheme="minorHAnsi"/>
          <w:b w:val="0"/>
          <w:highlight w:val="yellow"/>
          <w:u w:val="none"/>
        </w:rPr>
        <w:t>,</w:t>
      </w:r>
      <w:r w:rsidR="00224946" w:rsidRPr="005E6C68">
        <w:rPr>
          <w:rFonts w:asciiTheme="minorHAnsi" w:hAnsiTheme="minorHAnsi"/>
          <w:b w:val="0"/>
          <w:highlight w:val="yellow"/>
          <w:u w:val="none"/>
        </w:rPr>
        <w:t xml:space="preserve"> tel.: </w:t>
      </w:r>
      <w:r w:rsidRPr="005E6C68">
        <w:rPr>
          <w:rFonts w:asciiTheme="minorHAnsi" w:hAnsiTheme="minorHAnsi"/>
          <w:b w:val="0"/>
          <w:highlight w:val="yellow"/>
          <w:u w:val="none"/>
        </w:rPr>
        <w:t>605 221 462</w:t>
      </w:r>
      <w:r w:rsidR="00224946" w:rsidRPr="005E6C68">
        <w:rPr>
          <w:rFonts w:asciiTheme="minorHAnsi" w:hAnsiTheme="minorHAnsi"/>
          <w:b w:val="0"/>
          <w:highlight w:val="yellow"/>
          <w:u w:val="none"/>
        </w:rPr>
        <w:t xml:space="preserve">, e-mail: </w:t>
      </w:r>
      <w:r w:rsidRPr="005E6C68">
        <w:rPr>
          <w:rFonts w:asciiTheme="minorHAnsi" w:hAnsiTheme="minorHAnsi"/>
          <w:b w:val="0"/>
          <w:highlight w:val="yellow"/>
          <w:u w:val="none"/>
        </w:rPr>
        <w:t>JandaA</w:t>
      </w:r>
      <w:r w:rsidR="00224946" w:rsidRPr="005E6C68">
        <w:rPr>
          <w:rFonts w:asciiTheme="minorHAnsi" w:hAnsiTheme="minorHAnsi"/>
          <w:b w:val="0"/>
          <w:highlight w:val="yellow"/>
          <w:u w:val="none"/>
        </w:rPr>
        <w:t>@spravazeleznic.cz</w:t>
      </w:r>
    </w:p>
    <w:p w14:paraId="117212FF" w14:textId="677F1AE1" w:rsidR="00447B88" w:rsidRPr="00BD6BEF" w:rsidRDefault="00447B88" w:rsidP="00447B88">
      <w:pPr>
        <w:pStyle w:val="Nadpis4"/>
        <w:keepNext w:val="0"/>
        <w:keepLines w:val="0"/>
        <w:widowControl w:val="0"/>
        <w:spacing w:line="276" w:lineRule="auto"/>
        <w:ind w:left="425" w:hanging="431"/>
        <w:jc w:val="left"/>
        <w:rPr>
          <w:b w:val="0"/>
          <w:u w:val="none"/>
        </w:rPr>
      </w:pPr>
      <w:r w:rsidRPr="00FF1E47">
        <w:rPr>
          <w:b w:val="0"/>
          <w:u w:val="none"/>
        </w:rPr>
        <w:t xml:space="preserve">Kontaktní osobou Objednatele pro oblast kybernetické bezpečnosti je </w:t>
      </w:r>
      <w:r w:rsidR="00D72F41">
        <w:rPr>
          <w:b w:val="0"/>
          <w:highlight w:val="yellow"/>
          <w:u w:val="none"/>
        </w:rPr>
        <w:t>Mgr. Bc. Petr Soukup</w:t>
      </w:r>
      <w:r w:rsidRPr="005E6C68">
        <w:rPr>
          <w:b w:val="0"/>
          <w:highlight w:val="yellow"/>
          <w:u w:val="none"/>
        </w:rPr>
        <w:t xml:space="preserve">, tel.: </w:t>
      </w:r>
      <w:r w:rsidR="00D72F41">
        <w:rPr>
          <w:b w:val="0"/>
          <w:highlight w:val="yellow"/>
          <w:u w:val="none"/>
        </w:rPr>
        <w:t>727 975 519</w:t>
      </w:r>
      <w:r w:rsidRPr="005E6C68">
        <w:rPr>
          <w:b w:val="0"/>
          <w:highlight w:val="yellow"/>
          <w:u w:val="none"/>
        </w:rPr>
        <w:t xml:space="preserve">, e-mail: </w:t>
      </w:r>
      <w:r w:rsidR="00D72F41">
        <w:rPr>
          <w:b w:val="0"/>
          <w:highlight w:val="yellow"/>
          <w:u w:val="none"/>
        </w:rPr>
        <w:t>SoukupP</w:t>
      </w:r>
      <w:r w:rsidRPr="005E6C68">
        <w:rPr>
          <w:b w:val="0"/>
          <w:highlight w:val="yellow"/>
          <w:u w:val="none"/>
        </w:rPr>
        <w:t>@spravazeleznic.cz</w:t>
      </w:r>
      <w:r w:rsidRPr="00475E4D">
        <w:rPr>
          <w:b w:val="0"/>
          <w:noProof/>
          <w:u w:val="none"/>
        </w:rPr>
        <w:t>.</w:t>
      </w:r>
    </w:p>
    <w:p w14:paraId="160B1A5C" w14:textId="42BBDFDD" w:rsidR="00C6288E" w:rsidRPr="00447B88" w:rsidRDefault="00C6288E" w:rsidP="00B5606C">
      <w:pPr>
        <w:pStyle w:val="Nadpis4"/>
        <w:keepNext w:val="0"/>
        <w:keepLines w:val="0"/>
        <w:widowControl w:val="0"/>
        <w:numPr>
          <w:ilvl w:val="0"/>
          <w:numId w:val="5"/>
        </w:numPr>
        <w:spacing w:before="240" w:after="240"/>
        <w:ind w:left="357" w:hanging="357"/>
        <w:jc w:val="left"/>
      </w:pPr>
      <w:r w:rsidRPr="00447B88">
        <w:t>Cena a platební podmínky</w:t>
      </w:r>
    </w:p>
    <w:p w14:paraId="13AD809D" w14:textId="022210A9" w:rsidR="00A2381D" w:rsidRPr="008744F2" w:rsidRDefault="00C6288E" w:rsidP="00B5606C">
      <w:pPr>
        <w:pStyle w:val="Nadpis4"/>
        <w:keepNext w:val="0"/>
        <w:keepLines w:val="0"/>
        <w:widowControl w:val="0"/>
        <w:spacing w:line="276" w:lineRule="auto"/>
        <w:ind w:left="425" w:hanging="431"/>
        <w:jc w:val="left"/>
        <w:rPr>
          <w:b w:val="0"/>
          <w:u w:val="none"/>
        </w:rPr>
      </w:pPr>
      <w:r w:rsidRPr="008744F2">
        <w:rPr>
          <w:b w:val="0"/>
          <w:u w:val="none"/>
        </w:rPr>
        <w:t xml:space="preserve">Cena za předmět </w:t>
      </w:r>
      <w:r w:rsidR="006C47CE" w:rsidRPr="008744F2">
        <w:rPr>
          <w:b w:val="0"/>
          <w:u w:val="none"/>
        </w:rPr>
        <w:t>P</w:t>
      </w:r>
      <w:r w:rsidRPr="008744F2">
        <w:rPr>
          <w:b w:val="0"/>
          <w:u w:val="none"/>
        </w:rPr>
        <w:t xml:space="preserve">lnění dle této Smlouvy je sjednána v souladu s nabídkovou cenou, kterou </w:t>
      </w:r>
      <w:r w:rsidR="00A2381D" w:rsidRPr="008744F2">
        <w:rPr>
          <w:b w:val="0"/>
          <w:u w:val="none"/>
        </w:rPr>
        <w:t xml:space="preserve">Zhotovitel </w:t>
      </w:r>
      <w:r w:rsidRPr="008744F2">
        <w:rPr>
          <w:b w:val="0"/>
          <w:u w:val="none"/>
        </w:rPr>
        <w:t>uvedl ve své nabídce v</w:t>
      </w:r>
      <w:r w:rsidR="001C2DAA">
        <w:rPr>
          <w:b w:val="0"/>
          <w:u w:val="none"/>
        </w:rPr>
        <w:t>e</w:t>
      </w:r>
      <w:r w:rsidRPr="008744F2">
        <w:rPr>
          <w:b w:val="0"/>
          <w:u w:val="none"/>
        </w:rPr>
        <w:t xml:space="preserve"> </w:t>
      </w:r>
      <w:r w:rsidR="001C2DAA">
        <w:rPr>
          <w:b w:val="0"/>
          <w:u w:val="none"/>
        </w:rPr>
        <w:t>výběrovém</w:t>
      </w:r>
      <w:r w:rsidRPr="008744F2">
        <w:rPr>
          <w:b w:val="0"/>
          <w:u w:val="none"/>
        </w:rPr>
        <w:t xml:space="preserve"> řízení Veřejné zakázky.</w:t>
      </w:r>
    </w:p>
    <w:p w14:paraId="7C76FBA0" w14:textId="615BA349" w:rsidR="00D72F41" w:rsidRPr="008744F2" w:rsidRDefault="00D72F41" w:rsidP="00D72F41">
      <w:pPr>
        <w:pStyle w:val="Nadpis4"/>
        <w:keepNext w:val="0"/>
        <w:keepLines w:val="0"/>
        <w:widowControl w:val="0"/>
        <w:spacing w:line="276" w:lineRule="auto"/>
        <w:ind w:left="425" w:hanging="431"/>
        <w:jc w:val="left"/>
        <w:rPr>
          <w:b w:val="0"/>
          <w:u w:val="none"/>
        </w:rPr>
      </w:pPr>
      <w:r w:rsidRPr="008744F2">
        <w:rPr>
          <w:b w:val="0"/>
          <w:u w:val="none"/>
        </w:rPr>
        <w:t xml:space="preserve">Objednatel </w:t>
      </w:r>
      <w:r w:rsidRPr="00A24088">
        <w:rPr>
          <w:b w:val="0"/>
          <w:u w:val="none"/>
        </w:rPr>
        <w:t>se zavazuje Cenu</w:t>
      </w:r>
      <w:r>
        <w:rPr>
          <w:b w:val="0"/>
          <w:u w:val="none"/>
        </w:rPr>
        <w:t xml:space="preserve"> (pevná část plnění)</w:t>
      </w:r>
      <w:r w:rsidRPr="00A24088">
        <w:rPr>
          <w:b w:val="0"/>
          <w:u w:val="none"/>
        </w:rPr>
        <w:t xml:space="preserve"> </w:t>
      </w:r>
      <w:r>
        <w:rPr>
          <w:b w:val="0"/>
          <w:u w:val="none"/>
        </w:rPr>
        <w:t>za</w:t>
      </w:r>
      <w:r w:rsidRPr="00A24088">
        <w:rPr>
          <w:b w:val="0"/>
          <w:u w:val="none"/>
        </w:rPr>
        <w:t xml:space="preserve">platit po provedení Díla, a to ve výši sjednané v Příloze č. </w:t>
      </w:r>
      <w:r>
        <w:rPr>
          <w:b w:val="0"/>
          <w:u w:val="none"/>
        </w:rPr>
        <w:t>7</w:t>
      </w:r>
      <w:r w:rsidRPr="00A24088">
        <w:rPr>
          <w:b w:val="0"/>
          <w:u w:val="none"/>
        </w:rPr>
        <w:t xml:space="preserve"> </w:t>
      </w:r>
      <w:r w:rsidRPr="00A24088">
        <w:rPr>
          <w:b w:val="0"/>
          <w:i/>
          <w:u w:val="none"/>
        </w:rPr>
        <w:t>Cena Plnění</w:t>
      </w:r>
      <w:r w:rsidRPr="008744F2">
        <w:rPr>
          <w:b w:val="0"/>
          <w:u w:val="none"/>
        </w:rPr>
        <w:t xml:space="preserve">. Výše DPH může být uplatněna v rozdílné výši, než je uvedeno v závislosti na platných právních předpisech ke dni zdanitelného plnění, v takovém případě není zapotřebí uzavírat dodatek k této Smlouvě. </w:t>
      </w:r>
    </w:p>
    <w:p w14:paraId="7BA0164B"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Strany tímto sjednávají, že Cena zahrnuje odměnu za veškeré dodávky, poskytnutí udělovaných oprávnění a veškeré činnosti prováděné Zhoto</w:t>
      </w:r>
      <w:r>
        <w:rPr>
          <w:b w:val="0"/>
          <w:u w:val="none"/>
        </w:rPr>
        <w:t>vitelem na základě této Smlouvy</w:t>
      </w:r>
      <w:r w:rsidRPr="00FF1E47">
        <w:rPr>
          <w:b w:val="0"/>
          <w:u w:val="none"/>
        </w:rPr>
        <w:t xml:space="preserve"> a také veškeré náklady Zhotovitele spojené s plněním této Smlouvy.</w:t>
      </w:r>
    </w:p>
    <w:p w14:paraId="47842E1C" w14:textId="77777777" w:rsidR="00D72F41" w:rsidRPr="00FF1E47" w:rsidRDefault="00D72F41" w:rsidP="00D72F41">
      <w:pPr>
        <w:pStyle w:val="Nadpis4"/>
        <w:keepNext w:val="0"/>
        <w:keepLines w:val="0"/>
        <w:widowControl w:val="0"/>
        <w:spacing w:line="276" w:lineRule="auto"/>
        <w:ind w:left="425" w:hanging="431"/>
        <w:jc w:val="left"/>
        <w:rPr>
          <w:b w:val="0"/>
          <w:u w:val="none"/>
        </w:rPr>
      </w:pPr>
      <w:r w:rsidRPr="00FF1E47">
        <w:rPr>
          <w:b w:val="0"/>
          <w:u w:val="none"/>
        </w:rPr>
        <w:t>DPH bude uplatněna ve výši dle platných právních předpisů ke dni zdanitelného plnění.</w:t>
      </w:r>
    </w:p>
    <w:p w14:paraId="34E9D38C" w14:textId="77777777" w:rsidR="00D72F41" w:rsidRPr="00FF1E47" w:rsidRDefault="00D72F41" w:rsidP="00D72F41">
      <w:pPr>
        <w:pStyle w:val="Nadpis4"/>
        <w:keepNext w:val="0"/>
        <w:keepLines w:val="0"/>
        <w:widowControl w:val="0"/>
        <w:spacing w:line="276" w:lineRule="auto"/>
        <w:ind w:left="425" w:hanging="431"/>
        <w:jc w:val="left"/>
        <w:rPr>
          <w:b w:val="0"/>
          <w:u w:val="none"/>
        </w:rPr>
      </w:pPr>
      <w:bookmarkStart w:id="36" w:name="_Hlk27391226"/>
      <w:r w:rsidRPr="00FF1E47">
        <w:rPr>
          <w:b w:val="0"/>
          <w:u w:val="none"/>
        </w:rPr>
        <w:t>Cena je výslovně sjednávána jako nejvyšší možná a nepřekročitelná.</w:t>
      </w:r>
      <w:bookmarkEnd w:id="36"/>
    </w:p>
    <w:p w14:paraId="09656081" w14:textId="77777777" w:rsidR="00D72F41" w:rsidRPr="002E5BE7" w:rsidRDefault="00D72F41" w:rsidP="00D72F41">
      <w:pPr>
        <w:pStyle w:val="Nadpis4"/>
        <w:keepNext w:val="0"/>
        <w:keepLines w:val="0"/>
        <w:widowControl w:val="0"/>
        <w:spacing w:line="276" w:lineRule="auto"/>
        <w:ind w:left="425" w:hanging="431"/>
        <w:jc w:val="left"/>
        <w:rPr>
          <w:b w:val="0"/>
          <w:u w:val="none"/>
        </w:rPr>
      </w:pPr>
      <w:r w:rsidRPr="00CE5761">
        <w:rPr>
          <w:b w:val="0"/>
          <w:u w:val="none"/>
        </w:rPr>
        <w:t xml:space="preserve">Právo na zaplacení Ceny Zhotoviteli vzniká (okamžikem, ke kterému je Zhotovitel oprávněn vystavit fakturu) dokončením Díla a vyznačením v Akceptačním protokolu „Akceptováno“ u posledního výstupu provádění Díla. Pokud je v Akceptačním protokolu vyznačeno „Akceptováno s výhradou“, vzniká Zhotoviteli právo na zaplacení Ceny až po </w:t>
      </w:r>
      <w:r w:rsidRPr="002E5BE7">
        <w:rPr>
          <w:b w:val="0"/>
          <w:u w:val="none"/>
        </w:rPr>
        <w:t>odstranění vytčených vad.</w:t>
      </w:r>
    </w:p>
    <w:p w14:paraId="1133E2A6" w14:textId="0C93A7F9" w:rsidR="00D72F41" w:rsidRPr="00EC6DFF" w:rsidRDefault="00D72F41" w:rsidP="00D72F41">
      <w:pPr>
        <w:pStyle w:val="Nadpis4"/>
        <w:keepNext w:val="0"/>
        <w:keepLines w:val="0"/>
        <w:widowControl w:val="0"/>
        <w:spacing w:line="276" w:lineRule="auto"/>
        <w:ind w:left="425" w:hanging="431"/>
        <w:jc w:val="left"/>
        <w:rPr>
          <w:b w:val="0"/>
          <w:bCs/>
          <w:u w:val="none"/>
        </w:rPr>
      </w:pPr>
      <w:r w:rsidRPr="00EC6DFF">
        <w:rPr>
          <w:b w:val="0"/>
          <w:u w:val="none"/>
        </w:rPr>
        <w:t>Cena</w:t>
      </w:r>
      <w:r w:rsidR="002E5BE7" w:rsidRPr="00EC6DFF">
        <w:t xml:space="preserve"> </w:t>
      </w:r>
      <w:r w:rsidRPr="00EC6DFF">
        <w:rPr>
          <w:b w:val="0"/>
          <w:u w:val="none"/>
        </w:rPr>
        <w:t xml:space="preserve">za </w:t>
      </w:r>
      <w:r w:rsidR="002E5BE7" w:rsidRPr="00EC6DFF">
        <w:rPr>
          <w:b w:val="0"/>
          <w:bCs/>
          <w:u w:val="none"/>
        </w:rPr>
        <w:t xml:space="preserve">Podporu </w:t>
      </w:r>
      <w:r w:rsidRPr="00EC6DFF">
        <w:rPr>
          <w:b w:val="0"/>
          <w:bCs/>
          <w:u w:val="none"/>
        </w:rPr>
        <w:t xml:space="preserve">(rámcová část plnění) bude vždy stanovena jako součin počtu MD/MH a ceny za jeden MD/MH v souladu s přílohou č. </w:t>
      </w:r>
      <w:r w:rsidR="004C782B" w:rsidRPr="00EC6DFF">
        <w:rPr>
          <w:b w:val="0"/>
          <w:bCs/>
          <w:u w:val="none"/>
        </w:rPr>
        <w:t>7</w:t>
      </w:r>
      <w:r w:rsidRPr="00EC6DFF">
        <w:rPr>
          <w:b w:val="0"/>
          <w:bCs/>
          <w:u w:val="none"/>
        </w:rPr>
        <w:t xml:space="preserve"> Cena Plnění. </w:t>
      </w:r>
      <w:r w:rsidR="002E5BE7" w:rsidRPr="00EC6DFF">
        <w:rPr>
          <w:b w:val="0"/>
          <w:bCs/>
          <w:u w:val="none"/>
        </w:rPr>
        <w:t xml:space="preserve">Podpora </w:t>
      </w:r>
      <w:r w:rsidRPr="00EC6DFF">
        <w:rPr>
          <w:b w:val="0"/>
          <w:bCs/>
          <w:u w:val="none"/>
        </w:rPr>
        <w:t>bud</w:t>
      </w:r>
      <w:r w:rsidR="002E5BE7" w:rsidRPr="00EC6DFF">
        <w:rPr>
          <w:b w:val="0"/>
          <w:bCs/>
          <w:u w:val="none"/>
        </w:rPr>
        <w:t>e</w:t>
      </w:r>
      <w:r w:rsidRPr="00EC6DFF">
        <w:rPr>
          <w:b w:val="0"/>
          <w:bCs/>
          <w:u w:val="none"/>
        </w:rPr>
        <w:t xml:space="preserve"> účtován</w:t>
      </w:r>
      <w:r w:rsidR="002E5BE7" w:rsidRPr="00EC6DFF">
        <w:rPr>
          <w:b w:val="0"/>
          <w:bCs/>
          <w:u w:val="none"/>
        </w:rPr>
        <w:t>a</w:t>
      </w:r>
      <w:r w:rsidRPr="00EC6DFF">
        <w:rPr>
          <w:b w:val="0"/>
          <w:bCs/>
          <w:u w:val="none"/>
        </w:rPr>
        <w:t xml:space="preserve"> za každou započatou půlhodinu člověkohodiny, přičemž cena za člověkohodinu </w:t>
      </w:r>
      <w:r w:rsidR="002E5BE7" w:rsidRPr="00EC6DFF">
        <w:rPr>
          <w:b w:val="0"/>
          <w:bCs/>
          <w:u w:val="none"/>
        </w:rPr>
        <w:t xml:space="preserve">(MH) </w:t>
      </w:r>
      <w:r w:rsidRPr="00EC6DFF">
        <w:rPr>
          <w:b w:val="0"/>
          <w:bCs/>
          <w:u w:val="none"/>
        </w:rPr>
        <w:t xml:space="preserve">je stanovena jako 1/8 z ceny za jeden MD dle přílohy č. </w:t>
      </w:r>
      <w:r w:rsidR="004C782B" w:rsidRPr="00EC6DFF">
        <w:rPr>
          <w:b w:val="0"/>
          <w:bCs/>
          <w:u w:val="none"/>
        </w:rPr>
        <w:t>7</w:t>
      </w:r>
      <w:r w:rsidRPr="00EC6DFF">
        <w:rPr>
          <w:b w:val="0"/>
          <w:bCs/>
          <w:u w:val="none"/>
        </w:rPr>
        <w:t xml:space="preserve"> Cena Plnění.</w:t>
      </w:r>
    </w:p>
    <w:p w14:paraId="0E8AAD1C" w14:textId="65FB01FE" w:rsidR="00D72F41" w:rsidRPr="002E5BE7" w:rsidRDefault="00D72F41" w:rsidP="00D72F41">
      <w:pPr>
        <w:pStyle w:val="Nadpis4"/>
        <w:keepNext w:val="0"/>
        <w:keepLines w:val="0"/>
        <w:widowControl w:val="0"/>
        <w:spacing w:line="276" w:lineRule="auto"/>
        <w:ind w:left="425" w:hanging="431"/>
        <w:jc w:val="left"/>
        <w:rPr>
          <w:b w:val="0"/>
          <w:bCs/>
          <w:u w:val="none"/>
        </w:rPr>
      </w:pPr>
      <w:r w:rsidRPr="00EC6DFF">
        <w:rPr>
          <w:b w:val="0"/>
          <w:u w:val="none"/>
        </w:rPr>
        <w:t xml:space="preserve">Právo </w:t>
      </w:r>
      <w:r w:rsidRPr="00EC6DFF">
        <w:rPr>
          <w:b w:val="0"/>
          <w:bCs/>
          <w:u w:val="none"/>
        </w:rPr>
        <w:t xml:space="preserve">na zaplacení ceny </w:t>
      </w:r>
      <w:r w:rsidR="002E5BE7" w:rsidRPr="00EC6DFF">
        <w:rPr>
          <w:b w:val="0"/>
          <w:bCs/>
          <w:u w:val="none"/>
        </w:rPr>
        <w:t xml:space="preserve">Podpory </w:t>
      </w:r>
      <w:r w:rsidRPr="00EC6DFF">
        <w:rPr>
          <w:b w:val="0"/>
          <w:bCs/>
          <w:u w:val="none"/>
        </w:rPr>
        <w:t xml:space="preserve">či její části vzniká Zhotoviteli vždy po akceptaci výkazu dle skutečně provedených služeb, který je Poskytovatel povinen vždy doručit Objednateli do deseti (10) dnů po akceptaci </w:t>
      </w:r>
      <w:r w:rsidR="002E5BE7" w:rsidRPr="002E5BE7">
        <w:rPr>
          <w:b w:val="0"/>
          <w:bCs/>
          <w:u w:val="none"/>
        </w:rPr>
        <w:t>Podpory</w:t>
      </w:r>
      <w:r w:rsidRPr="002E5BE7">
        <w:rPr>
          <w:b w:val="0"/>
          <w:bCs/>
          <w:u w:val="none"/>
        </w:rPr>
        <w:t>.</w:t>
      </w:r>
    </w:p>
    <w:p w14:paraId="791FC47D" w14:textId="77777777" w:rsidR="00D72F41" w:rsidRPr="00E04D99" w:rsidRDefault="00D72F41" w:rsidP="00D72F41">
      <w:pPr>
        <w:pStyle w:val="Nadpis4"/>
        <w:keepNext w:val="0"/>
        <w:keepLines w:val="0"/>
        <w:widowControl w:val="0"/>
        <w:spacing w:line="276" w:lineRule="auto"/>
        <w:ind w:left="425" w:hanging="431"/>
        <w:jc w:val="left"/>
      </w:pPr>
      <w:r w:rsidRPr="00831354">
        <w:rPr>
          <w:b w:val="0"/>
          <w:u w:val="none"/>
        </w:rPr>
        <w:t xml:space="preserve">Smluvní strany se dohodly, že Cenu Plnění je Objednatel povinen uhradit Zhotoviteli do </w:t>
      </w:r>
      <w:r w:rsidRPr="0060395F">
        <w:rPr>
          <w:b w:val="0"/>
          <w:u w:val="none"/>
        </w:rPr>
        <w:t>60 dnů ode</w:t>
      </w:r>
      <w:r w:rsidRPr="00831354">
        <w:rPr>
          <w:b w:val="0"/>
          <w:u w:val="none"/>
        </w:rPr>
        <w:t xml:space="preserve"> dne doručení faktury Objednateli</w:t>
      </w:r>
      <w:r w:rsidRPr="00D72F41">
        <w:rPr>
          <w:b w:val="0"/>
          <w:u w:val="none"/>
        </w:rPr>
        <w:t>.</w:t>
      </w:r>
    </w:p>
    <w:p w14:paraId="2AFD0B22" w14:textId="6277FAED" w:rsidR="00C6288E" w:rsidRPr="00301374" w:rsidRDefault="00C6288E" w:rsidP="00B5606C">
      <w:pPr>
        <w:pStyle w:val="Nadpis4"/>
        <w:keepNext w:val="0"/>
        <w:keepLines w:val="0"/>
        <w:widowControl w:val="0"/>
        <w:numPr>
          <w:ilvl w:val="0"/>
          <w:numId w:val="5"/>
        </w:numPr>
        <w:spacing w:before="240" w:after="240"/>
        <w:ind w:left="357" w:hanging="357"/>
        <w:jc w:val="left"/>
      </w:pPr>
      <w:r w:rsidRPr="00301374">
        <w:t>Práva duševního vlastnictví</w:t>
      </w:r>
    </w:p>
    <w:p w14:paraId="57AE9D7C" w14:textId="53DF9E3C" w:rsidR="009B2502" w:rsidRPr="00301374" w:rsidRDefault="009B2502" w:rsidP="00B5606C">
      <w:pPr>
        <w:pStyle w:val="Nadpis4"/>
        <w:keepNext w:val="0"/>
        <w:keepLines w:val="0"/>
        <w:widowControl w:val="0"/>
        <w:spacing w:line="276" w:lineRule="auto"/>
        <w:ind w:left="425" w:hanging="431"/>
        <w:jc w:val="left"/>
        <w:rPr>
          <w:b w:val="0"/>
          <w:u w:val="none"/>
        </w:rPr>
      </w:pPr>
      <w:r w:rsidRPr="00301374">
        <w:rPr>
          <w:b w:val="0"/>
          <w:u w:val="none"/>
        </w:rPr>
        <w:t xml:space="preserve">Pro Software, </w:t>
      </w:r>
      <w:r w:rsidR="00926A98" w:rsidRPr="00926A98">
        <w:rPr>
          <w:b w:val="0"/>
          <w:u w:val="none"/>
        </w:rPr>
        <w:t>který je Autorským dílem, platí článek 6.1. Zvláštních obchodních podmínek k ICT zakázkám</w:t>
      </w:r>
      <w:r w:rsidRPr="00301374">
        <w:rPr>
          <w:b w:val="0"/>
          <w:u w:val="none"/>
        </w:rPr>
        <w:t>.</w:t>
      </w:r>
    </w:p>
    <w:p w14:paraId="14E37BD2" w14:textId="77777777" w:rsidR="00C6288E" w:rsidRPr="004B09E9" w:rsidRDefault="00C6288E" w:rsidP="00B5606C">
      <w:pPr>
        <w:pStyle w:val="Nadpis4"/>
        <w:keepNext w:val="0"/>
        <w:keepLines w:val="0"/>
        <w:widowControl w:val="0"/>
        <w:numPr>
          <w:ilvl w:val="0"/>
          <w:numId w:val="5"/>
        </w:numPr>
        <w:spacing w:before="240" w:after="240"/>
        <w:ind w:left="357" w:hanging="357"/>
        <w:jc w:val="left"/>
        <w:rPr>
          <w:noProof/>
        </w:rPr>
      </w:pPr>
      <w:r w:rsidRPr="004B09E9">
        <w:rPr>
          <w:noProof/>
        </w:rPr>
        <w:t>Ochrana osobních údajů</w:t>
      </w:r>
    </w:p>
    <w:p w14:paraId="4BD0F6F5" w14:textId="5BE54480" w:rsidR="00C6288E" w:rsidRDefault="00C6288E" w:rsidP="00103481">
      <w:pPr>
        <w:pStyle w:val="Nadpis4"/>
        <w:keepNext w:val="0"/>
        <w:keepLines w:val="0"/>
        <w:widowControl w:val="0"/>
        <w:spacing w:line="276" w:lineRule="auto"/>
        <w:ind w:left="425" w:hanging="431"/>
        <w:jc w:val="left"/>
        <w:rPr>
          <w:b w:val="0"/>
          <w:u w:val="none"/>
        </w:rPr>
      </w:pPr>
      <w:r w:rsidRPr="006B35BF">
        <w:rPr>
          <w:b w:val="0"/>
          <w:u w:val="none"/>
        </w:rPr>
        <w:t xml:space="preserve">Pokud bude v rámci plnění této Smlouvy docházet </w:t>
      </w:r>
      <w:r w:rsidRPr="004B09E9">
        <w:rPr>
          <w:b w:val="0"/>
          <w:u w:val="none"/>
        </w:rPr>
        <w:t xml:space="preserve">ke zpracování osobních údajů, zavazuje se </w:t>
      </w:r>
      <w:r w:rsidR="0002149E" w:rsidRPr="004B09E9">
        <w:rPr>
          <w:b w:val="0"/>
          <w:u w:val="none"/>
        </w:rPr>
        <w:t>Zhotovitel</w:t>
      </w:r>
      <w:r w:rsidRPr="004B09E9">
        <w:rPr>
          <w:b w:val="0"/>
          <w:u w:val="none"/>
        </w:rPr>
        <w:t xml:space="preserve"> dodržovat opatření dle článku 20. </w:t>
      </w:r>
      <w:r w:rsidR="00E5409F" w:rsidRPr="004B09E9">
        <w:rPr>
          <w:b w:val="0"/>
          <w:u w:val="none"/>
        </w:rPr>
        <w:t xml:space="preserve">Přílohy č. </w:t>
      </w:r>
      <w:r w:rsidR="004B09E9" w:rsidRPr="004B09E9">
        <w:rPr>
          <w:b w:val="0"/>
          <w:u w:val="none"/>
        </w:rPr>
        <w:t>5</w:t>
      </w:r>
      <w:r w:rsidR="00854668" w:rsidRPr="004B09E9">
        <w:rPr>
          <w:b w:val="0"/>
          <w:u w:val="none"/>
        </w:rPr>
        <w:t xml:space="preserve"> </w:t>
      </w:r>
      <w:r w:rsidR="006C47CE" w:rsidRPr="004B09E9">
        <w:rPr>
          <w:b w:val="0"/>
          <w:u w:val="none"/>
        </w:rPr>
        <w:t>Zvláštní obchodní podmínky.</w:t>
      </w:r>
    </w:p>
    <w:p w14:paraId="5FD6538E" w14:textId="77777777" w:rsidR="00021921" w:rsidRDefault="00021921" w:rsidP="00A95CAB">
      <w:pPr>
        <w:pStyle w:val="Nadpis4"/>
        <w:keepNext w:val="0"/>
        <w:keepLines w:val="0"/>
        <w:widowControl w:val="0"/>
        <w:numPr>
          <w:ilvl w:val="0"/>
          <w:numId w:val="5"/>
        </w:numPr>
        <w:spacing w:before="240" w:after="240"/>
        <w:jc w:val="left"/>
        <w:rPr>
          <w:noProof/>
        </w:rPr>
      </w:pPr>
      <w:r>
        <w:rPr>
          <w:noProof/>
        </w:rPr>
        <w:t>Střet zájmů, povinnosti Zhotovitele v souvislosti s konfliktem na Ukrajině</w:t>
      </w:r>
    </w:p>
    <w:p w14:paraId="3C50517E" w14:textId="1F4BA1E2" w:rsidR="00021921" w:rsidRPr="00887979" w:rsidRDefault="00021921" w:rsidP="00EC6DFF">
      <w:pPr>
        <w:pStyle w:val="Nadpis4"/>
        <w:keepNext w:val="0"/>
        <w:keepLines w:val="0"/>
        <w:widowControl w:val="0"/>
        <w:spacing w:line="276" w:lineRule="auto"/>
        <w:ind w:left="425" w:hanging="431"/>
        <w:jc w:val="left"/>
        <w:rPr>
          <w:b w:val="0"/>
          <w:u w:val="none"/>
        </w:rPr>
      </w:pPr>
      <w:r w:rsidRPr="00887979">
        <w:rPr>
          <w:b w:val="0"/>
          <w:u w:val="none"/>
        </w:rPr>
        <w:t xml:space="preserve">Zhotovitel prohlašuje, že není obchodní společností, ve které veřejný funkcionář uvedený v </w:t>
      </w:r>
      <w:proofErr w:type="spellStart"/>
      <w:r w:rsidRPr="00887979">
        <w:rPr>
          <w:b w:val="0"/>
          <w:u w:val="none"/>
        </w:rPr>
        <w:t>ust</w:t>
      </w:r>
      <w:proofErr w:type="spellEnd"/>
      <w:r w:rsidRPr="00887979">
        <w:rPr>
          <w:b w:val="0"/>
          <w:u w:val="none"/>
        </w:rPr>
        <w:t>. § 2 odst. 1 písm. c) zákona č. 159/2006 Sb., o střetu zájmů, ve znění pozdějších předpisů (dále jen „</w:t>
      </w:r>
      <w:r w:rsidRPr="00887979">
        <w:rPr>
          <w:i/>
          <w:u w:val="none"/>
        </w:rPr>
        <w:t>Zákon o střetu zájmů</w:t>
      </w:r>
      <w:r w:rsidRPr="00887979">
        <w:rPr>
          <w:b w:val="0"/>
          <w:u w:val="none"/>
        </w:rPr>
        <w:t>“) nebo jím ovládaná osoba vlastní podíl představující alespoň 25 % účasti společníka v obchodní společnosti, a že žádní poddodavatelé, jimiž prokazoval kvalifikaci v</w:t>
      </w:r>
      <w:r w:rsidR="001C2DAA">
        <w:rPr>
          <w:b w:val="0"/>
          <w:u w:val="none"/>
        </w:rPr>
        <w:t>e</w:t>
      </w:r>
      <w:r w:rsidRPr="00887979">
        <w:rPr>
          <w:b w:val="0"/>
          <w:u w:val="none"/>
        </w:rPr>
        <w:t xml:space="preserve"> </w:t>
      </w:r>
      <w:r w:rsidR="001C2DAA">
        <w:rPr>
          <w:b w:val="0"/>
          <w:u w:val="none"/>
        </w:rPr>
        <w:t>výběrovém</w:t>
      </w:r>
      <w:r w:rsidRPr="00887979">
        <w:rPr>
          <w:b w:val="0"/>
          <w:u w:val="none"/>
        </w:rPr>
        <w:t xml:space="preserve"> řízení na zadání Veřejné zakázky, nejsou obchodní společností, ve které veřejný funkcionář uvedený v </w:t>
      </w:r>
      <w:proofErr w:type="spellStart"/>
      <w:r w:rsidRPr="00887979">
        <w:rPr>
          <w:b w:val="0"/>
          <w:u w:val="none"/>
        </w:rPr>
        <w:t>ust</w:t>
      </w:r>
      <w:proofErr w:type="spellEnd"/>
      <w:r w:rsidRPr="00887979">
        <w:rPr>
          <w:b w:val="0"/>
          <w:u w:val="none"/>
        </w:rPr>
        <w:t xml:space="preserve">. § 2 odst. 1 písm. c) Zákona o střetu zájmů nebo jím ovládaná osoba vlastní podíl </w:t>
      </w:r>
      <w:r w:rsidRPr="00887979">
        <w:rPr>
          <w:b w:val="0"/>
          <w:u w:val="none"/>
        </w:rPr>
        <w:lastRenderedPageBreak/>
        <w:t>představující alespoň 25 % účasti společníka v obchodní společnosti.</w:t>
      </w:r>
    </w:p>
    <w:p w14:paraId="70531F9E" w14:textId="77777777" w:rsidR="00021921" w:rsidRPr="00887979" w:rsidRDefault="00021921" w:rsidP="00021921">
      <w:pPr>
        <w:pStyle w:val="Nadpis4"/>
        <w:keepNext w:val="0"/>
        <w:widowControl w:val="0"/>
        <w:spacing w:line="276" w:lineRule="auto"/>
        <w:ind w:left="425" w:hanging="431"/>
        <w:jc w:val="left"/>
        <w:rPr>
          <w:b w:val="0"/>
          <w:u w:val="none"/>
        </w:rPr>
      </w:pPr>
      <w:r w:rsidRPr="00887979">
        <w:rPr>
          <w:b w:val="0"/>
          <w:u w:val="none"/>
        </w:rPr>
        <w:t>Zhotovitel prohlašuje, že on, ani žádný z jeho poddodavatelů nebo jiných osob, jejichž způsobilost byla využita ve smyslu evropských směrnic o zadávání veřejných zakázek, nejsou osobami:</w:t>
      </w:r>
    </w:p>
    <w:p w14:paraId="3FF0F03A" w14:textId="1CD5E05D" w:rsidR="00021921" w:rsidRPr="00887979"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00114B20" w:rsidRPr="00FB23AC">
        <w:rPr>
          <w:b w:val="0"/>
          <w:u w:val="none"/>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887979">
        <w:rPr>
          <w:b w:val="0"/>
          <w:u w:val="none"/>
        </w:rPr>
        <w:t xml:space="preserve">, </w:t>
      </w:r>
    </w:p>
    <w:p w14:paraId="193CB66B" w14:textId="77777777" w:rsidR="00021921" w:rsidRPr="00EC6DFF" w:rsidRDefault="00021921" w:rsidP="00021921">
      <w:pPr>
        <w:pStyle w:val="Nadpis4"/>
        <w:keepNext w:val="0"/>
        <w:widowControl w:val="0"/>
        <w:numPr>
          <w:ilvl w:val="0"/>
          <w:numId w:val="13"/>
        </w:numPr>
        <w:spacing w:line="276" w:lineRule="auto"/>
        <w:jc w:val="left"/>
        <w:rPr>
          <w:b w:val="0"/>
          <w:u w:val="none"/>
        </w:rPr>
      </w:pPr>
      <w:r w:rsidRPr="00887979">
        <w:rPr>
          <w:b w:val="0"/>
          <w:u w:val="none"/>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EC6DFF">
        <w:rPr>
          <w:b w:val="0"/>
          <w:u w:val="none"/>
        </w:rPr>
        <w:t>nařízení Rady (EU) č. 269/2014 (dále jen „</w:t>
      </w:r>
      <w:r w:rsidRPr="00EC6DFF">
        <w:rPr>
          <w:b w:val="0"/>
          <w:i/>
          <w:u w:val="none"/>
        </w:rPr>
        <w:t>Sankční seznamy“</w:t>
      </w:r>
      <w:r w:rsidRPr="00EC6DFF">
        <w:rPr>
          <w:b w:val="0"/>
          <w:u w:val="none"/>
        </w:rPr>
        <w:t>).</w:t>
      </w:r>
    </w:p>
    <w:p w14:paraId="492ED613" w14:textId="4A58DCF1" w:rsidR="00021921" w:rsidRPr="00887979" w:rsidRDefault="00021921" w:rsidP="00021921">
      <w:pPr>
        <w:pStyle w:val="Nadpis4"/>
        <w:keepNext w:val="0"/>
        <w:widowControl w:val="0"/>
        <w:spacing w:line="276" w:lineRule="auto"/>
        <w:ind w:left="425" w:hanging="431"/>
        <w:jc w:val="left"/>
        <w:rPr>
          <w:b w:val="0"/>
          <w:u w:val="none"/>
        </w:rPr>
      </w:pPr>
      <w:r w:rsidRPr="00EC6DFF">
        <w:rPr>
          <w:b w:val="0"/>
          <w:u w:val="none"/>
        </w:rPr>
        <w:t xml:space="preserve">Je-li Zhotovitelem sdružení více osob, platí podmínky dle odstavce </w:t>
      </w:r>
      <w:r w:rsidR="00FE52D0" w:rsidRPr="00EC6DFF">
        <w:rPr>
          <w:b w:val="0"/>
          <w:u w:val="none"/>
        </w:rPr>
        <w:t>8</w:t>
      </w:r>
      <w:r w:rsidRPr="00EC6DFF">
        <w:rPr>
          <w:b w:val="0"/>
          <w:u w:val="none"/>
        </w:rPr>
        <w:t xml:space="preserve">.1 a </w:t>
      </w:r>
      <w:r w:rsidR="00FE52D0" w:rsidRPr="00EC6DFF">
        <w:rPr>
          <w:b w:val="0"/>
          <w:u w:val="none"/>
        </w:rPr>
        <w:t>8</w:t>
      </w:r>
      <w:r w:rsidRPr="00EC6DFF">
        <w:rPr>
          <w:b w:val="0"/>
          <w:u w:val="none"/>
        </w:rPr>
        <w:t>.2 této</w:t>
      </w:r>
      <w:r w:rsidRPr="00887979">
        <w:rPr>
          <w:b w:val="0"/>
          <w:u w:val="none"/>
        </w:rPr>
        <w:t xml:space="preserve"> Smlouvy také jednotlivě pro všechny osoby v rámci Zhotovitele sdružené</w:t>
      </w:r>
      <w:r w:rsidR="00FE52D0">
        <w:rPr>
          <w:b w:val="0"/>
          <w:u w:val="none"/>
        </w:rPr>
        <w:t>,</w:t>
      </w:r>
      <w:r w:rsidRPr="00887979">
        <w:rPr>
          <w:b w:val="0"/>
          <w:u w:val="none"/>
        </w:rPr>
        <w:t xml:space="preserve"> a to bez ohledu na právní formu tohoto sdružení.</w:t>
      </w:r>
    </w:p>
    <w:p w14:paraId="24D78161"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A8B1DFB" w14:textId="77777777" w:rsidR="00021921" w:rsidRPr="00887979" w:rsidRDefault="00021921" w:rsidP="00021921">
      <w:pPr>
        <w:pStyle w:val="Nadpis4"/>
        <w:widowControl w:val="0"/>
        <w:spacing w:line="276" w:lineRule="auto"/>
        <w:ind w:left="425" w:hanging="431"/>
        <w:jc w:val="left"/>
        <w:rPr>
          <w:b w:val="0"/>
          <w:u w:val="none"/>
        </w:rPr>
      </w:pPr>
      <w:r w:rsidRPr="00887979">
        <w:rPr>
          <w:b w:val="0"/>
          <w:u w:val="none"/>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60A2BC8" w14:textId="77777777" w:rsidR="00021921" w:rsidRPr="00EC6DFF" w:rsidRDefault="00021921" w:rsidP="00021921">
      <w:pPr>
        <w:pStyle w:val="Nadpis4"/>
        <w:widowControl w:val="0"/>
        <w:spacing w:line="276" w:lineRule="auto"/>
        <w:ind w:left="425" w:hanging="431"/>
        <w:jc w:val="left"/>
        <w:rPr>
          <w:b w:val="0"/>
          <w:u w:val="none"/>
        </w:rPr>
      </w:pPr>
      <w:r w:rsidRPr="00887979">
        <w:rPr>
          <w:b w:val="0"/>
          <w:u w:val="none"/>
        </w:rPr>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w:t>
      </w:r>
      <w:r w:rsidRPr="00EC6DFF">
        <w:rPr>
          <w:b w:val="0"/>
          <w:u w:val="none"/>
        </w:rPr>
        <w:t>prospěch.</w:t>
      </w:r>
    </w:p>
    <w:p w14:paraId="0F3E6C67" w14:textId="53A116E9" w:rsidR="00021921" w:rsidRDefault="00021921" w:rsidP="00021921">
      <w:pPr>
        <w:pStyle w:val="Nadpis4"/>
        <w:keepNext w:val="0"/>
        <w:keepLines w:val="0"/>
        <w:widowControl w:val="0"/>
        <w:numPr>
          <w:ilvl w:val="0"/>
          <w:numId w:val="0"/>
        </w:numPr>
        <w:spacing w:before="240" w:after="240"/>
        <w:ind w:left="357"/>
        <w:jc w:val="left"/>
        <w:rPr>
          <w:b w:val="0"/>
          <w:u w:val="none"/>
        </w:rPr>
      </w:pPr>
      <w:r w:rsidRPr="00EC6DFF">
        <w:rPr>
          <w:b w:val="0"/>
          <w:u w:val="none"/>
        </w:rPr>
        <w:t xml:space="preserve">Ukáží-li se prohlášení Zhotovitele dle odstavce </w:t>
      </w:r>
      <w:r w:rsidR="00FE52D0" w:rsidRPr="00EC6DFF">
        <w:rPr>
          <w:b w:val="0"/>
          <w:u w:val="none"/>
        </w:rPr>
        <w:t>8</w:t>
      </w:r>
      <w:r w:rsidRPr="00EC6DFF">
        <w:rPr>
          <w:b w:val="0"/>
          <w:u w:val="none"/>
        </w:rPr>
        <w:t xml:space="preserve">.1 a </w:t>
      </w:r>
      <w:r w:rsidR="00FE52D0" w:rsidRPr="00EC6DFF">
        <w:rPr>
          <w:b w:val="0"/>
          <w:u w:val="none"/>
        </w:rPr>
        <w:t>8</w:t>
      </w:r>
      <w:r w:rsidRPr="00EC6DFF">
        <w:rPr>
          <w:b w:val="0"/>
          <w:u w:val="none"/>
        </w:rPr>
        <w:t xml:space="preserve">.2 této Smlouvy jako nepravdivá nebo poruší-li Zhotovitel svou oznamovací povinnost dle odstavce </w:t>
      </w:r>
      <w:r w:rsidR="00FE52D0" w:rsidRPr="00EC6DFF">
        <w:rPr>
          <w:b w:val="0"/>
          <w:u w:val="none"/>
        </w:rPr>
        <w:t>8</w:t>
      </w:r>
      <w:r w:rsidRPr="00EC6DFF">
        <w:rPr>
          <w:b w:val="0"/>
          <w:u w:val="none"/>
        </w:rPr>
        <w:t xml:space="preserve">.4 nebo povinnosti dle odstavců </w:t>
      </w:r>
      <w:r w:rsidR="00FE52D0" w:rsidRPr="00EC6DFF">
        <w:rPr>
          <w:b w:val="0"/>
          <w:u w:val="none"/>
        </w:rPr>
        <w:t>8</w:t>
      </w:r>
      <w:r w:rsidRPr="00EC6DFF">
        <w:rPr>
          <w:b w:val="0"/>
          <w:u w:val="none"/>
        </w:rPr>
        <w:t xml:space="preserve">.5 nebo </w:t>
      </w:r>
      <w:r w:rsidR="00FE52D0" w:rsidRPr="00EC6DFF">
        <w:rPr>
          <w:b w:val="0"/>
          <w:u w:val="none"/>
        </w:rPr>
        <w:t>8</w:t>
      </w:r>
      <w:r w:rsidRPr="00EC6DFF">
        <w:rPr>
          <w:b w:val="0"/>
          <w:u w:val="none"/>
        </w:rPr>
        <w:t>.6 této Smlouvy, je Objednatel oprávněn odstoupit od této Smlouvy. Zhotovitel je dále povinen zaplatit za každé jednotlivé porušení povinností dle předchozí věty smluvní pokutu ve výši 5 % procent z Ceny. Ustanovení § 2004 odst. 2</w:t>
      </w:r>
      <w:r w:rsidRPr="00887979">
        <w:rPr>
          <w:b w:val="0"/>
          <w:u w:val="none"/>
        </w:rPr>
        <w:t xml:space="preserve"> Občanského zákoníku a § 2050 Občanského zákoníku se nepoužijí.</w:t>
      </w:r>
    </w:p>
    <w:p w14:paraId="59823CF2" w14:textId="2CF2E080" w:rsidR="00D27488" w:rsidRDefault="00D27488" w:rsidP="00D27488">
      <w:pPr>
        <w:pStyle w:val="Nadpis4"/>
        <w:keepNext w:val="0"/>
        <w:keepLines w:val="0"/>
        <w:widowControl w:val="0"/>
        <w:numPr>
          <w:ilvl w:val="0"/>
          <w:numId w:val="5"/>
        </w:numPr>
        <w:spacing w:before="240" w:after="240"/>
        <w:jc w:val="left"/>
      </w:pPr>
      <w:proofErr w:type="spellStart"/>
      <w:r>
        <w:t>Compliance</w:t>
      </w:r>
      <w:proofErr w:type="spellEnd"/>
    </w:p>
    <w:p w14:paraId="6D2D4F3F" w14:textId="32290DD7" w:rsidR="00D27488" w:rsidRDefault="00D27488" w:rsidP="00D27488">
      <w:pPr>
        <w:pStyle w:val="Nadpis4"/>
        <w:keepNext w:val="0"/>
        <w:keepLines w:val="0"/>
        <w:widowControl w:val="0"/>
        <w:spacing w:line="276" w:lineRule="auto"/>
        <w:ind w:left="561" w:hanging="567"/>
        <w:jc w:val="left"/>
        <w:rPr>
          <w:b w:val="0"/>
          <w:u w:val="none"/>
        </w:rPr>
      </w:pPr>
      <w:r w:rsidRPr="00D27488">
        <w:rPr>
          <w:b w:val="0"/>
          <w:u w:val="none"/>
        </w:rPr>
        <w:t>S</w:t>
      </w:r>
      <w:r>
        <w:rPr>
          <w:b w:val="0"/>
          <w:u w:val="none"/>
        </w:rPr>
        <w:t xml:space="preserve">mluvní </w:t>
      </w:r>
      <w:r w:rsidRPr="00D27488">
        <w:rPr>
          <w:b w:val="0"/>
          <w:u w:val="none"/>
        </w:rPr>
        <w:t xml:space="preserve">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27488">
        <w:rPr>
          <w:b w:val="0"/>
          <w:u w:val="none"/>
        </w:rPr>
        <w:t>compliance</w:t>
      </w:r>
      <w:proofErr w:type="spellEnd"/>
      <w:r w:rsidRPr="00D27488">
        <w:rPr>
          <w:b w:val="0"/>
          <w:u w:val="none"/>
        </w:rPr>
        <w:t xml:space="preserve"> programů a etických hodnot druhé Smluvní strany, pakliže těmito dokumenty dotčené Smluvní strany disponují, a jsou uveřejněny </w:t>
      </w:r>
      <w:r w:rsidRPr="00D27488">
        <w:rPr>
          <w:b w:val="0"/>
          <w:u w:val="none"/>
        </w:rPr>
        <w:lastRenderedPageBreak/>
        <w:t>na webových stránkách Smluvních stran.</w:t>
      </w:r>
    </w:p>
    <w:p w14:paraId="00941B96" w14:textId="65F8C5B5" w:rsidR="00D27488" w:rsidRPr="00D27488" w:rsidRDefault="00D27488" w:rsidP="00D27488">
      <w:pPr>
        <w:pStyle w:val="Nadpis4"/>
        <w:keepNext w:val="0"/>
        <w:keepLines w:val="0"/>
        <w:widowControl w:val="0"/>
        <w:spacing w:line="276" w:lineRule="auto"/>
        <w:ind w:left="561" w:hanging="567"/>
        <w:jc w:val="left"/>
        <w:rPr>
          <w:u w:val="none"/>
        </w:rPr>
      </w:pPr>
      <w:r w:rsidRPr="00D27488">
        <w:rPr>
          <w:b w:val="0"/>
          <w:bCs/>
          <w:u w:val="none"/>
        </w:rPr>
        <w:t>Správa</w:t>
      </w:r>
      <w:r w:rsidRPr="00D27488">
        <w:rPr>
          <w:b w:val="0"/>
          <w:bCs/>
        </w:rPr>
        <w:t xml:space="preserve"> </w:t>
      </w:r>
      <w:r w:rsidRPr="00D27488">
        <w:rPr>
          <w:b w:val="0"/>
          <w:bCs/>
          <w:u w:val="none"/>
        </w:rPr>
        <w:t xml:space="preserve">železnic, státní organizace, má výše uvedené dokumenty k dispozici na webových stránkách: </w:t>
      </w:r>
      <w:hyperlink r:id="rId11" w:history="1">
        <w:r w:rsidR="00070184" w:rsidRPr="00EC6DFF">
          <w:rPr>
            <w:rStyle w:val="Hypertextovodkaz"/>
            <w:b w:val="0"/>
            <w:bCs/>
          </w:rPr>
          <w:t>https://www.spravazeleznic.cz/o-nas/nezadouci-jednani-a-boj-s-korupci</w:t>
        </w:r>
      </w:hyperlink>
      <w:r w:rsidRPr="00D27488">
        <w:rPr>
          <w:b w:val="0"/>
          <w:bCs/>
          <w:u w:val="none"/>
        </w:rPr>
        <w:t>.</w:t>
      </w:r>
    </w:p>
    <w:p w14:paraId="63FAE299" w14:textId="13C5922A" w:rsidR="00D27488" w:rsidRPr="00553F79" w:rsidRDefault="00D27488" w:rsidP="00D27488">
      <w:pPr>
        <w:pStyle w:val="Nadpis4"/>
        <w:keepNext w:val="0"/>
        <w:keepLines w:val="0"/>
        <w:widowControl w:val="0"/>
        <w:spacing w:line="276" w:lineRule="auto"/>
        <w:ind w:left="561" w:hanging="567"/>
        <w:jc w:val="left"/>
      </w:pPr>
      <w:r w:rsidRPr="00D27488">
        <w:rPr>
          <w:b w:val="0"/>
          <w:bCs/>
          <w:u w:val="none"/>
        </w:rPr>
        <w:t>Prodávající má výše uvedené dokumenty k dispozici na webových stránkách:</w:t>
      </w:r>
      <w:r w:rsidRPr="00D27488">
        <w:rPr>
          <w:b w:val="0"/>
          <w:bCs/>
          <w:highlight w:val="green"/>
          <w:u w:val="none"/>
        </w:rPr>
        <w:t xml:space="preserve"> [doplní Prodávající x nemá-li Prodávající výše uvedené dokumenty, celý bod </w:t>
      </w:r>
      <w:r w:rsidR="00FE52D0">
        <w:rPr>
          <w:b w:val="0"/>
          <w:bCs/>
          <w:highlight w:val="green"/>
          <w:u w:val="none"/>
        </w:rPr>
        <w:t>9</w:t>
      </w:r>
      <w:r w:rsidRPr="00D27488">
        <w:rPr>
          <w:b w:val="0"/>
          <w:bCs/>
          <w:highlight w:val="green"/>
          <w:u w:val="none"/>
        </w:rPr>
        <w:t>.3 odstraní]</w:t>
      </w:r>
      <w:r w:rsidRPr="00D27488">
        <w:rPr>
          <w:b w:val="0"/>
          <w:bCs/>
          <w:u w:val="none"/>
        </w:rPr>
        <w:t>.</w:t>
      </w:r>
    </w:p>
    <w:p w14:paraId="2A9EF4EA" w14:textId="07E0FB0F" w:rsidR="00C6288E" w:rsidRPr="00BB5852" w:rsidRDefault="00C6288E" w:rsidP="00B5606C">
      <w:pPr>
        <w:pStyle w:val="Nadpis4"/>
        <w:keepNext w:val="0"/>
        <w:keepLines w:val="0"/>
        <w:widowControl w:val="0"/>
        <w:numPr>
          <w:ilvl w:val="0"/>
          <w:numId w:val="5"/>
        </w:numPr>
        <w:spacing w:before="240" w:after="240"/>
        <w:ind w:left="357" w:hanging="357"/>
        <w:jc w:val="left"/>
        <w:rPr>
          <w:noProof/>
        </w:rPr>
      </w:pPr>
      <w:r w:rsidRPr="00BB5852">
        <w:rPr>
          <w:noProof/>
        </w:rPr>
        <w:t>Závěrečná ustanovaní</w:t>
      </w:r>
    </w:p>
    <w:p w14:paraId="59743A5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AEE5685"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47A1A64"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5B531B49"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1E4A98C3" w14:textId="77777777" w:rsidR="001A058E" w:rsidRPr="001A058E" w:rsidRDefault="001A058E" w:rsidP="00934EB3">
      <w:pPr>
        <w:pStyle w:val="Nadpis4"/>
        <w:keepNext w:val="0"/>
        <w:keepLines w:val="0"/>
        <w:widowControl w:val="0"/>
        <w:spacing w:line="276" w:lineRule="auto"/>
        <w:ind w:left="561" w:hanging="567"/>
        <w:jc w:val="left"/>
        <w:rPr>
          <w:b w:val="0"/>
          <w:u w:val="none"/>
        </w:rPr>
      </w:pPr>
      <w:r w:rsidRPr="001A058E">
        <w:rPr>
          <w:b w:val="0"/>
          <w:u w:val="none"/>
        </w:rPr>
        <w:t>Osoby uzavírající tuto Smlouvu za Smluvní strany souhlasí s uveřejněním svých osobních údajů, které jsou uvedeny v této Smlouvě, spolu se Smlouvou v registru smluv. Tento souhlas je udělen na dobu neurčitou.</w:t>
      </w:r>
    </w:p>
    <w:p w14:paraId="2F267BAB" w14:textId="1088608E" w:rsidR="00C6288E" w:rsidRDefault="00C6288E" w:rsidP="00934EB3">
      <w:pPr>
        <w:pStyle w:val="Nadpis4"/>
        <w:keepNext w:val="0"/>
        <w:keepLines w:val="0"/>
        <w:widowControl w:val="0"/>
        <w:spacing w:line="276" w:lineRule="auto"/>
        <w:ind w:left="561" w:hanging="567"/>
        <w:jc w:val="left"/>
        <w:rPr>
          <w:b w:val="0"/>
          <w:u w:val="none"/>
        </w:rPr>
      </w:pPr>
      <w:bookmarkStart w:id="37" w:name="_Ref76639797"/>
      <w:r w:rsidRPr="00DF7D0D">
        <w:rPr>
          <w:b w:val="0"/>
          <w:u w:val="none"/>
        </w:rPr>
        <w:t xml:space="preserve">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w:t>
      </w:r>
      <w:r w:rsidR="006C47CE" w:rsidRPr="00DF7D0D">
        <w:rPr>
          <w:b w:val="0"/>
          <w:u w:val="none"/>
        </w:rPr>
        <w:t>podmínkách.</w:t>
      </w:r>
      <w:bookmarkEnd w:id="37"/>
    </w:p>
    <w:p w14:paraId="5AECDF42" w14:textId="14705D2D" w:rsidR="00114B20" w:rsidRPr="00114B20" w:rsidRDefault="00114B20" w:rsidP="00114B20">
      <w:pPr>
        <w:pStyle w:val="Nadpis4"/>
        <w:keepNext w:val="0"/>
        <w:keepLines w:val="0"/>
        <w:widowControl w:val="0"/>
        <w:spacing w:line="276" w:lineRule="auto"/>
        <w:ind w:left="561" w:hanging="567"/>
        <w:jc w:val="left"/>
      </w:pPr>
      <w:r>
        <w:rPr>
          <w:b w:val="0"/>
          <w:u w:val="none"/>
        </w:rPr>
        <w:t>Ustanovení Přílohy č. 2 Platforma SŽ (včetně jejích příloh)</w:t>
      </w:r>
      <w:r w:rsidDel="00A15E15">
        <w:rPr>
          <w:b w:val="0"/>
          <w:u w:val="none"/>
        </w:rPr>
        <w:t xml:space="preserve"> </w:t>
      </w:r>
      <w:r>
        <w:rPr>
          <w:b w:val="0"/>
          <w:u w:val="none"/>
        </w:rPr>
        <w:t xml:space="preserve">mají přednost před ustanoveními obchodních podmínek uvedených v odst. </w:t>
      </w:r>
      <w:r w:rsidR="007A79FB">
        <w:rPr>
          <w:b w:val="0"/>
          <w:u w:val="none"/>
        </w:rPr>
        <w:t>1</w:t>
      </w:r>
      <w:r w:rsidR="00A95CAB">
        <w:rPr>
          <w:b w:val="0"/>
          <w:u w:val="none"/>
        </w:rPr>
        <w:t>0</w:t>
      </w:r>
      <w:r w:rsidRPr="0060395F">
        <w:rPr>
          <w:b w:val="0"/>
          <w:u w:val="none"/>
        </w:rPr>
        <w:t>.8.</w:t>
      </w:r>
      <w:r>
        <w:rPr>
          <w:b w:val="0"/>
          <w:u w:val="none"/>
        </w:rPr>
        <w:t xml:space="preserve"> tohoto článku</w:t>
      </w:r>
    </w:p>
    <w:p w14:paraId="0E404732" w14:textId="1D9B4CB1" w:rsidR="002B18DC" w:rsidRDefault="00C6288E" w:rsidP="00934EB3">
      <w:pPr>
        <w:pStyle w:val="Nadpis4"/>
        <w:keepNext w:val="0"/>
        <w:keepLines w:val="0"/>
        <w:widowControl w:val="0"/>
        <w:spacing w:line="276" w:lineRule="auto"/>
        <w:ind w:left="561" w:hanging="567"/>
        <w:jc w:val="left"/>
        <w:rPr>
          <w:b w:val="0"/>
          <w:u w:val="none"/>
        </w:rPr>
      </w:pPr>
      <w:r w:rsidRPr="006B35BF">
        <w:rPr>
          <w:b w:val="0"/>
          <w:u w:val="none"/>
        </w:rPr>
        <w:t>Odchylná ujednání v této Smlouvě mají přednost před ustanoveními Obchodních podmínek a Zvláštních obchodních podmínek.</w:t>
      </w:r>
    </w:p>
    <w:p w14:paraId="3DF706EF" w14:textId="77777777" w:rsidR="00E16055" w:rsidRPr="00E16055" w:rsidRDefault="00E16055" w:rsidP="00E16055">
      <w:pPr>
        <w:pStyle w:val="Nadpis4"/>
        <w:keepNext w:val="0"/>
        <w:keepLines w:val="0"/>
        <w:widowControl w:val="0"/>
        <w:spacing w:line="276" w:lineRule="auto"/>
        <w:ind w:left="561" w:hanging="567"/>
        <w:jc w:val="left"/>
        <w:rPr>
          <w:b w:val="0"/>
          <w:u w:val="none"/>
        </w:rPr>
      </w:pPr>
      <w:r w:rsidRPr="00E16055">
        <w:rPr>
          <w:b w:val="0"/>
          <w:u w:val="none"/>
        </w:rPr>
        <w:t>Tuto Smlouvu lze měnit pouze písemnými dodatky.</w:t>
      </w:r>
    </w:p>
    <w:p w14:paraId="72F6B6D9" w14:textId="4120350C" w:rsidR="002B18DC" w:rsidRDefault="002B18DC" w:rsidP="00934EB3">
      <w:pPr>
        <w:pStyle w:val="Nadpis4"/>
        <w:keepNext w:val="0"/>
        <w:keepLines w:val="0"/>
        <w:widowControl w:val="0"/>
        <w:spacing w:line="276" w:lineRule="auto"/>
        <w:ind w:left="561" w:hanging="567"/>
        <w:jc w:val="left"/>
        <w:rPr>
          <w:b w:val="0"/>
          <w:u w:val="none"/>
        </w:rPr>
      </w:pPr>
      <w:r w:rsidRPr="006B35BF">
        <w:rPr>
          <w:b w:val="0"/>
          <w:u w:val="none"/>
        </w:rPr>
        <w:lastRenderedPageBreak/>
        <w:t>Tato Smlouva nabývá platnosti okamžikem podpisu poslední ze Stran. Je-li Smlouva uveřejňována v registru smluv, nabývá účinnosti dnem uveřejnění v registru smluv, jinak je účinná od okamžiku uzavření.</w:t>
      </w:r>
    </w:p>
    <w:p w14:paraId="64A43EDB" w14:textId="3A3A8D58" w:rsidR="00934EB3" w:rsidRPr="00934EB3" w:rsidRDefault="00934EB3" w:rsidP="00934EB3">
      <w:pPr>
        <w:pStyle w:val="Nadpis4"/>
        <w:keepNext w:val="0"/>
        <w:keepLines w:val="0"/>
        <w:widowControl w:val="0"/>
        <w:spacing w:line="276" w:lineRule="auto"/>
        <w:ind w:left="567" w:hanging="567"/>
        <w:jc w:val="left"/>
        <w:rPr>
          <w:b w:val="0"/>
          <w:u w:val="none"/>
        </w:rPr>
      </w:pPr>
      <w:r w:rsidRPr="00934EB3">
        <w:rPr>
          <w:b w:val="0"/>
          <w:u w:val="none"/>
        </w:rPr>
        <w:t>Tato Smlouva je vyhotovena v elektronické podobě, přičemž obě Smluvní strany obdrží její elektronický originál</w:t>
      </w:r>
      <w:r w:rsidR="00A468E1">
        <w:rPr>
          <w:b w:val="0"/>
          <w:u w:val="none"/>
        </w:rPr>
        <w:t xml:space="preserve"> </w:t>
      </w:r>
      <w:r w:rsidR="00A468E1" w:rsidRPr="00A468E1">
        <w:rPr>
          <w:b w:val="0"/>
          <w:u w:val="none"/>
        </w:rPr>
        <w:t>opatřený elektronickými podpisy</w:t>
      </w:r>
      <w:r w:rsidRPr="00934EB3">
        <w:rPr>
          <w:b w:val="0"/>
          <w:u w:val="none"/>
        </w:rPr>
        <w:t>. V případě, že tato Smlouva z jakéhokoli důvodu nebude vyhotovena v elektronické podobě, bude sepsána ve třech vyhotoveních, přičemž jedno vyhotovení obdrží Zhotovitel a dvě vyhotovení Objednatel.</w:t>
      </w:r>
    </w:p>
    <w:p w14:paraId="5D0E063E" w14:textId="77777777" w:rsidR="00C6288E" w:rsidRPr="006B35BF" w:rsidRDefault="00C6288E" w:rsidP="00934EB3">
      <w:pPr>
        <w:pStyle w:val="Nadpis4"/>
        <w:keepNext w:val="0"/>
        <w:keepLines w:val="0"/>
        <w:widowControl w:val="0"/>
        <w:spacing w:line="276" w:lineRule="auto"/>
        <w:ind w:left="567" w:hanging="567"/>
        <w:jc w:val="left"/>
        <w:rPr>
          <w:b w:val="0"/>
          <w:u w:val="none"/>
        </w:rPr>
      </w:pPr>
      <w:r w:rsidRPr="006B35BF">
        <w:rPr>
          <w:b w:val="0"/>
          <w:u w:val="none"/>
        </w:rPr>
        <w:t>Nedílnou součástí této Smlouvy jsou její přílohy:</w:t>
      </w:r>
    </w:p>
    <w:p w14:paraId="7E125A00" w14:textId="2A7B00DE" w:rsidR="00C6288E" w:rsidRPr="004B09E9" w:rsidRDefault="005F7487" w:rsidP="00B5606C">
      <w:pPr>
        <w:widowControl w:val="0"/>
        <w:spacing w:after="0" w:line="276" w:lineRule="auto"/>
      </w:pPr>
      <w:r w:rsidRPr="004B09E9">
        <w:t>P</w:t>
      </w:r>
      <w:r w:rsidR="004B09E9" w:rsidRPr="004B09E9">
        <w:t>říloha č. 1</w:t>
      </w:r>
      <w:r w:rsidR="00C6288E" w:rsidRPr="004B09E9">
        <w:t xml:space="preserve"> – Specifikace Plnění</w:t>
      </w:r>
    </w:p>
    <w:p w14:paraId="0033BB7A" w14:textId="18ADC7CE" w:rsidR="004B09E9" w:rsidRPr="004B09E9" w:rsidRDefault="004B09E9" w:rsidP="004B09E9">
      <w:pPr>
        <w:widowControl w:val="0"/>
        <w:spacing w:after="0" w:line="276" w:lineRule="auto"/>
      </w:pPr>
      <w:r w:rsidRPr="004B09E9">
        <w:t>Příloha č. 2 – Platforma Správy železnic</w:t>
      </w:r>
    </w:p>
    <w:p w14:paraId="68A69E48" w14:textId="20A7CBC0" w:rsidR="004B09E9" w:rsidRPr="0060395F" w:rsidRDefault="004B09E9" w:rsidP="004B09E9">
      <w:pPr>
        <w:widowControl w:val="0"/>
        <w:spacing w:after="0" w:line="276" w:lineRule="auto"/>
      </w:pPr>
      <w:r w:rsidRPr="0060395F">
        <w:t>Příloha č. 3 – Realizační tým</w:t>
      </w:r>
    </w:p>
    <w:p w14:paraId="4BDD0131" w14:textId="39183A4A" w:rsidR="004B09E9" w:rsidRPr="0060395F" w:rsidRDefault="004B09E9" w:rsidP="00B5606C">
      <w:pPr>
        <w:widowControl w:val="0"/>
        <w:spacing w:after="0" w:line="276" w:lineRule="auto"/>
      </w:pPr>
      <w:r w:rsidRPr="0060395F">
        <w:t>Příloha č. 4 – Poddodavatelé</w:t>
      </w:r>
    </w:p>
    <w:p w14:paraId="434387EA" w14:textId="55BF76C9" w:rsidR="004B09E9" w:rsidRPr="0060395F" w:rsidRDefault="004B09E9" w:rsidP="00B5606C">
      <w:pPr>
        <w:widowControl w:val="0"/>
        <w:spacing w:after="0" w:line="276" w:lineRule="auto"/>
      </w:pPr>
      <w:r w:rsidRPr="0060395F">
        <w:t>Příloha č. 5</w:t>
      </w:r>
      <w:r w:rsidR="00854668" w:rsidRPr="0060395F">
        <w:t xml:space="preserve"> – Zvláštní obchodní podmínky</w:t>
      </w:r>
    </w:p>
    <w:p w14:paraId="2D3CCE73" w14:textId="10F58DD8" w:rsidR="004B09E9" w:rsidRPr="0060395F" w:rsidRDefault="004B09E9" w:rsidP="00B5606C">
      <w:pPr>
        <w:widowControl w:val="0"/>
        <w:spacing w:after="0" w:line="276" w:lineRule="auto"/>
      </w:pPr>
      <w:r w:rsidRPr="0060395F">
        <w:t>Příloha č. 6 - Obchodní podmínky</w:t>
      </w:r>
    </w:p>
    <w:p w14:paraId="374F40FB" w14:textId="73845656" w:rsidR="00D72F41" w:rsidRPr="0060395F" w:rsidRDefault="00D72F41" w:rsidP="00B5606C">
      <w:pPr>
        <w:widowControl w:val="0"/>
        <w:spacing w:after="0" w:line="276" w:lineRule="auto"/>
      </w:pPr>
      <w:r w:rsidRPr="0060395F">
        <w:t>Příloha č. 7 – Cena Plnění</w:t>
      </w:r>
    </w:p>
    <w:p w14:paraId="36F103A0" w14:textId="23485C6E" w:rsidR="00D72F41" w:rsidRPr="004B09E9" w:rsidRDefault="00D72F41" w:rsidP="00B5606C">
      <w:pPr>
        <w:widowControl w:val="0"/>
        <w:spacing w:after="0" w:line="276" w:lineRule="auto"/>
      </w:pPr>
      <w:r w:rsidRPr="0060395F">
        <w:t>Příloha č. 8 - Harmonogram</w:t>
      </w:r>
    </w:p>
    <w:p w14:paraId="532A4871" w14:textId="3AAF9EBF" w:rsidR="00DE2D18" w:rsidRDefault="00DE2D18" w:rsidP="00B5606C">
      <w:pPr>
        <w:widowControl w:val="0"/>
      </w:pPr>
    </w:p>
    <w:p w14:paraId="7E69DC13" w14:textId="77777777" w:rsidR="00301374" w:rsidRDefault="00301374" w:rsidP="00B5606C">
      <w:pPr>
        <w:widowControl w:val="0"/>
      </w:pPr>
    </w:p>
    <w:p w14:paraId="4A1BB6A0" w14:textId="77777777" w:rsidR="00934EB3" w:rsidRPr="000E5CAE" w:rsidRDefault="00934EB3" w:rsidP="00934EB3">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243A0406" w14:textId="77777777" w:rsidR="00934EB3" w:rsidRPr="000E5CAE" w:rsidRDefault="00934EB3" w:rsidP="00934EB3">
      <w:pPr>
        <w:spacing w:after="0" w:line="276" w:lineRule="auto"/>
        <w:rPr>
          <w:rFonts w:asciiTheme="majorHAnsi" w:hAnsiTheme="majorHAnsi"/>
        </w:rPr>
      </w:pPr>
    </w:p>
    <w:p w14:paraId="49D95720" w14:textId="7CBFB64D" w:rsidR="00934EB3" w:rsidRDefault="00934EB3" w:rsidP="00934EB3">
      <w:pPr>
        <w:spacing w:after="0" w:line="276" w:lineRule="auto"/>
        <w:rPr>
          <w:rFonts w:asciiTheme="majorHAnsi" w:hAnsiTheme="majorHAnsi"/>
        </w:rPr>
      </w:pPr>
    </w:p>
    <w:p w14:paraId="61C1961E" w14:textId="77777777" w:rsidR="00D72F41" w:rsidRPr="000E5CAE" w:rsidRDefault="00D72F41" w:rsidP="00934EB3">
      <w:pPr>
        <w:spacing w:after="0" w:line="276" w:lineRule="auto"/>
        <w:rPr>
          <w:rFonts w:asciiTheme="majorHAnsi" w:hAnsiTheme="majorHAnsi"/>
        </w:rPr>
      </w:pPr>
    </w:p>
    <w:p w14:paraId="31F03E98" w14:textId="77777777" w:rsidR="00934EB3" w:rsidRPr="000E5CAE" w:rsidRDefault="00934EB3" w:rsidP="00934EB3">
      <w:pPr>
        <w:spacing w:after="0" w:line="276" w:lineRule="auto"/>
        <w:rPr>
          <w:rFonts w:asciiTheme="majorHAnsi" w:hAnsiTheme="majorHAnsi"/>
        </w:rPr>
      </w:pPr>
    </w:p>
    <w:p w14:paraId="0217A8A9" w14:textId="77777777" w:rsidR="00DA36E8" w:rsidRDefault="00934EB3" w:rsidP="00934EB3">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689E0A22" w14:textId="669DE504" w:rsidR="00934EB3" w:rsidRPr="00DA36E8" w:rsidRDefault="00DA36E8" w:rsidP="00934EB3">
      <w:pPr>
        <w:spacing w:after="0" w:line="276" w:lineRule="auto"/>
        <w:rPr>
          <w:rFonts w:asciiTheme="majorHAnsi" w:hAnsiTheme="majorHAnsi"/>
          <w:b/>
        </w:rPr>
      </w:pPr>
      <w:r w:rsidRPr="00DA36E8">
        <w:rPr>
          <w:rFonts w:asciiTheme="majorHAnsi" w:hAnsiTheme="majorHAnsi"/>
          <w:b/>
        </w:rPr>
        <w:t>Bc. Jiří Svoboda, MBA</w:t>
      </w:r>
      <w:r w:rsidR="00934EB3" w:rsidRPr="00DA36E8">
        <w:rPr>
          <w:rFonts w:asciiTheme="majorHAnsi" w:hAnsiTheme="majorHAnsi"/>
          <w:b/>
        </w:rPr>
        <w:tab/>
      </w:r>
      <w:r>
        <w:rPr>
          <w:rFonts w:asciiTheme="majorHAnsi" w:hAnsiTheme="majorHAnsi"/>
          <w:b/>
        </w:rPr>
        <w:tab/>
      </w:r>
      <w:r>
        <w:rPr>
          <w:rFonts w:asciiTheme="majorHAnsi" w:hAnsiTheme="majorHAnsi"/>
          <w:b/>
        </w:rPr>
        <w:tab/>
      </w:r>
      <w:r>
        <w:rPr>
          <w:rFonts w:asciiTheme="majorHAnsi" w:hAnsiTheme="majorHAnsi"/>
          <w:b/>
        </w:rPr>
        <w:tab/>
      </w:r>
      <w:r w:rsidRPr="00FD23CD">
        <w:rPr>
          <w:rFonts w:asciiTheme="majorHAnsi" w:hAnsiTheme="majorHAnsi" w:cs="Times New Roman"/>
          <w:color w:val="000000" w:themeColor="text1"/>
          <w:highlight w:val="green"/>
        </w:rPr>
        <w:t>[</w:t>
      </w:r>
      <w:r w:rsidRPr="00FD23CD">
        <w:rPr>
          <w:rFonts w:asciiTheme="majorHAnsi" w:hAnsiTheme="majorHAnsi" w:cs="Times New Roman"/>
          <w:i/>
          <w:color w:val="000000" w:themeColor="text1"/>
          <w:highlight w:val="green"/>
        </w:rPr>
        <w:t>DOPLNÍ ZHOTOVITEL</w:t>
      </w:r>
      <w:r w:rsidRPr="00FD23CD">
        <w:rPr>
          <w:rFonts w:asciiTheme="majorHAnsi" w:hAnsiTheme="majorHAnsi" w:cs="Times New Roman"/>
          <w:color w:val="000000" w:themeColor="text1"/>
          <w:highlight w:val="green"/>
        </w:rPr>
        <w:t>]</w:t>
      </w:r>
    </w:p>
    <w:p w14:paraId="7EBE3A97" w14:textId="22B162B2" w:rsidR="0088331D" w:rsidRPr="00DA36E8" w:rsidRDefault="00DA36E8" w:rsidP="00DA36E8">
      <w:pPr>
        <w:spacing w:after="0" w:line="276" w:lineRule="auto"/>
        <w:rPr>
          <w:rFonts w:asciiTheme="majorHAnsi" w:hAnsiTheme="majorHAnsi"/>
        </w:rPr>
      </w:pPr>
      <w:r>
        <w:rPr>
          <w:rFonts w:asciiTheme="majorHAnsi" w:hAnsiTheme="majorHAnsi" w:cs="Times New Roman"/>
          <w:color w:val="000000" w:themeColor="text1"/>
        </w:rPr>
        <w:t>generální ředitel</w:t>
      </w:r>
      <w:r w:rsidR="00934EB3" w:rsidRPr="000E5CAE">
        <w:rPr>
          <w:rFonts w:asciiTheme="majorHAnsi" w:hAnsiTheme="majorHAnsi"/>
        </w:rPr>
        <w:tab/>
      </w:r>
      <w:r w:rsidR="00934EB3" w:rsidRPr="000E5CAE">
        <w:rPr>
          <w:rFonts w:asciiTheme="majorHAnsi" w:hAnsiTheme="majorHAnsi"/>
        </w:rPr>
        <w:tab/>
        <w:t xml:space="preserve">  </w:t>
      </w:r>
      <w:r w:rsidR="00934EB3" w:rsidRPr="000E5CAE">
        <w:rPr>
          <w:rFonts w:asciiTheme="majorHAnsi" w:hAnsiTheme="majorHAnsi"/>
        </w:rPr>
        <w:tab/>
      </w:r>
      <w:r w:rsidR="00934EB3" w:rsidRPr="000E5CAE">
        <w:rPr>
          <w:rFonts w:asciiTheme="majorHAnsi" w:hAnsiTheme="majorHAnsi"/>
        </w:rPr>
        <w:tab/>
      </w:r>
      <w:r>
        <w:rPr>
          <w:rFonts w:asciiTheme="majorHAnsi" w:hAnsiTheme="majorHAnsi"/>
        </w:rPr>
        <w:tab/>
      </w:r>
    </w:p>
    <w:sectPr w:rsidR="0088331D" w:rsidRPr="00DA36E8" w:rsidSect="00D72F41">
      <w:footerReference w:type="default" r:id="rId12"/>
      <w:headerReference w:type="first" r:id="rId13"/>
      <w:footerReference w:type="first" r:id="rId14"/>
      <w:pgSz w:w="11906" w:h="16838" w:code="9"/>
      <w:pgMar w:top="993" w:right="1417" w:bottom="1417" w:left="1985" w:header="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9A0759" w14:textId="77777777" w:rsidR="00CD0DF5" w:rsidRDefault="00CD0DF5" w:rsidP="00962258">
      <w:pPr>
        <w:spacing w:after="0" w:line="240" w:lineRule="auto"/>
      </w:pPr>
      <w:r>
        <w:separator/>
      </w:r>
    </w:p>
  </w:endnote>
  <w:endnote w:type="continuationSeparator" w:id="0">
    <w:p w14:paraId="26310DF1" w14:textId="77777777" w:rsidR="00CD0DF5" w:rsidRDefault="00CD0D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6288E" w14:paraId="4435B70C" w14:textId="77777777" w:rsidTr="00D831A3">
      <w:tc>
        <w:tcPr>
          <w:tcW w:w="1361" w:type="dxa"/>
          <w:tcMar>
            <w:left w:w="0" w:type="dxa"/>
            <w:right w:w="0" w:type="dxa"/>
          </w:tcMar>
          <w:vAlign w:val="bottom"/>
        </w:tcPr>
        <w:p w14:paraId="586351F0" w14:textId="05A55B71" w:rsidR="00C6288E" w:rsidRPr="00B8518B" w:rsidRDefault="00C6288E" w:rsidP="00B8518B">
          <w:pPr>
            <w:pStyle w:val="Zpat"/>
            <w:rPr>
              <w:rStyle w:val="slostrnky"/>
            </w:rPr>
          </w:pPr>
        </w:p>
      </w:tc>
      <w:tc>
        <w:tcPr>
          <w:tcW w:w="3458" w:type="dxa"/>
          <w:shd w:val="clear" w:color="auto" w:fill="auto"/>
          <w:tcMar>
            <w:left w:w="0" w:type="dxa"/>
            <w:right w:w="0" w:type="dxa"/>
          </w:tcMar>
        </w:tcPr>
        <w:p w14:paraId="754B54BA" w14:textId="77777777" w:rsidR="00C6288E" w:rsidRDefault="00C6288E" w:rsidP="00B8518B">
          <w:pPr>
            <w:pStyle w:val="Zpat"/>
          </w:pPr>
        </w:p>
      </w:tc>
      <w:tc>
        <w:tcPr>
          <w:tcW w:w="2835" w:type="dxa"/>
          <w:shd w:val="clear" w:color="auto" w:fill="auto"/>
          <w:tcMar>
            <w:left w:w="0" w:type="dxa"/>
            <w:right w:w="0" w:type="dxa"/>
          </w:tcMar>
        </w:tcPr>
        <w:p w14:paraId="65FE5D07" w14:textId="77777777" w:rsidR="00C6288E" w:rsidRDefault="00C6288E" w:rsidP="00B8518B">
          <w:pPr>
            <w:pStyle w:val="Zpat"/>
          </w:pPr>
        </w:p>
      </w:tc>
      <w:tc>
        <w:tcPr>
          <w:tcW w:w="2921" w:type="dxa"/>
        </w:tcPr>
        <w:p w14:paraId="6A43C050" w14:textId="77777777" w:rsidR="00C6288E" w:rsidRDefault="00C6288E" w:rsidP="00D831A3">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D12751"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9C362D"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30983F60" w14:textId="21ED1478" w:rsidR="00BC6B79" w:rsidRPr="00896168" w:rsidRDefault="00896168" w:rsidP="00896168">
    <w:pPr>
      <w:pStyle w:val="Zpat"/>
      <w:rPr>
        <w:b/>
        <w:color w:val="FF5200" w:themeColor="accent2"/>
        <w:sz w:val="14"/>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64E5">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64E5">
      <w:rPr>
        <w:rStyle w:val="slostrnky"/>
        <w:noProof/>
      </w:rPr>
      <w:t>8</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9"/>
      <w:gridCol w:w="4244"/>
      <w:gridCol w:w="3497"/>
      <w:gridCol w:w="1305"/>
    </w:tblGrid>
    <w:tr w:rsidR="00896168" w14:paraId="5DE6993C" w14:textId="77777777" w:rsidTr="00170535">
      <w:tc>
        <w:tcPr>
          <w:tcW w:w="1276" w:type="dxa"/>
          <w:tcMar>
            <w:left w:w="0" w:type="dxa"/>
            <w:right w:w="0" w:type="dxa"/>
          </w:tcMar>
          <w:vAlign w:val="bottom"/>
        </w:tcPr>
        <w:p w14:paraId="3A8C7CD7" w14:textId="7B54154B" w:rsidR="00896168" w:rsidRPr="00B8518B" w:rsidRDefault="00896168" w:rsidP="008961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664E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664E5">
            <w:rPr>
              <w:rStyle w:val="slostrnky"/>
              <w:noProof/>
            </w:rPr>
            <w:t>8</w:t>
          </w:r>
          <w:r w:rsidRPr="00B8518B">
            <w:rPr>
              <w:rStyle w:val="slostrnky"/>
            </w:rPr>
            <w:fldChar w:fldCharType="end"/>
          </w:r>
        </w:p>
      </w:tc>
      <w:tc>
        <w:tcPr>
          <w:tcW w:w="3544" w:type="dxa"/>
          <w:shd w:val="clear" w:color="auto" w:fill="auto"/>
          <w:tcMar>
            <w:left w:w="0" w:type="dxa"/>
            <w:right w:w="0" w:type="dxa"/>
          </w:tcMar>
        </w:tcPr>
        <w:p w14:paraId="3A9E0BBD" w14:textId="1ECB4762" w:rsidR="00896168" w:rsidRDefault="00896168" w:rsidP="00896168">
          <w:pPr>
            <w:pStyle w:val="Zpat"/>
          </w:pPr>
          <w:r>
            <w:t>Správa železni</w:t>
          </w:r>
          <w:r w:rsidR="00F273AE">
            <w:t>c</w:t>
          </w:r>
          <w:r>
            <w:t>, státní organizace</w:t>
          </w:r>
        </w:p>
        <w:p w14:paraId="188DBA37" w14:textId="77777777" w:rsidR="00463CB7" w:rsidRDefault="00896168" w:rsidP="00896168">
          <w:pPr>
            <w:pStyle w:val="Zpat"/>
          </w:pPr>
          <w:r>
            <w:t xml:space="preserve">zapsána v obchodním rejstříku vedeném Městským </w:t>
          </w:r>
        </w:p>
        <w:p w14:paraId="5C351E03" w14:textId="09D3AC82" w:rsidR="00896168" w:rsidRDefault="00896168" w:rsidP="00896168">
          <w:pPr>
            <w:pStyle w:val="Zpat"/>
          </w:pPr>
          <w:r>
            <w:t>soudem v Praze, spisová značka A 48384</w:t>
          </w:r>
        </w:p>
      </w:tc>
      <w:tc>
        <w:tcPr>
          <w:tcW w:w="2920" w:type="dxa"/>
          <w:shd w:val="clear" w:color="auto" w:fill="auto"/>
          <w:tcMar>
            <w:left w:w="0" w:type="dxa"/>
            <w:right w:w="0" w:type="dxa"/>
          </w:tcMar>
        </w:tcPr>
        <w:p w14:paraId="7CCD3672" w14:textId="77777777" w:rsidR="00896168" w:rsidRDefault="00896168" w:rsidP="00896168">
          <w:pPr>
            <w:pStyle w:val="Zpat"/>
          </w:pPr>
          <w:r>
            <w:t>Sídlo: Dlážděná 1003/7, 110 00 Praha 1</w:t>
          </w:r>
        </w:p>
        <w:p w14:paraId="67AEC00D" w14:textId="77777777" w:rsidR="00896168" w:rsidRDefault="00896168" w:rsidP="00896168">
          <w:pPr>
            <w:pStyle w:val="Zpat"/>
          </w:pPr>
          <w:r>
            <w:t>IČ: 709 94 234 DIČ: CZ 709 94 234</w:t>
          </w:r>
        </w:p>
        <w:p w14:paraId="360AB0AE" w14:textId="640EB21B" w:rsidR="00896168" w:rsidRDefault="009818CE" w:rsidP="00896168">
          <w:pPr>
            <w:pStyle w:val="Zpat"/>
          </w:pPr>
          <w:r>
            <w:t>www.spravazeleznic</w:t>
          </w:r>
          <w:r w:rsidR="00896168">
            <w:t>.cz</w:t>
          </w:r>
        </w:p>
      </w:tc>
      <w:tc>
        <w:tcPr>
          <w:tcW w:w="1090" w:type="dxa"/>
        </w:tcPr>
        <w:p w14:paraId="5328C3A6" w14:textId="77777777" w:rsidR="00896168" w:rsidRDefault="00896168" w:rsidP="00896168">
          <w:pPr>
            <w:pStyle w:val="Zpat"/>
          </w:pPr>
        </w:p>
      </w:tc>
    </w:tr>
  </w:tbl>
  <w:p w14:paraId="3A61E0C5" w14:textId="06F779C5" w:rsidR="00896168" w:rsidRPr="00896168" w:rsidRDefault="00896168">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254801E" wp14:editId="0EC3CF4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B4454"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F46CA1" wp14:editId="23F824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CA33E4"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86818" w14:textId="77777777" w:rsidR="00CD0DF5" w:rsidRDefault="00CD0DF5" w:rsidP="00962258">
      <w:pPr>
        <w:spacing w:after="0" w:line="240" w:lineRule="auto"/>
      </w:pPr>
      <w:r>
        <w:separator/>
      </w:r>
    </w:p>
  </w:footnote>
  <w:footnote w:type="continuationSeparator" w:id="0">
    <w:p w14:paraId="0334C6B5" w14:textId="77777777" w:rsidR="00CD0DF5" w:rsidRDefault="00CD0DF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C4B427" w14:textId="77777777" w:rsidR="00D72F41" w:rsidRDefault="00D72F41" w:rsidP="00D171A7">
    <w:pPr>
      <w:pStyle w:val="Zhlav"/>
      <w:tabs>
        <w:tab w:val="clear" w:pos="4536"/>
        <w:tab w:val="clear" w:pos="9072"/>
        <w:tab w:val="center" w:pos="4252"/>
      </w:tabs>
      <w:ind w:left="-1134"/>
    </w:pPr>
  </w:p>
  <w:p w14:paraId="685CF297" w14:textId="77777777" w:rsidR="00D72F41" w:rsidRDefault="00D72F41" w:rsidP="00D171A7">
    <w:pPr>
      <w:pStyle w:val="Zhlav"/>
      <w:tabs>
        <w:tab w:val="clear" w:pos="4536"/>
        <w:tab w:val="clear" w:pos="9072"/>
        <w:tab w:val="center" w:pos="4252"/>
      </w:tabs>
      <w:ind w:left="-1134"/>
    </w:pPr>
  </w:p>
  <w:p w14:paraId="7412D29D" w14:textId="77777777" w:rsidR="00D72F41" w:rsidRDefault="00D72F41" w:rsidP="00D171A7">
    <w:pPr>
      <w:pStyle w:val="Zhlav"/>
      <w:tabs>
        <w:tab w:val="clear" w:pos="4536"/>
        <w:tab w:val="clear" w:pos="9072"/>
        <w:tab w:val="center" w:pos="4252"/>
      </w:tabs>
      <w:ind w:left="-1134"/>
    </w:pPr>
  </w:p>
  <w:p w14:paraId="522C3545" w14:textId="7433E285" w:rsidR="00D72F41" w:rsidRDefault="00D72F41" w:rsidP="00D72F41">
    <w:pPr>
      <w:pStyle w:val="Zhlav"/>
      <w:tabs>
        <w:tab w:val="clear" w:pos="4536"/>
        <w:tab w:val="clear" w:pos="9072"/>
        <w:tab w:val="center" w:pos="4252"/>
      </w:tabs>
      <w:ind w:left="-1134"/>
      <w:jc w:val="right"/>
    </w:pPr>
    <w:r>
      <w:rPr>
        <w:noProof/>
        <w:lang w:eastAsia="cs-CZ"/>
      </w:rPr>
      <w:drawing>
        <wp:anchor distT="0" distB="0" distL="114300" distR="114300" simplePos="0" relativeHeight="251664384" behindDoc="0" locked="1" layoutInCell="1" allowOverlap="1" wp14:anchorId="0585F9B0" wp14:editId="7FC881AB">
          <wp:simplePos x="0" y="0"/>
          <wp:positionH relativeFrom="margin">
            <wp:posOffset>0</wp:posOffset>
          </wp:positionH>
          <wp:positionV relativeFrom="margin">
            <wp:posOffset>-1173480</wp:posOffset>
          </wp:positionV>
          <wp:extent cx="1727835" cy="640715"/>
          <wp:effectExtent l="0" t="0" r="5715" b="6985"/>
          <wp:wrapNone/>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w:drawing>
        <wp:inline distT="0" distB="0" distL="0" distR="0" wp14:anchorId="4060A24C" wp14:editId="5D6D26B9">
          <wp:extent cx="1572895" cy="890270"/>
          <wp:effectExtent l="0" t="0" r="8255" b="508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49FEABDF" w14:textId="77777777" w:rsidR="00D72F41" w:rsidRDefault="00D72F41" w:rsidP="00D171A7">
    <w:pPr>
      <w:pStyle w:val="Zhlav"/>
      <w:tabs>
        <w:tab w:val="clear" w:pos="4536"/>
        <w:tab w:val="clear" w:pos="9072"/>
        <w:tab w:val="center" w:pos="4252"/>
      </w:tabs>
      <w:ind w:left="-1134"/>
    </w:pPr>
  </w:p>
  <w:p w14:paraId="760D2619" w14:textId="37BC3309" w:rsidR="00BC6B79" w:rsidRPr="00463CB7" w:rsidRDefault="00463CB7" w:rsidP="00D171A7">
    <w:pPr>
      <w:pStyle w:val="Zhlav"/>
      <w:tabs>
        <w:tab w:val="clear" w:pos="4536"/>
        <w:tab w:val="clear" w:pos="9072"/>
        <w:tab w:val="center" w:pos="4252"/>
      </w:tabs>
      <w:ind w:left="-1134"/>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181B91"/>
    <w:multiLevelType w:val="multilevel"/>
    <w:tmpl w:val="AD4253C6"/>
    <w:lvl w:ilvl="0">
      <w:start w:val="1"/>
      <w:numFmt w:val="decimal"/>
      <w:pStyle w:val="1nadpis"/>
      <w:lvlText w:val="%1."/>
      <w:lvlJc w:val="left"/>
      <w:pPr>
        <w:ind w:left="567" w:hanging="567"/>
      </w:pPr>
      <w:rPr>
        <w:rFonts w:ascii="Verdana" w:hAnsi="Verdana" w:hint="default"/>
        <w:b/>
        <w:bCs/>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Roman"/>
      <w:lvlText w:val="%3."/>
      <w:lvlJc w:val="right"/>
      <w:pPr>
        <w:ind w:left="2792" w:hanging="180"/>
      </w:pPr>
      <w:rPr>
        <w:rFonts w:hint="default"/>
      </w:rPr>
    </w:lvl>
    <w:lvl w:ilvl="3">
      <w:start w:val="1"/>
      <w:numFmt w:val="decimal"/>
      <w:lvlText w:val="%4."/>
      <w:lvlJc w:val="left"/>
      <w:pPr>
        <w:ind w:left="3512" w:hanging="360"/>
      </w:pPr>
      <w:rPr>
        <w:rFonts w:hint="default"/>
      </w:rPr>
    </w:lvl>
    <w:lvl w:ilvl="4">
      <w:start w:val="1"/>
      <w:numFmt w:val="lowerLetter"/>
      <w:lvlText w:val="%5."/>
      <w:lvlJc w:val="left"/>
      <w:pPr>
        <w:ind w:left="4232" w:hanging="360"/>
      </w:pPr>
      <w:rPr>
        <w:rFonts w:hint="default"/>
      </w:rPr>
    </w:lvl>
    <w:lvl w:ilvl="5">
      <w:start w:val="1"/>
      <w:numFmt w:val="lowerRoman"/>
      <w:lvlText w:val="%6."/>
      <w:lvlJc w:val="right"/>
      <w:pPr>
        <w:ind w:left="4952" w:hanging="180"/>
      </w:pPr>
      <w:rPr>
        <w:rFonts w:hint="default"/>
      </w:rPr>
    </w:lvl>
    <w:lvl w:ilvl="6">
      <w:start w:val="1"/>
      <w:numFmt w:val="decimal"/>
      <w:lvlText w:val="%7."/>
      <w:lvlJc w:val="left"/>
      <w:pPr>
        <w:ind w:left="5672" w:hanging="360"/>
      </w:pPr>
      <w:rPr>
        <w:rFonts w:hint="default"/>
      </w:rPr>
    </w:lvl>
    <w:lvl w:ilvl="7">
      <w:start w:val="1"/>
      <w:numFmt w:val="lowerLetter"/>
      <w:lvlText w:val="%8."/>
      <w:lvlJc w:val="left"/>
      <w:pPr>
        <w:ind w:left="6392" w:hanging="360"/>
      </w:pPr>
      <w:rPr>
        <w:rFonts w:hint="default"/>
      </w:rPr>
    </w:lvl>
    <w:lvl w:ilvl="8">
      <w:start w:val="1"/>
      <w:numFmt w:val="lowerRoman"/>
      <w:lvlText w:val="%9."/>
      <w:lvlJc w:val="right"/>
      <w:pPr>
        <w:ind w:left="7112" w:hanging="180"/>
      </w:pPr>
      <w:rPr>
        <w:rFonts w:hint="default"/>
      </w:rPr>
    </w:lvl>
  </w:abstractNum>
  <w:abstractNum w:abstractNumId="6"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7" w15:restartNumberingAfterBreak="0">
    <w:nsid w:val="2F65673F"/>
    <w:multiLevelType w:val="multilevel"/>
    <w:tmpl w:val="4B4C325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u w:val="none"/>
      </w:rPr>
    </w:lvl>
    <w:lvl w:ilvl="2">
      <w:start w:val="1"/>
      <w:numFmt w:val="lowerLetter"/>
      <w:lvlText w:val="%3."/>
      <w:lvlJc w:val="left"/>
      <w:pPr>
        <w:ind w:left="1247" w:hanging="567"/>
      </w:pPr>
      <w:rPr>
        <w:rFonts w:ascii="Verdana" w:hAnsi="Verdana" w:cs="Times New Roman" w:hint="default"/>
        <w:b w:val="0"/>
        <w:i w:val="0"/>
        <w:sz w:val="18"/>
      </w:rPr>
    </w:lvl>
    <w:lvl w:ilvl="3">
      <w:start w:val="1"/>
      <w:numFmt w:val="lowerRoman"/>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B64F42"/>
    <w:multiLevelType w:val="multilevel"/>
    <w:tmpl w:val="193A0974"/>
    <w:lvl w:ilvl="0">
      <w:start w:val="1"/>
      <w:numFmt w:val="decimal"/>
      <w:lvlText w:val="%1."/>
      <w:lvlJc w:val="left"/>
      <w:pPr>
        <w:ind w:left="360" w:hanging="360"/>
      </w:pPr>
      <w:rPr>
        <w:b/>
        <w:bCs w:val="0"/>
      </w:rPr>
    </w:lvl>
    <w:lvl w:ilvl="1">
      <w:start w:val="1"/>
      <w:numFmt w:val="decimal"/>
      <w:pStyle w:val="Nadpis4"/>
      <w:lvlText w:val="%1.%2."/>
      <w:lvlJc w:val="left"/>
      <w:pPr>
        <w:ind w:left="574" w:hanging="432"/>
      </w:pPr>
      <w:rPr>
        <w:rFonts w:asciiTheme="majorHAnsi" w:hAnsiTheme="majorHAnsi" w:hint="default"/>
        <w:b w:val="0"/>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tentative="1">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12" w15:restartNumberingAfterBreak="0">
    <w:nsid w:val="71286A1C"/>
    <w:multiLevelType w:val="hybridMultilevel"/>
    <w:tmpl w:val="6568B8F8"/>
    <w:lvl w:ilvl="0" w:tplc="D8608B82">
      <w:start w:val="1"/>
      <w:numFmt w:val="lowerLetter"/>
      <w:lvlText w:val="%1."/>
      <w:lvlJc w:val="left"/>
      <w:pPr>
        <w:ind w:left="1152" w:hanging="360"/>
      </w:pPr>
      <w:rPr>
        <w:rFonts w:hint="default"/>
      </w:rPr>
    </w:lvl>
    <w:lvl w:ilvl="1" w:tplc="04050019">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3" w15:restartNumberingAfterBreak="0">
    <w:nsid w:val="74070991"/>
    <w:multiLevelType w:val="multilevel"/>
    <w:tmpl w:val="CABE99FC"/>
    <w:numStyleLink w:val="ListNumbermultilevel"/>
  </w:abstractNum>
  <w:num w:numId="1" w16cid:durableId="673269439">
    <w:abstractNumId w:val="3"/>
  </w:num>
  <w:num w:numId="2" w16cid:durableId="1353339478">
    <w:abstractNumId w:val="2"/>
  </w:num>
  <w:num w:numId="3" w16cid:durableId="803617556">
    <w:abstractNumId w:val="4"/>
  </w:num>
  <w:num w:numId="4" w16cid:durableId="1630165790">
    <w:abstractNumId w:val="13"/>
  </w:num>
  <w:num w:numId="5" w16cid:durableId="817918895">
    <w:abstractNumId w:val="9"/>
  </w:num>
  <w:num w:numId="6" w16cid:durableId="616840539">
    <w:abstractNumId w:val="10"/>
  </w:num>
  <w:num w:numId="7" w16cid:durableId="947199432">
    <w:abstractNumId w:val="0"/>
  </w:num>
  <w:num w:numId="8" w16cid:durableId="201525402">
    <w:abstractNumId w:val="8"/>
  </w:num>
  <w:num w:numId="9" w16cid:durableId="503668581">
    <w:abstractNumId w:val="11"/>
  </w:num>
  <w:num w:numId="10" w16cid:durableId="1046294252">
    <w:abstractNumId w:val="6"/>
  </w:num>
  <w:num w:numId="11" w16cid:durableId="1941327624">
    <w:abstractNumId w:val="1"/>
  </w:num>
  <w:num w:numId="12" w16cid:durableId="627930490">
    <w:abstractNumId w:val="9"/>
  </w:num>
  <w:num w:numId="13" w16cid:durableId="795221444">
    <w:abstractNumId w:val="12"/>
  </w:num>
  <w:num w:numId="14" w16cid:durableId="1124883600">
    <w:abstractNumId w:val="9"/>
  </w:num>
  <w:num w:numId="15" w16cid:durableId="1427190141">
    <w:abstractNumId w:val="9"/>
  </w:num>
  <w:num w:numId="16" w16cid:durableId="1237325157">
    <w:abstractNumId w:val="9"/>
  </w:num>
  <w:num w:numId="17" w16cid:durableId="1552811919">
    <w:abstractNumId w:val="7"/>
  </w:num>
  <w:num w:numId="18" w16cid:durableId="1508210852">
    <w:abstractNumId w:val="9"/>
  </w:num>
  <w:num w:numId="19" w16cid:durableId="11803173">
    <w:abstractNumId w:val="9"/>
  </w:num>
  <w:num w:numId="20" w16cid:durableId="1094862064">
    <w:abstractNumId w:val="5"/>
  </w:num>
  <w:num w:numId="21" w16cid:durableId="883979325">
    <w:abstractNumId w:val="9"/>
  </w:num>
  <w:num w:numId="22" w16cid:durableId="1772697502">
    <w:abstractNumId w:val="9"/>
  </w:num>
  <w:num w:numId="23" w16cid:durableId="823005724">
    <w:abstractNumId w:val="9"/>
  </w:num>
  <w:num w:numId="24" w16cid:durableId="26450342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B63"/>
    <w:rsid w:val="000039A9"/>
    <w:rsid w:val="00010BAF"/>
    <w:rsid w:val="00012E4A"/>
    <w:rsid w:val="00015299"/>
    <w:rsid w:val="00015FB2"/>
    <w:rsid w:val="00021116"/>
    <w:rsid w:val="0002149E"/>
    <w:rsid w:val="00021921"/>
    <w:rsid w:val="00026542"/>
    <w:rsid w:val="000271F9"/>
    <w:rsid w:val="00034D4F"/>
    <w:rsid w:val="00047260"/>
    <w:rsid w:val="00056AAB"/>
    <w:rsid w:val="00060914"/>
    <w:rsid w:val="000648D0"/>
    <w:rsid w:val="00070184"/>
    <w:rsid w:val="00072C1E"/>
    <w:rsid w:val="0007414E"/>
    <w:rsid w:val="0007761E"/>
    <w:rsid w:val="00086EC7"/>
    <w:rsid w:val="00097F37"/>
    <w:rsid w:val="000A01D9"/>
    <w:rsid w:val="000A1BD4"/>
    <w:rsid w:val="000C7226"/>
    <w:rsid w:val="000D3ADE"/>
    <w:rsid w:val="000E23A7"/>
    <w:rsid w:val="000E2E68"/>
    <w:rsid w:val="001023E1"/>
    <w:rsid w:val="00102AD6"/>
    <w:rsid w:val="00103481"/>
    <w:rsid w:val="0010693F"/>
    <w:rsid w:val="00114472"/>
    <w:rsid w:val="00114B20"/>
    <w:rsid w:val="001272D5"/>
    <w:rsid w:val="001371EA"/>
    <w:rsid w:val="00142628"/>
    <w:rsid w:val="00144CD8"/>
    <w:rsid w:val="0014565C"/>
    <w:rsid w:val="00153B54"/>
    <w:rsid w:val="001550BC"/>
    <w:rsid w:val="001605B9"/>
    <w:rsid w:val="001659C0"/>
    <w:rsid w:val="001659E9"/>
    <w:rsid w:val="00167914"/>
    <w:rsid w:val="00170535"/>
    <w:rsid w:val="00170EC5"/>
    <w:rsid w:val="001747C1"/>
    <w:rsid w:val="0017524A"/>
    <w:rsid w:val="00184743"/>
    <w:rsid w:val="001975F5"/>
    <w:rsid w:val="001A058E"/>
    <w:rsid w:val="001B7F48"/>
    <w:rsid w:val="001C2DAA"/>
    <w:rsid w:val="001C67E1"/>
    <w:rsid w:val="001D124E"/>
    <w:rsid w:val="001D167F"/>
    <w:rsid w:val="001D3E16"/>
    <w:rsid w:val="001E3E8B"/>
    <w:rsid w:val="001E7681"/>
    <w:rsid w:val="001F0FAC"/>
    <w:rsid w:val="001F729E"/>
    <w:rsid w:val="001F763F"/>
    <w:rsid w:val="00206D6B"/>
    <w:rsid w:val="00207DF5"/>
    <w:rsid w:val="00224946"/>
    <w:rsid w:val="00224E2B"/>
    <w:rsid w:val="00230174"/>
    <w:rsid w:val="00246F69"/>
    <w:rsid w:val="00252F2B"/>
    <w:rsid w:val="0025503B"/>
    <w:rsid w:val="00267081"/>
    <w:rsid w:val="00267A08"/>
    <w:rsid w:val="00276B89"/>
    <w:rsid w:val="00280E07"/>
    <w:rsid w:val="00281ADE"/>
    <w:rsid w:val="00281E75"/>
    <w:rsid w:val="002824B5"/>
    <w:rsid w:val="00291B07"/>
    <w:rsid w:val="00291B88"/>
    <w:rsid w:val="002A6692"/>
    <w:rsid w:val="002B0B85"/>
    <w:rsid w:val="002B18DC"/>
    <w:rsid w:val="002B3E61"/>
    <w:rsid w:val="002B664A"/>
    <w:rsid w:val="002B72B2"/>
    <w:rsid w:val="002C0844"/>
    <w:rsid w:val="002C20B2"/>
    <w:rsid w:val="002C31BF"/>
    <w:rsid w:val="002D08B1"/>
    <w:rsid w:val="002D5F2B"/>
    <w:rsid w:val="002E0CD7"/>
    <w:rsid w:val="002E5BE7"/>
    <w:rsid w:val="002E6AC5"/>
    <w:rsid w:val="002F7F04"/>
    <w:rsid w:val="00301374"/>
    <w:rsid w:val="00302C61"/>
    <w:rsid w:val="00304CD2"/>
    <w:rsid w:val="003077B5"/>
    <w:rsid w:val="00315EE3"/>
    <w:rsid w:val="003262F5"/>
    <w:rsid w:val="0034033F"/>
    <w:rsid w:val="00341DCF"/>
    <w:rsid w:val="003448DD"/>
    <w:rsid w:val="0034498F"/>
    <w:rsid w:val="00357BC6"/>
    <w:rsid w:val="00362E35"/>
    <w:rsid w:val="003656E8"/>
    <w:rsid w:val="003664E5"/>
    <w:rsid w:val="003703A2"/>
    <w:rsid w:val="00382D2B"/>
    <w:rsid w:val="00387E56"/>
    <w:rsid w:val="003909C0"/>
    <w:rsid w:val="00392286"/>
    <w:rsid w:val="003956C6"/>
    <w:rsid w:val="003B1837"/>
    <w:rsid w:val="003C5769"/>
    <w:rsid w:val="003D395E"/>
    <w:rsid w:val="003E1E7A"/>
    <w:rsid w:val="00420008"/>
    <w:rsid w:val="00425499"/>
    <w:rsid w:val="00433C4F"/>
    <w:rsid w:val="00437B09"/>
    <w:rsid w:val="00440423"/>
    <w:rsid w:val="00441430"/>
    <w:rsid w:val="00445CFA"/>
    <w:rsid w:val="00447B88"/>
    <w:rsid w:val="00450F07"/>
    <w:rsid w:val="00453CD3"/>
    <w:rsid w:val="00460660"/>
    <w:rsid w:val="00463CB7"/>
    <w:rsid w:val="00464CC8"/>
    <w:rsid w:val="00465134"/>
    <w:rsid w:val="00484A1F"/>
    <w:rsid w:val="00486107"/>
    <w:rsid w:val="004864B1"/>
    <w:rsid w:val="00491827"/>
    <w:rsid w:val="00494DCC"/>
    <w:rsid w:val="004A6CB6"/>
    <w:rsid w:val="004B09E9"/>
    <w:rsid w:val="004B348C"/>
    <w:rsid w:val="004C11F0"/>
    <w:rsid w:val="004C333D"/>
    <w:rsid w:val="004C4399"/>
    <w:rsid w:val="004C588C"/>
    <w:rsid w:val="004C782B"/>
    <w:rsid w:val="004C787C"/>
    <w:rsid w:val="004D12CC"/>
    <w:rsid w:val="004E0606"/>
    <w:rsid w:val="004E143C"/>
    <w:rsid w:val="004E2C7C"/>
    <w:rsid w:val="004E3A53"/>
    <w:rsid w:val="004E53FA"/>
    <w:rsid w:val="004E7DD8"/>
    <w:rsid w:val="004F4B9B"/>
    <w:rsid w:val="004F6F3F"/>
    <w:rsid w:val="00511AB9"/>
    <w:rsid w:val="0051671B"/>
    <w:rsid w:val="005202F2"/>
    <w:rsid w:val="00523EA7"/>
    <w:rsid w:val="00526631"/>
    <w:rsid w:val="0053123F"/>
    <w:rsid w:val="00546831"/>
    <w:rsid w:val="00553375"/>
    <w:rsid w:val="00567BCB"/>
    <w:rsid w:val="005736B7"/>
    <w:rsid w:val="00575320"/>
    <w:rsid w:val="00575E5A"/>
    <w:rsid w:val="0059384C"/>
    <w:rsid w:val="00595F71"/>
    <w:rsid w:val="005A3662"/>
    <w:rsid w:val="005B5846"/>
    <w:rsid w:val="005D1C91"/>
    <w:rsid w:val="005D202F"/>
    <w:rsid w:val="005E2084"/>
    <w:rsid w:val="005E5512"/>
    <w:rsid w:val="005E6C68"/>
    <w:rsid w:val="005E7155"/>
    <w:rsid w:val="005F13B4"/>
    <w:rsid w:val="005F1404"/>
    <w:rsid w:val="005F7487"/>
    <w:rsid w:val="0060395F"/>
    <w:rsid w:val="00605BC2"/>
    <w:rsid w:val="0061068E"/>
    <w:rsid w:val="00615789"/>
    <w:rsid w:val="00622BEC"/>
    <w:rsid w:val="00624971"/>
    <w:rsid w:val="0063371F"/>
    <w:rsid w:val="006377E0"/>
    <w:rsid w:val="006413B7"/>
    <w:rsid w:val="0064774B"/>
    <w:rsid w:val="00660AD3"/>
    <w:rsid w:val="00677B7F"/>
    <w:rsid w:val="00680C34"/>
    <w:rsid w:val="006862DF"/>
    <w:rsid w:val="00696698"/>
    <w:rsid w:val="00697A73"/>
    <w:rsid w:val="006A5570"/>
    <w:rsid w:val="006A689C"/>
    <w:rsid w:val="006B35BF"/>
    <w:rsid w:val="006B3D79"/>
    <w:rsid w:val="006C47CE"/>
    <w:rsid w:val="006C4FAD"/>
    <w:rsid w:val="006D19D4"/>
    <w:rsid w:val="006D7062"/>
    <w:rsid w:val="006D7AFE"/>
    <w:rsid w:val="006E00D0"/>
    <w:rsid w:val="006E0578"/>
    <w:rsid w:val="006E0E6B"/>
    <w:rsid w:val="006E314D"/>
    <w:rsid w:val="006E5B3C"/>
    <w:rsid w:val="006F679E"/>
    <w:rsid w:val="00702AF3"/>
    <w:rsid w:val="00705CC5"/>
    <w:rsid w:val="00707064"/>
    <w:rsid w:val="00710723"/>
    <w:rsid w:val="007126EA"/>
    <w:rsid w:val="0072303D"/>
    <w:rsid w:val="00723DD4"/>
    <w:rsid w:val="00723ED1"/>
    <w:rsid w:val="00724A3E"/>
    <w:rsid w:val="00740856"/>
    <w:rsid w:val="00743525"/>
    <w:rsid w:val="00745D74"/>
    <w:rsid w:val="00746D4F"/>
    <w:rsid w:val="00747B4E"/>
    <w:rsid w:val="0076286B"/>
    <w:rsid w:val="00766846"/>
    <w:rsid w:val="0077363D"/>
    <w:rsid w:val="0077673A"/>
    <w:rsid w:val="007846E1"/>
    <w:rsid w:val="007A3A05"/>
    <w:rsid w:val="007A79FB"/>
    <w:rsid w:val="007B336A"/>
    <w:rsid w:val="007B570C"/>
    <w:rsid w:val="007C525A"/>
    <w:rsid w:val="007C589B"/>
    <w:rsid w:val="007E4A6E"/>
    <w:rsid w:val="007E504E"/>
    <w:rsid w:val="007F56A7"/>
    <w:rsid w:val="00807DD0"/>
    <w:rsid w:val="008269A8"/>
    <w:rsid w:val="008277EC"/>
    <w:rsid w:val="00854668"/>
    <w:rsid w:val="00855B02"/>
    <w:rsid w:val="0085667B"/>
    <w:rsid w:val="00860337"/>
    <w:rsid w:val="00860FB6"/>
    <w:rsid w:val="00864244"/>
    <w:rsid w:val="008659F3"/>
    <w:rsid w:val="008744F2"/>
    <w:rsid w:val="008819F6"/>
    <w:rsid w:val="0088331D"/>
    <w:rsid w:val="00886D4B"/>
    <w:rsid w:val="0089388A"/>
    <w:rsid w:val="00895406"/>
    <w:rsid w:val="00896168"/>
    <w:rsid w:val="00897149"/>
    <w:rsid w:val="008A3568"/>
    <w:rsid w:val="008A368D"/>
    <w:rsid w:val="008B61D0"/>
    <w:rsid w:val="008C415D"/>
    <w:rsid w:val="008D037C"/>
    <w:rsid w:val="008D03B9"/>
    <w:rsid w:val="008F18D6"/>
    <w:rsid w:val="008F5E52"/>
    <w:rsid w:val="00902C72"/>
    <w:rsid w:val="00904780"/>
    <w:rsid w:val="00915EA2"/>
    <w:rsid w:val="00922385"/>
    <w:rsid w:val="009223DF"/>
    <w:rsid w:val="00925A39"/>
    <w:rsid w:val="00926A98"/>
    <w:rsid w:val="0093175F"/>
    <w:rsid w:val="00934EB3"/>
    <w:rsid w:val="00936091"/>
    <w:rsid w:val="009373AB"/>
    <w:rsid w:val="00940D8A"/>
    <w:rsid w:val="00962258"/>
    <w:rsid w:val="009678B7"/>
    <w:rsid w:val="00967A4B"/>
    <w:rsid w:val="009818CE"/>
    <w:rsid w:val="00983173"/>
    <w:rsid w:val="009833E1"/>
    <w:rsid w:val="00992D9C"/>
    <w:rsid w:val="0099377A"/>
    <w:rsid w:val="00996CB8"/>
    <w:rsid w:val="009A2B9F"/>
    <w:rsid w:val="009A5D23"/>
    <w:rsid w:val="009B14A9"/>
    <w:rsid w:val="009B2502"/>
    <w:rsid w:val="009B2E97"/>
    <w:rsid w:val="009B5F56"/>
    <w:rsid w:val="009C0A64"/>
    <w:rsid w:val="009D1BA2"/>
    <w:rsid w:val="009D50D4"/>
    <w:rsid w:val="009E07F4"/>
    <w:rsid w:val="009E6E71"/>
    <w:rsid w:val="009F392E"/>
    <w:rsid w:val="009F5598"/>
    <w:rsid w:val="009F70DC"/>
    <w:rsid w:val="009F7EDD"/>
    <w:rsid w:val="00A037C2"/>
    <w:rsid w:val="00A06158"/>
    <w:rsid w:val="00A1211D"/>
    <w:rsid w:val="00A161E7"/>
    <w:rsid w:val="00A16B5F"/>
    <w:rsid w:val="00A2381D"/>
    <w:rsid w:val="00A319D5"/>
    <w:rsid w:val="00A37B7A"/>
    <w:rsid w:val="00A404A5"/>
    <w:rsid w:val="00A406C1"/>
    <w:rsid w:val="00A468E1"/>
    <w:rsid w:val="00A5287D"/>
    <w:rsid w:val="00A54ECA"/>
    <w:rsid w:val="00A6177B"/>
    <w:rsid w:val="00A66136"/>
    <w:rsid w:val="00A82CAE"/>
    <w:rsid w:val="00A90199"/>
    <w:rsid w:val="00A91226"/>
    <w:rsid w:val="00A93896"/>
    <w:rsid w:val="00A95CAB"/>
    <w:rsid w:val="00AA4CBB"/>
    <w:rsid w:val="00AA65FA"/>
    <w:rsid w:val="00AA7351"/>
    <w:rsid w:val="00AB1712"/>
    <w:rsid w:val="00AC1260"/>
    <w:rsid w:val="00AC3262"/>
    <w:rsid w:val="00AD056F"/>
    <w:rsid w:val="00AD249A"/>
    <w:rsid w:val="00AD6731"/>
    <w:rsid w:val="00AE4D08"/>
    <w:rsid w:val="00AF28A2"/>
    <w:rsid w:val="00AF61FC"/>
    <w:rsid w:val="00B06F58"/>
    <w:rsid w:val="00B07812"/>
    <w:rsid w:val="00B103DB"/>
    <w:rsid w:val="00B15D0D"/>
    <w:rsid w:val="00B248B0"/>
    <w:rsid w:val="00B27260"/>
    <w:rsid w:val="00B4001F"/>
    <w:rsid w:val="00B51564"/>
    <w:rsid w:val="00B5606C"/>
    <w:rsid w:val="00B57950"/>
    <w:rsid w:val="00B57A80"/>
    <w:rsid w:val="00B57ECB"/>
    <w:rsid w:val="00B612C0"/>
    <w:rsid w:val="00B63C45"/>
    <w:rsid w:val="00B65A51"/>
    <w:rsid w:val="00B6600A"/>
    <w:rsid w:val="00B75EE1"/>
    <w:rsid w:val="00B77481"/>
    <w:rsid w:val="00B77DB8"/>
    <w:rsid w:val="00B83513"/>
    <w:rsid w:val="00B8518B"/>
    <w:rsid w:val="00B87C7E"/>
    <w:rsid w:val="00B91E11"/>
    <w:rsid w:val="00BA5978"/>
    <w:rsid w:val="00BA601C"/>
    <w:rsid w:val="00BC4CE4"/>
    <w:rsid w:val="00BC6B79"/>
    <w:rsid w:val="00BD076E"/>
    <w:rsid w:val="00BD554B"/>
    <w:rsid w:val="00BD7E91"/>
    <w:rsid w:val="00BE17F6"/>
    <w:rsid w:val="00BE7D13"/>
    <w:rsid w:val="00BF3666"/>
    <w:rsid w:val="00C02D0A"/>
    <w:rsid w:val="00C0318D"/>
    <w:rsid w:val="00C03A6E"/>
    <w:rsid w:val="00C10E4D"/>
    <w:rsid w:val="00C11C50"/>
    <w:rsid w:val="00C13CF8"/>
    <w:rsid w:val="00C159E8"/>
    <w:rsid w:val="00C24989"/>
    <w:rsid w:val="00C31E6E"/>
    <w:rsid w:val="00C35652"/>
    <w:rsid w:val="00C44806"/>
    <w:rsid w:val="00C44F6A"/>
    <w:rsid w:val="00C47AE3"/>
    <w:rsid w:val="00C53CD3"/>
    <w:rsid w:val="00C56E2C"/>
    <w:rsid w:val="00C57251"/>
    <w:rsid w:val="00C6288E"/>
    <w:rsid w:val="00C70843"/>
    <w:rsid w:val="00C7646D"/>
    <w:rsid w:val="00C811AE"/>
    <w:rsid w:val="00C8609C"/>
    <w:rsid w:val="00C96C31"/>
    <w:rsid w:val="00CA04E4"/>
    <w:rsid w:val="00CB242C"/>
    <w:rsid w:val="00CC2C09"/>
    <w:rsid w:val="00CD0DF5"/>
    <w:rsid w:val="00CD1FC4"/>
    <w:rsid w:val="00CD3FB2"/>
    <w:rsid w:val="00CE56F8"/>
    <w:rsid w:val="00CF17BE"/>
    <w:rsid w:val="00D066DA"/>
    <w:rsid w:val="00D120BA"/>
    <w:rsid w:val="00D171A7"/>
    <w:rsid w:val="00D21061"/>
    <w:rsid w:val="00D2450A"/>
    <w:rsid w:val="00D27488"/>
    <w:rsid w:val="00D31CA8"/>
    <w:rsid w:val="00D31E61"/>
    <w:rsid w:val="00D4108E"/>
    <w:rsid w:val="00D46545"/>
    <w:rsid w:val="00D507A2"/>
    <w:rsid w:val="00D6163D"/>
    <w:rsid w:val="00D67F3B"/>
    <w:rsid w:val="00D72F41"/>
    <w:rsid w:val="00D73934"/>
    <w:rsid w:val="00D73E86"/>
    <w:rsid w:val="00D76306"/>
    <w:rsid w:val="00D831A3"/>
    <w:rsid w:val="00D86668"/>
    <w:rsid w:val="00D866C0"/>
    <w:rsid w:val="00D86B17"/>
    <w:rsid w:val="00D90583"/>
    <w:rsid w:val="00D913AD"/>
    <w:rsid w:val="00D92FF5"/>
    <w:rsid w:val="00D978A8"/>
    <w:rsid w:val="00DA36E8"/>
    <w:rsid w:val="00DB00DE"/>
    <w:rsid w:val="00DB2A26"/>
    <w:rsid w:val="00DB2B0F"/>
    <w:rsid w:val="00DC2D7D"/>
    <w:rsid w:val="00DC3026"/>
    <w:rsid w:val="00DC380C"/>
    <w:rsid w:val="00DC75F3"/>
    <w:rsid w:val="00DD21C3"/>
    <w:rsid w:val="00DD46F3"/>
    <w:rsid w:val="00DD6B14"/>
    <w:rsid w:val="00DE2D18"/>
    <w:rsid w:val="00DE56F2"/>
    <w:rsid w:val="00DF116D"/>
    <w:rsid w:val="00DF5E39"/>
    <w:rsid w:val="00DF7D0D"/>
    <w:rsid w:val="00E002B4"/>
    <w:rsid w:val="00E10D11"/>
    <w:rsid w:val="00E16055"/>
    <w:rsid w:val="00E17E18"/>
    <w:rsid w:val="00E22DA5"/>
    <w:rsid w:val="00E33460"/>
    <w:rsid w:val="00E40685"/>
    <w:rsid w:val="00E432C8"/>
    <w:rsid w:val="00E50367"/>
    <w:rsid w:val="00E5409F"/>
    <w:rsid w:val="00E5705C"/>
    <w:rsid w:val="00E66BEC"/>
    <w:rsid w:val="00E85AAF"/>
    <w:rsid w:val="00E86F16"/>
    <w:rsid w:val="00E90396"/>
    <w:rsid w:val="00E90C16"/>
    <w:rsid w:val="00E93DAC"/>
    <w:rsid w:val="00EA0789"/>
    <w:rsid w:val="00EA57B9"/>
    <w:rsid w:val="00EB104F"/>
    <w:rsid w:val="00EB29B7"/>
    <w:rsid w:val="00EC6DFF"/>
    <w:rsid w:val="00ED14BD"/>
    <w:rsid w:val="00ED3B80"/>
    <w:rsid w:val="00EE11E4"/>
    <w:rsid w:val="00F0533E"/>
    <w:rsid w:val="00F1048D"/>
    <w:rsid w:val="00F12DEC"/>
    <w:rsid w:val="00F1715C"/>
    <w:rsid w:val="00F243E2"/>
    <w:rsid w:val="00F273AE"/>
    <w:rsid w:val="00F310F8"/>
    <w:rsid w:val="00F34B3C"/>
    <w:rsid w:val="00F35939"/>
    <w:rsid w:val="00F45607"/>
    <w:rsid w:val="00F5070F"/>
    <w:rsid w:val="00F61DE3"/>
    <w:rsid w:val="00F659EB"/>
    <w:rsid w:val="00F668BA"/>
    <w:rsid w:val="00F823E9"/>
    <w:rsid w:val="00F86BA6"/>
    <w:rsid w:val="00F95EC3"/>
    <w:rsid w:val="00FA0A46"/>
    <w:rsid w:val="00FB018F"/>
    <w:rsid w:val="00FC35B9"/>
    <w:rsid w:val="00FC6389"/>
    <w:rsid w:val="00FE30C0"/>
    <w:rsid w:val="00FE50F9"/>
    <w:rsid w:val="00FE52D0"/>
    <w:rsid w:val="00FF1E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4BBA3D"/>
  <w14:defaultImageDpi w14:val="32767"/>
  <w15:docId w15:val="{381C4A2D-8483-4B7E-AD41-64A815F7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463CB7"/>
    <w:pPr>
      <w:keepNext/>
      <w:keepLines/>
      <w:numPr>
        <w:ilvl w:val="1"/>
        <w:numId w:val="5"/>
      </w:numPr>
      <w:spacing w:after="120"/>
      <w:jc w:val="both"/>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463CB7"/>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88331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88331D"/>
    <w:pPr>
      <w:numPr>
        <w:numId w:val="11"/>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88331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 nadpis"/>
    <w:basedOn w:val="Normln"/>
    <w:qFormat/>
    <w:rsid w:val="00D27488"/>
    <w:pPr>
      <w:keepNext/>
      <w:widowControl w:val="0"/>
      <w:numPr>
        <w:numId w:val="20"/>
      </w:numPr>
      <w:spacing w:before="120" w:after="120"/>
      <w:jc w:val="both"/>
    </w:pPr>
    <w:rPr>
      <w:b/>
    </w:rPr>
  </w:style>
  <w:style w:type="paragraph" w:customStyle="1" w:styleId="11odst">
    <w:name w:val="1.1 odst."/>
    <w:basedOn w:val="Normln"/>
    <w:link w:val="11odstChar"/>
    <w:qFormat/>
    <w:rsid w:val="00D27488"/>
    <w:pPr>
      <w:widowControl w:val="0"/>
      <w:numPr>
        <w:ilvl w:val="1"/>
        <w:numId w:val="20"/>
      </w:numPr>
      <w:spacing w:before="120" w:after="120"/>
      <w:jc w:val="both"/>
    </w:pPr>
  </w:style>
  <w:style w:type="character" w:customStyle="1" w:styleId="11odstChar">
    <w:name w:val="1.1 odst. Char"/>
    <w:basedOn w:val="Standardnpsmoodstavce"/>
    <w:link w:val="11odst"/>
    <w:rsid w:val="00D27488"/>
  </w:style>
  <w:style w:type="paragraph" w:styleId="Revize">
    <w:name w:val="Revision"/>
    <w:hidden/>
    <w:uiPriority w:val="99"/>
    <w:semiHidden/>
    <w:rsid w:val="008269A8"/>
    <w:pPr>
      <w:spacing w:after="0" w:line="240" w:lineRule="auto"/>
    </w:pPr>
  </w:style>
  <w:style w:type="character" w:styleId="Nevyeenzmnka">
    <w:name w:val="Unresolved Mention"/>
    <w:basedOn w:val="Standardnpsmoodstavce"/>
    <w:uiPriority w:val="99"/>
    <w:semiHidden/>
    <w:unhideWhenUsed/>
    <w:rsid w:val="00070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73352">
      <w:bodyDiv w:val="1"/>
      <w:marLeft w:val="0"/>
      <w:marRight w:val="0"/>
      <w:marTop w:val="0"/>
      <w:marBottom w:val="0"/>
      <w:divBdr>
        <w:top w:val="none" w:sz="0" w:space="0" w:color="auto"/>
        <w:left w:val="none" w:sz="0" w:space="0" w:color="auto"/>
        <w:bottom w:val="none" w:sz="0" w:space="0" w:color="auto"/>
        <w:right w:val="none" w:sz="0" w:space="0" w:color="auto"/>
      </w:divBdr>
    </w:div>
    <w:div w:id="114838131">
      <w:bodyDiv w:val="1"/>
      <w:marLeft w:val="0"/>
      <w:marRight w:val="0"/>
      <w:marTop w:val="0"/>
      <w:marBottom w:val="0"/>
      <w:divBdr>
        <w:top w:val="none" w:sz="0" w:space="0" w:color="auto"/>
        <w:left w:val="none" w:sz="0" w:space="0" w:color="auto"/>
        <w:bottom w:val="none" w:sz="0" w:space="0" w:color="auto"/>
        <w:right w:val="none" w:sz="0" w:space="0" w:color="auto"/>
      </w:divBdr>
    </w:div>
    <w:div w:id="946079205">
      <w:bodyDiv w:val="1"/>
      <w:marLeft w:val="0"/>
      <w:marRight w:val="0"/>
      <w:marTop w:val="0"/>
      <w:marBottom w:val="0"/>
      <w:divBdr>
        <w:top w:val="none" w:sz="0" w:space="0" w:color="auto"/>
        <w:left w:val="none" w:sz="0" w:space="0" w:color="auto"/>
        <w:bottom w:val="none" w:sz="0" w:space="0" w:color="auto"/>
        <w:right w:val="none" w:sz="0" w:space="0" w:color="auto"/>
      </w:divBdr>
    </w:div>
    <w:div w:id="1069226868">
      <w:bodyDiv w:val="1"/>
      <w:marLeft w:val="0"/>
      <w:marRight w:val="0"/>
      <w:marTop w:val="0"/>
      <w:marBottom w:val="0"/>
      <w:divBdr>
        <w:top w:val="none" w:sz="0" w:space="0" w:color="auto"/>
        <w:left w:val="none" w:sz="0" w:space="0" w:color="auto"/>
        <w:bottom w:val="none" w:sz="0" w:space="0" w:color="auto"/>
        <w:right w:val="none" w:sz="0" w:space="0" w:color="auto"/>
      </w:divBdr>
    </w:div>
    <w:div w:id="1227302519">
      <w:bodyDiv w:val="1"/>
      <w:marLeft w:val="0"/>
      <w:marRight w:val="0"/>
      <w:marTop w:val="0"/>
      <w:marBottom w:val="0"/>
      <w:divBdr>
        <w:top w:val="none" w:sz="0" w:space="0" w:color="auto"/>
        <w:left w:val="none" w:sz="0" w:space="0" w:color="auto"/>
        <w:bottom w:val="none" w:sz="0" w:space="0" w:color="auto"/>
        <w:right w:val="none" w:sz="0" w:space="0" w:color="auto"/>
      </w:divBdr>
    </w:div>
    <w:div w:id="1640258990">
      <w:bodyDiv w:val="1"/>
      <w:marLeft w:val="0"/>
      <w:marRight w:val="0"/>
      <w:marTop w:val="0"/>
      <w:marBottom w:val="0"/>
      <w:divBdr>
        <w:top w:val="none" w:sz="0" w:space="0" w:color="auto"/>
        <w:left w:val="none" w:sz="0" w:space="0" w:color="auto"/>
        <w:bottom w:val="none" w:sz="0" w:space="0" w:color="auto"/>
        <w:right w:val="none" w:sz="0" w:space="0" w:color="auto"/>
      </w:divBdr>
    </w:div>
    <w:div w:id="176090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3.xml><?xml version="1.0" encoding="utf-8"?>
<ds:datastoreItem xmlns:ds="http://schemas.openxmlformats.org/officeDocument/2006/customXml" ds:itemID="{AB9BC887-4F24-4C9A-BC4D-D9CEDC5270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F5A4086-A96C-4C79-A1C1-8C500AFBE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8</Pages>
  <Words>3246</Words>
  <Characters>19152</Characters>
  <Application>Microsoft Office Word</Application>
  <DocSecurity>0</DocSecurity>
  <Lines>159</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dc:description/>
  <cp:lastModifiedBy>Jiranová Ivana</cp:lastModifiedBy>
  <cp:revision>38</cp:revision>
  <cp:lastPrinted>2019-02-25T13:30:00Z</cp:lastPrinted>
  <dcterms:created xsi:type="dcterms:W3CDTF">2021-08-13T10:40:00Z</dcterms:created>
  <dcterms:modified xsi:type="dcterms:W3CDTF">2024-07-16T10:41:00Z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