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D943C" w14:textId="77777777" w:rsidR="00826B7B" w:rsidRDefault="00B204E3" w:rsidP="00B204E3">
      <w:pPr>
        <w:pStyle w:val="Titul1"/>
      </w:pPr>
      <w:r>
        <w:t>Dopis nabídky</w:t>
      </w:r>
    </w:p>
    <w:p w14:paraId="5BDD943D" w14:textId="317E322B" w:rsidR="00EB46E5" w:rsidRPr="00BF54FE" w:rsidRDefault="00B204E3" w:rsidP="00BF54FE">
      <w:pPr>
        <w:pStyle w:val="Titul2"/>
      </w:pPr>
      <w:r>
        <w:t>Název zakázky: „</w:t>
      </w:r>
      <w:r w:rsidR="00B46591" w:rsidRPr="00B46591">
        <w:t xml:space="preserve">Zvýšení stability skalních masivů na trati Železný Brod </w:t>
      </w:r>
      <w:r w:rsidR="00B46591">
        <w:t>–</w:t>
      </w:r>
      <w:r w:rsidR="00B46591" w:rsidRPr="00B46591">
        <w:t xml:space="preserve"> Tanvald</w:t>
      </w:r>
      <w:r w:rsidR="00B46591">
        <w:t>“</w:t>
      </w:r>
      <w:r w:rsidR="00232000" w:rsidRPr="00BF54FE">
        <w:t xml:space="preserve"> </w:t>
      </w:r>
    </w:p>
    <w:p w14:paraId="5BDD943E" w14:textId="77777777" w:rsidR="009226C1" w:rsidRDefault="009226C1" w:rsidP="00B204E3">
      <w:pPr>
        <w:pStyle w:val="Textbezodsazen"/>
      </w:pPr>
    </w:p>
    <w:p w14:paraId="5BDD943F" w14:textId="74BC62AA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B46591">
        <w:t xml:space="preserve"> </w:t>
      </w:r>
      <w:proofErr w:type="gramStart"/>
      <w:r w:rsidR="00B46591">
        <w:t xml:space="preserve">a </w:t>
      </w:r>
      <w:r>
        <w:t xml:space="preserve"> Soupis</w:t>
      </w:r>
      <w:proofErr w:type="gramEnd"/>
      <w:r>
        <w:t xml:space="preserve">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BDD9440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BDD9441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BDD944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BDD9443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BDD9444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BDD9445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BDD9446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BDD9447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BDD9448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BDD944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BDD944A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5BDD944B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BDD944C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BDD944D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BDD944E" w14:textId="77777777" w:rsidR="00A5674E" w:rsidRDefault="00A5674E" w:rsidP="00A5674E">
      <w:pPr>
        <w:pStyle w:val="Textbezodsazen"/>
      </w:pPr>
    </w:p>
    <w:p w14:paraId="5BDD944F" w14:textId="77777777" w:rsidR="000E6ABE" w:rsidRDefault="000E6ABE" w:rsidP="00A5674E">
      <w:pPr>
        <w:pStyle w:val="Textbezodsazen"/>
      </w:pPr>
    </w:p>
    <w:p w14:paraId="5BDD9450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BDD9451" w14:textId="77777777" w:rsidR="000E6ABE" w:rsidRDefault="000E6ABE" w:rsidP="000E6ABE">
      <w:pPr>
        <w:pStyle w:val="Textbezodsazen"/>
        <w:jc w:val="left"/>
      </w:pPr>
    </w:p>
    <w:p w14:paraId="5BDD9452" w14:textId="77777777" w:rsidR="000E6ABE" w:rsidRDefault="000E6ABE" w:rsidP="000E6ABE">
      <w:pPr>
        <w:pStyle w:val="Textbezodsazen"/>
        <w:jc w:val="left"/>
      </w:pPr>
    </w:p>
    <w:p w14:paraId="5BDD945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BDD945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BDD9455" w14:textId="77777777" w:rsidR="00A5674E" w:rsidRDefault="00A5674E" w:rsidP="00A5674E">
      <w:pPr>
        <w:pStyle w:val="Textbezodsazen"/>
      </w:pPr>
    </w:p>
    <w:p w14:paraId="5BDD9456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BDD9457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5BDD9458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BDD9459" w14:textId="77777777" w:rsidR="00A5674E" w:rsidRDefault="00A5674E" w:rsidP="00A5674E">
      <w:pPr>
        <w:pStyle w:val="Textbezodsazen"/>
      </w:pPr>
    </w:p>
    <w:p w14:paraId="5BDD945A" w14:textId="77777777" w:rsidR="00A5674E" w:rsidRDefault="00A5674E" w:rsidP="00A5674E">
      <w:pPr>
        <w:pStyle w:val="Textbezodsazen"/>
      </w:pPr>
    </w:p>
    <w:p w14:paraId="5BDD945B" w14:textId="77777777" w:rsidR="00A5674E" w:rsidRDefault="00A5674E" w:rsidP="00A5674E">
      <w:pPr>
        <w:pStyle w:val="Textbezodsazen"/>
      </w:pPr>
      <w:r>
        <w:t>za Zhotovitele</w:t>
      </w:r>
    </w:p>
    <w:p w14:paraId="5BDD945C" w14:textId="77777777" w:rsidR="00A5674E" w:rsidRDefault="00A5674E" w:rsidP="00A5674E">
      <w:pPr>
        <w:pStyle w:val="Textbezodsazen"/>
      </w:pPr>
    </w:p>
    <w:p w14:paraId="5BDD945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BDD945E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BDD945F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D9462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BDD9463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BDD9466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BDD9464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BDD9465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BDD9467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BDD946A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BDD9468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BDD9469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BDD946B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D9474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BDD947B" wp14:editId="5BDD947C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BDD9478" w14:textId="77777777" w:rsidR="00F90912" w:rsidRPr="00B8518B" w:rsidRDefault="00F90912" w:rsidP="00F90912">
    <w:pPr>
      <w:pStyle w:val="Zpat"/>
      <w:rPr>
        <w:sz w:val="2"/>
        <w:szCs w:val="2"/>
      </w:rPr>
    </w:pPr>
  </w:p>
  <w:p w14:paraId="5BDD9479" w14:textId="0A773461" w:rsidR="00F90912" w:rsidRPr="00B9342A" w:rsidRDefault="00F90912" w:rsidP="00F90912">
    <w:pPr>
      <w:pStyle w:val="Zpat"/>
      <w:rPr>
        <w:sz w:val="8"/>
        <w:szCs w:val="8"/>
      </w:rPr>
    </w:pPr>
  </w:p>
  <w:p w14:paraId="5BDD947A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D9460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BDD9461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BDD946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DD946C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DD946D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BDD946E" w14:textId="77777777" w:rsidR="00A5674E" w:rsidRPr="00D6163D" w:rsidRDefault="00A5674E" w:rsidP="00FC6389">
          <w:pPr>
            <w:pStyle w:val="Druhdokumentu"/>
          </w:pPr>
        </w:p>
      </w:tc>
    </w:tr>
  </w:tbl>
  <w:p w14:paraId="5BDD9470" w14:textId="77777777" w:rsidR="00A5674E" w:rsidRPr="00D6163D" w:rsidRDefault="00A5674E" w:rsidP="00FC6389">
    <w:pPr>
      <w:pStyle w:val="Zhlav"/>
      <w:rPr>
        <w:sz w:val="8"/>
        <w:szCs w:val="8"/>
      </w:rPr>
    </w:pPr>
  </w:p>
  <w:p w14:paraId="5BDD9471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648410">
    <w:abstractNumId w:val="5"/>
  </w:num>
  <w:num w:numId="2" w16cid:durableId="559709503">
    <w:abstractNumId w:val="4"/>
  </w:num>
  <w:num w:numId="3" w16cid:durableId="1134562802">
    <w:abstractNumId w:val="2"/>
  </w:num>
  <w:num w:numId="4" w16cid:durableId="2137868397">
    <w:abstractNumId w:val="0"/>
  </w:num>
  <w:num w:numId="5" w16cid:durableId="794447163">
    <w:abstractNumId w:val="6"/>
  </w:num>
  <w:num w:numId="6" w16cid:durableId="936599469">
    <w:abstractNumId w:val="7"/>
  </w:num>
  <w:num w:numId="7" w16cid:durableId="589049289">
    <w:abstractNumId w:val="8"/>
  </w:num>
  <w:num w:numId="8" w16cid:durableId="2020346906">
    <w:abstractNumId w:val="1"/>
  </w:num>
  <w:num w:numId="9" w16cid:durableId="964653777">
    <w:abstractNumId w:val="3"/>
  </w:num>
  <w:num w:numId="10" w16cid:durableId="59128153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5829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55761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4FF2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6BE5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97244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46591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3AD7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CE473F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EF5638"/>
    <w:rsid w:val="00F016C7"/>
    <w:rsid w:val="00F05E49"/>
    <w:rsid w:val="00F12DEC"/>
    <w:rsid w:val="00F12F30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DD943C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4234ca-c373-45c2-b25d-5f673622f74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403</Words>
  <Characters>2384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Baštářová Helena</cp:lastModifiedBy>
  <cp:revision>3</cp:revision>
  <cp:lastPrinted>2024-07-15T11:16:00Z</cp:lastPrinted>
  <dcterms:created xsi:type="dcterms:W3CDTF">2024-07-15T11:16:00Z</dcterms:created>
  <dcterms:modified xsi:type="dcterms:W3CDTF">2024-07-15T11:16:00Z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