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10F76" w14:textId="7C0DCC46" w:rsidR="00B45A41" w:rsidRDefault="002A17C4">
      <w:r>
        <w:rPr>
          <w:noProof/>
        </w:rPr>
        <w:drawing>
          <wp:inline distT="0" distB="0" distL="0" distR="0" wp14:anchorId="38628A46" wp14:editId="41B013B8">
            <wp:extent cx="5760720" cy="1995170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5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7C4"/>
    <w:rsid w:val="002A17C4"/>
    <w:rsid w:val="00B4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3942"/>
  <w15:chartTrackingRefBased/>
  <w15:docId w15:val="{B983150B-E7F9-4EBF-AD6A-34FCA1A9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Melichar Stanislav</dc:creator>
  <cp:keywords/>
  <dc:description/>
  <cp:lastModifiedBy>Melichar Stanislav</cp:lastModifiedBy>
  <cp:revision>1</cp:revision>
  <dcterms:created xsi:type="dcterms:W3CDTF">2023-04-04T09:33:00Z</dcterms:created>
  <dcterms:modified xsi:type="dcterms:W3CDTF">2023-04-04T09:34:00Z</dcterms:modified>
</cp:coreProperties>
</file>