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F1693A8" w:rsidR="00F862D6" w:rsidRPr="003E6B9A" w:rsidRDefault="009B4C67" w:rsidP="0037111D">
            <w:r w:rsidRPr="009B4C67">
              <w:rPr>
                <w:rFonts w:ascii="Helvetica" w:hAnsi="Helvetica"/>
              </w:rPr>
              <w:t>7354/2024-SŽ-SSV-Ú3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F862D6">
        <w:tc>
          <w:tcPr>
            <w:tcW w:w="1020" w:type="dxa"/>
          </w:tcPr>
          <w:p w14:paraId="3534520F" w14:textId="7D1CCAFB" w:rsidR="008F3F6A" w:rsidRPr="009B4C67" w:rsidRDefault="008F3F6A" w:rsidP="008F3F6A">
            <w:r w:rsidRPr="009B4C67">
              <w:t>Listů/příloh</w:t>
            </w:r>
          </w:p>
        </w:tc>
        <w:tc>
          <w:tcPr>
            <w:tcW w:w="2552" w:type="dxa"/>
          </w:tcPr>
          <w:p w14:paraId="333CD487" w14:textId="1AC05DE2" w:rsidR="008F3F6A" w:rsidRPr="009B4C67" w:rsidRDefault="009B4C67" w:rsidP="008F3F6A">
            <w:r w:rsidRPr="009B4C67">
              <w:t>1</w:t>
            </w:r>
            <w:r w:rsidR="008F3F6A" w:rsidRPr="009B4C67">
              <w:t>/</w:t>
            </w:r>
            <w:r w:rsidRPr="009B4C67">
              <w:t>1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Default="008F3F6A" w:rsidP="008F3F6A"/>
        </w:tc>
        <w:tc>
          <w:tcPr>
            <w:tcW w:w="2552" w:type="dxa"/>
          </w:tcPr>
          <w:p w14:paraId="133F3BF2" w14:textId="77777777" w:rsidR="008F3F6A" w:rsidRPr="003E6B9A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456C4E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B4C67">
              <w:rPr>
                <w:noProof/>
              </w:rPr>
              <w:t>3.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EEC823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F3F6A">
        <w:rPr>
          <w:rFonts w:eastAsia="Times New Roman" w:cs="Times New Roman"/>
          <w:lang w:eastAsia="cs-CZ"/>
        </w:rPr>
        <w:t>1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75DA402B" w14:textId="7A6CD164" w:rsidR="002B4E3F" w:rsidRPr="002B4E3F" w:rsidRDefault="002B4E3F" w:rsidP="00A11F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B4E3F">
        <w:rPr>
          <w:rFonts w:eastAsia="Calibri" w:cs="Times New Roman"/>
          <w:bCs/>
          <w:lang w:eastAsia="cs-CZ"/>
        </w:rPr>
        <w:t>Objekt PS 04 Dopravní a manipulační zařízení - požadujeme upřesnění k délce jeřábové dráhy.</w:t>
      </w:r>
    </w:p>
    <w:p w14:paraId="50DC981F" w14:textId="77777777" w:rsidR="002B4E3F" w:rsidRPr="002B4E3F" w:rsidRDefault="002B4E3F" w:rsidP="00A11F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B4E3F">
        <w:rPr>
          <w:rFonts w:eastAsia="Calibri" w:cs="Times New Roman"/>
          <w:bCs/>
          <w:lang w:eastAsia="cs-CZ"/>
        </w:rPr>
        <w:t>Dle půdorysu má hala 9 modulů po 6000 mm, plus, pokud dráha má být až do zdi, na obou stranách budou konzoly o délce cca 880 mm.</w:t>
      </w:r>
    </w:p>
    <w:p w14:paraId="22C9C5CA" w14:textId="3F3AA3B1" w:rsidR="00897CD0" w:rsidRDefault="002B4E3F" w:rsidP="00A11F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B4E3F">
        <w:rPr>
          <w:rFonts w:eastAsia="Calibri" w:cs="Times New Roman"/>
          <w:bCs/>
          <w:lang w:eastAsia="cs-CZ"/>
        </w:rPr>
        <w:t>Prosíme o upřesnění, zda zadavatel uvažuje s vykonzolováním na obou stranách jeřábové dráhy a pokud ano, tak prosíme o určení délky vykonzolování.</w:t>
      </w:r>
    </w:p>
    <w:p w14:paraId="6D16A484" w14:textId="7B8E7274" w:rsidR="00BD5319" w:rsidRPr="00BD5319" w:rsidRDefault="00BD5319" w:rsidP="00A11F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FB5315" w14:textId="77777777" w:rsidR="00F075F1" w:rsidRPr="009B4C67" w:rsidRDefault="00F075F1" w:rsidP="00A11FB7">
      <w:pPr>
        <w:spacing w:after="0"/>
        <w:jc w:val="both"/>
      </w:pPr>
      <w:r w:rsidRPr="009B4C67">
        <w:t>Ano, je uvažováno s vykonzolováním na obou stranách jeřábové dráhy.</w:t>
      </w:r>
    </w:p>
    <w:p w14:paraId="28A2BF41" w14:textId="345BE739" w:rsidR="00F075F1" w:rsidRPr="009B4C67" w:rsidRDefault="00F075F1" w:rsidP="00A11FB7">
      <w:pPr>
        <w:spacing w:after="0"/>
        <w:jc w:val="both"/>
      </w:pPr>
      <w:r w:rsidRPr="009B4C67">
        <w:t xml:space="preserve">Jeřábová dráha je součástí </w:t>
      </w:r>
      <w:r w:rsidR="00A11FB7" w:rsidRPr="009B4C67">
        <w:t xml:space="preserve">objektu </w:t>
      </w:r>
      <w:r w:rsidR="006716F6" w:rsidRPr="009B4C67">
        <w:t>SO 04 Nová opravárenská hala</w:t>
      </w:r>
      <w:r w:rsidRPr="009B4C67">
        <w:t>. Délka nosníku jeřábové dráhy</w:t>
      </w:r>
      <w:r w:rsidR="00E90BD8" w:rsidRPr="009B4C67">
        <w:t xml:space="preserve"> je</w:t>
      </w:r>
      <w:r w:rsidRPr="009B4C67">
        <w:t xml:space="preserve"> 55</w:t>
      </w:r>
      <w:r w:rsidR="00A30AD2" w:rsidRPr="009B4C67">
        <w:t> </w:t>
      </w:r>
      <w:r w:rsidRPr="009B4C67">
        <w:t>500</w:t>
      </w:r>
      <w:r w:rsidR="00A30AD2" w:rsidRPr="009B4C67">
        <w:t xml:space="preserve"> </w:t>
      </w:r>
      <w:r w:rsidRPr="009B4C67">
        <w:t xml:space="preserve">mm, </w:t>
      </w:r>
      <w:r w:rsidR="00E90BD8" w:rsidRPr="009B4C67">
        <w:t xml:space="preserve">tj. </w:t>
      </w:r>
      <w:r w:rsidRPr="009B4C67">
        <w:t>délka troleje dle dodavatele jeřábu.</w:t>
      </w:r>
    </w:p>
    <w:p w14:paraId="15B5B6D2" w14:textId="77777777" w:rsidR="006716F6" w:rsidRPr="009B4C67" w:rsidRDefault="00F075F1" w:rsidP="00A11FB7">
      <w:pPr>
        <w:spacing w:after="0"/>
        <w:jc w:val="both"/>
      </w:pPr>
      <w:r w:rsidRPr="009B4C67">
        <w:t xml:space="preserve">Podrobnosti jsou zřejmé z výkresové části zadávací dokumentace, konkrétně v objektu SO 04 Nová opravárenská hala, DSO 04.03 </w:t>
      </w:r>
      <w:r w:rsidR="00A11FB7" w:rsidRPr="009B4C67">
        <w:t>OK</w:t>
      </w:r>
      <w:r w:rsidRPr="009B4C67">
        <w:t>,</w:t>
      </w:r>
      <w:r w:rsidR="00A11FB7" w:rsidRPr="009B4C67">
        <w:t xml:space="preserve"> ve výkrese DSO04.03_103_POH a ve výkrese DSO04.03_105_JD</w:t>
      </w:r>
      <w:r w:rsidRPr="009B4C67">
        <w:t xml:space="preserve">. </w:t>
      </w:r>
    </w:p>
    <w:p w14:paraId="15175020" w14:textId="44C24402" w:rsidR="00F075F1" w:rsidRPr="009B4C67" w:rsidRDefault="00F075F1" w:rsidP="00A11FB7">
      <w:pPr>
        <w:spacing w:after="0"/>
        <w:jc w:val="both"/>
      </w:pPr>
      <w:r w:rsidRPr="009B4C67">
        <w:t>Navíc je nově k zadávací dokumentaci přiložen výkres s názvem Detail.pdf s upřesňujícími kótami a detailem konzoly</w:t>
      </w:r>
      <w:r w:rsidR="00A11FB7" w:rsidRPr="009B4C67">
        <w:t xml:space="preserve"> objektu </w:t>
      </w:r>
      <w:r w:rsidR="006716F6" w:rsidRPr="009B4C67">
        <w:t>SO 04 Nová hala/DSO 04.03 OK</w:t>
      </w:r>
      <w:r w:rsidRPr="009B4C67">
        <w:t xml:space="preserve">. </w:t>
      </w:r>
    </w:p>
    <w:p w14:paraId="01C885E9" w14:textId="77777777" w:rsidR="00F075F1" w:rsidRDefault="00F075F1" w:rsidP="00A11F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9B4C6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9B4C67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B4C67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9B4C67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9B4C67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9B4C6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B4C6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B4C67">
        <w:rPr>
          <w:rFonts w:eastAsia="Calibri" w:cs="Times New Roman"/>
          <w:b/>
          <w:bCs/>
          <w:lang w:eastAsia="cs-CZ"/>
        </w:rPr>
        <w:t xml:space="preserve">Příloha: </w:t>
      </w:r>
      <w:r w:rsidRPr="009B4C6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B4C67">
        <w:rPr>
          <w:rFonts w:eastAsia="Calibri" w:cs="Times New Roman"/>
          <w:bCs/>
          <w:lang w:eastAsia="cs-CZ"/>
        </w:rPr>
        <w:instrText xml:space="preserve"> FORMTEXT </w:instrText>
      </w:r>
      <w:r w:rsidRPr="009B4C67">
        <w:rPr>
          <w:rFonts w:eastAsia="Calibri" w:cs="Times New Roman"/>
          <w:bCs/>
          <w:lang w:eastAsia="cs-CZ"/>
        </w:rPr>
      </w:r>
      <w:r w:rsidRPr="009B4C67">
        <w:rPr>
          <w:rFonts w:eastAsia="Calibri" w:cs="Times New Roman"/>
          <w:bCs/>
          <w:lang w:eastAsia="cs-CZ"/>
        </w:rPr>
        <w:fldChar w:fldCharType="separate"/>
      </w:r>
      <w:r w:rsidRPr="009B4C67">
        <w:rPr>
          <w:rFonts w:eastAsia="Calibri" w:cs="Times New Roman"/>
          <w:bCs/>
          <w:lang w:eastAsia="cs-CZ"/>
        </w:rPr>
        <w:t> </w:t>
      </w:r>
      <w:r w:rsidRPr="009B4C67">
        <w:rPr>
          <w:rFonts w:eastAsia="Calibri" w:cs="Times New Roman"/>
          <w:bCs/>
          <w:lang w:eastAsia="cs-CZ"/>
        </w:rPr>
        <w:t> </w:t>
      </w:r>
      <w:r w:rsidRPr="009B4C67">
        <w:rPr>
          <w:rFonts w:eastAsia="Calibri" w:cs="Times New Roman"/>
          <w:bCs/>
          <w:lang w:eastAsia="cs-CZ"/>
        </w:rPr>
        <w:t> </w:t>
      </w:r>
      <w:r w:rsidRPr="009B4C67">
        <w:rPr>
          <w:rFonts w:eastAsia="Calibri" w:cs="Times New Roman"/>
          <w:bCs/>
          <w:lang w:eastAsia="cs-CZ"/>
        </w:rPr>
        <w:t> </w:t>
      </w:r>
      <w:r w:rsidRPr="009B4C67">
        <w:rPr>
          <w:rFonts w:eastAsia="Calibri" w:cs="Times New Roman"/>
          <w:bCs/>
          <w:lang w:eastAsia="cs-CZ"/>
        </w:rPr>
        <w:t> </w:t>
      </w:r>
      <w:r w:rsidRPr="009B4C67">
        <w:rPr>
          <w:rFonts w:eastAsia="Calibri" w:cs="Times New Roman"/>
          <w:bCs/>
          <w:lang w:eastAsia="cs-CZ"/>
        </w:rPr>
        <w:fldChar w:fldCharType="end"/>
      </w:r>
    </w:p>
    <w:p w14:paraId="3568D690" w14:textId="100DB146" w:rsidR="00664163" w:rsidRPr="009B4C67" w:rsidRDefault="007F406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B4C67">
        <w:t>DSO 04.03 O</w:t>
      </w:r>
      <w:r w:rsidR="00481890" w:rsidRPr="009B4C67">
        <w:t>K</w:t>
      </w:r>
      <w:r w:rsidRPr="009B4C67">
        <w:t xml:space="preserve"> (1 příloha)</w:t>
      </w:r>
    </w:p>
    <w:p w14:paraId="11FC1E85" w14:textId="77777777" w:rsidR="00664163" w:rsidRPr="009B4C6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683733A" w:rsidR="00664163" w:rsidRPr="009B4C6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B4C67">
        <w:rPr>
          <w:rFonts w:eastAsia="Calibri" w:cs="Times New Roman"/>
          <w:lang w:eastAsia="cs-CZ"/>
        </w:rPr>
        <w:t xml:space="preserve">V Olomouci dne </w:t>
      </w:r>
      <w:r w:rsidR="009B4C67" w:rsidRPr="009B4C67">
        <w:rPr>
          <w:rFonts w:eastAsia="Calibri" w:cs="Times New Roman"/>
          <w:lang w:eastAsia="cs-CZ"/>
        </w:rPr>
        <w:t>3. 7. 2024</w:t>
      </w:r>
    </w:p>
    <w:p w14:paraId="6F75BA64" w14:textId="77777777" w:rsidR="00664163" w:rsidRPr="009B4C6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B4C6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DCE96A" w14:textId="77777777" w:rsidR="009B4C67" w:rsidRPr="009B4C67" w:rsidRDefault="009B4C6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F4F359" w14:textId="77777777" w:rsidR="009B4C67" w:rsidRPr="009B4C67" w:rsidRDefault="009B4C6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DE0B41" w14:textId="77777777" w:rsidR="009B4C67" w:rsidRPr="009B4C67" w:rsidRDefault="009B4C6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84F00F" w14:textId="77777777" w:rsidR="009B4C67" w:rsidRPr="009B4C67" w:rsidRDefault="009B4C6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F1990E" w14:textId="77777777" w:rsidR="00664163" w:rsidRPr="009B4C6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B4C67">
        <w:rPr>
          <w:rFonts w:eastAsia="Times New Roman" w:cs="Times New Roman"/>
          <w:b/>
          <w:bCs/>
          <w:lang w:eastAsia="cs-CZ"/>
        </w:rPr>
        <w:t>Ing. Miroslav Bocák</w:t>
      </w:r>
      <w:r w:rsidRPr="009B4C67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B4C6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B4C67">
        <w:rPr>
          <w:rFonts w:eastAsia="Times New Roman" w:cs="Times New Roman"/>
          <w:lang w:eastAsia="cs-CZ"/>
        </w:rPr>
        <w:t>ředitel organizační jednotky</w:t>
      </w:r>
      <w:r w:rsidRPr="009B4C67">
        <w:rPr>
          <w:rFonts w:eastAsia="Times New Roman" w:cs="Times New Roman"/>
          <w:lang w:eastAsia="cs-CZ"/>
        </w:rPr>
        <w:tab/>
      </w:r>
    </w:p>
    <w:p w14:paraId="5DEDC136" w14:textId="77777777" w:rsidR="00664163" w:rsidRPr="009B4C6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B4C67">
        <w:rPr>
          <w:rFonts w:eastAsia="Times New Roman" w:cs="Times New Roman"/>
          <w:lang w:eastAsia="cs-CZ"/>
        </w:rPr>
        <w:t>Stavební správa východ</w:t>
      </w:r>
    </w:p>
    <w:p w14:paraId="7F35AFFF" w14:textId="6DFA27CB" w:rsidR="00BD5319" w:rsidRPr="00BD5319" w:rsidRDefault="00664163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9B4C67">
        <w:rPr>
          <w:rFonts w:eastAsia="Times New Roman" w:cs="Times New Roman"/>
          <w:lang w:eastAsia="cs-CZ"/>
        </w:rPr>
        <w:t>Správa železnic, státní organizace</w:t>
      </w: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629D6" w14:textId="77777777" w:rsidR="00BE6AE0" w:rsidRDefault="00BE6AE0" w:rsidP="00962258">
      <w:pPr>
        <w:spacing w:after="0" w:line="240" w:lineRule="auto"/>
      </w:pPr>
      <w:r>
        <w:separator/>
      </w:r>
    </w:p>
  </w:endnote>
  <w:endnote w:type="continuationSeparator" w:id="0">
    <w:p w14:paraId="15C0BD0C" w14:textId="77777777" w:rsidR="00BE6AE0" w:rsidRDefault="00BE6A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B5AA7" w14:textId="77777777" w:rsidR="00BE6AE0" w:rsidRDefault="00BE6AE0" w:rsidP="00962258">
      <w:pPr>
        <w:spacing w:after="0" w:line="240" w:lineRule="auto"/>
      </w:pPr>
      <w:r>
        <w:separator/>
      </w:r>
    </w:p>
  </w:footnote>
  <w:footnote w:type="continuationSeparator" w:id="0">
    <w:p w14:paraId="2D91AD00" w14:textId="77777777" w:rsidR="00BE6AE0" w:rsidRDefault="00BE6A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4848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4F4"/>
    <w:rsid w:val="001B69C2"/>
    <w:rsid w:val="001C1C83"/>
    <w:rsid w:val="001C4DA0"/>
    <w:rsid w:val="00207DF5"/>
    <w:rsid w:val="00267369"/>
    <w:rsid w:val="0026785D"/>
    <w:rsid w:val="00296D39"/>
    <w:rsid w:val="002A59FE"/>
    <w:rsid w:val="002B4E3F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3F314D"/>
    <w:rsid w:val="0041380F"/>
    <w:rsid w:val="00450F07"/>
    <w:rsid w:val="00453CD3"/>
    <w:rsid w:val="00455BC7"/>
    <w:rsid w:val="00460660"/>
    <w:rsid w:val="00460CCB"/>
    <w:rsid w:val="00477370"/>
    <w:rsid w:val="0048189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441E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716F6"/>
    <w:rsid w:val="006A5570"/>
    <w:rsid w:val="006A689C"/>
    <w:rsid w:val="006B3D79"/>
    <w:rsid w:val="006B3F8D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406D"/>
    <w:rsid w:val="007F56A7"/>
    <w:rsid w:val="007F626E"/>
    <w:rsid w:val="00807DD0"/>
    <w:rsid w:val="00813F11"/>
    <w:rsid w:val="00856E6D"/>
    <w:rsid w:val="00874470"/>
    <w:rsid w:val="008841FB"/>
    <w:rsid w:val="0088472C"/>
    <w:rsid w:val="00891334"/>
    <w:rsid w:val="008938A8"/>
    <w:rsid w:val="00897CD0"/>
    <w:rsid w:val="008A3568"/>
    <w:rsid w:val="008D03B9"/>
    <w:rsid w:val="008F18D6"/>
    <w:rsid w:val="008F3F6A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4C67"/>
    <w:rsid w:val="009B72CC"/>
    <w:rsid w:val="009C7B39"/>
    <w:rsid w:val="009E07F4"/>
    <w:rsid w:val="009F392E"/>
    <w:rsid w:val="00A07246"/>
    <w:rsid w:val="00A11FB7"/>
    <w:rsid w:val="00A30AD2"/>
    <w:rsid w:val="00A40435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6AE0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0BD8"/>
    <w:rsid w:val="00EB104F"/>
    <w:rsid w:val="00ED14BD"/>
    <w:rsid w:val="00F01440"/>
    <w:rsid w:val="00F075F1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B46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102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30</cp:revision>
  <cp:lastPrinted>2019-02-22T13:28:00Z</cp:lastPrinted>
  <dcterms:created xsi:type="dcterms:W3CDTF">2024-03-21T11:51:00Z</dcterms:created>
  <dcterms:modified xsi:type="dcterms:W3CDTF">2024-07-03T06:34:00Z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